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1F4490" w:rsidP="001F4490">
      <w:pPr>
        <w:pStyle w:val="berschrift2"/>
        <w:numPr>
          <w:ilvl w:val="0"/>
          <w:numId w:val="0"/>
        </w:numPr>
      </w:pPr>
      <w:bookmarkStart w:id="0" w:name="_Toc412541718"/>
      <w:r>
        <w:t>5_1</w:t>
      </w:r>
      <w:r w:rsidR="00A9358E">
        <w:t>_</w:t>
      </w:r>
      <w:r>
        <w:t>1</w:t>
      </w:r>
      <w:bookmarkEnd w:id="0"/>
      <w:r w:rsidR="001549F5">
        <w:t>Tafelbild</w:t>
      </w:r>
    </w:p>
    <w:p w:rsidR="006C5E6E" w:rsidRPr="006C5E6E" w:rsidRDefault="002061D8" w:rsidP="006C5E6E">
      <w:pPr>
        <w:pStyle w:val="Textkrper"/>
        <w:rPr>
          <w:sz w:val="22"/>
          <w:szCs w:val="22"/>
        </w:rPr>
      </w:pPr>
      <w:r>
        <w:rPr>
          <w:sz w:val="22"/>
          <w:szCs w:val="22"/>
        </w:rPr>
        <w:t>Aufgabe: Ordnen Sie</w:t>
      </w:r>
      <w:r w:rsidR="006C5E6E">
        <w:rPr>
          <w:sz w:val="22"/>
          <w:szCs w:val="22"/>
        </w:rPr>
        <w:t xml:space="preserve"> die Karten den Bereichen der Einleitung richtig zu</w:t>
      </w:r>
      <w:r>
        <w:rPr>
          <w:sz w:val="22"/>
          <w:szCs w:val="22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89"/>
        <w:gridCol w:w="7213"/>
      </w:tblGrid>
      <w:tr w:rsidR="001F4490" w:rsidTr="009B779A">
        <w:tc>
          <w:tcPr>
            <w:tcW w:w="14710" w:type="dxa"/>
            <w:gridSpan w:val="2"/>
          </w:tcPr>
          <w:p w:rsidR="001F4490" w:rsidRPr="006C5E6E" w:rsidRDefault="001F4490" w:rsidP="00593CB4">
            <w:pPr>
              <w:pStyle w:val="Textkrper"/>
              <w:jc w:val="center"/>
              <w:rPr>
                <w:b/>
              </w:rPr>
            </w:pPr>
            <w:r w:rsidRPr="006C5E6E">
              <w:rPr>
                <w:b/>
              </w:rPr>
              <w:t>Die Einleitung einer Textwiedergabe</w:t>
            </w:r>
            <w:r w:rsidR="00874933">
              <w:rPr>
                <w:b/>
              </w:rPr>
              <w:t xml:space="preserve"> – </w:t>
            </w:r>
          </w:p>
          <w:p w:rsidR="00593CB4" w:rsidRPr="00593CB4" w:rsidRDefault="00593CB4" w:rsidP="00874933">
            <w:pPr>
              <w:pStyle w:val="Textkrper-Erstzeileneinzug"/>
              <w:ind w:firstLine="0"/>
              <w:jc w:val="center"/>
            </w:pPr>
            <w:r>
              <w:t>Vorstellung des Untersuchungsgegenstands</w:t>
            </w:r>
          </w:p>
        </w:tc>
      </w:tr>
      <w:tr w:rsidR="001F4490" w:rsidTr="001F4490">
        <w:tc>
          <w:tcPr>
            <w:tcW w:w="7355" w:type="dxa"/>
          </w:tcPr>
          <w:p w:rsidR="001F4490" w:rsidRPr="00364CEE" w:rsidRDefault="00593CB4" w:rsidP="001F4490">
            <w:pPr>
              <w:pStyle w:val="Textkrper"/>
              <w:rPr>
                <w:b/>
              </w:rPr>
            </w:pPr>
            <w:r w:rsidRPr="00364CEE">
              <w:rPr>
                <w:b/>
              </w:rPr>
              <w:t>Einleitung</w:t>
            </w:r>
          </w:p>
          <w:p w:rsidR="00593CB4" w:rsidRDefault="00593CB4" w:rsidP="00593CB4">
            <w:pPr>
              <w:pStyle w:val="Textkrper-Erstzeileneinzug"/>
            </w:pPr>
          </w:p>
          <w:p w:rsidR="00593CB4" w:rsidRPr="00364CEE" w:rsidRDefault="00593CB4" w:rsidP="00593CB4">
            <w:pPr>
              <w:pStyle w:val="Textkrper-Erstzeileneinzug"/>
              <w:numPr>
                <w:ilvl w:val="0"/>
                <w:numId w:val="25"/>
              </w:numPr>
              <w:rPr>
                <w:b/>
                <w:u w:val="single"/>
              </w:rPr>
            </w:pPr>
            <w:r w:rsidRPr="00364CEE">
              <w:rPr>
                <w:b/>
                <w:u w:val="single"/>
              </w:rPr>
              <w:t>Allgemeine Information</w:t>
            </w: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Pr="00364CEE" w:rsidRDefault="00593CB4" w:rsidP="00593CB4">
            <w:pPr>
              <w:pStyle w:val="Textkrper-Erstzeileneinzug"/>
              <w:numPr>
                <w:ilvl w:val="0"/>
                <w:numId w:val="25"/>
              </w:numPr>
              <w:rPr>
                <w:b/>
                <w:u w:val="single"/>
              </w:rPr>
            </w:pPr>
            <w:r w:rsidRPr="00364CEE">
              <w:rPr>
                <w:b/>
                <w:u w:val="single"/>
              </w:rPr>
              <w:t>Thema/Problematik/Kernsatz</w:t>
            </w: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Pr="00364CEE" w:rsidRDefault="002061D8" w:rsidP="00593CB4">
            <w:pPr>
              <w:pStyle w:val="Textkrper-Erstzeileneinzug"/>
              <w:numPr>
                <w:ilvl w:val="0"/>
                <w:numId w:val="25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Handlung/</w:t>
            </w:r>
            <w:r w:rsidR="00593CB4" w:rsidRPr="00364CEE">
              <w:rPr>
                <w:b/>
                <w:u w:val="single"/>
              </w:rPr>
              <w:t>Überleitung</w:t>
            </w:r>
          </w:p>
          <w:p w:rsidR="00593CB4" w:rsidRDefault="00593CB4" w:rsidP="00593CB4">
            <w:pPr>
              <w:pStyle w:val="Textkrper-Erstzeileneinzug"/>
            </w:pPr>
          </w:p>
          <w:p w:rsidR="00593CB4" w:rsidRDefault="00593CB4" w:rsidP="00593CB4">
            <w:pPr>
              <w:pStyle w:val="Textkrper-Erstzeileneinzug"/>
            </w:pPr>
          </w:p>
          <w:p w:rsidR="00593CB4" w:rsidRDefault="006C5E6E" w:rsidP="00593CB4">
            <w:pPr>
              <w:pStyle w:val="Textkrper-Erstzeileneinzu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F46EC5" wp14:editId="1D4A5269">
                      <wp:simplePos x="0" y="0"/>
                      <wp:positionH relativeFrom="column">
                        <wp:posOffset>4598670</wp:posOffset>
                      </wp:positionH>
                      <wp:positionV relativeFrom="paragraph">
                        <wp:posOffset>122555</wp:posOffset>
                      </wp:positionV>
                      <wp:extent cx="1471930" cy="379730"/>
                      <wp:effectExtent l="38100" t="114300" r="33020" b="115570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24036">
                                <a:off x="0" y="0"/>
                                <a:ext cx="1471930" cy="379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Autor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7" o:spid="_x0000_s1026" style="position:absolute;left:0;text-align:left;margin-left:362.1pt;margin-top:9.65pt;width:115.9pt;height:29.9pt;rotation:46316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Autor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93CB4" w:rsidRDefault="00593CB4" w:rsidP="00593CB4">
            <w:pPr>
              <w:pStyle w:val="Textkrper-Erstzeileneinzug"/>
            </w:pPr>
          </w:p>
          <w:p w:rsidR="00593CB4" w:rsidRPr="00593CB4" w:rsidRDefault="00593CB4" w:rsidP="00593CB4">
            <w:pPr>
              <w:pStyle w:val="Textkrper-Erstzeileneinzug"/>
            </w:pPr>
          </w:p>
        </w:tc>
        <w:tc>
          <w:tcPr>
            <w:tcW w:w="7355" w:type="dxa"/>
          </w:tcPr>
          <w:p w:rsidR="001F4490" w:rsidRDefault="006C5E6E" w:rsidP="001F4490">
            <w:pPr>
              <w:pStyle w:val="Textkrp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7484DA0" wp14:editId="3BD6D7E7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2904490</wp:posOffset>
                      </wp:positionV>
                      <wp:extent cx="1377315" cy="356235"/>
                      <wp:effectExtent l="0" t="0" r="13335" b="24765"/>
                      <wp:wrapNone/>
                      <wp:docPr id="28" name="Rechtec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315" cy="3562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Verzweiflung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8" o:spid="_x0000_s1027" style="position:absolute;left:0;text-align:left;margin-left:252.3pt;margin-top:228.7pt;width:108.45pt;height:2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Verzweiflung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259E85" wp14:editId="0A3F39D9">
                      <wp:simplePos x="0" y="0"/>
                      <wp:positionH relativeFrom="column">
                        <wp:posOffset>3194685</wp:posOffset>
                      </wp:positionH>
                      <wp:positionV relativeFrom="paragraph">
                        <wp:posOffset>3368040</wp:posOffset>
                      </wp:positionV>
                      <wp:extent cx="1223010" cy="284480"/>
                      <wp:effectExtent l="0" t="0" r="15240" b="20320"/>
                      <wp:wrapNone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3010" cy="2844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Tante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6" o:spid="_x0000_s1028" style="position:absolute;left:0;text-align:left;margin-left:251.55pt;margin-top:265.2pt;width:96.3pt;height:2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Tante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9AF207" wp14:editId="7143D939">
                      <wp:simplePos x="0" y="0"/>
                      <wp:positionH relativeFrom="column">
                        <wp:posOffset>1432560</wp:posOffset>
                      </wp:positionH>
                      <wp:positionV relativeFrom="paragraph">
                        <wp:posOffset>3863340</wp:posOffset>
                      </wp:positionV>
                      <wp:extent cx="1579245" cy="308610"/>
                      <wp:effectExtent l="38100" t="171450" r="40005" b="16764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9222">
                                <a:off x="0" y="0"/>
                                <a:ext cx="1579245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Erscheinungsjahr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" o:spid="_x0000_s1029" style="position:absolute;left:0;text-align:left;margin-left:112.8pt;margin-top:304.2pt;width:124.35pt;height:24.3pt;rotation:-69990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Erscheinungsjahr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2F14203" wp14:editId="0C7E52EC">
                      <wp:simplePos x="0" y="0"/>
                      <wp:positionH relativeFrom="column">
                        <wp:posOffset>2281555</wp:posOffset>
                      </wp:positionH>
                      <wp:positionV relativeFrom="paragraph">
                        <wp:posOffset>2448560</wp:posOffset>
                      </wp:positionV>
                      <wp:extent cx="1306195" cy="367665"/>
                      <wp:effectExtent l="38100" t="114300" r="46355" b="108585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148518">
                                <a:off x="0" y="0"/>
                                <a:ext cx="1306195" cy="3676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Gespräch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1" o:spid="_x0000_s1030" style="position:absolute;left:0;text-align:left;margin-left:179.65pt;margin-top:192.8pt;width:102.85pt;height:28.95pt;rotation:-493139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Gespräch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3FD570" wp14:editId="5CEC223F">
                      <wp:simplePos x="0" y="0"/>
                      <wp:positionH relativeFrom="column">
                        <wp:posOffset>1321435</wp:posOffset>
                      </wp:positionH>
                      <wp:positionV relativeFrom="paragraph">
                        <wp:posOffset>1833245</wp:posOffset>
                      </wp:positionV>
                      <wp:extent cx="1210945" cy="344170"/>
                      <wp:effectExtent l="38100" t="209550" r="46355" b="208280"/>
                      <wp:wrapNone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30461">
                                <a:off x="0" y="0"/>
                                <a:ext cx="1210945" cy="3441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Arbeitsplatz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0" o:spid="_x0000_s1031" style="position:absolute;left:0;text-align:left;margin-left:104.05pt;margin-top:144.35pt;width:95.35pt;height:27.1pt;rotation:1234765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Arbeitsplatz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EAAEB0" wp14:editId="6B3C940A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1348740</wp:posOffset>
                      </wp:positionV>
                      <wp:extent cx="1412875" cy="320040"/>
                      <wp:effectExtent l="0" t="0" r="15875" b="22860"/>
                      <wp:wrapNone/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2875" cy="3200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Stimmung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3" o:spid="_x0000_s1032" style="position:absolute;left:0;text-align:left;margin-left:127.15pt;margin-top:106.2pt;width:111.25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Stimmung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083860" wp14:editId="6C676E33">
                      <wp:simplePos x="0" y="0"/>
                      <wp:positionH relativeFrom="column">
                        <wp:posOffset>70489</wp:posOffset>
                      </wp:positionH>
                      <wp:positionV relativeFrom="paragraph">
                        <wp:posOffset>3531692</wp:posOffset>
                      </wp:positionV>
                      <wp:extent cx="1341755" cy="314752"/>
                      <wp:effectExtent l="38100" t="76200" r="29845" b="85725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9322">
                                <a:off x="0" y="0"/>
                                <a:ext cx="1341755" cy="31475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Grünes Auto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8" o:spid="_x0000_s1033" style="position:absolute;left:0;text-align:left;margin-left:5.55pt;margin-top:278.1pt;width:105.65pt;height:24.8pt;rotation:31601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Grünes Auto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FB84A0" wp14:editId="0A1BCFC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101600</wp:posOffset>
                      </wp:positionV>
                      <wp:extent cx="914400" cy="308610"/>
                      <wp:effectExtent l="38100" t="114300" r="38100" b="110490"/>
                      <wp:wrapNone/>
                      <wp:docPr id="19" name="Rechtec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661941">
                                <a:off x="0" y="0"/>
                                <a:ext cx="914400" cy="3086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Verhalten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9" o:spid="_x0000_s1034" style="position:absolute;left:0;text-align:left;margin-left:-1.85pt;margin-top:8pt;width:1in;height:24.3pt;rotation:723016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Verhalten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12F3" wp14:editId="1929ED70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90805</wp:posOffset>
                      </wp:positionV>
                      <wp:extent cx="1080135" cy="260985"/>
                      <wp:effectExtent l="0" t="0" r="24765" b="24765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135" cy="2609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Bankfiliale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" o:spid="_x0000_s1035" style="position:absolute;left:0;text-align:left;margin-left:103.8pt;margin-top:7.15pt;width:85.05pt;height: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Bankfiliale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86B082" wp14:editId="622E6EB9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2209800</wp:posOffset>
                      </wp:positionV>
                      <wp:extent cx="1341755" cy="355600"/>
                      <wp:effectExtent l="0" t="0" r="10795" b="2540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1755" cy="355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Titel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4" o:spid="_x0000_s1036" style="position:absolute;left:0;text-align:left;margin-left:-1.9pt;margin-top:174pt;width:105.65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Titel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5AA705" wp14:editId="72C62F4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1609090</wp:posOffset>
                      </wp:positionV>
                      <wp:extent cx="1021080" cy="344170"/>
                      <wp:effectExtent l="38100" t="76200" r="45720" b="74930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65426">
                                <a:off x="0" y="0"/>
                                <a:ext cx="1021080" cy="3441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Textart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8" o:spid="_x0000_s1037" style="position:absolute;left:0;text-align:left;margin-left:-1.85pt;margin-top:126.7pt;width:80.4pt;height:27.1pt;rotation:39914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Textart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117790" wp14:editId="11249A05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2762250</wp:posOffset>
                      </wp:positionV>
                      <wp:extent cx="1341755" cy="332105"/>
                      <wp:effectExtent l="38100" t="209550" r="48895" b="22034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62684">
                                <a:off x="0" y="0"/>
                                <a:ext cx="1341755" cy="3321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Quelle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38" style="position:absolute;left:0;text-align:left;margin-left:48.6pt;margin-top:217.5pt;width:105.65pt;height:26.15pt;rotation:116073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Quelle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3568F7" wp14:editId="50089995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1283970</wp:posOffset>
                      </wp:positionV>
                      <wp:extent cx="1341755" cy="379730"/>
                      <wp:effectExtent l="0" t="0" r="10795" b="2032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1755" cy="379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Junger Mann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" o:spid="_x0000_s1039" style="position:absolute;left:0;text-align:left;margin-left:243.65pt;margin-top:101.1pt;width:105.65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Junger Mann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F8B866" wp14:editId="04C72801">
                      <wp:simplePos x="0" y="0"/>
                      <wp:positionH relativeFrom="column">
                        <wp:posOffset>1176020</wp:posOffset>
                      </wp:positionH>
                      <wp:positionV relativeFrom="paragraph">
                        <wp:posOffset>499745</wp:posOffset>
                      </wp:positionV>
                      <wp:extent cx="1317625" cy="367030"/>
                      <wp:effectExtent l="38100" t="209550" r="53975" b="223520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79667">
                                <a:off x="0" y="0"/>
                                <a:ext cx="1317625" cy="3670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Kommunikation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5" o:spid="_x0000_s1040" style="position:absolute;left:0;text-align:left;margin-left:92.6pt;margin-top:39.35pt;width:103.75pt;height:28.9pt;rotation:1179284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Kommunikation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7566715" wp14:editId="78BD7DB9">
                      <wp:simplePos x="0" y="0"/>
                      <wp:positionH relativeFrom="column">
                        <wp:posOffset>2528570</wp:posOffset>
                      </wp:positionH>
                      <wp:positionV relativeFrom="paragraph">
                        <wp:posOffset>160020</wp:posOffset>
                      </wp:positionV>
                      <wp:extent cx="1210945" cy="379730"/>
                      <wp:effectExtent l="0" t="0" r="27305" b="20320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0945" cy="379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Probleme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9" o:spid="_x0000_s1041" style="position:absolute;left:0;text-align:left;margin-left:199.1pt;margin-top:12.6pt;width:95.35pt;height:2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Probleme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88D0E08" wp14:editId="76600B11">
                      <wp:simplePos x="0" y="0"/>
                      <wp:positionH relativeFrom="column">
                        <wp:posOffset>2826385</wp:posOffset>
                      </wp:positionH>
                      <wp:positionV relativeFrom="paragraph">
                        <wp:posOffset>731520</wp:posOffset>
                      </wp:positionV>
                      <wp:extent cx="1353185" cy="284480"/>
                      <wp:effectExtent l="19050" t="285750" r="18415" b="287020"/>
                      <wp:wrapNone/>
                      <wp:docPr id="34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125441">
                                <a:off x="0" y="0"/>
                                <a:ext cx="1353185" cy="2844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Hilflosigkeit</w:t>
                                  </w:r>
                                </w:p>
                                <w:p w:rsidR="00A9730A" w:rsidRDefault="00A9730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4" o:spid="_x0000_s1042" style="position:absolute;left:0;text-align:left;margin-left:222.55pt;margin-top:57.6pt;width:106.55pt;height:22.4pt;rotation:-1610612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Hilflosigkeit</w:t>
                            </w:r>
                          </w:p>
                          <w:p w:rsidR="00A9730A" w:rsidRDefault="00A9730A"/>
                        </w:txbxContent>
                      </v:textbox>
                    </v:rect>
                  </w:pict>
                </mc:Fallback>
              </mc:AlternateContent>
            </w:r>
            <w:r w:rsidR="00A973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9573ED" wp14:editId="498D2264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3094990</wp:posOffset>
                      </wp:positionV>
                      <wp:extent cx="1080135" cy="344170"/>
                      <wp:effectExtent l="0" t="0" r="24765" b="17780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0135" cy="3441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Einsamkeit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0" o:spid="_x0000_s1043" style="position:absolute;left:0;text-align:left;margin-left:-1.85pt;margin-top:243.7pt;width:85.0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Einsamkeit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3C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6D2142" wp14:editId="63A1AD07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1099820</wp:posOffset>
                      </wp:positionV>
                      <wp:extent cx="1579245" cy="379730"/>
                      <wp:effectExtent l="0" t="0" r="20955" b="2032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9245" cy="379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Die Gesellschaft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44" style="position:absolute;left:0;text-align:left;margin-left:10.35pt;margin-top:86.6pt;width:124.35pt;height:2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Die Gesellschaft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3C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77CD65" wp14:editId="2B0F6C17">
                      <wp:simplePos x="0" y="0"/>
                      <wp:positionH relativeFrom="column">
                        <wp:posOffset>3124093</wp:posOffset>
                      </wp:positionH>
                      <wp:positionV relativeFrom="paragraph">
                        <wp:posOffset>2109552</wp:posOffset>
                      </wp:positionV>
                      <wp:extent cx="1318161" cy="356260"/>
                      <wp:effectExtent l="19050" t="342900" r="0" b="348615"/>
                      <wp:wrapNone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7617">
                                <a:off x="0" y="0"/>
                                <a:ext cx="1318161" cy="35626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besuchen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5" o:spid="_x0000_s1045" style="position:absolute;left:0;text-align:left;margin-left:246pt;margin-top:166.1pt;width:103.8pt;height:28.05pt;rotation:2072704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besuchen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3C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B28460" wp14:editId="208D1E6F">
                      <wp:simplePos x="0" y="0"/>
                      <wp:positionH relativeFrom="column">
                        <wp:posOffset>3123565</wp:posOffset>
                      </wp:positionH>
                      <wp:positionV relativeFrom="paragraph">
                        <wp:posOffset>3735548</wp:posOffset>
                      </wp:positionV>
                      <wp:extent cx="1318161" cy="368135"/>
                      <wp:effectExtent l="0" t="0" r="15875" b="13335"/>
                      <wp:wrapNone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8161" cy="3681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Individuum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27" o:spid="_x0000_s1046" style="position:absolute;left:0;text-align:left;margin-left:245.95pt;margin-top:294.15pt;width:103.8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Individuum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3C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0D54DB5" wp14:editId="7212FA3C">
                      <wp:simplePos x="0" y="0"/>
                      <wp:positionH relativeFrom="column">
                        <wp:posOffset>1544477</wp:posOffset>
                      </wp:positionH>
                      <wp:positionV relativeFrom="paragraph">
                        <wp:posOffset>3367908</wp:posOffset>
                      </wp:positionV>
                      <wp:extent cx="1318161" cy="368135"/>
                      <wp:effectExtent l="0" t="0" r="15875" b="13335"/>
                      <wp:wrapNone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8161" cy="3681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A9730A" w:rsidP="00593CB4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6" o:spid="_x0000_s1047" style="position:absolute;left:0;text-align:left;margin-left:121.6pt;margin-top:265.2pt;width:103.8pt;height:2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" fillcolor="#4f81bd [3204]" strokecolor="#243f60 [1604]" strokeweight="2pt">
                      <v:textbox>
                        <w:txbxContent>
                          <w:p w:rsidR="00593CB4" w:rsidRDefault="00A9730A" w:rsidP="00593CB4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3C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16B5B3" wp14:editId="4B456F1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672465</wp:posOffset>
                      </wp:positionV>
                      <wp:extent cx="1175385" cy="332105"/>
                      <wp:effectExtent l="38100" t="76200" r="24765" b="6794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28802">
                                <a:off x="0" y="0"/>
                                <a:ext cx="1175385" cy="3321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3CB4" w:rsidRDefault="00593CB4" w:rsidP="00593CB4">
                                  <w:pPr>
                                    <w:jc w:val="center"/>
                                  </w:pPr>
                                  <w:r>
                                    <w:t>Johann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7" o:spid="_x0000_s1048" style="position:absolute;left:0;text-align:left;margin-left:-1.85pt;margin-top:52.95pt;width:92.55pt;height:26.15pt;rotation:-29622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" fillcolor="#4f81bd [3204]" strokecolor="#243f60 [1604]" strokeweight="2pt">
                      <v:textbox>
                        <w:txbxContent>
                          <w:p w:rsidR="00593CB4" w:rsidRDefault="00593CB4" w:rsidP="00593CB4">
                            <w:pPr>
                              <w:jc w:val="center"/>
                            </w:pPr>
                            <w:r>
                              <w:t>Johann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CD6932" w:rsidRPr="0044650F" w:rsidRDefault="00CD6932" w:rsidP="00F8798A"/>
    <w:sectPr w:rsidR="00CD6932" w:rsidRPr="0044650F" w:rsidSect="008813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12" w:rsidRDefault="00592812" w:rsidP="001E03DE">
      <w:r>
        <w:separator/>
      </w:r>
    </w:p>
  </w:endnote>
  <w:endnote w:type="continuationSeparator" w:id="0">
    <w:p w:rsidR="00592812" w:rsidRDefault="0059281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3B8" w:rsidRDefault="008813B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3B8" w:rsidRDefault="008813B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3B8" w:rsidRDefault="008813B8" w:rsidP="008813B8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8813B8" w:rsidTr="00842B1B">
      <w:tc>
        <w:tcPr>
          <w:tcW w:w="817" w:type="dxa"/>
        </w:tcPr>
        <w:p w:rsidR="008813B8" w:rsidRDefault="008813B8" w:rsidP="00842B1B">
          <w:pPr>
            <w:pStyle w:val="Fuzeile"/>
          </w:pPr>
        </w:p>
      </w:tc>
      <w:tc>
        <w:tcPr>
          <w:tcW w:w="13574" w:type="dxa"/>
        </w:tcPr>
        <w:p w:rsidR="008813B8" w:rsidRDefault="008813B8" w:rsidP="00842B1B">
          <w:pPr>
            <w:pStyle w:val="Fuzeile"/>
          </w:pPr>
        </w:p>
      </w:tc>
      <w:tc>
        <w:tcPr>
          <w:tcW w:w="318" w:type="dxa"/>
        </w:tcPr>
        <w:p w:rsidR="008813B8" w:rsidRDefault="008813B8" w:rsidP="00842B1B">
          <w:pPr>
            <w:pStyle w:val="Fuzeile"/>
          </w:pPr>
        </w:p>
      </w:tc>
    </w:tr>
    <w:tr w:rsidR="008813B8" w:rsidTr="00842B1B">
      <w:tc>
        <w:tcPr>
          <w:tcW w:w="817" w:type="dxa"/>
        </w:tcPr>
        <w:p w:rsidR="008813B8" w:rsidRDefault="008813B8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8813B8" w:rsidRDefault="008813B8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8813B8" w:rsidRDefault="008813B8" w:rsidP="00842B1B">
          <w:pPr>
            <w:pStyle w:val="Fuzeile"/>
          </w:pPr>
        </w:p>
      </w:tc>
    </w:tr>
    <w:tr w:rsidR="008813B8" w:rsidTr="00842B1B">
      <w:tc>
        <w:tcPr>
          <w:tcW w:w="817" w:type="dxa"/>
        </w:tcPr>
        <w:p w:rsidR="008813B8" w:rsidRPr="008A6B36" w:rsidRDefault="008813B8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8813B8" w:rsidRDefault="00A73513" w:rsidP="00842B1B">
          <w:pPr>
            <w:pStyle w:val="Fuzeile"/>
          </w:pPr>
          <w:r w:rsidRPr="00A73513">
            <w:t>Relevante Informationen identifizieren, Sinnabschnitte erkennen, eine Einleitung formulieren</w:t>
          </w:r>
          <w:bookmarkStart w:id="1" w:name="_GoBack"/>
          <w:bookmarkEnd w:id="1"/>
        </w:p>
      </w:tc>
      <w:tc>
        <w:tcPr>
          <w:tcW w:w="318" w:type="dxa"/>
        </w:tcPr>
        <w:p w:rsidR="008813B8" w:rsidRDefault="008813B8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7351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8813B8" w:rsidRDefault="00C1176F" w:rsidP="008813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12" w:rsidRDefault="00592812" w:rsidP="001E03DE">
      <w:r>
        <w:separator/>
      </w:r>
    </w:p>
  </w:footnote>
  <w:footnote w:type="continuationSeparator" w:id="0">
    <w:p w:rsidR="00592812" w:rsidRDefault="0059281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3B8" w:rsidRDefault="008813B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3B8" w:rsidRDefault="008813B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3B8" w:rsidRPr="00F131AC" w:rsidRDefault="008813B8" w:rsidP="008813B8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E06C86" wp14:editId="40B0323D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3B8" w:rsidRPr="00E20335" w:rsidRDefault="008813B8" w:rsidP="008813B8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49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8813B8" w:rsidRPr="00E20335" w:rsidRDefault="008813B8" w:rsidP="008813B8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51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52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8813B8" w:rsidRPr="000F5B18" w:rsidRDefault="008813B8" w:rsidP="008813B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AE50A13"/>
    <w:multiLevelType w:val="hybridMultilevel"/>
    <w:tmpl w:val="76D65D00"/>
    <w:lvl w:ilvl="0" w:tplc="596E69F0">
      <w:start w:val="2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90E74"/>
    <w:multiLevelType w:val="hybridMultilevel"/>
    <w:tmpl w:val="A984AE86"/>
    <w:lvl w:ilvl="0" w:tplc="0FDA8736">
      <w:start w:val="2"/>
      <w:numFmt w:val="bullet"/>
      <w:lvlText w:val="-"/>
      <w:lvlJc w:val="left"/>
      <w:pPr>
        <w:ind w:left="717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3"/>
  </w:num>
  <w:num w:numId="24">
    <w:abstractNumId w:val="4"/>
  </w:num>
  <w:num w:numId="25">
    <w:abstractNumId w:val="6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A7654"/>
    <w:rsid w:val="001549F5"/>
    <w:rsid w:val="001938DD"/>
    <w:rsid w:val="001A2103"/>
    <w:rsid w:val="001E03DE"/>
    <w:rsid w:val="001F4490"/>
    <w:rsid w:val="002061D8"/>
    <w:rsid w:val="002223B8"/>
    <w:rsid w:val="00296589"/>
    <w:rsid w:val="00364CEE"/>
    <w:rsid w:val="00445B6B"/>
    <w:rsid w:val="0044650F"/>
    <w:rsid w:val="00592812"/>
    <w:rsid w:val="00593CB4"/>
    <w:rsid w:val="006C5E6E"/>
    <w:rsid w:val="00874933"/>
    <w:rsid w:val="008813B8"/>
    <w:rsid w:val="008A6B36"/>
    <w:rsid w:val="008A7911"/>
    <w:rsid w:val="009533B3"/>
    <w:rsid w:val="009935DA"/>
    <w:rsid w:val="009C05F9"/>
    <w:rsid w:val="00A73513"/>
    <w:rsid w:val="00A9358E"/>
    <w:rsid w:val="00A9730A"/>
    <w:rsid w:val="00B127D0"/>
    <w:rsid w:val="00C1176F"/>
    <w:rsid w:val="00C22DA6"/>
    <w:rsid w:val="00C329C9"/>
    <w:rsid w:val="00C54C17"/>
    <w:rsid w:val="00CD6932"/>
    <w:rsid w:val="00DA114A"/>
    <w:rsid w:val="00DC7E46"/>
    <w:rsid w:val="00E15C59"/>
    <w:rsid w:val="00E15CEB"/>
    <w:rsid w:val="00E82045"/>
    <w:rsid w:val="00F131AC"/>
    <w:rsid w:val="00F44A67"/>
    <w:rsid w:val="00F8798A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EEC98-2C0E-4715-A0C4-923E3EE0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40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15</cp:revision>
  <cp:lastPrinted>2016-11-07T13:26:00Z</cp:lastPrinted>
  <dcterms:created xsi:type="dcterms:W3CDTF">2017-11-16T12:33:00Z</dcterms:created>
  <dcterms:modified xsi:type="dcterms:W3CDTF">2018-06-27T13:37:00Z</dcterms:modified>
</cp:coreProperties>
</file>