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C9" w:rsidRDefault="00B202C9" w:rsidP="00B202C9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</w:t>
      </w:r>
      <w:r w:rsidR="00444A3C">
        <w:rPr>
          <w:sz w:val="24"/>
        </w:rPr>
        <w:t>seit</w:t>
      </w:r>
      <w:r>
        <w:rPr>
          <w:sz w:val="24"/>
        </w:rPr>
        <w:t xml:space="preserve"> der </w:t>
      </w:r>
      <w:r w:rsidRPr="005E2143">
        <w:rPr>
          <w:b/>
          <w:sz w:val="24"/>
        </w:rPr>
        <w:t>Prüfung 2019</w:t>
      </w:r>
      <w:r>
        <w:rPr>
          <w:sz w:val="24"/>
        </w:rPr>
        <w:t xml:space="preserve"> </w:t>
      </w:r>
      <w:r w:rsidRPr="00E77CC6">
        <w:rPr>
          <w:sz w:val="24"/>
        </w:rPr>
        <w:t>die</w:t>
      </w:r>
      <w:r w:rsidRPr="00E77CC6">
        <w:rPr>
          <w:b/>
          <w:sz w:val="24"/>
        </w:rPr>
        <w:t xml:space="preserve"> Anforderungen an die Prüfungsaufgaben </w:t>
      </w:r>
      <w:r w:rsidR="00444A3C">
        <w:rPr>
          <w:sz w:val="24"/>
        </w:rPr>
        <w:t>geändert haben</w:t>
      </w:r>
      <w:r>
        <w:rPr>
          <w:sz w:val="24"/>
        </w:rPr>
        <w:t xml:space="preserve">; siehe den </w:t>
      </w:r>
      <w:proofErr w:type="gramStart"/>
      <w:r>
        <w:rPr>
          <w:sz w:val="24"/>
        </w:rPr>
        <w:t>unten stehenden</w:t>
      </w:r>
      <w:proofErr w:type="gramEnd"/>
      <w:r>
        <w:rPr>
          <w:sz w:val="24"/>
        </w:rPr>
        <w:t xml:space="preserve"> Link</w:t>
      </w:r>
      <w:r w:rsidR="00564E70">
        <w:rPr>
          <w:sz w:val="24"/>
        </w:rPr>
        <w:t>:</w:t>
      </w:r>
      <w:r>
        <w:rPr>
          <w:sz w:val="24"/>
        </w:rPr>
        <w:t xml:space="preserve"> </w:t>
      </w:r>
    </w:p>
    <w:p w:rsidR="00B202C9" w:rsidRPr="00DC7586" w:rsidRDefault="0032152A" w:rsidP="00B202C9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7" w:history="1">
        <w:r w:rsidR="00B202C9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B202C9" w:rsidRDefault="00B202C9" w:rsidP="00B202C9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B202C9" w:rsidRPr="00FC7C9A" w:rsidRDefault="00B202C9" w:rsidP="00677538">
            <w:pPr>
              <w:pStyle w:val="Standardeinzug"/>
              <w:ind w:left="0" w:firstLine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1. </w:t>
            </w:r>
            <w:r w:rsidRPr="00FC7C9A">
              <w:rPr>
                <w:b/>
                <w:sz w:val="24"/>
                <w:u w:val="single"/>
              </w:rPr>
              <w:t>Hinweise zur Formatierung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444A3C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444A3C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444A3C" w:rsidRDefault="00444A3C" w:rsidP="00677538">
            <w:pPr>
              <w:pStyle w:val="Standardeinzug"/>
              <w:ind w:left="0" w:firstLine="0"/>
              <w:rPr>
                <w:sz w:val="24"/>
              </w:rPr>
            </w:pPr>
          </w:p>
          <w:p w:rsidR="00444A3C" w:rsidRDefault="00444A3C" w:rsidP="00677538">
            <w:pPr>
              <w:pStyle w:val="Standardeinzug"/>
              <w:ind w:left="0" w:firstLine="0"/>
              <w:rPr>
                <w:sz w:val="24"/>
              </w:rPr>
            </w:pPr>
          </w:p>
          <w:p w:rsidR="00444A3C" w:rsidRDefault="00444A3C" w:rsidP="0067753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444A3C" w:rsidRDefault="00444A3C" w:rsidP="00444A3C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</w:t>
            </w:r>
            <w:proofErr w:type="spellStart"/>
            <w:r w:rsidRPr="00444A3C">
              <w:rPr>
                <w:sz w:val="24"/>
              </w:rPr>
              <w:t>docx</w:t>
            </w:r>
            <w:proofErr w:type="spellEnd"/>
            <w:r w:rsidRPr="00444A3C">
              <w:rPr>
                <w:sz w:val="24"/>
              </w:rPr>
              <w:t>-Format.</w:t>
            </w:r>
          </w:p>
          <w:p w:rsidR="00444A3C" w:rsidRDefault="00444A3C" w:rsidP="00444A3C">
            <w:pPr>
              <w:pStyle w:val="Standardeinzug"/>
              <w:ind w:left="0" w:firstLine="0"/>
              <w:rPr>
                <w:sz w:val="24"/>
              </w:rPr>
            </w:pPr>
          </w:p>
          <w:p w:rsidR="00444A3C" w:rsidRPr="00444A3C" w:rsidRDefault="00444A3C" w:rsidP="00444A3C">
            <w:pPr>
              <w:pStyle w:val="Standardeinzug"/>
              <w:ind w:left="0" w:firstLine="0"/>
              <w:rPr>
                <w:sz w:val="24"/>
              </w:rPr>
            </w:pPr>
          </w:p>
          <w:p w:rsidR="00B202C9" w:rsidRDefault="00444A3C" w:rsidP="00444A3C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  <w:tcBorders>
              <w:left w:val="nil"/>
            </w:tcBorders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444A3C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B202C9" w:rsidTr="00677538">
        <w:tc>
          <w:tcPr>
            <w:tcW w:w="921" w:type="dxa"/>
          </w:tcPr>
          <w:p w:rsidR="00B202C9" w:rsidRDefault="00B202C9" w:rsidP="0067753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B202C9" w:rsidRDefault="00B202C9" w:rsidP="00677538">
            <w:pPr>
              <w:pStyle w:val="Standardeinzug"/>
              <w:ind w:left="0" w:firstLine="0"/>
              <w:rPr>
                <w:b/>
                <w:sz w:val="24"/>
              </w:rPr>
            </w:pPr>
            <w:r w:rsidRPr="00F35E78">
              <w:rPr>
                <w:b/>
                <w:sz w:val="24"/>
              </w:rPr>
              <w:t>Vielen Dank für Ihre Mithilfe!</w:t>
            </w:r>
          </w:p>
          <w:p w:rsidR="00795FC2" w:rsidRDefault="00795FC2" w:rsidP="00677538">
            <w:pPr>
              <w:pStyle w:val="Standardeinzug"/>
              <w:ind w:left="0" w:firstLine="0"/>
              <w:rPr>
                <w:b/>
                <w:sz w:val="24"/>
              </w:rPr>
            </w:pPr>
          </w:p>
          <w:p w:rsidR="00795FC2" w:rsidRPr="00F35E78" w:rsidRDefault="00795FC2" w:rsidP="00677538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B202C9" w:rsidRDefault="00B202C9" w:rsidP="00677538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2. Bitte verwenden Sie die folgenden Elemente</w:t>
      </w:r>
      <w:r>
        <w:rPr>
          <w:b/>
          <w:sz w:val="24"/>
          <w:szCs w:val="24"/>
        </w:rPr>
        <w:t>:</w:t>
      </w:r>
    </w:p>
    <w:p w:rsidR="00B202C9" w:rsidRDefault="00B202C9" w:rsidP="00B202C9">
      <w:pPr>
        <w:tabs>
          <w:tab w:val="decimal" w:pos="9498"/>
        </w:tabs>
        <w:ind w:right="850"/>
        <w:rPr>
          <w:sz w:val="24"/>
          <w:szCs w:val="24"/>
        </w:rPr>
      </w:pPr>
    </w:p>
    <w:p w:rsidR="00B202C9" w:rsidRDefault="00B202C9" w:rsidP="00B202C9">
      <w:pPr>
        <w:tabs>
          <w:tab w:val="decimal" w:pos="9498"/>
        </w:tabs>
        <w:ind w:right="850"/>
        <w:rPr>
          <w:sz w:val="24"/>
          <w:szCs w:val="24"/>
        </w:rPr>
      </w:pPr>
    </w:p>
    <w:p w:rsidR="00B202C9" w:rsidRDefault="00B202C9" w:rsidP="00B202C9">
      <w:pPr>
        <w:tabs>
          <w:tab w:val="decimal" w:pos="9498"/>
        </w:tabs>
        <w:ind w:right="850"/>
      </w:pPr>
    </w:p>
    <w:tbl>
      <w:tblPr>
        <w:tblW w:w="0" w:type="auto"/>
        <w:tblInd w:w="108" w:type="dxa"/>
        <w:shd w:val="pct25" w:color="BFBFBF" w:fill="BFBFBF"/>
        <w:tblLook w:val="04A0" w:firstRow="1" w:lastRow="0" w:firstColumn="1" w:lastColumn="0" w:noHBand="0" w:noVBand="1"/>
      </w:tblPr>
      <w:tblGrid>
        <w:gridCol w:w="9814"/>
      </w:tblGrid>
      <w:tr w:rsidR="00B202C9" w:rsidTr="00677538">
        <w:trPr>
          <w:trHeight w:val="567"/>
        </w:trPr>
        <w:tc>
          <w:tcPr>
            <w:tcW w:w="9954" w:type="dxa"/>
            <w:shd w:val="pct25" w:color="BFBFBF" w:fill="BFBFBF"/>
            <w:vAlign w:val="center"/>
            <w:hideMark/>
          </w:tcPr>
          <w:p w:rsidR="00B202C9" w:rsidRDefault="00B202C9" w:rsidP="00677538">
            <w:pPr>
              <w:pStyle w:val="Standardeinzug"/>
              <w:ind w:left="888" w:hanging="88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b/>
                <w:sz w:val="28"/>
                <w:szCs w:val="24"/>
              </w:rPr>
              <w:t>Pflichtaufgabe</w:t>
            </w:r>
          </w:p>
        </w:tc>
      </w:tr>
    </w:tbl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Bitte mit den Lösungsblättern abgeben!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261"/>
      </w:tblGrid>
      <w:tr w:rsidR="00B202C9" w:rsidTr="00677538">
        <w:trPr>
          <w:trHeight w:val="56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202C9" w:rsidRDefault="00B202C9" w:rsidP="00677538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Name: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02C9" w:rsidRDefault="00B202C9" w:rsidP="00677538">
            <w:pPr>
              <w:tabs>
                <w:tab w:val="center" w:pos="4990"/>
                <w:tab w:val="right" w:pos="9639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Klasse:</w:t>
            </w:r>
          </w:p>
        </w:tc>
      </w:tr>
    </w:tbl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B202C9" w:rsidTr="00677538">
        <w:tc>
          <w:tcPr>
            <w:tcW w:w="9993" w:type="dxa"/>
            <w:shd w:val="clear" w:color="auto" w:fill="BFBFBF"/>
            <w:hideMark/>
          </w:tcPr>
          <w:p w:rsidR="00B202C9" w:rsidRDefault="00B202C9" w:rsidP="00677538">
            <w:pPr>
              <w:spacing w:before="120" w:after="120"/>
              <w:ind w:left="0" w:firstLine="0"/>
              <w:jc w:val="center"/>
              <w:rPr>
                <w:rFonts w:eastAsia="Calibri" w:cs="Arial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Wahlaufgaben (zwei von drei Aufgaben sind zu bearbeiten)</w:t>
            </w:r>
          </w:p>
        </w:tc>
      </w:tr>
    </w:tbl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795FC2" w:rsidRDefault="00795FC2">
      <w:pPr>
        <w:ind w:left="0" w:firstLine="0"/>
        <w:rPr>
          <w:rFonts w:eastAsia="Yu Gothic Light"/>
          <w:b/>
          <w:bCs/>
          <w:color w:val="000000"/>
          <w:sz w:val="24"/>
          <w:szCs w:val="24"/>
          <w:u w:val="single"/>
        </w:rPr>
      </w:pPr>
      <w:bookmarkStart w:id="0" w:name="_Toc469919335"/>
      <w:r>
        <w:rPr>
          <w:rFonts w:eastAsia="Yu Gothic Light"/>
          <w:b/>
          <w:bCs/>
          <w:color w:val="000000"/>
          <w:sz w:val="24"/>
          <w:szCs w:val="24"/>
          <w:u w:val="single"/>
        </w:rPr>
        <w:br w:type="page"/>
      </w:r>
    </w:p>
    <w:p w:rsidR="00B202C9" w:rsidRPr="007619E4" w:rsidRDefault="00B202C9" w:rsidP="00B202C9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4"/>
          <w:szCs w:val="24"/>
          <w:u w:val="single"/>
        </w:rPr>
      </w:pPr>
      <w:r>
        <w:rPr>
          <w:rFonts w:eastAsia="Yu Gothic Light"/>
          <w:b/>
          <w:bCs/>
          <w:color w:val="000000"/>
          <w:sz w:val="24"/>
          <w:szCs w:val="24"/>
          <w:u w:val="single"/>
        </w:rPr>
        <w:lastRenderedPageBreak/>
        <w:t xml:space="preserve">3. </w:t>
      </w: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Checkliste</w:t>
      </w:r>
    </w:p>
    <w:p w:rsidR="00B202C9" w:rsidRDefault="00B202C9" w:rsidP="00B202C9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  <w:r w:rsidRPr="007619E4">
        <w:rPr>
          <w:rFonts w:eastAsia="Yu Gothic Light"/>
          <w:b/>
          <w:bCs/>
          <w:color w:val="000000"/>
          <w:sz w:val="24"/>
          <w:szCs w:val="24"/>
          <w:u w:val="single"/>
        </w:rPr>
        <w:t>für das Einreichen von Aufgaben für die schriftliche Abschlussprüfung</w:t>
      </w:r>
      <w:bookmarkEnd w:id="0"/>
    </w:p>
    <w:p w:rsidR="00B202C9" w:rsidRPr="007619E4" w:rsidRDefault="00B202C9" w:rsidP="00B202C9">
      <w:pPr>
        <w:keepNext/>
        <w:suppressAutoHyphens/>
        <w:spacing w:line="386" w:lineRule="exact"/>
        <w:ind w:left="360" w:hanging="360"/>
        <w:outlineLvl w:val="0"/>
        <w:rPr>
          <w:rFonts w:eastAsia="Yu Gothic Light"/>
          <w:b/>
          <w:bCs/>
          <w:color w:val="000000"/>
          <w:sz w:val="22"/>
          <w:szCs w:val="28"/>
        </w:rPr>
      </w:pPr>
    </w:p>
    <w:p w:rsidR="00B202C9" w:rsidRPr="007619E4" w:rsidRDefault="00B202C9" w:rsidP="00B202C9">
      <w:pPr>
        <w:spacing w:line="318" w:lineRule="exact"/>
        <w:ind w:left="0" w:firstLine="0"/>
        <w:jc w:val="both"/>
        <w:rPr>
          <w:sz w:val="22"/>
        </w:rPr>
      </w:pPr>
      <w:r w:rsidRPr="007619E4">
        <w:rPr>
          <w:color w:val="000000"/>
          <w:sz w:val="22"/>
        </w:rPr>
        <w:t xml:space="preserve">Die folgenden aufgeführten Checklisten dienen als </w:t>
      </w:r>
      <w:r w:rsidRPr="007619E4">
        <w:rPr>
          <w:sz w:val="22"/>
        </w:rPr>
        <w:t>Hilfestellung bei der Erstellung und Überprüfung der einzureichenden Prüfungsaufgaben.</w:t>
      </w:r>
    </w:p>
    <w:p w:rsidR="00B202C9" w:rsidRPr="007619E4" w:rsidRDefault="00B202C9" w:rsidP="00B202C9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</w:rPr>
      </w:pP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numPr>
                <w:ilvl w:val="0"/>
                <w:numId w:val="1"/>
              </w:numPr>
              <w:spacing w:before="120" w:after="120" w:line="240" w:lineRule="exact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Formale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Alle Dokumente sind mithilfe der Formatvorlage erstellt. 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Schriftgröße ist nach Formatvorlage verwendet.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Texte, zur Lösung erforderlicher Zeichnungen, Diagramme oder Formeln sind in druckreifer Vorlage erstellt und sind veränderbar.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zu erreichenden Punkte verteilen sich auf den Pflichtbereich mit 60 Punkten und den Wahlbereich mit 3 x 10 Punkten.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In der Aufgabenstellung sind für die einzelnen Teilaufgaben und die Lösungsvorschläge detailliert Punkte zugewiesen.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Umfang der Anforderungen ist explizit genannt (z. B. „Leiten Sie drei Maßnahmen ab.“).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Erläuterungen und Sacherklärungen zur Aufgabe sind beigefügt, soweit </w:t>
            </w:r>
            <w:r w:rsidR="00BE1D9F">
              <w:rPr>
                <w:color w:val="000000"/>
              </w:rPr>
              <w:t>sie zum Verständnis nötig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rFonts w:eastAsia="Calibri" w:cs="Arial"/>
                <w:lang w:eastAsia="en-US"/>
              </w:rPr>
            </w:pPr>
            <w:r w:rsidRPr="007619E4">
              <w:rPr>
                <w:color w:val="000000"/>
              </w:rPr>
              <w:t xml:space="preserve">Schülerarbeitsblätter sind als Einzelblätter </w:t>
            </w:r>
            <w:proofErr w:type="spellStart"/>
            <w:r w:rsidRPr="007619E4">
              <w:rPr>
                <w:color w:val="000000"/>
              </w:rPr>
              <w:t>entnehmbar</w:t>
            </w:r>
            <w:proofErr w:type="spellEnd"/>
            <w:r w:rsidRPr="007619E4">
              <w:rPr>
                <w:color w:val="000000"/>
              </w:rPr>
              <w:t xml:space="preserve"> und bieten die Möglichkeit, den Schülernamen einzutragen</w:t>
            </w:r>
            <w:r w:rsidRPr="007619E4">
              <w:rPr>
                <w:rFonts w:eastAsia="Calibri" w:cs="Arial"/>
                <w:lang w:eastAsia="en-US"/>
              </w:rPr>
              <w:t>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Jeder eingereichte Prüfungsaufgabensatz umfasst das Aufgabenblatt, ggf. Anlagen und einen fachwissenschaftlich akzeptierten Lösungsvorschlag.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Das Einreicher-Deckblatt ist vollständig, gut lesbar ausgefüllt und unterschrieben, den Aufgabenvorschlägen und allen Kopien vorangeheftet.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E1D9F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BE1D9F">
              <w:rPr>
                <w:color w:val="000000"/>
              </w:rPr>
              <w:t>Alle Prüfungsaufgaben sind termingerecht in geforderter Ausführung im .</w:t>
            </w:r>
            <w:proofErr w:type="spellStart"/>
            <w:r w:rsidRPr="00BE1D9F">
              <w:rPr>
                <w:color w:val="000000"/>
              </w:rPr>
              <w:t>docx</w:t>
            </w:r>
            <w:proofErr w:type="spellEnd"/>
            <w:r w:rsidRPr="00BE1D9F">
              <w:rPr>
                <w:color w:val="000000"/>
              </w:rPr>
              <w:t>-Format erstellt und im digitalen Format bei der Schul- bzw. Abteilungsleitung abgegeben.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</w:rPr>
            </w:pPr>
          </w:p>
        </w:tc>
      </w:tr>
    </w:tbl>
    <w:p w:rsidR="00340436" w:rsidRDefault="00340436" w:rsidP="00B202C9">
      <w:pPr>
        <w:spacing w:line="318" w:lineRule="exact"/>
        <w:ind w:left="0" w:firstLine="0"/>
        <w:jc w:val="both"/>
        <w:rPr>
          <w:color w:val="000000"/>
          <w:sz w:val="22"/>
        </w:rPr>
      </w:pPr>
    </w:p>
    <w:p w:rsidR="00340436" w:rsidRDefault="00340436">
      <w:pPr>
        <w:ind w:left="0" w:firstLine="0"/>
        <w:rPr>
          <w:color w:val="000000"/>
          <w:sz w:val="22"/>
        </w:rPr>
      </w:pPr>
      <w:r>
        <w:rPr>
          <w:color w:val="000000"/>
          <w:sz w:val="22"/>
        </w:rPr>
        <w:br w:type="page"/>
      </w:r>
    </w:p>
    <w:tbl>
      <w:tblPr>
        <w:tblW w:w="9157" w:type="dxa"/>
        <w:tblInd w:w="72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8445"/>
        <w:gridCol w:w="712"/>
      </w:tblGrid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375A21" w:rsidRDefault="00B202C9" w:rsidP="00677538">
            <w:pPr>
              <w:numPr>
                <w:ilvl w:val="0"/>
                <w:numId w:val="2"/>
              </w:numPr>
              <w:spacing w:before="120" w:after="120"/>
              <w:rPr>
                <w:rFonts w:eastAsia="Calibri" w:cs="Arial"/>
                <w:b/>
                <w:color w:val="000000"/>
                <w:sz w:val="32"/>
                <w:szCs w:val="32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rPr>
                <w:b/>
                <w:bCs/>
                <w:color w:val="000000"/>
                <w:sz w:val="22"/>
                <w:szCs w:val="22"/>
              </w:rPr>
            </w:pPr>
            <w:r w:rsidRPr="007619E4">
              <w:rPr>
                <w:b/>
                <w:bCs/>
                <w:color w:val="000000"/>
                <w:sz w:val="22"/>
                <w:szCs w:val="22"/>
              </w:rPr>
              <w:t>Rechtliche Kriterien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D11BC7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Im Aufgabenvorschlag wurden keine realen Firmen, Produktbezeichnungen bzw. Logos oder Screenshots von Produkten verwendet</w:t>
            </w:r>
            <w:r w:rsidR="00D11BC7">
              <w:rPr>
                <w:color w:val="000000"/>
              </w:rPr>
              <w:t>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Quellenangaben sind vollständig genannt und Textkürzungen sind kenntlich gemacht.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Es wurde keine Aufgabenstellung verwendet, die in gleicher oder ähnlicher Weise Gegenstand des Unterrichtes war. 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Es wurden keine Aufgabenstellungen aus allgemein zugänglichen Quellen übernommen.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lang w:eastAsia="en-US"/>
              </w:rPr>
            </w:pPr>
          </w:p>
        </w:tc>
      </w:tr>
      <w:tr w:rsidR="00B202C9" w:rsidRPr="007619E4" w:rsidTr="00340436">
        <w:trPr>
          <w:trHeight w:val="454"/>
        </w:trPr>
        <w:tc>
          <w:tcPr>
            <w:tcW w:w="8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Lines="80" w:after="192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Geheimhaltung ist u. a. durch Sicherheitsmaßnahmen bei der Datenspeicherung und beim Datentransfer gewährleistet.</w:t>
            </w:r>
          </w:p>
        </w:tc>
        <w:tc>
          <w:tcPr>
            <w:tcW w:w="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/>
              <w:ind w:left="0" w:firstLine="0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202C9" w:rsidRPr="007619E4" w:rsidRDefault="00B202C9" w:rsidP="00B202C9">
      <w:pPr>
        <w:ind w:left="0" w:firstLine="0"/>
        <w:rPr>
          <w:rFonts w:eastAsia="Calibri" w:cs="Arial"/>
          <w:color w:val="000000"/>
          <w:sz w:val="22"/>
          <w:szCs w:val="22"/>
          <w:lang w:eastAsia="en-US"/>
        </w:rPr>
      </w:pP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b/>
                <w:bCs/>
                <w:color w:val="000000"/>
                <w:sz w:val="22"/>
              </w:rPr>
            </w:pPr>
            <w:r w:rsidRPr="007619E4"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375A21" w:rsidRDefault="00B202C9" w:rsidP="00677538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  <w:color w:val="000000"/>
                <w:sz w:val="32"/>
                <w:szCs w:val="3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  <w:r w:rsidRPr="007619E4">
              <w:rPr>
                <w:b/>
                <w:bCs/>
                <w:color w:val="000000"/>
                <w:sz w:val="22"/>
              </w:rPr>
              <w:t>Inhaltliche Kriterien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Sämtliche Inhalte des Aufgabenvorschlags sind durch den aktuell gültigen Lehrplan abgedeckt.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zeitliche Verteilung der durch den Lehrplan vorgegebenen Ziele und Inhalte sind in der Gesamtaufgabe angemessen berücksichtigt, d. h. keine zu starke Gewichtung von Randthemen.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 spiegelt die Prozessschritte der vollständigen Handlung wider.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gestellte Lernsituation ist übersichtlich strukturiert und gestaltet.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Schwierigkeitsgrad und der Umfang der Aufgaben sind so gewählt, dass die Aufgaben in der Prüfungszeit bewältigt werden können.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 xml:space="preserve">In der Pflichtaufgabe werden mehrere </w:t>
            </w:r>
            <w:r w:rsidRPr="007619E4">
              <w:t xml:space="preserve">Lernfelder / Lehrplaneinheiten </w:t>
            </w:r>
            <w:r w:rsidRPr="007619E4">
              <w:rPr>
                <w:color w:val="000000"/>
              </w:rPr>
              <w:t>aus beiden Schuljahren thematisch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verschiedenen Anforderungsbereiche kommen in der Aufgabenstellung deutlich zum Tragen. Der Schwerpunkt liegt auf der Niveaustufe II, wobei die Anforderungs-</w:t>
            </w:r>
            <w:r w:rsidRPr="007619E4">
              <w:rPr>
                <w:color w:val="000000"/>
              </w:rPr>
              <w:br/>
            </w:r>
            <w:proofErr w:type="spellStart"/>
            <w:r w:rsidRPr="007619E4">
              <w:rPr>
                <w:color w:val="000000"/>
              </w:rPr>
              <w:t>bereiche</w:t>
            </w:r>
            <w:proofErr w:type="spellEnd"/>
            <w:r w:rsidRPr="007619E4">
              <w:rPr>
                <w:color w:val="000000"/>
              </w:rPr>
              <w:t xml:space="preserve"> I und III angemessen berücksichtigt sind.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D11BC7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Prüfung enthält Aufgaben, die den Lernfeldgedanken und damit entscheidungsorientiertes Denken sowie Fachkompetenz und in Ansätzen Methodenkompetenz abprüfen.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340436" w:rsidRDefault="00340436">
      <w:r>
        <w:br w:type="page"/>
      </w:r>
    </w:p>
    <w:tbl>
      <w:tblPr>
        <w:tblW w:w="9159" w:type="dxa"/>
        <w:tblInd w:w="72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8423"/>
        <w:gridCol w:w="736"/>
      </w:tblGrid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lastRenderedPageBreak/>
              <w:t xml:space="preserve">Die Aufgaben sind so gestellt, dass die erwartete Schülerleistung durch Teilaufgaben vorstrukturiert ist. Die Teilaufgaben sind so gestaltet, dass sie miteinander verknüpft sind, jedoch eigenständige Teilergebnisse ermöglichen. </w:t>
            </w:r>
            <w:r w:rsidRPr="007619E4">
              <w:t>Diese sollen unabhängig von der Lösung vorangegangener Aufgaben sein.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Operatoren sind in den Aufgaben korrekt eingesetzt.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Die Aufgabenstellungen sind eindeutig formuliert.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  <w:tr w:rsidR="00B202C9" w:rsidRPr="007619E4" w:rsidTr="00677538">
        <w:trPr>
          <w:trHeight w:val="454"/>
        </w:trPr>
        <w:tc>
          <w:tcPr>
            <w:tcW w:w="84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BE1D9F">
            <w:pPr>
              <w:spacing w:before="120" w:after="80" w:line="240" w:lineRule="exact"/>
              <w:ind w:left="0" w:firstLine="0"/>
              <w:jc w:val="both"/>
              <w:rPr>
                <w:color w:val="000000"/>
              </w:rPr>
            </w:pPr>
            <w:r w:rsidRPr="007619E4">
              <w:rPr>
                <w:color w:val="000000"/>
              </w:rPr>
              <w:t>Der Aspekt der Sprachsensibilität ist berücksichtigt.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02C9" w:rsidRPr="007619E4" w:rsidRDefault="00B202C9" w:rsidP="00677538">
            <w:pPr>
              <w:spacing w:before="120" w:after="120" w:line="240" w:lineRule="exact"/>
              <w:ind w:left="0" w:firstLine="0"/>
              <w:rPr>
                <w:color w:val="000000"/>
                <w:sz w:val="22"/>
              </w:rPr>
            </w:pPr>
          </w:p>
        </w:tc>
      </w:tr>
    </w:tbl>
    <w:p w:rsidR="00B202C9" w:rsidRPr="007619E4" w:rsidRDefault="00B202C9" w:rsidP="00B202C9">
      <w:pPr>
        <w:spacing w:line="318" w:lineRule="exact"/>
        <w:ind w:left="0" w:firstLine="0"/>
        <w:jc w:val="both"/>
        <w:rPr>
          <w:color w:val="000000"/>
          <w:sz w:val="22"/>
        </w:rPr>
      </w:pPr>
    </w:p>
    <w:p w:rsidR="00B202C9" w:rsidRPr="007619E4" w:rsidRDefault="00B202C9" w:rsidP="00B202C9">
      <w:pPr>
        <w:spacing w:line="318" w:lineRule="exact"/>
        <w:ind w:left="0" w:firstLine="357"/>
        <w:jc w:val="both"/>
        <w:rPr>
          <w:rFonts w:eastAsia="Calibri" w:cs="Arial"/>
          <w:color w:val="000000"/>
          <w:sz w:val="22"/>
          <w:szCs w:val="24"/>
          <w:lang w:eastAsia="en-US"/>
        </w:rPr>
      </w:pPr>
      <w:bookmarkStart w:id="1" w:name="_Toc74763"/>
    </w:p>
    <w:bookmarkEnd w:id="1"/>
    <w:p w:rsidR="00B202C9" w:rsidRDefault="00B202C9" w:rsidP="00B202C9">
      <w:pPr>
        <w:tabs>
          <w:tab w:val="decimal" w:pos="9498"/>
        </w:tabs>
        <w:ind w:right="850"/>
      </w:pPr>
    </w:p>
    <w:p w:rsidR="00B202C9" w:rsidRDefault="00B202C9" w:rsidP="00B202C9">
      <w:pPr>
        <w:tabs>
          <w:tab w:val="decimal" w:pos="9498"/>
        </w:tabs>
        <w:ind w:right="850"/>
      </w:pPr>
    </w:p>
    <w:p w:rsidR="00335207" w:rsidRPr="00B202C9" w:rsidRDefault="00335207" w:rsidP="00B202C9"/>
    <w:sectPr w:rsidR="00335207" w:rsidRPr="00B20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F7F" w:rsidRDefault="00511F7F">
      <w:r>
        <w:separator/>
      </w:r>
    </w:p>
  </w:endnote>
  <w:endnote w:type="continuationSeparator" w:id="0">
    <w:p w:rsidR="00511F7F" w:rsidRDefault="0051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2A" w:rsidRDefault="003215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207" w:rsidRDefault="00335207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2A" w:rsidRDefault="003215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F7F" w:rsidRDefault="00511F7F">
      <w:r>
        <w:separator/>
      </w:r>
    </w:p>
  </w:footnote>
  <w:footnote w:type="continuationSeparator" w:id="0">
    <w:p w:rsidR="00511F7F" w:rsidRDefault="00511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2A" w:rsidRDefault="003215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335207">
      <w:trPr>
        <w:cantSplit/>
      </w:trPr>
      <w:tc>
        <w:tcPr>
          <w:tcW w:w="1913" w:type="dxa"/>
          <w:vMerge w:val="restart"/>
        </w:tcPr>
        <w:p w:rsidR="00335207" w:rsidRDefault="004E0533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335207" w:rsidRDefault="00335207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335207" w:rsidRDefault="00335207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1913" w:type="dxa"/>
          <w:vMerge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335207" w:rsidRDefault="00335207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3614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335207" w:rsidRDefault="0041709C" w:rsidP="00444A3C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32152A">
            <w:rPr>
              <w:b/>
            </w:rPr>
            <w:t>5</w:t>
          </w:r>
          <w:bookmarkStart w:id="2" w:name="_GoBack"/>
          <w:bookmarkEnd w:id="2"/>
        </w:p>
      </w:tc>
      <w:tc>
        <w:tcPr>
          <w:tcW w:w="3188" w:type="dxa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335207">
      <w:trPr>
        <w:cantSplit/>
      </w:trPr>
      <w:tc>
        <w:tcPr>
          <w:tcW w:w="3614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</w:p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t>Hauswirtschaft und Ernährung (406)</w:t>
          </w:r>
        </w:p>
      </w:tc>
      <w:tc>
        <w:tcPr>
          <w:tcW w:w="3260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335207" w:rsidRDefault="00953806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335207">
      <w:tc>
        <w:tcPr>
          <w:tcW w:w="5173" w:type="dxa"/>
          <w:gridSpan w:val="3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335207" w:rsidRDefault="00335207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335207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335207" w:rsidRDefault="00B64E7F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335207">
            <w:rPr>
              <w:rStyle w:val="Seitenzahl"/>
              <w:b/>
            </w:rPr>
            <w:tab/>
            <w:t xml:space="preserve">- </w:t>
          </w:r>
          <w:r w:rsidR="00335207">
            <w:rPr>
              <w:rStyle w:val="Seitenzahl"/>
              <w:b/>
            </w:rPr>
            <w:fldChar w:fldCharType="begin"/>
          </w:r>
          <w:r w:rsidR="00335207">
            <w:rPr>
              <w:rStyle w:val="Seitenzahl"/>
              <w:b/>
            </w:rPr>
            <w:instrText xml:space="preserve"> PAGE </w:instrText>
          </w:r>
          <w:r w:rsidR="00335207">
            <w:rPr>
              <w:rStyle w:val="Seitenzahl"/>
              <w:b/>
            </w:rPr>
            <w:fldChar w:fldCharType="separate"/>
          </w:r>
          <w:r w:rsidR="0032152A">
            <w:rPr>
              <w:rStyle w:val="Seitenzahl"/>
              <w:b/>
              <w:noProof/>
            </w:rPr>
            <w:t>2</w:t>
          </w:r>
          <w:r w:rsidR="00335207">
            <w:rPr>
              <w:rStyle w:val="Seitenzahl"/>
              <w:b/>
            </w:rPr>
            <w:fldChar w:fldCharType="end"/>
          </w:r>
          <w:r w:rsidR="00335207">
            <w:rPr>
              <w:rStyle w:val="Seitenzahl"/>
              <w:b/>
            </w:rPr>
            <w:t xml:space="preserve"> -</w:t>
          </w:r>
          <w:r w:rsidR="00335207">
            <w:rPr>
              <w:rStyle w:val="Seitenzahl"/>
              <w:b/>
            </w:rPr>
            <w:tab/>
            <w:t>Punkte</w:t>
          </w:r>
        </w:p>
      </w:tc>
    </w:tr>
  </w:tbl>
  <w:p w:rsidR="00335207" w:rsidRDefault="00335207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2A" w:rsidRDefault="003215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0C0D"/>
    <w:multiLevelType w:val="hybridMultilevel"/>
    <w:tmpl w:val="866EB15C"/>
    <w:lvl w:ilvl="0" w:tplc="845A089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75968"/>
    <w:multiLevelType w:val="hybridMultilevel"/>
    <w:tmpl w:val="E96690BE"/>
    <w:lvl w:ilvl="0" w:tplc="75C4732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C0"/>
    <w:rsid w:val="00156101"/>
    <w:rsid w:val="00223445"/>
    <w:rsid w:val="00277AA4"/>
    <w:rsid w:val="0032152A"/>
    <w:rsid w:val="00335207"/>
    <w:rsid w:val="00340436"/>
    <w:rsid w:val="0041709C"/>
    <w:rsid w:val="00444A3C"/>
    <w:rsid w:val="004E0533"/>
    <w:rsid w:val="00511F7F"/>
    <w:rsid w:val="00564E70"/>
    <w:rsid w:val="005E10A0"/>
    <w:rsid w:val="00795FC2"/>
    <w:rsid w:val="00841801"/>
    <w:rsid w:val="008F2DEA"/>
    <w:rsid w:val="009208F2"/>
    <w:rsid w:val="00953806"/>
    <w:rsid w:val="009D2EF4"/>
    <w:rsid w:val="00A231B4"/>
    <w:rsid w:val="00AD3EE6"/>
    <w:rsid w:val="00B202C9"/>
    <w:rsid w:val="00B64E7F"/>
    <w:rsid w:val="00BE1D9F"/>
    <w:rsid w:val="00BF70C0"/>
    <w:rsid w:val="00CD5F47"/>
    <w:rsid w:val="00D11BC7"/>
    <w:rsid w:val="00D526E0"/>
    <w:rsid w:val="00F420A9"/>
    <w:rsid w:val="00F456F3"/>
    <w:rsid w:val="00F5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C6332A"/>
  <w15:chartTrackingRefBased/>
  <w15:docId w15:val="{8763225A-3C2C-4F49-9E7E-C1841798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chule-bw.de/faecher-und-schularten/berufliche-schularten/berufsfachschule/hinweise-zur-pruefungserstellun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5</Pages>
  <Words>750</Words>
  <Characters>5605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6343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12</cp:revision>
  <cp:lastPrinted>2004-10-12T15:28:00Z</cp:lastPrinted>
  <dcterms:created xsi:type="dcterms:W3CDTF">2020-12-15T14:29:00Z</dcterms:created>
  <dcterms:modified xsi:type="dcterms:W3CDTF">2023-11-14T10:03:00Z</dcterms:modified>
</cp:coreProperties>
</file>