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C6" w:rsidRDefault="00632D23" w:rsidP="00632D23">
      <w:pPr>
        <w:jc w:val="center"/>
        <w:rPr>
          <w:b/>
          <w:u w:val="single"/>
        </w:rPr>
      </w:pPr>
      <w:r>
        <w:rPr>
          <w:b/>
          <w:u w:val="single"/>
        </w:rPr>
        <w:t xml:space="preserve">Übersicht </w:t>
      </w:r>
      <w:r w:rsidR="00923FAF">
        <w:rPr>
          <w:b/>
          <w:u w:val="single"/>
        </w:rPr>
        <w:t>Kohlenhydratverdauung</w:t>
      </w:r>
    </w:p>
    <w:p w:rsidR="00632D23" w:rsidRDefault="00632D23" w:rsidP="00632D23">
      <w:pPr>
        <w:jc w:val="center"/>
        <w:rPr>
          <w:b/>
          <w:u w:val="single"/>
        </w:rPr>
      </w:pPr>
    </w:p>
    <w:tbl>
      <w:tblPr>
        <w:tblW w:w="14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2338"/>
        <w:gridCol w:w="8761"/>
      </w:tblGrid>
      <w:tr w:rsidR="0069713F" w:rsidTr="00EB5D44">
        <w:trPr>
          <w:trHeight w:val="333"/>
          <w:jc w:val="center"/>
        </w:trPr>
        <w:tc>
          <w:tcPr>
            <w:tcW w:w="3195" w:type="dxa"/>
            <w:shd w:val="clear" w:color="auto" w:fill="auto"/>
          </w:tcPr>
          <w:p w:rsidR="009918D8" w:rsidRDefault="009918D8" w:rsidP="00632D23"/>
        </w:tc>
        <w:tc>
          <w:tcPr>
            <w:tcW w:w="2338" w:type="dxa"/>
            <w:shd w:val="clear" w:color="auto" w:fill="auto"/>
            <w:vAlign w:val="center"/>
          </w:tcPr>
          <w:p w:rsidR="009918D8" w:rsidRDefault="009918D8" w:rsidP="00EF5794">
            <w:pPr>
              <w:jc w:val="center"/>
            </w:pPr>
            <w:r>
              <w:t>Verdauungsorgan</w:t>
            </w:r>
            <w:r w:rsidR="00EF5794">
              <w:t xml:space="preserve"> / Verdauungssekret</w:t>
            </w:r>
          </w:p>
        </w:tc>
        <w:tc>
          <w:tcPr>
            <w:tcW w:w="8761" w:type="dxa"/>
            <w:vAlign w:val="center"/>
          </w:tcPr>
          <w:p w:rsidR="009918D8" w:rsidRDefault="009918D8" w:rsidP="00EF5794">
            <w:pPr>
              <w:jc w:val="center"/>
            </w:pPr>
            <w:r>
              <w:t>Verdauungsvorgang</w:t>
            </w:r>
          </w:p>
        </w:tc>
      </w:tr>
      <w:tr w:rsidR="00B244BF" w:rsidTr="00EB5D44">
        <w:trPr>
          <w:trHeight w:val="2146"/>
          <w:jc w:val="center"/>
        </w:trPr>
        <w:tc>
          <w:tcPr>
            <w:tcW w:w="3195" w:type="dxa"/>
            <w:vMerge w:val="restart"/>
            <w:shd w:val="clear" w:color="auto" w:fill="auto"/>
          </w:tcPr>
          <w:p w:rsidR="009918D8" w:rsidRDefault="0077126D" w:rsidP="00C7086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735F29A1" wp14:editId="24CCFD60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2531745</wp:posOffset>
                      </wp:positionV>
                      <wp:extent cx="300355" cy="1209675"/>
                      <wp:effectExtent l="0" t="0" r="23495" b="28575"/>
                      <wp:wrapNone/>
                      <wp:docPr id="28" name="Gruppieren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355" cy="1209675"/>
                                <a:chOff x="215328" y="2016669"/>
                                <a:chExt cx="452338" cy="1172710"/>
                              </a:xfrm>
                            </wpg:grpSpPr>
                            <wpg:grpSp>
                              <wpg:cNvPr id="29" name="Gruppieren 6"/>
                              <wpg:cNvGrpSpPr/>
                              <wpg:grpSpPr>
                                <a:xfrm>
                                  <a:off x="215328" y="2016669"/>
                                  <a:ext cx="452338" cy="770008"/>
                                  <a:chOff x="215328" y="2016669"/>
                                  <a:chExt cx="452338" cy="770008"/>
                                </a:xfrm>
                              </wpg:grpSpPr>
                              <wps:wsp>
                                <wps:cNvPr id="30" name="Freihandform 9"/>
                                <wps:cNvSpPr/>
                                <wps:spPr>
                                  <a:xfrm>
                                    <a:off x="215328" y="2016669"/>
                                    <a:ext cx="354904" cy="720700"/>
                                  </a:xfrm>
                                  <a:custGeom>
                                    <a:avLst/>
                                    <a:gdLst>
                                      <a:gd name="connsiteX0" fmla="*/ 544286 w 3755571"/>
                                      <a:gd name="connsiteY0" fmla="*/ 0 h 2419048"/>
                                      <a:gd name="connsiteX1" fmla="*/ 315686 w 3755571"/>
                                      <a:gd name="connsiteY1" fmla="*/ 32657 h 2419048"/>
                                      <a:gd name="connsiteX2" fmla="*/ 261257 w 3755571"/>
                                      <a:gd name="connsiteY2" fmla="*/ 54429 h 2419048"/>
                                      <a:gd name="connsiteX3" fmla="*/ 119743 w 3755571"/>
                                      <a:gd name="connsiteY3" fmla="*/ 130629 h 2419048"/>
                                      <a:gd name="connsiteX4" fmla="*/ 32657 w 3755571"/>
                                      <a:gd name="connsiteY4" fmla="*/ 370114 h 2419048"/>
                                      <a:gd name="connsiteX5" fmla="*/ 0 w 3755571"/>
                                      <a:gd name="connsiteY5" fmla="*/ 598714 h 2419048"/>
                                      <a:gd name="connsiteX6" fmla="*/ 32657 w 3755571"/>
                                      <a:gd name="connsiteY6" fmla="*/ 892629 h 2419048"/>
                                      <a:gd name="connsiteX7" fmla="*/ 87086 w 3755571"/>
                                      <a:gd name="connsiteY7" fmla="*/ 1219200 h 2419048"/>
                                      <a:gd name="connsiteX8" fmla="*/ 108857 w 3755571"/>
                                      <a:gd name="connsiteY8" fmla="*/ 1262743 h 2419048"/>
                                      <a:gd name="connsiteX9" fmla="*/ 283028 w 3755571"/>
                                      <a:gd name="connsiteY9" fmla="*/ 1447800 h 2419048"/>
                                      <a:gd name="connsiteX10" fmla="*/ 468086 w 3755571"/>
                                      <a:gd name="connsiteY10" fmla="*/ 1676400 h 2419048"/>
                                      <a:gd name="connsiteX11" fmla="*/ 674914 w 3755571"/>
                                      <a:gd name="connsiteY11" fmla="*/ 1905000 h 2419048"/>
                                      <a:gd name="connsiteX12" fmla="*/ 859971 w 3755571"/>
                                      <a:gd name="connsiteY12" fmla="*/ 2046514 h 2419048"/>
                                      <a:gd name="connsiteX13" fmla="*/ 1371600 w 3755571"/>
                                      <a:gd name="connsiteY13" fmla="*/ 2318657 h 2419048"/>
                                      <a:gd name="connsiteX14" fmla="*/ 1643743 w 3755571"/>
                                      <a:gd name="connsiteY14" fmla="*/ 2329543 h 2419048"/>
                                      <a:gd name="connsiteX15" fmla="*/ 1992086 w 3755571"/>
                                      <a:gd name="connsiteY15" fmla="*/ 2351314 h 2419048"/>
                                      <a:gd name="connsiteX16" fmla="*/ 2264228 w 3755571"/>
                                      <a:gd name="connsiteY16" fmla="*/ 2383971 h 2419048"/>
                                      <a:gd name="connsiteX17" fmla="*/ 2525486 w 3755571"/>
                                      <a:gd name="connsiteY17" fmla="*/ 2383971 h 2419048"/>
                                      <a:gd name="connsiteX18" fmla="*/ 2743200 w 3755571"/>
                                      <a:gd name="connsiteY18" fmla="*/ 2394857 h 2419048"/>
                                      <a:gd name="connsiteX19" fmla="*/ 2939143 w 3755571"/>
                                      <a:gd name="connsiteY19" fmla="*/ 2383971 h 2419048"/>
                                      <a:gd name="connsiteX20" fmla="*/ 3135086 w 3755571"/>
                                      <a:gd name="connsiteY20" fmla="*/ 2383971 h 2419048"/>
                                      <a:gd name="connsiteX21" fmla="*/ 3309257 w 3755571"/>
                                      <a:gd name="connsiteY21" fmla="*/ 2416629 h 2419048"/>
                                      <a:gd name="connsiteX22" fmla="*/ 3450771 w 3755571"/>
                                      <a:gd name="connsiteY22" fmla="*/ 2416629 h 2419048"/>
                                      <a:gd name="connsiteX23" fmla="*/ 3592286 w 3755571"/>
                                      <a:gd name="connsiteY23" fmla="*/ 2416629 h 2419048"/>
                                      <a:gd name="connsiteX24" fmla="*/ 3690257 w 3755571"/>
                                      <a:gd name="connsiteY24" fmla="*/ 2405743 h 2419048"/>
                                      <a:gd name="connsiteX25" fmla="*/ 3755571 w 3755571"/>
                                      <a:gd name="connsiteY25" fmla="*/ 2405743 h 2419048"/>
                                      <a:gd name="connsiteX0" fmla="*/ 315686 w 3755571"/>
                                      <a:gd name="connsiteY0" fmla="*/ 0 h 2386391"/>
                                      <a:gd name="connsiteX1" fmla="*/ 261257 w 3755571"/>
                                      <a:gd name="connsiteY1" fmla="*/ 21772 h 2386391"/>
                                      <a:gd name="connsiteX2" fmla="*/ 119743 w 3755571"/>
                                      <a:gd name="connsiteY2" fmla="*/ 97972 h 2386391"/>
                                      <a:gd name="connsiteX3" fmla="*/ 32657 w 3755571"/>
                                      <a:gd name="connsiteY3" fmla="*/ 337457 h 2386391"/>
                                      <a:gd name="connsiteX4" fmla="*/ 0 w 3755571"/>
                                      <a:gd name="connsiteY4" fmla="*/ 566057 h 2386391"/>
                                      <a:gd name="connsiteX5" fmla="*/ 32657 w 3755571"/>
                                      <a:gd name="connsiteY5" fmla="*/ 859972 h 2386391"/>
                                      <a:gd name="connsiteX6" fmla="*/ 87086 w 3755571"/>
                                      <a:gd name="connsiteY6" fmla="*/ 1186543 h 2386391"/>
                                      <a:gd name="connsiteX7" fmla="*/ 108857 w 3755571"/>
                                      <a:gd name="connsiteY7" fmla="*/ 1230086 h 2386391"/>
                                      <a:gd name="connsiteX8" fmla="*/ 283028 w 3755571"/>
                                      <a:gd name="connsiteY8" fmla="*/ 1415143 h 2386391"/>
                                      <a:gd name="connsiteX9" fmla="*/ 468086 w 3755571"/>
                                      <a:gd name="connsiteY9" fmla="*/ 1643743 h 2386391"/>
                                      <a:gd name="connsiteX10" fmla="*/ 674914 w 3755571"/>
                                      <a:gd name="connsiteY10" fmla="*/ 1872343 h 2386391"/>
                                      <a:gd name="connsiteX11" fmla="*/ 859971 w 3755571"/>
                                      <a:gd name="connsiteY11" fmla="*/ 2013857 h 2386391"/>
                                      <a:gd name="connsiteX12" fmla="*/ 1371600 w 3755571"/>
                                      <a:gd name="connsiteY12" fmla="*/ 2286000 h 2386391"/>
                                      <a:gd name="connsiteX13" fmla="*/ 1643743 w 3755571"/>
                                      <a:gd name="connsiteY13" fmla="*/ 2296886 h 2386391"/>
                                      <a:gd name="connsiteX14" fmla="*/ 1992086 w 3755571"/>
                                      <a:gd name="connsiteY14" fmla="*/ 2318657 h 2386391"/>
                                      <a:gd name="connsiteX15" fmla="*/ 2264228 w 3755571"/>
                                      <a:gd name="connsiteY15" fmla="*/ 2351314 h 2386391"/>
                                      <a:gd name="connsiteX16" fmla="*/ 2525486 w 3755571"/>
                                      <a:gd name="connsiteY16" fmla="*/ 2351314 h 2386391"/>
                                      <a:gd name="connsiteX17" fmla="*/ 2743200 w 3755571"/>
                                      <a:gd name="connsiteY17" fmla="*/ 2362200 h 2386391"/>
                                      <a:gd name="connsiteX18" fmla="*/ 2939143 w 3755571"/>
                                      <a:gd name="connsiteY18" fmla="*/ 2351314 h 2386391"/>
                                      <a:gd name="connsiteX19" fmla="*/ 3135086 w 3755571"/>
                                      <a:gd name="connsiteY19" fmla="*/ 2351314 h 2386391"/>
                                      <a:gd name="connsiteX20" fmla="*/ 3309257 w 3755571"/>
                                      <a:gd name="connsiteY20" fmla="*/ 2383972 h 2386391"/>
                                      <a:gd name="connsiteX21" fmla="*/ 3450771 w 3755571"/>
                                      <a:gd name="connsiteY21" fmla="*/ 2383972 h 2386391"/>
                                      <a:gd name="connsiteX22" fmla="*/ 3592286 w 3755571"/>
                                      <a:gd name="connsiteY22" fmla="*/ 2383972 h 2386391"/>
                                      <a:gd name="connsiteX23" fmla="*/ 3690257 w 3755571"/>
                                      <a:gd name="connsiteY23" fmla="*/ 2373086 h 2386391"/>
                                      <a:gd name="connsiteX24" fmla="*/ 3755571 w 3755571"/>
                                      <a:gd name="connsiteY24" fmla="*/ 2373086 h 2386391"/>
                                      <a:gd name="connsiteX0" fmla="*/ 261257 w 3755571"/>
                                      <a:gd name="connsiteY0" fmla="*/ 0 h 2364619"/>
                                      <a:gd name="connsiteX1" fmla="*/ 119743 w 3755571"/>
                                      <a:gd name="connsiteY1" fmla="*/ 76200 h 2364619"/>
                                      <a:gd name="connsiteX2" fmla="*/ 32657 w 3755571"/>
                                      <a:gd name="connsiteY2" fmla="*/ 315685 h 2364619"/>
                                      <a:gd name="connsiteX3" fmla="*/ 0 w 3755571"/>
                                      <a:gd name="connsiteY3" fmla="*/ 544285 h 2364619"/>
                                      <a:gd name="connsiteX4" fmla="*/ 32657 w 3755571"/>
                                      <a:gd name="connsiteY4" fmla="*/ 838200 h 2364619"/>
                                      <a:gd name="connsiteX5" fmla="*/ 87086 w 3755571"/>
                                      <a:gd name="connsiteY5" fmla="*/ 1164771 h 2364619"/>
                                      <a:gd name="connsiteX6" fmla="*/ 108857 w 3755571"/>
                                      <a:gd name="connsiteY6" fmla="*/ 1208314 h 2364619"/>
                                      <a:gd name="connsiteX7" fmla="*/ 283028 w 3755571"/>
                                      <a:gd name="connsiteY7" fmla="*/ 1393371 h 2364619"/>
                                      <a:gd name="connsiteX8" fmla="*/ 468086 w 3755571"/>
                                      <a:gd name="connsiteY8" fmla="*/ 1621971 h 2364619"/>
                                      <a:gd name="connsiteX9" fmla="*/ 674914 w 3755571"/>
                                      <a:gd name="connsiteY9" fmla="*/ 1850571 h 2364619"/>
                                      <a:gd name="connsiteX10" fmla="*/ 859971 w 3755571"/>
                                      <a:gd name="connsiteY10" fmla="*/ 1992085 h 2364619"/>
                                      <a:gd name="connsiteX11" fmla="*/ 1371600 w 3755571"/>
                                      <a:gd name="connsiteY11" fmla="*/ 2264228 h 2364619"/>
                                      <a:gd name="connsiteX12" fmla="*/ 1643743 w 3755571"/>
                                      <a:gd name="connsiteY12" fmla="*/ 2275114 h 2364619"/>
                                      <a:gd name="connsiteX13" fmla="*/ 1992086 w 3755571"/>
                                      <a:gd name="connsiteY13" fmla="*/ 2296885 h 2364619"/>
                                      <a:gd name="connsiteX14" fmla="*/ 2264228 w 3755571"/>
                                      <a:gd name="connsiteY14" fmla="*/ 2329542 h 2364619"/>
                                      <a:gd name="connsiteX15" fmla="*/ 2525486 w 3755571"/>
                                      <a:gd name="connsiteY15" fmla="*/ 2329542 h 2364619"/>
                                      <a:gd name="connsiteX16" fmla="*/ 2743200 w 3755571"/>
                                      <a:gd name="connsiteY16" fmla="*/ 2340428 h 2364619"/>
                                      <a:gd name="connsiteX17" fmla="*/ 2939143 w 3755571"/>
                                      <a:gd name="connsiteY17" fmla="*/ 2329542 h 2364619"/>
                                      <a:gd name="connsiteX18" fmla="*/ 3135086 w 3755571"/>
                                      <a:gd name="connsiteY18" fmla="*/ 2329542 h 2364619"/>
                                      <a:gd name="connsiteX19" fmla="*/ 3309257 w 3755571"/>
                                      <a:gd name="connsiteY19" fmla="*/ 2362200 h 2364619"/>
                                      <a:gd name="connsiteX20" fmla="*/ 3450771 w 3755571"/>
                                      <a:gd name="connsiteY20" fmla="*/ 2362200 h 2364619"/>
                                      <a:gd name="connsiteX21" fmla="*/ 3592286 w 3755571"/>
                                      <a:gd name="connsiteY21" fmla="*/ 2362200 h 2364619"/>
                                      <a:gd name="connsiteX22" fmla="*/ 3690257 w 3755571"/>
                                      <a:gd name="connsiteY22" fmla="*/ 2351314 h 2364619"/>
                                      <a:gd name="connsiteX23" fmla="*/ 3755571 w 3755571"/>
                                      <a:gd name="connsiteY23" fmla="*/ 2351314 h 2364619"/>
                                      <a:gd name="connsiteX0" fmla="*/ 119743 w 3755571"/>
                                      <a:gd name="connsiteY0" fmla="*/ 0 h 2288419"/>
                                      <a:gd name="connsiteX1" fmla="*/ 32657 w 3755571"/>
                                      <a:gd name="connsiteY1" fmla="*/ 239485 h 2288419"/>
                                      <a:gd name="connsiteX2" fmla="*/ 0 w 3755571"/>
                                      <a:gd name="connsiteY2" fmla="*/ 468085 h 2288419"/>
                                      <a:gd name="connsiteX3" fmla="*/ 32657 w 3755571"/>
                                      <a:gd name="connsiteY3" fmla="*/ 762000 h 2288419"/>
                                      <a:gd name="connsiteX4" fmla="*/ 87086 w 3755571"/>
                                      <a:gd name="connsiteY4" fmla="*/ 1088571 h 2288419"/>
                                      <a:gd name="connsiteX5" fmla="*/ 108857 w 3755571"/>
                                      <a:gd name="connsiteY5" fmla="*/ 1132114 h 2288419"/>
                                      <a:gd name="connsiteX6" fmla="*/ 283028 w 3755571"/>
                                      <a:gd name="connsiteY6" fmla="*/ 1317171 h 2288419"/>
                                      <a:gd name="connsiteX7" fmla="*/ 468086 w 3755571"/>
                                      <a:gd name="connsiteY7" fmla="*/ 1545771 h 2288419"/>
                                      <a:gd name="connsiteX8" fmla="*/ 674914 w 3755571"/>
                                      <a:gd name="connsiteY8" fmla="*/ 1774371 h 2288419"/>
                                      <a:gd name="connsiteX9" fmla="*/ 859971 w 3755571"/>
                                      <a:gd name="connsiteY9" fmla="*/ 1915885 h 2288419"/>
                                      <a:gd name="connsiteX10" fmla="*/ 1371600 w 3755571"/>
                                      <a:gd name="connsiteY10" fmla="*/ 2188028 h 2288419"/>
                                      <a:gd name="connsiteX11" fmla="*/ 1643743 w 3755571"/>
                                      <a:gd name="connsiteY11" fmla="*/ 2198914 h 2288419"/>
                                      <a:gd name="connsiteX12" fmla="*/ 1992086 w 3755571"/>
                                      <a:gd name="connsiteY12" fmla="*/ 2220685 h 2288419"/>
                                      <a:gd name="connsiteX13" fmla="*/ 2264228 w 3755571"/>
                                      <a:gd name="connsiteY13" fmla="*/ 2253342 h 2288419"/>
                                      <a:gd name="connsiteX14" fmla="*/ 2525486 w 3755571"/>
                                      <a:gd name="connsiteY14" fmla="*/ 2253342 h 2288419"/>
                                      <a:gd name="connsiteX15" fmla="*/ 2743200 w 3755571"/>
                                      <a:gd name="connsiteY15" fmla="*/ 2264228 h 2288419"/>
                                      <a:gd name="connsiteX16" fmla="*/ 2939143 w 3755571"/>
                                      <a:gd name="connsiteY16" fmla="*/ 2253342 h 2288419"/>
                                      <a:gd name="connsiteX17" fmla="*/ 3135086 w 3755571"/>
                                      <a:gd name="connsiteY17" fmla="*/ 2253342 h 2288419"/>
                                      <a:gd name="connsiteX18" fmla="*/ 3309257 w 3755571"/>
                                      <a:gd name="connsiteY18" fmla="*/ 2286000 h 2288419"/>
                                      <a:gd name="connsiteX19" fmla="*/ 3450771 w 3755571"/>
                                      <a:gd name="connsiteY19" fmla="*/ 2286000 h 2288419"/>
                                      <a:gd name="connsiteX20" fmla="*/ 3592286 w 3755571"/>
                                      <a:gd name="connsiteY20" fmla="*/ 2286000 h 2288419"/>
                                      <a:gd name="connsiteX21" fmla="*/ 3690257 w 3755571"/>
                                      <a:gd name="connsiteY21" fmla="*/ 2275114 h 2288419"/>
                                      <a:gd name="connsiteX22" fmla="*/ 3755571 w 3755571"/>
                                      <a:gd name="connsiteY22" fmla="*/ 2275114 h 2288419"/>
                                      <a:gd name="connsiteX0" fmla="*/ 119743 w 3755571"/>
                                      <a:gd name="connsiteY0" fmla="*/ 24297 h 2312716"/>
                                      <a:gd name="connsiteX1" fmla="*/ 124679 w 3755571"/>
                                      <a:gd name="connsiteY1" fmla="*/ 11846 h 2312716"/>
                                      <a:gd name="connsiteX2" fmla="*/ 32657 w 3755571"/>
                                      <a:gd name="connsiteY2" fmla="*/ 263782 h 2312716"/>
                                      <a:gd name="connsiteX3" fmla="*/ 0 w 3755571"/>
                                      <a:gd name="connsiteY3" fmla="*/ 492382 h 2312716"/>
                                      <a:gd name="connsiteX4" fmla="*/ 32657 w 3755571"/>
                                      <a:gd name="connsiteY4" fmla="*/ 786297 h 2312716"/>
                                      <a:gd name="connsiteX5" fmla="*/ 87086 w 3755571"/>
                                      <a:gd name="connsiteY5" fmla="*/ 1112868 h 2312716"/>
                                      <a:gd name="connsiteX6" fmla="*/ 108857 w 3755571"/>
                                      <a:gd name="connsiteY6" fmla="*/ 1156411 h 2312716"/>
                                      <a:gd name="connsiteX7" fmla="*/ 283028 w 3755571"/>
                                      <a:gd name="connsiteY7" fmla="*/ 1341468 h 2312716"/>
                                      <a:gd name="connsiteX8" fmla="*/ 468086 w 3755571"/>
                                      <a:gd name="connsiteY8" fmla="*/ 1570068 h 2312716"/>
                                      <a:gd name="connsiteX9" fmla="*/ 674914 w 3755571"/>
                                      <a:gd name="connsiteY9" fmla="*/ 1798668 h 2312716"/>
                                      <a:gd name="connsiteX10" fmla="*/ 859971 w 3755571"/>
                                      <a:gd name="connsiteY10" fmla="*/ 1940182 h 2312716"/>
                                      <a:gd name="connsiteX11" fmla="*/ 1371600 w 3755571"/>
                                      <a:gd name="connsiteY11" fmla="*/ 2212325 h 2312716"/>
                                      <a:gd name="connsiteX12" fmla="*/ 1643743 w 3755571"/>
                                      <a:gd name="connsiteY12" fmla="*/ 2223211 h 2312716"/>
                                      <a:gd name="connsiteX13" fmla="*/ 1992086 w 3755571"/>
                                      <a:gd name="connsiteY13" fmla="*/ 2244982 h 2312716"/>
                                      <a:gd name="connsiteX14" fmla="*/ 2264228 w 3755571"/>
                                      <a:gd name="connsiteY14" fmla="*/ 2277639 h 2312716"/>
                                      <a:gd name="connsiteX15" fmla="*/ 2525486 w 3755571"/>
                                      <a:gd name="connsiteY15" fmla="*/ 2277639 h 2312716"/>
                                      <a:gd name="connsiteX16" fmla="*/ 2743200 w 3755571"/>
                                      <a:gd name="connsiteY16" fmla="*/ 2288525 h 2312716"/>
                                      <a:gd name="connsiteX17" fmla="*/ 2939143 w 3755571"/>
                                      <a:gd name="connsiteY17" fmla="*/ 2277639 h 2312716"/>
                                      <a:gd name="connsiteX18" fmla="*/ 3135086 w 3755571"/>
                                      <a:gd name="connsiteY18" fmla="*/ 2277639 h 2312716"/>
                                      <a:gd name="connsiteX19" fmla="*/ 3309257 w 3755571"/>
                                      <a:gd name="connsiteY19" fmla="*/ 2310297 h 2312716"/>
                                      <a:gd name="connsiteX20" fmla="*/ 3450771 w 3755571"/>
                                      <a:gd name="connsiteY20" fmla="*/ 2310297 h 2312716"/>
                                      <a:gd name="connsiteX21" fmla="*/ 3592286 w 3755571"/>
                                      <a:gd name="connsiteY21" fmla="*/ 2310297 h 2312716"/>
                                      <a:gd name="connsiteX22" fmla="*/ 3690257 w 3755571"/>
                                      <a:gd name="connsiteY22" fmla="*/ 2299411 h 2312716"/>
                                      <a:gd name="connsiteX23" fmla="*/ 3755571 w 3755571"/>
                                      <a:gd name="connsiteY23" fmla="*/ 2299411 h 2312716"/>
                                      <a:gd name="connsiteX0" fmla="*/ 119743 w 3755571"/>
                                      <a:gd name="connsiteY0" fmla="*/ 95371 h 2383790"/>
                                      <a:gd name="connsiteX1" fmla="*/ 168222 w 3755571"/>
                                      <a:gd name="connsiteY1" fmla="*/ 6720 h 2383790"/>
                                      <a:gd name="connsiteX2" fmla="*/ 32657 w 3755571"/>
                                      <a:gd name="connsiteY2" fmla="*/ 334856 h 2383790"/>
                                      <a:gd name="connsiteX3" fmla="*/ 0 w 3755571"/>
                                      <a:gd name="connsiteY3" fmla="*/ 563456 h 2383790"/>
                                      <a:gd name="connsiteX4" fmla="*/ 32657 w 3755571"/>
                                      <a:gd name="connsiteY4" fmla="*/ 857371 h 2383790"/>
                                      <a:gd name="connsiteX5" fmla="*/ 87086 w 3755571"/>
                                      <a:gd name="connsiteY5" fmla="*/ 1183942 h 2383790"/>
                                      <a:gd name="connsiteX6" fmla="*/ 108857 w 3755571"/>
                                      <a:gd name="connsiteY6" fmla="*/ 1227485 h 2383790"/>
                                      <a:gd name="connsiteX7" fmla="*/ 283028 w 3755571"/>
                                      <a:gd name="connsiteY7" fmla="*/ 1412542 h 2383790"/>
                                      <a:gd name="connsiteX8" fmla="*/ 468086 w 3755571"/>
                                      <a:gd name="connsiteY8" fmla="*/ 1641142 h 2383790"/>
                                      <a:gd name="connsiteX9" fmla="*/ 674914 w 3755571"/>
                                      <a:gd name="connsiteY9" fmla="*/ 1869742 h 2383790"/>
                                      <a:gd name="connsiteX10" fmla="*/ 859971 w 3755571"/>
                                      <a:gd name="connsiteY10" fmla="*/ 2011256 h 2383790"/>
                                      <a:gd name="connsiteX11" fmla="*/ 1371600 w 3755571"/>
                                      <a:gd name="connsiteY11" fmla="*/ 2283399 h 2383790"/>
                                      <a:gd name="connsiteX12" fmla="*/ 1643743 w 3755571"/>
                                      <a:gd name="connsiteY12" fmla="*/ 2294285 h 2383790"/>
                                      <a:gd name="connsiteX13" fmla="*/ 1992086 w 3755571"/>
                                      <a:gd name="connsiteY13" fmla="*/ 2316056 h 2383790"/>
                                      <a:gd name="connsiteX14" fmla="*/ 2264228 w 3755571"/>
                                      <a:gd name="connsiteY14" fmla="*/ 2348713 h 2383790"/>
                                      <a:gd name="connsiteX15" fmla="*/ 2525486 w 3755571"/>
                                      <a:gd name="connsiteY15" fmla="*/ 2348713 h 2383790"/>
                                      <a:gd name="connsiteX16" fmla="*/ 2743200 w 3755571"/>
                                      <a:gd name="connsiteY16" fmla="*/ 2359599 h 2383790"/>
                                      <a:gd name="connsiteX17" fmla="*/ 2939143 w 3755571"/>
                                      <a:gd name="connsiteY17" fmla="*/ 2348713 h 2383790"/>
                                      <a:gd name="connsiteX18" fmla="*/ 3135086 w 3755571"/>
                                      <a:gd name="connsiteY18" fmla="*/ 2348713 h 2383790"/>
                                      <a:gd name="connsiteX19" fmla="*/ 3309257 w 3755571"/>
                                      <a:gd name="connsiteY19" fmla="*/ 2381371 h 2383790"/>
                                      <a:gd name="connsiteX20" fmla="*/ 3450771 w 3755571"/>
                                      <a:gd name="connsiteY20" fmla="*/ 2381371 h 2383790"/>
                                      <a:gd name="connsiteX21" fmla="*/ 3592286 w 3755571"/>
                                      <a:gd name="connsiteY21" fmla="*/ 2381371 h 2383790"/>
                                      <a:gd name="connsiteX22" fmla="*/ 3690257 w 3755571"/>
                                      <a:gd name="connsiteY22" fmla="*/ 2370485 h 2383790"/>
                                      <a:gd name="connsiteX23" fmla="*/ 3755571 w 3755571"/>
                                      <a:gd name="connsiteY23" fmla="*/ 2370485 h 2383790"/>
                                      <a:gd name="connsiteX0" fmla="*/ 43543 w 3755571"/>
                                      <a:gd name="connsiteY0" fmla="*/ 84927 h 2384231"/>
                                      <a:gd name="connsiteX1" fmla="*/ 168222 w 3755571"/>
                                      <a:gd name="connsiteY1" fmla="*/ 7161 h 2384231"/>
                                      <a:gd name="connsiteX2" fmla="*/ 32657 w 3755571"/>
                                      <a:gd name="connsiteY2" fmla="*/ 335297 h 2384231"/>
                                      <a:gd name="connsiteX3" fmla="*/ 0 w 3755571"/>
                                      <a:gd name="connsiteY3" fmla="*/ 563897 h 2384231"/>
                                      <a:gd name="connsiteX4" fmla="*/ 32657 w 3755571"/>
                                      <a:gd name="connsiteY4" fmla="*/ 857812 h 2384231"/>
                                      <a:gd name="connsiteX5" fmla="*/ 87086 w 3755571"/>
                                      <a:gd name="connsiteY5" fmla="*/ 1184383 h 2384231"/>
                                      <a:gd name="connsiteX6" fmla="*/ 108857 w 3755571"/>
                                      <a:gd name="connsiteY6" fmla="*/ 1227926 h 2384231"/>
                                      <a:gd name="connsiteX7" fmla="*/ 283028 w 3755571"/>
                                      <a:gd name="connsiteY7" fmla="*/ 1412983 h 2384231"/>
                                      <a:gd name="connsiteX8" fmla="*/ 468086 w 3755571"/>
                                      <a:gd name="connsiteY8" fmla="*/ 1641583 h 2384231"/>
                                      <a:gd name="connsiteX9" fmla="*/ 674914 w 3755571"/>
                                      <a:gd name="connsiteY9" fmla="*/ 1870183 h 2384231"/>
                                      <a:gd name="connsiteX10" fmla="*/ 859971 w 3755571"/>
                                      <a:gd name="connsiteY10" fmla="*/ 2011697 h 2384231"/>
                                      <a:gd name="connsiteX11" fmla="*/ 1371600 w 3755571"/>
                                      <a:gd name="connsiteY11" fmla="*/ 2283840 h 2384231"/>
                                      <a:gd name="connsiteX12" fmla="*/ 1643743 w 3755571"/>
                                      <a:gd name="connsiteY12" fmla="*/ 2294726 h 2384231"/>
                                      <a:gd name="connsiteX13" fmla="*/ 1992086 w 3755571"/>
                                      <a:gd name="connsiteY13" fmla="*/ 2316497 h 2384231"/>
                                      <a:gd name="connsiteX14" fmla="*/ 2264228 w 3755571"/>
                                      <a:gd name="connsiteY14" fmla="*/ 2349154 h 2384231"/>
                                      <a:gd name="connsiteX15" fmla="*/ 2525486 w 3755571"/>
                                      <a:gd name="connsiteY15" fmla="*/ 2349154 h 2384231"/>
                                      <a:gd name="connsiteX16" fmla="*/ 2743200 w 3755571"/>
                                      <a:gd name="connsiteY16" fmla="*/ 2360040 h 2384231"/>
                                      <a:gd name="connsiteX17" fmla="*/ 2939143 w 3755571"/>
                                      <a:gd name="connsiteY17" fmla="*/ 2349154 h 2384231"/>
                                      <a:gd name="connsiteX18" fmla="*/ 3135086 w 3755571"/>
                                      <a:gd name="connsiteY18" fmla="*/ 2349154 h 2384231"/>
                                      <a:gd name="connsiteX19" fmla="*/ 3309257 w 3755571"/>
                                      <a:gd name="connsiteY19" fmla="*/ 2381812 h 2384231"/>
                                      <a:gd name="connsiteX20" fmla="*/ 3450771 w 3755571"/>
                                      <a:gd name="connsiteY20" fmla="*/ 2381812 h 2384231"/>
                                      <a:gd name="connsiteX21" fmla="*/ 3592286 w 3755571"/>
                                      <a:gd name="connsiteY21" fmla="*/ 2381812 h 2384231"/>
                                      <a:gd name="connsiteX22" fmla="*/ 3690257 w 3755571"/>
                                      <a:gd name="connsiteY22" fmla="*/ 2370926 h 2384231"/>
                                      <a:gd name="connsiteX23" fmla="*/ 3755571 w 3755571"/>
                                      <a:gd name="connsiteY23" fmla="*/ 2370926 h 2384231"/>
                                      <a:gd name="connsiteX0" fmla="*/ 168222 w 3755571"/>
                                      <a:gd name="connsiteY0" fmla="*/ 0 h 2377070"/>
                                      <a:gd name="connsiteX1" fmla="*/ 32657 w 3755571"/>
                                      <a:gd name="connsiteY1" fmla="*/ 328136 h 2377070"/>
                                      <a:gd name="connsiteX2" fmla="*/ 0 w 3755571"/>
                                      <a:gd name="connsiteY2" fmla="*/ 556736 h 2377070"/>
                                      <a:gd name="connsiteX3" fmla="*/ 32657 w 3755571"/>
                                      <a:gd name="connsiteY3" fmla="*/ 850651 h 2377070"/>
                                      <a:gd name="connsiteX4" fmla="*/ 87086 w 3755571"/>
                                      <a:gd name="connsiteY4" fmla="*/ 1177222 h 2377070"/>
                                      <a:gd name="connsiteX5" fmla="*/ 108857 w 3755571"/>
                                      <a:gd name="connsiteY5" fmla="*/ 1220765 h 2377070"/>
                                      <a:gd name="connsiteX6" fmla="*/ 283028 w 3755571"/>
                                      <a:gd name="connsiteY6" fmla="*/ 1405822 h 2377070"/>
                                      <a:gd name="connsiteX7" fmla="*/ 468086 w 3755571"/>
                                      <a:gd name="connsiteY7" fmla="*/ 1634422 h 2377070"/>
                                      <a:gd name="connsiteX8" fmla="*/ 674914 w 3755571"/>
                                      <a:gd name="connsiteY8" fmla="*/ 1863022 h 2377070"/>
                                      <a:gd name="connsiteX9" fmla="*/ 859971 w 3755571"/>
                                      <a:gd name="connsiteY9" fmla="*/ 2004536 h 2377070"/>
                                      <a:gd name="connsiteX10" fmla="*/ 1371600 w 3755571"/>
                                      <a:gd name="connsiteY10" fmla="*/ 2276679 h 2377070"/>
                                      <a:gd name="connsiteX11" fmla="*/ 1643743 w 3755571"/>
                                      <a:gd name="connsiteY11" fmla="*/ 2287565 h 2377070"/>
                                      <a:gd name="connsiteX12" fmla="*/ 1992086 w 3755571"/>
                                      <a:gd name="connsiteY12" fmla="*/ 2309336 h 2377070"/>
                                      <a:gd name="connsiteX13" fmla="*/ 2264228 w 3755571"/>
                                      <a:gd name="connsiteY13" fmla="*/ 2341993 h 2377070"/>
                                      <a:gd name="connsiteX14" fmla="*/ 2525486 w 3755571"/>
                                      <a:gd name="connsiteY14" fmla="*/ 2341993 h 2377070"/>
                                      <a:gd name="connsiteX15" fmla="*/ 2743200 w 3755571"/>
                                      <a:gd name="connsiteY15" fmla="*/ 2352879 h 2377070"/>
                                      <a:gd name="connsiteX16" fmla="*/ 2939143 w 3755571"/>
                                      <a:gd name="connsiteY16" fmla="*/ 2341993 h 2377070"/>
                                      <a:gd name="connsiteX17" fmla="*/ 3135086 w 3755571"/>
                                      <a:gd name="connsiteY17" fmla="*/ 2341993 h 2377070"/>
                                      <a:gd name="connsiteX18" fmla="*/ 3309257 w 3755571"/>
                                      <a:gd name="connsiteY18" fmla="*/ 2374651 h 2377070"/>
                                      <a:gd name="connsiteX19" fmla="*/ 3450771 w 3755571"/>
                                      <a:gd name="connsiteY19" fmla="*/ 2374651 h 2377070"/>
                                      <a:gd name="connsiteX20" fmla="*/ 3592286 w 3755571"/>
                                      <a:gd name="connsiteY20" fmla="*/ 2374651 h 2377070"/>
                                      <a:gd name="connsiteX21" fmla="*/ 3690257 w 3755571"/>
                                      <a:gd name="connsiteY21" fmla="*/ 2363765 h 2377070"/>
                                      <a:gd name="connsiteX22" fmla="*/ 3755571 w 3755571"/>
                                      <a:gd name="connsiteY22" fmla="*/ 2363765 h 2377070"/>
                                      <a:gd name="connsiteX0" fmla="*/ 181982 w 3769331"/>
                                      <a:gd name="connsiteY0" fmla="*/ 0 h 2377070"/>
                                      <a:gd name="connsiteX1" fmla="*/ 13760 w 3769331"/>
                                      <a:gd name="connsiteY1" fmla="*/ 164850 h 2377070"/>
                                      <a:gd name="connsiteX2" fmla="*/ 13760 w 3769331"/>
                                      <a:gd name="connsiteY2" fmla="*/ 556736 h 2377070"/>
                                      <a:gd name="connsiteX3" fmla="*/ 46417 w 3769331"/>
                                      <a:gd name="connsiteY3" fmla="*/ 850651 h 2377070"/>
                                      <a:gd name="connsiteX4" fmla="*/ 100846 w 3769331"/>
                                      <a:gd name="connsiteY4" fmla="*/ 1177222 h 2377070"/>
                                      <a:gd name="connsiteX5" fmla="*/ 122617 w 3769331"/>
                                      <a:gd name="connsiteY5" fmla="*/ 1220765 h 2377070"/>
                                      <a:gd name="connsiteX6" fmla="*/ 296788 w 3769331"/>
                                      <a:gd name="connsiteY6" fmla="*/ 1405822 h 2377070"/>
                                      <a:gd name="connsiteX7" fmla="*/ 481846 w 3769331"/>
                                      <a:gd name="connsiteY7" fmla="*/ 1634422 h 2377070"/>
                                      <a:gd name="connsiteX8" fmla="*/ 688674 w 3769331"/>
                                      <a:gd name="connsiteY8" fmla="*/ 1863022 h 2377070"/>
                                      <a:gd name="connsiteX9" fmla="*/ 873731 w 3769331"/>
                                      <a:gd name="connsiteY9" fmla="*/ 2004536 h 2377070"/>
                                      <a:gd name="connsiteX10" fmla="*/ 1385360 w 3769331"/>
                                      <a:gd name="connsiteY10" fmla="*/ 2276679 h 2377070"/>
                                      <a:gd name="connsiteX11" fmla="*/ 1657503 w 3769331"/>
                                      <a:gd name="connsiteY11" fmla="*/ 2287565 h 2377070"/>
                                      <a:gd name="connsiteX12" fmla="*/ 2005846 w 3769331"/>
                                      <a:gd name="connsiteY12" fmla="*/ 2309336 h 2377070"/>
                                      <a:gd name="connsiteX13" fmla="*/ 2277988 w 3769331"/>
                                      <a:gd name="connsiteY13" fmla="*/ 2341993 h 2377070"/>
                                      <a:gd name="connsiteX14" fmla="*/ 2539246 w 3769331"/>
                                      <a:gd name="connsiteY14" fmla="*/ 2341993 h 2377070"/>
                                      <a:gd name="connsiteX15" fmla="*/ 2756960 w 3769331"/>
                                      <a:gd name="connsiteY15" fmla="*/ 2352879 h 2377070"/>
                                      <a:gd name="connsiteX16" fmla="*/ 2952903 w 3769331"/>
                                      <a:gd name="connsiteY16" fmla="*/ 2341993 h 2377070"/>
                                      <a:gd name="connsiteX17" fmla="*/ 3148846 w 3769331"/>
                                      <a:gd name="connsiteY17" fmla="*/ 2341993 h 2377070"/>
                                      <a:gd name="connsiteX18" fmla="*/ 3323017 w 3769331"/>
                                      <a:gd name="connsiteY18" fmla="*/ 2374651 h 2377070"/>
                                      <a:gd name="connsiteX19" fmla="*/ 3464531 w 3769331"/>
                                      <a:gd name="connsiteY19" fmla="*/ 2374651 h 2377070"/>
                                      <a:gd name="connsiteX20" fmla="*/ 3606046 w 3769331"/>
                                      <a:gd name="connsiteY20" fmla="*/ 2374651 h 2377070"/>
                                      <a:gd name="connsiteX21" fmla="*/ 3704017 w 3769331"/>
                                      <a:gd name="connsiteY21" fmla="*/ 2363765 h 2377070"/>
                                      <a:gd name="connsiteX22" fmla="*/ 3769331 w 3769331"/>
                                      <a:gd name="connsiteY22" fmla="*/ 2363765 h 2377070"/>
                                      <a:gd name="connsiteX0" fmla="*/ 234144 w 3821493"/>
                                      <a:gd name="connsiteY0" fmla="*/ 0 h 2377070"/>
                                      <a:gd name="connsiteX1" fmla="*/ 65922 w 3821493"/>
                                      <a:gd name="connsiteY1" fmla="*/ 164850 h 2377070"/>
                                      <a:gd name="connsiteX2" fmla="*/ 608 w 3821493"/>
                                      <a:gd name="connsiteY2" fmla="*/ 426108 h 2377070"/>
                                      <a:gd name="connsiteX3" fmla="*/ 98579 w 3821493"/>
                                      <a:gd name="connsiteY3" fmla="*/ 850651 h 2377070"/>
                                      <a:gd name="connsiteX4" fmla="*/ 153008 w 3821493"/>
                                      <a:gd name="connsiteY4" fmla="*/ 1177222 h 2377070"/>
                                      <a:gd name="connsiteX5" fmla="*/ 174779 w 3821493"/>
                                      <a:gd name="connsiteY5" fmla="*/ 1220765 h 2377070"/>
                                      <a:gd name="connsiteX6" fmla="*/ 348950 w 3821493"/>
                                      <a:gd name="connsiteY6" fmla="*/ 1405822 h 2377070"/>
                                      <a:gd name="connsiteX7" fmla="*/ 534008 w 3821493"/>
                                      <a:gd name="connsiteY7" fmla="*/ 1634422 h 2377070"/>
                                      <a:gd name="connsiteX8" fmla="*/ 740836 w 3821493"/>
                                      <a:gd name="connsiteY8" fmla="*/ 1863022 h 2377070"/>
                                      <a:gd name="connsiteX9" fmla="*/ 925893 w 3821493"/>
                                      <a:gd name="connsiteY9" fmla="*/ 2004536 h 2377070"/>
                                      <a:gd name="connsiteX10" fmla="*/ 1437522 w 3821493"/>
                                      <a:gd name="connsiteY10" fmla="*/ 2276679 h 2377070"/>
                                      <a:gd name="connsiteX11" fmla="*/ 1709665 w 3821493"/>
                                      <a:gd name="connsiteY11" fmla="*/ 2287565 h 2377070"/>
                                      <a:gd name="connsiteX12" fmla="*/ 2058008 w 3821493"/>
                                      <a:gd name="connsiteY12" fmla="*/ 2309336 h 2377070"/>
                                      <a:gd name="connsiteX13" fmla="*/ 2330150 w 3821493"/>
                                      <a:gd name="connsiteY13" fmla="*/ 2341993 h 2377070"/>
                                      <a:gd name="connsiteX14" fmla="*/ 2591408 w 3821493"/>
                                      <a:gd name="connsiteY14" fmla="*/ 2341993 h 2377070"/>
                                      <a:gd name="connsiteX15" fmla="*/ 2809122 w 3821493"/>
                                      <a:gd name="connsiteY15" fmla="*/ 2352879 h 2377070"/>
                                      <a:gd name="connsiteX16" fmla="*/ 3005065 w 3821493"/>
                                      <a:gd name="connsiteY16" fmla="*/ 2341993 h 2377070"/>
                                      <a:gd name="connsiteX17" fmla="*/ 3201008 w 3821493"/>
                                      <a:gd name="connsiteY17" fmla="*/ 2341993 h 2377070"/>
                                      <a:gd name="connsiteX18" fmla="*/ 3375179 w 3821493"/>
                                      <a:gd name="connsiteY18" fmla="*/ 2374651 h 2377070"/>
                                      <a:gd name="connsiteX19" fmla="*/ 3516693 w 3821493"/>
                                      <a:gd name="connsiteY19" fmla="*/ 2374651 h 2377070"/>
                                      <a:gd name="connsiteX20" fmla="*/ 3658208 w 3821493"/>
                                      <a:gd name="connsiteY20" fmla="*/ 2374651 h 2377070"/>
                                      <a:gd name="connsiteX21" fmla="*/ 3756179 w 3821493"/>
                                      <a:gd name="connsiteY21" fmla="*/ 2363765 h 2377070"/>
                                      <a:gd name="connsiteX22" fmla="*/ 3821493 w 3821493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188285 w 3834999"/>
                                      <a:gd name="connsiteY5" fmla="*/ 1220765 h 2377070"/>
                                      <a:gd name="connsiteX6" fmla="*/ 362456 w 3834999"/>
                                      <a:gd name="connsiteY6" fmla="*/ 1405822 h 2377070"/>
                                      <a:gd name="connsiteX7" fmla="*/ 547514 w 3834999"/>
                                      <a:gd name="connsiteY7" fmla="*/ 1634422 h 2377070"/>
                                      <a:gd name="connsiteX8" fmla="*/ 754342 w 3834999"/>
                                      <a:gd name="connsiteY8" fmla="*/ 1863022 h 2377070"/>
                                      <a:gd name="connsiteX9" fmla="*/ 939399 w 3834999"/>
                                      <a:gd name="connsiteY9" fmla="*/ 2004536 h 2377070"/>
                                      <a:gd name="connsiteX10" fmla="*/ 1451028 w 3834999"/>
                                      <a:gd name="connsiteY10" fmla="*/ 2276679 h 2377070"/>
                                      <a:gd name="connsiteX11" fmla="*/ 1723171 w 3834999"/>
                                      <a:gd name="connsiteY11" fmla="*/ 2287565 h 2377070"/>
                                      <a:gd name="connsiteX12" fmla="*/ 2071514 w 3834999"/>
                                      <a:gd name="connsiteY12" fmla="*/ 2309336 h 2377070"/>
                                      <a:gd name="connsiteX13" fmla="*/ 2343656 w 3834999"/>
                                      <a:gd name="connsiteY13" fmla="*/ 2341993 h 2377070"/>
                                      <a:gd name="connsiteX14" fmla="*/ 2604914 w 3834999"/>
                                      <a:gd name="connsiteY14" fmla="*/ 2341993 h 2377070"/>
                                      <a:gd name="connsiteX15" fmla="*/ 2822628 w 3834999"/>
                                      <a:gd name="connsiteY15" fmla="*/ 2352879 h 2377070"/>
                                      <a:gd name="connsiteX16" fmla="*/ 3018571 w 3834999"/>
                                      <a:gd name="connsiteY16" fmla="*/ 2341993 h 2377070"/>
                                      <a:gd name="connsiteX17" fmla="*/ 3214514 w 3834999"/>
                                      <a:gd name="connsiteY17" fmla="*/ 2341993 h 2377070"/>
                                      <a:gd name="connsiteX18" fmla="*/ 3388685 w 3834999"/>
                                      <a:gd name="connsiteY18" fmla="*/ 2374651 h 2377070"/>
                                      <a:gd name="connsiteX19" fmla="*/ 3530199 w 3834999"/>
                                      <a:gd name="connsiteY19" fmla="*/ 2374651 h 2377070"/>
                                      <a:gd name="connsiteX20" fmla="*/ 3671714 w 3834999"/>
                                      <a:gd name="connsiteY20" fmla="*/ 2374651 h 2377070"/>
                                      <a:gd name="connsiteX21" fmla="*/ 3769685 w 3834999"/>
                                      <a:gd name="connsiteY21" fmla="*/ 2363765 h 2377070"/>
                                      <a:gd name="connsiteX22" fmla="*/ 3834999 w 3834999"/>
                                      <a:gd name="connsiteY22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362456 w 3834999"/>
                                      <a:gd name="connsiteY5" fmla="*/ 1405822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47514 w 3834999"/>
                                      <a:gd name="connsiteY6" fmla="*/ 1634422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939399 w 3834999"/>
                                      <a:gd name="connsiteY8" fmla="*/ 20045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451028 w 3834999"/>
                                      <a:gd name="connsiteY9" fmla="*/ 2276679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070"/>
                                      <a:gd name="connsiteX1" fmla="*/ 79428 w 3834999"/>
                                      <a:gd name="connsiteY1" fmla="*/ 164850 h 2377070"/>
                                      <a:gd name="connsiteX2" fmla="*/ 14114 w 3834999"/>
                                      <a:gd name="connsiteY2" fmla="*/ 426108 h 2377070"/>
                                      <a:gd name="connsiteX3" fmla="*/ 14113 w 3834999"/>
                                      <a:gd name="connsiteY3" fmla="*/ 741794 h 2377070"/>
                                      <a:gd name="connsiteX4" fmla="*/ 166514 w 3834999"/>
                                      <a:gd name="connsiteY4" fmla="*/ 1177222 h 2377070"/>
                                      <a:gd name="connsiteX5" fmla="*/ 297142 w 3834999"/>
                                      <a:gd name="connsiteY5" fmla="*/ 1449364 h 2377070"/>
                                      <a:gd name="connsiteX6" fmla="*/ 514857 w 3834999"/>
                                      <a:gd name="connsiteY6" fmla="*/ 1677965 h 2377070"/>
                                      <a:gd name="connsiteX7" fmla="*/ 754342 w 3834999"/>
                                      <a:gd name="connsiteY7" fmla="*/ 1863022 h 2377070"/>
                                      <a:gd name="connsiteX8" fmla="*/ 1048257 w 3834999"/>
                                      <a:gd name="connsiteY8" fmla="*/ 2080736 h 2377070"/>
                                      <a:gd name="connsiteX9" fmla="*/ 1298628 w 3834999"/>
                                      <a:gd name="connsiteY9" fmla="*/ 2211365 h 2377070"/>
                                      <a:gd name="connsiteX10" fmla="*/ 1723171 w 3834999"/>
                                      <a:gd name="connsiteY10" fmla="*/ 2287565 h 2377070"/>
                                      <a:gd name="connsiteX11" fmla="*/ 2071514 w 3834999"/>
                                      <a:gd name="connsiteY11" fmla="*/ 2309336 h 2377070"/>
                                      <a:gd name="connsiteX12" fmla="*/ 2343656 w 3834999"/>
                                      <a:gd name="connsiteY12" fmla="*/ 2341993 h 2377070"/>
                                      <a:gd name="connsiteX13" fmla="*/ 2604914 w 3834999"/>
                                      <a:gd name="connsiteY13" fmla="*/ 2341993 h 2377070"/>
                                      <a:gd name="connsiteX14" fmla="*/ 2822628 w 3834999"/>
                                      <a:gd name="connsiteY14" fmla="*/ 2352879 h 2377070"/>
                                      <a:gd name="connsiteX15" fmla="*/ 3018571 w 3834999"/>
                                      <a:gd name="connsiteY15" fmla="*/ 2341993 h 2377070"/>
                                      <a:gd name="connsiteX16" fmla="*/ 3214514 w 3834999"/>
                                      <a:gd name="connsiteY16" fmla="*/ 2341993 h 2377070"/>
                                      <a:gd name="connsiteX17" fmla="*/ 3388685 w 3834999"/>
                                      <a:gd name="connsiteY17" fmla="*/ 2374651 h 2377070"/>
                                      <a:gd name="connsiteX18" fmla="*/ 3530199 w 3834999"/>
                                      <a:gd name="connsiteY18" fmla="*/ 2374651 h 2377070"/>
                                      <a:gd name="connsiteX19" fmla="*/ 3671714 w 3834999"/>
                                      <a:gd name="connsiteY19" fmla="*/ 2374651 h 2377070"/>
                                      <a:gd name="connsiteX20" fmla="*/ 3769685 w 3834999"/>
                                      <a:gd name="connsiteY20" fmla="*/ 2363765 h 2377070"/>
                                      <a:gd name="connsiteX21" fmla="*/ 3834999 w 3834999"/>
                                      <a:gd name="connsiteY21" fmla="*/ 2363765 h 2377070"/>
                                      <a:gd name="connsiteX0" fmla="*/ 247650 w 3834999"/>
                                      <a:gd name="connsiteY0" fmla="*/ 0 h 2377525"/>
                                      <a:gd name="connsiteX1" fmla="*/ 79428 w 3834999"/>
                                      <a:gd name="connsiteY1" fmla="*/ 164850 h 2377525"/>
                                      <a:gd name="connsiteX2" fmla="*/ 14114 w 3834999"/>
                                      <a:gd name="connsiteY2" fmla="*/ 426108 h 2377525"/>
                                      <a:gd name="connsiteX3" fmla="*/ 14113 w 3834999"/>
                                      <a:gd name="connsiteY3" fmla="*/ 741794 h 2377525"/>
                                      <a:gd name="connsiteX4" fmla="*/ 166514 w 3834999"/>
                                      <a:gd name="connsiteY4" fmla="*/ 1177222 h 2377525"/>
                                      <a:gd name="connsiteX5" fmla="*/ 297142 w 3834999"/>
                                      <a:gd name="connsiteY5" fmla="*/ 1449364 h 2377525"/>
                                      <a:gd name="connsiteX6" fmla="*/ 514857 w 3834999"/>
                                      <a:gd name="connsiteY6" fmla="*/ 1677965 h 2377525"/>
                                      <a:gd name="connsiteX7" fmla="*/ 754342 w 3834999"/>
                                      <a:gd name="connsiteY7" fmla="*/ 1863022 h 2377525"/>
                                      <a:gd name="connsiteX8" fmla="*/ 1048257 w 3834999"/>
                                      <a:gd name="connsiteY8" fmla="*/ 2080736 h 2377525"/>
                                      <a:gd name="connsiteX9" fmla="*/ 1298628 w 3834999"/>
                                      <a:gd name="connsiteY9" fmla="*/ 2211365 h 2377525"/>
                                      <a:gd name="connsiteX10" fmla="*/ 1723171 w 3834999"/>
                                      <a:gd name="connsiteY10" fmla="*/ 2287565 h 2377525"/>
                                      <a:gd name="connsiteX11" fmla="*/ 2071514 w 3834999"/>
                                      <a:gd name="connsiteY11" fmla="*/ 2309336 h 2377525"/>
                                      <a:gd name="connsiteX12" fmla="*/ 2343656 w 3834999"/>
                                      <a:gd name="connsiteY12" fmla="*/ 2341993 h 2377525"/>
                                      <a:gd name="connsiteX13" fmla="*/ 2604914 w 3834999"/>
                                      <a:gd name="connsiteY13" fmla="*/ 2341993 h 2377525"/>
                                      <a:gd name="connsiteX14" fmla="*/ 2822628 w 3834999"/>
                                      <a:gd name="connsiteY14" fmla="*/ 2352879 h 2377525"/>
                                      <a:gd name="connsiteX15" fmla="*/ 3018571 w 3834999"/>
                                      <a:gd name="connsiteY15" fmla="*/ 2341993 h 2377525"/>
                                      <a:gd name="connsiteX16" fmla="*/ 3214514 w 3834999"/>
                                      <a:gd name="connsiteY16" fmla="*/ 2341993 h 2377525"/>
                                      <a:gd name="connsiteX17" fmla="*/ 3530199 w 3834999"/>
                                      <a:gd name="connsiteY17" fmla="*/ 2374651 h 2377525"/>
                                      <a:gd name="connsiteX18" fmla="*/ 3671714 w 3834999"/>
                                      <a:gd name="connsiteY18" fmla="*/ 2374651 h 2377525"/>
                                      <a:gd name="connsiteX19" fmla="*/ 3769685 w 3834999"/>
                                      <a:gd name="connsiteY19" fmla="*/ 2363765 h 2377525"/>
                                      <a:gd name="connsiteX20" fmla="*/ 3834999 w 3834999"/>
                                      <a:gd name="connsiteY20" fmla="*/ 2363765 h 2377525"/>
                                      <a:gd name="connsiteX0" fmla="*/ 247650 w 3834999"/>
                                      <a:gd name="connsiteY0" fmla="*/ 0 h 2374651"/>
                                      <a:gd name="connsiteX1" fmla="*/ 79428 w 3834999"/>
                                      <a:gd name="connsiteY1" fmla="*/ 164850 h 2374651"/>
                                      <a:gd name="connsiteX2" fmla="*/ 14114 w 3834999"/>
                                      <a:gd name="connsiteY2" fmla="*/ 426108 h 2374651"/>
                                      <a:gd name="connsiteX3" fmla="*/ 14113 w 3834999"/>
                                      <a:gd name="connsiteY3" fmla="*/ 741794 h 2374651"/>
                                      <a:gd name="connsiteX4" fmla="*/ 166514 w 3834999"/>
                                      <a:gd name="connsiteY4" fmla="*/ 1177222 h 2374651"/>
                                      <a:gd name="connsiteX5" fmla="*/ 297142 w 3834999"/>
                                      <a:gd name="connsiteY5" fmla="*/ 1449364 h 2374651"/>
                                      <a:gd name="connsiteX6" fmla="*/ 514857 w 3834999"/>
                                      <a:gd name="connsiteY6" fmla="*/ 1677965 h 2374651"/>
                                      <a:gd name="connsiteX7" fmla="*/ 754342 w 3834999"/>
                                      <a:gd name="connsiteY7" fmla="*/ 1863022 h 2374651"/>
                                      <a:gd name="connsiteX8" fmla="*/ 1048257 w 3834999"/>
                                      <a:gd name="connsiteY8" fmla="*/ 2080736 h 2374651"/>
                                      <a:gd name="connsiteX9" fmla="*/ 1298628 w 3834999"/>
                                      <a:gd name="connsiteY9" fmla="*/ 2211365 h 2374651"/>
                                      <a:gd name="connsiteX10" fmla="*/ 1723171 w 3834999"/>
                                      <a:gd name="connsiteY10" fmla="*/ 2287565 h 2374651"/>
                                      <a:gd name="connsiteX11" fmla="*/ 2071514 w 3834999"/>
                                      <a:gd name="connsiteY11" fmla="*/ 2309336 h 2374651"/>
                                      <a:gd name="connsiteX12" fmla="*/ 2343656 w 3834999"/>
                                      <a:gd name="connsiteY12" fmla="*/ 2341993 h 2374651"/>
                                      <a:gd name="connsiteX13" fmla="*/ 2604914 w 3834999"/>
                                      <a:gd name="connsiteY13" fmla="*/ 2341993 h 2374651"/>
                                      <a:gd name="connsiteX14" fmla="*/ 2822628 w 3834999"/>
                                      <a:gd name="connsiteY14" fmla="*/ 2352879 h 2374651"/>
                                      <a:gd name="connsiteX15" fmla="*/ 3018571 w 3834999"/>
                                      <a:gd name="connsiteY15" fmla="*/ 2341993 h 2374651"/>
                                      <a:gd name="connsiteX16" fmla="*/ 3214514 w 3834999"/>
                                      <a:gd name="connsiteY16" fmla="*/ 2341993 h 2374651"/>
                                      <a:gd name="connsiteX17" fmla="*/ 3530199 w 3834999"/>
                                      <a:gd name="connsiteY17" fmla="*/ 2374651 h 2374651"/>
                                      <a:gd name="connsiteX18" fmla="*/ 3769685 w 3834999"/>
                                      <a:gd name="connsiteY18" fmla="*/ 2363765 h 2374651"/>
                                      <a:gd name="connsiteX19" fmla="*/ 3834999 w 3834999"/>
                                      <a:gd name="connsiteY19" fmla="*/ 2363765 h 2374651"/>
                                      <a:gd name="connsiteX0" fmla="*/ 247650 w 3834999"/>
                                      <a:gd name="connsiteY0" fmla="*/ 0 h 2365193"/>
                                      <a:gd name="connsiteX1" fmla="*/ 79428 w 3834999"/>
                                      <a:gd name="connsiteY1" fmla="*/ 164850 h 2365193"/>
                                      <a:gd name="connsiteX2" fmla="*/ 14114 w 3834999"/>
                                      <a:gd name="connsiteY2" fmla="*/ 426108 h 2365193"/>
                                      <a:gd name="connsiteX3" fmla="*/ 14113 w 3834999"/>
                                      <a:gd name="connsiteY3" fmla="*/ 741794 h 2365193"/>
                                      <a:gd name="connsiteX4" fmla="*/ 166514 w 3834999"/>
                                      <a:gd name="connsiteY4" fmla="*/ 1177222 h 2365193"/>
                                      <a:gd name="connsiteX5" fmla="*/ 297142 w 3834999"/>
                                      <a:gd name="connsiteY5" fmla="*/ 1449364 h 2365193"/>
                                      <a:gd name="connsiteX6" fmla="*/ 514857 w 3834999"/>
                                      <a:gd name="connsiteY6" fmla="*/ 1677965 h 2365193"/>
                                      <a:gd name="connsiteX7" fmla="*/ 754342 w 3834999"/>
                                      <a:gd name="connsiteY7" fmla="*/ 1863022 h 2365193"/>
                                      <a:gd name="connsiteX8" fmla="*/ 1048257 w 3834999"/>
                                      <a:gd name="connsiteY8" fmla="*/ 2080736 h 2365193"/>
                                      <a:gd name="connsiteX9" fmla="*/ 1298628 w 3834999"/>
                                      <a:gd name="connsiteY9" fmla="*/ 2211365 h 2365193"/>
                                      <a:gd name="connsiteX10" fmla="*/ 1723171 w 3834999"/>
                                      <a:gd name="connsiteY10" fmla="*/ 2287565 h 2365193"/>
                                      <a:gd name="connsiteX11" fmla="*/ 2071514 w 3834999"/>
                                      <a:gd name="connsiteY11" fmla="*/ 2309336 h 2365193"/>
                                      <a:gd name="connsiteX12" fmla="*/ 2343656 w 3834999"/>
                                      <a:gd name="connsiteY12" fmla="*/ 2341993 h 2365193"/>
                                      <a:gd name="connsiteX13" fmla="*/ 2604914 w 3834999"/>
                                      <a:gd name="connsiteY13" fmla="*/ 2341993 h 2365193"/>
                                      <a:gd name="connsiteX14" fmla="*/ 2822628 w 3834999"/>
                                      <a:gd name="connsiteY14" fmla="*/ 2352879 h 2365193"/>
                                      <a:gd name="connsiteX15" fmla="*/ 3018571 w 3834999"/>
                                      <a:gd name="connsiteY15" fmla="*/ 2341993 h 2365193"/>
                                      <a:gd name="connsiteX16" fmla="*/ 3214514 w 3834999"/>
                                      <a:gd name="connsiteY16" fmla="*/ 2341993 h 2365193"/>
                                      <a:gd name="connsiteX17" fmla="*/ 3530199 w 3834999"/>
                                      <a:gd name="connsiteY17" fmla="*/ 2341994 h 2365193"/>
                                      <a:gd name="connsiteX18" fmla="*/ 3769685 w 3834999"/>
                                      <a:gd name="connsiteY18" fmla="*/ 2363765 h 2365193"/>
                                      <a:gd name="connsiteX19" fmla="*/ 3834999 w 3834999"/>
                                      <a:gd name="connsiteY19" fmla="*/ 2363765 h 2365193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297142 w 3769685"/>
                                      <a:gd name="connsiteY5" fmla="*/ 1449364 h 2363765"/>
                                      <a:gd name="connsiteX6" fmla="*/ 514857 w 3769685"/>
                                      <a:gd name="connsiteY6" fmla="*/ 1677965 h 2363765"/>
                                      <a:gd name="connsiteX7" fmla="*/ 754342 w 3769685"/>
                                      <a:gd name="connsiteY7" fmla="*/ 1863022 h 2363765"/>
                                      <a:gd name="connsiteX8" fmla="*/ 1048257 w 3769685"/>
                                      <a:gd name="connsiteY8" fmla="*/ 2080736 h 2363765"/>
                                      <a:gd name="connsiteX9" fmla="*/ 1298628 w 3769685"/>
                                      <a:gd name="connsiteY9" fmla="*/ 2211365 h 2363765"/>
                                      <a:gd name="connsiteX10" fmla="*/ 1723171 w 3769685"/>
                                      <a:gd name="connsiteY10" fmla="*/ 2287565 h 2363765"/>
                                      <a:gd name="connsiteX11" fmla="*/ 2071514 w 3769685"/>
                                      <a:gd name="connsiteY11" fmla="*/ 2309336 h 2363765"/>
                                      <a:gd name="connsiteX12" fmla="*/ 2343656 w 3769685"/>
                                      <a:gd name="connsiteY12" fmla="*/ 2341993 h 2363765"/>
                                      <a:gd name="connsiteX13" fmla="*/ 2604914 w 3769685"/>
                                      <a:gd name="connsiteY13" fmla="*/ 2341993 h 2363765"/>
                                      <a:gd name="connsiteX14" fmla="*/ 2822628 w 3769685"/>
                                      <a:gd name="connsiteY14" fmla="*/ 2352879 h 2363765"/>
                                      <a:gd name="connsiteX15" fmla="*/ 3018571 w 3769685"/>
                                      <a:gd name="connsiteY15" fmla="*/ 2341993 h 2363765"/>
                                      <a:gd name="connsiteX16" fmla="*/ 3214514 w 3769685"/>
                                      <a:gd name="connsiteY16" fmla="*/ 2341993 h 2363765"/>
                                      <a:gd name="connsiteX17" fmla="*/ 3530199 w 3769685"/>
                                      <a:gd name="connsiteY17" fmla="*/ 2341994 h 2363765"/>
                                      <a:gd name="connsiteX18" fmla="*/ 3769685 w 3769685"/>
                                      <a:gd name="connsiteY18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754342 w 3769685"/>
                                      <a:gd name="connsiteY6" fmla="*/ 1863022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048257 w 3769685"/>
                                      <a:gd name="connsiteY7" fmla="*/ 2080736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04713 w 3769685"/>
                                      <a:gd name="connsiteY6" fmla="*/ 17432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298628 w 3769685"/>
                                      <a:gd name="connsiteY7" fmla="*/ 1808593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298628 w 3769685"/>
                                      <a:gd name="connsiteY8" fmla="*/ 2211365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53057 w 3769685"/>
                                      <a:gd name="connsiteY7" fmla="*/ 1754164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723171 w 3769685"/>
                                      <a:gd name="connsiteY9" fmla="*/ 2287565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63765"/>
                                      <a:gd name="connsiteX1" fmla="*/ 79428 w 3769685"/>
                                      <a:gd name="connsiteY1" fmla="*/ 164850 h 2363765"/>
                                      <a:gd name="connsiteX2" fmla="*/ 14114 w 3769685"/>
                                      <a:gd name="connsiteY2" fmla="*/ 426108 h 2363765"/>
                                      <a:gd name="connsiteX3" fmla="*/ 14113 w 3769685"/>
                                      <a:gd name="connsiteY3" fmla="*/ 741794 h 2363765"/>
                                      <a:gd name="connsiteX4" fmla="*/ 166514 w 3769685"/>
                                      <a:gd name="connsiteY4" fmla="*/ 1177222 h 2363765"/>
                                      <a:gd name="connsiteX5" fmla="*/ 514857 w 3769685"/>
                                      <a:gd name="connsiteY5" fmla="*/ 1677965 h 2363765"/>
                                      <a:gd name="connsiteX6" fmla="*/ 1080913 w 3769685"/>
                                      <a:gd name="connsiteY6" fmla="*/ 1667079 h 2363765"/>
                                      <a:gd name="connsiteX7" fmla="*/ 1385714 w 3769685"/>
                                      <a:gd name="connsiteY7" fmla="*/ 1688850 h 2363765"/>
                                      <a:gd name="connsiteX8" fmla="*/ 1646971 w 3769685"/>
                                      <a:gd name="connsiteY8" fmla="*/ 1808593 h 2363765"/>
                                      <a:gd name="connsiteX9" fmla="*/ 1984428 w 3769685"/>
                                      <a:gd name="connsiteY9" fmla="*/ 1873908 h 2363765"/>
                                      <a:gd name="connsiteX10" fmla="*/ 2071514 w 3769685"/>
                                      <a:gd name="connsiteY10" fmla="*/ 2309336 h 2363765"/>
                                      <a:gd name="connsiteX11" fmla="*/ 2343656 w 3769685"/>
                                      <a:gd name="connsiteY11" fmla="*/ 2341993 h 2363765"/>
                                      <a:gd name="connsiteX12" fmla="*/ 2604914 w 3769685"/>
                                      <a:gd name="connsiteY12" fmla="*/ 2341993 h 2363765"/>
                                      <a:gd name="connsiteX13" fmla="*/ 2822628 w 3769685"/>
                                      <a:gd name="connsiteY13" fmla="*/ 2352879 h 2363765"/>
                                      <a:gd name="connsiteX14" fmla="*/ 3018571 w 3769685"/>
                                      <a:gd name="connsiteY14" fmla="*/ 2341993 h 2363765"/>
                                      <a:gd name="connsiteX15" fmla="*/ 3214514 w 3769685"/>
                                      <a:gd name="connsiteY15" fmla="*/ 2341993 h 2363765"/>
                                      <a:gd name="connsiteX16" fmla="*/ 3530199 w 3769685"/>
                                      <a:gd name="connsiteY16" fmla="*/ 2341994 h 2363765"/>
                                      <a:gd name="connsiteX17" fmla="*/ 3769685 w 3769685"/>
                                      <a:gd name="connsiteY17" fmla="*/ 2363765 h 2363765"/>
                                      <a:gd name="connsiteX0" fmla="*/ 247650 w 3769685"/>
                                      <a:gd name="connsiteY0" fmla="*/ 0 h 2370622"/>
                                      <a:gd name="connsiteX1" fmla="*/ 79428 w 3769685"/>
                                      <a:gd name="connsiteY1" fmla="*/ 164850 h 2370622"/>
                                      <a:gd name="connsiteX2" fmla="*/ 14114 w 3769685"/>
                                      <a:gd name="connsiteY2" fmla="*/ 426108 h 2370622"/>
                                      <a:gd name="connsiteX3" fmla="*/ 14113 w 3769685"/>
                                      <a:gd name="connsiteY3" fmla="*/ 741794 h 2370622"/>
                                      <a:gd name="connsiteX4" fmla="*/ 166514 w 3769685"/>
                                      <a:gd name="connsiteY4" fmla="*/ 1177222 h 2370622"/>
                                      <a:gd name="connsiteX5" fmla="*/ 514857 w 3769685"/>
                                      <a:gd name="connsiteY5" fmla="*/ 1677965 h 2370622"/>
                                      <a:gd name="connsiteX6" fmla="*/ 1080913 w 3769685"/>
                                      <a:gd name="connsiteY6" fmla="*/ 1667079 h 2370622"/>
                                      <a:gd name="connsiteX7" fmla="*/ 1385714 w 3769685"/>
                                      <a:gd name="connsiteY7" fmla="*/ 1688850 h 2370622"/>
                                      <a:gd name="connsiteX8" fmla="*/ 1646971 w 3769685"/>
                                      <a:gd name="connsiteY8" fmla="*/ 1808593 h 2370622"/>
                                      <a:gd name="connsiteX9" fmla="*/ 1984428 w 3769685"/>
                                      <a:gd name="connsiteY9" fmla="*/ 1873908 h 2370622"/>
                                      <a:gd name="connsiteX10" fmla="*/ 2332771 w 3769685"/>
                                      <a:gd name="connsiteY10" fmla="*/ 1950107 h 2370622"/>
                                      <a:gd name="connsiteX11" fmla="*/ 2343656 w 3769685"/>
                                      <a:gd name="connsiteY11" fmla="*/ 2341993 h 2370622"/>
                                      <a:gd name="connsiteX12" fmla="*/ 2604914 w 3769685"/>
                                      <a:gd name="connsiteY12" fmla="*/ 2341993 h 2370622"/>
                                      <a:gd name="connsiteX13" fmla="*/ 2822628 w 3769685"/>
                                      <a:gd name="connsiteY13" fmla="*/ 2352879 h 2370622"/>
                                      <a:gd name="connsiteX14" fmla="*/ 3018571 w 3769685"/>
                                      <a:gd name="connsiteY14" fmla="*/ 2341993 h 2370622"/>
                                      <a:gd name="connsiteX15" fmla="*/ 3214514 w 3769685"/>
                                      <a:gd name="connsiteY15" fmla="*/ 2341993 h 2370622"/>
                                      <a:gd name="connsiteX16" fmla="*/ 3530199 w 3769685"/>
                                      <a:gd name="connsiteY16" fmla="*/ 2341994 h 2370622"/>
                                      <a:gd name="connsiteX17" fmla="*/ 3769685 w 3769685"/>
                                      <a:gd name="connsiteY17" fmla="*/ 2363765 h 2370622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018571 w 3769685"/>
                                      <a:gd name="connsiteY13" fmla="*/ 2341993 h 2374937"/>
                                      <a:gd name="connsiteX14" fmla="*/ 3214514 w 3769685"/>
                                      <a:gd name="connsiteY14" fmla="*/ 2341993 h 2374937"/>
                                      <a:gd name="connsiteX15" fmla="*/ 3530199 w 3769685"/>
                                      <a:gd name="connsiteY15" fmla="*/ 2341994 h 2374937"/>
                                      <a:gd name="connsiteX16" fmla="*/ 3769685 w 3769685"/>
                                      <a:gd name="connsiteY16" fmla="*/ 2363765 h 2374937"/>
                                      <a:gd name="connsiteX0" fmla="*/ 247650 w 3769685"/>
                                      <a:gd name="connsiteY0" fmla="*/ 0 h 2374937"/>
                                      <a:gd name="connsiteX1" fmla="*/ 79428 w 3769685"/>
                                      <a:gd name="connsiteY1" fmla="*/ 164850 h 2374937"/>
                                      <a:gd name="connsiteX2" fmla="*/ 14114 w 3769685"/>
                                      <a:gd name="connsiteY2" fmla="*/ 426108 h 2374937"/>
                                      <a:gd name="connsiteX3" fmla="*/ 14113 w 3769685"/>
                                      <a:gd name="connsiteY3" fmla="*/ 741794 h 2374937"/>
                                      <a:gd name="connsiteX4" fmla="*/ 166514 w 3769685"/>
                                      <a:gd name="connsiteY4" fmla="*/ 1177222 h 2374937"/>
                                      <a:gd name="connsiteX5" fmla="*/ 514857 w 3769685"/>
                                      <a:gd name="connsiteY5" fmla="*/ 1677965 h 2374937"/>
                                      <a:gd name="connsiteX6" fmla="*/ 1080913 w 3769685"/>
                                      <a:gd name="connsiteY6" fmla="*/ 1667079 h 2374937"/>
                                      <a:gd name="connsiteX7" fmla="*/ 1385714 w 3769685"/>
                                      <a:gd name="connsiteY7" fmla="*/ 1688850 h 2374937"/>
                                      <a:gd name="connsiteX8" fmla="*/ 1646971 w 3769685"/>
                                      <a:gd name="connsiteY8" fmla="*/ 1808593 h 2374937"/>
                                      <a:gd name="connsiteX9" fmla="*/ 1984428 w 3769685"/>
                                      <a:gd name="connsiteY9" fmla="*/ 1873908 h 2374937"/>
                                      <a:gd name="connsiteX10" fmla="*/ 2332771 w 3769685"/>
                                      <a:gd name="connsiteY10" fmla="*/ 1950107 h 2374937"/>
                                      <a:gd name="connsiteX11" fmla="*/ 2343656 w 3769685"/>
                                      <a:gd name="connsiteY11" fmla="*/ 2341993 h 2374937"/>
                                      <a:gd name="connsiteX12" fmla="*/ 2822628 w 3769685"/>
                                      <a:gd name="connsiteY12" fmla="*/ 2352879 h 2374937"/>
                                      <a:gd name="connsiteX13" fmla="*/ 3214514 w 3769685"/>
                                      <a:gd name="connsiteY13" fmla="*/ 2341993 h 2374937"/>
                                      <a:gd name="connsiteX14" fmla="*/ 3530199 w 3769685"/>
                                      <a:gd name="connsiteY14" fmla="*/ 2341994 h 2374937"/>
                                      <a:gd name="connsiteX15" fmla="*/ 3769685 w 3769685"/>
                                      <a:gd name="connsiteY15" fmla="*/ 2363765 h 2374937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32771 w 3769685"/>
                                      <a:gd name="connsiteY10" fmla="*/ 1950107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84428 w 3769685"/>
                                      <a:gd name="connsiteY9" fmla="*/ 1873908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080913 w 3769685"/>
                                      <a:gd name="connsiteY6" fmla="*/ 1667079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1995313 w 3769685"/>
                                      <a:gd name="connsiteY9" fmla="*/ 1808594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646971 w 3769685"/>
                                      <a:gd name="connsiteY8" fmla="*/ 18085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85714 w 3769685"/>
                                      <a:gd name="connsiteY7" fmla="*/ 1688850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343657 w 3769685"/>
                                      <a:gd name="connsiteY10" fmla="*/ 1863022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19857 w 3769685"/>
                                      <a:gd name="connsiteY10" fmla="*/ 1754165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115056 w 3769685"/>
                                      <a:gd name="connsiteY9" fmla="*/ 1667080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01400 w 3769685"/>
                                      <a:gd name="connsiteY8" fmla="*/ 1732393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712285 w 3769685"/>
                                      <a:gd name="connsiteY8" fmla="*/ 1677964 h 2383688"/>
                                      <a:gd name="connsiteX9" fmla="*/ 2082399 w 3769685"/>
                                      <a:gd name="connsiteY9" fmla="*/ 1579995 h 2383688"/>
                                      <a:gd name="connsiteX10" fmla="*/ 2441629 w 3769685"/>
                                      <a:gd name="connsiteY10" fmla="*/ 1667079 h 2383688"/>
                                      <a:gd name="connsiteX11" fmla="*/ 2583142 w 3769685"/>
                                      <a:gd name="connsiteY11" fmla="*/ 1895679 h 2383688"/>
                                      <a:gd name="connsiteX12" fmla="*/ 2822628 w 3769685"/>
                                      <a:gd name="connsiteY12" fmla="*/ 2352879 h 2383688"/>
                                      <a:gd name="connsiteX13" fmla="*/ 3214514 w 3769685"/>
                                      <a:gd name="connsiteY13" fmla="*/ 2341993 h 2383688"/>
                                      <a:gd name="connsiteX14" fmla="*/ 3530199 w 3769685"/>
                                      <a:gd name="connsiteY14" fmla="*/ 2341994 h 2383688"/>
                                      <a:gd name="connsiteX15" fmla="*/ 3769685 w 3769685"/>
                                      <a:gd name="connsiteY15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24456 w 3769685"/>
                                      <a:gd name="connsiteY6" fmla="*/ 1558222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514857 w 3769685"/>
                                      <a:gd name="connsiteY5" fmla="*/ 1677965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47650 w 3769685"/>
                                      <a:gd name="connsiteY0" fmla="*/ 0 h 2383688"/>
                                      <a:gd name="connsiteX1" fmla="*/ 79428 w 3769685"/>
                                      <a:gd name="connsiteY1" fmla="*/ 164850 h 2383688"/>
                                      <a:gd name="connsiteX2" fmla="*/ 14114 w 3769685"/>
                                      <a:gd name="connsiteY2" fmla="*/ 426108 h 2383688"/>
                                      <a:gd name="connsiteX3" fmla="*/ 14113 w 3769685"/>
                                      <a:gd name="connsiteY3" fmla="*/ 741794 h 2383688"/>
                                      <a:gd name="connsiteX4" fmla="*/ 166514 w 3769685"/>
                                      <a:gd name="connsiteY4" fmla="*/ 1177222 h 2383688"/>
                                      <a:gd name="connsiteX5" fmla="*/ 612829 w 3769685"/>
                                      <a:gd name="connsiteY5" fmla="*/ 1623536 h 2383688"/>
                                      <a:gd name="connsiteX6" fmla="*/ 1113570 w 3769685"/>
                                      <a:gd name="connsiteY6" fmla="*/ 1525565 h 2383688"/>
                                      <a:gd name="connsiteX7" fmla="*/ 1374828 w 3769685"/>
                                      <a:gd name="connsiteY7" fmla="*/ 1645307 h 2383688"/>
                                      <a:gd name="connsiteX8" fmla="*/ 1390650 w 3769685"/>
                                      <a:gd name="connsiteY8" fmla="*/ 1578427 h 2383688"/>
                                      <a:gd name="connsiteX9" fmla="*/ 1712285 w 3769685"/>
                                      <a:gd name="connsiteY9" fmla="*/ 1677964 h 2383688"/>
                                      <a:gd name="connsiteX10" fmla="*/ 2082399 w 3769685"/>
                                      <a:gd name="connsiteY10" fmla="*/ 1579995 h 2383688"/>
                                      <a:gd name="connsiteX11" fmla="*/ 2441629 w 3769685"/>
                                      <a:gd name="connsiteY11" fmla="*/ 1667079 h 2383688"/>
                                      <a:gd name="connsiteX12" fmla="*/ 2583142 w 3769685"/>
                                      <a:gd name="connsiteY12" fmla="*/ 1895679 h 2383688"/>
                                      <a:gd name="connsiteX13" fmla="*/ 2822628 w 3769685"/>
                                      <a:gd name="connsiteY13" fmla="*/ 2352879 h 2383688"/>
                                      <a:gd name="connsiteX14" fmla="*/ 3214514 w 3769685"/>
                                      <a:gd name="connsiteY14" fmla="*/ 2341993 h 2383688"/>
                                      <a:gd name="connsiteX15" fmla="*/ 3530199 w 3769685"/>
                                      <a:gd name="connsiteY15" fmla="*/ 2341994 h 2383688"/>
                                      <a:gd name="connsiteX16" fmla="*/ 3769685 w 3769685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78752 w 3773609"/>
                                      <a:gd name="connsiteY7" fmla="*/ 1645307 h 2383688"/>
                                      <a:gd name="connsiteX8" fmla="*/ 1394574 w 3773609"/>
                                      <a:gd name="connsiteY8" fmla="*/ 1578427 h 2383688"/>
                                      <a:gd name="connsiteX9" fmla="*/ 1716209 w 3773609"/>
                                      <a:gd name="connsiteY9" fmla="*/ 1677964 h 2383688"/>
                                      <a:gd name="connsiteX10" fmla="*/ 2086323 w 3773609"/>
                                      <a:gd name="connsiteY10" fmla="*/ 1579995 h 2383688"/>
                                      <a:gd name="connsiteX11" fmla="*/ 2445553 w 3773609"/>
                                      <a:gd name="connsiteY11" fmla="*/ 1667079 h 2383688"/>
                                      <a:gd name="connsiteX12" fmla="*/ 2587066 w 3773609"/>
                                      <a:gd name="connsiteY12" fmla="*/ 1895679 h 2383688"/>
                                      <a:gd name="connsiteX13" fmla="*/ 2826552 w 3773609"/>
                                      <a:gd name="connsiteY13" fmla="*/ 2352879 h 2383688"/>
                                      <a:gd name="connsiteX14" fmla="*/ 3218438 w 3773609"/>
                                      <a:gd name="connsiteY14" fmla="*/ 2341993 h 2383688"/>
                                      <a:gd name="connsiteX15" fmla="*/ 3534123 w 3773609"/>
                                      <a:gd name="connsiteY15" fmla="*/ 2341994 h 2383688"/>
                                      <a:gd name="connsiteX16" fmla="*/ 3773609 w 3773609"/>
                                      <a:gd name="connsiteY16" fmla="*/ 2363765 h 2383688"/>
                                      <a:gd name="connsiteX0" fmla="*/ 251574 w 3773609"/>
                                      <a:gd name="connsiteY0" fmla="*/ 0 h 2383688"/>
                                      <a:gd name="connsiteX1" fmla="*/ 83352 w 3773609"/>
                                      <a:gd name="connsiteY1" fmla="*/ 164850 h 2383688"/>
                                      <a:gd name="connsiteX2" fmla="*/ 18038 w 3773609"/>
                                      <a:gd name="connsiteY2" fmla="*/ 426108 h 2383688"/>
                                      <a:gd name="connsiteX3" fmla="*/ 18037 w 3773609"/>
                                      <a:gd name="connsiteY3" fmla="*/ 741794 h 2383688"/>
                                      <a:gd name="connsiteX4" fmla="*/ 224867 w 3773609"/>
                                      <a:gd name="connsiteY4" fmla="*/ 1155450 h 2383688"/>
                                      <a:gd name="connsiteX5" fmla="*/ 616753 w 3773609"/>
                                      <a:gd name="connsiteY5" fmla="*/ 1623536 h 2383688"/>
                                      <a:gd name="connsiteX6" fmla="*/ 1117494 w 3773609"/>
                                      <a:gd name="connsiteY6" fmla="*/ 1525565 h 2383688"/>
                                      <a:gd name="connsiteX7" fmla="*/ 1394574 w 3773609"/>
                                      <a:gd name="connsiteY7" fmla="*/ 1578427 h 2383688"/>
                                      <a:gd name="connsiteX8" fmla="*/ 1716209 w 3773609"/>
                                      <a:gd name="connsiteY8" fmla="*/ 1677964 h 2383688"/>
                                      <a:gd name="connsiteX9" fmla="*/ 2086323 w 3773609"/>
                                      <a:gd name="connsiteY9" fmla="*/ 1579995 h 2383688"/>
                                      <a:gd name="connsiteX10" fmla="*/ 2445553 w 3773609"/>
                                      <a:gd name="connsiteY10" fmla="*/ 1667079 h 2383688"/>
                                      <a:gd name="connsiteX11" fmla="*/ 2587066 w 3773609"/>
                                      <a:gd name="connsiteY11" fmla="*/ 1895679 h 2383688"/>
                                      <a:gd name="connsiteX12" fmla="*/ 2826552 w 3773609"/>
                                      <a:gd name="connsiteY12" fmla="*/ 2352879 h 2383688"/>
                                      <a:gd name="connsiteX13" fmla="*/ 3218438 w 3773609"/>
                                      <a:gd name="connsiteY13" fmla="*/ 2341993 h 2383688"/>
                                      <a:gd name="connsiteX14" fmla="*/ 3534123 w 3773609"/>
                                      <a:gd name="connsiteY14" fmla="*/ 2341994 h 2383688"/>
                                      <a:gd name="connsiteX15" fmla="*/ 3773609 w 3773609"/>
                                      <a:gd name="connsiteY15" fmla="*/ 2363765 h 2383688"/>
                                      <a:gd name="connsiteX0" fmla="*/ 251574 w 3773609"/>
                                      <a:gd name="connsiteY0" fmla="*/ 0 h 2388505"/>
                                      <a:gd name="connsiteX1" fmla="*/ 83352 w 3773609"/>
                                      <a:gd name="connsiteY1" fmla="*/ 164850 h 2388505"/>
                                      <a:gd name="connsiteX2" fmla="*/ 18038 w 3773609"/>
                                      <a:gd name="connsiteY2" fmla="*/ 426108 h 2388505"/>
                                      <a:gd name="connsiteX3" fmla="*/ 18037 w 3773609"/>
                                      <a:gd name="connsiteY3" fmla="*/ 741794 h 2388505"/>
                                      <a:gd name="connsiteX4" fmla="*/ 224867 w 3773609"/>
                                      <a:gd name="connsiteY4" fmla="*/ 1155450 h 2388505"/>
                                      <a:gd name="connsiteX5" fmla="*/ 616753 w 3773609"/>
                                      <a:gd name="connsiteY5" fmla="*/ 1623536 h 2388505"/>
                                      <a:gd name="connsiteX6" fmla="*/ 1117494 w 3773609"/>
                                      <a:gd name="connsiteY6" fmla="*/ 1525565 h 2388505"/>
                                      <a:gd name="connsiteX7" fmla="*/ 1394574 w 3773609"/>
                                      <a:gd name="connsiteY7" fmla="*/ 1578427 h 2388505"/>
                                      <a:gd name="connsiteX8" fmla="*/ 1716209 w 3773609"/>
                                      <a:gd name="connsiteY8" fmla="*/ 1677964 h 2388505"/>
                                      <a:gd name="connsiteX9" fmla="*/ 2086323 w 3773609"/>
                                      <a:gd name="connsiteY9" fmla="*/ 1579995 h 2388505"/>
                                      <a:gd name="connsiteX10" fmla="*/ 2445553 w 3773609"/>
                                      <a:gd name="connsiteY10" fmla="*/ 1667079 h 2388505"/>
                                      <a:gd name="connsiteX11" fmla="*/ 2695923 w 3773609"/>
                                      <a:gd name="connsiteY11" fmla="*/ 1830365 h 2388505"/>
                                      <a:gd name="connsiteX12" fmla="*/ 2826552 w 3773609"/>
                                      <a:gd name="connsiteY12" fmla="*/ 2352879 h 2388505"/>
                                      <a:gd name="connsiteX13" fmla="*/ 3218438 w 3773609"/>
                                      <a:gd name="connsiteY13" fmla="*/ 2341993 h 2388505"/>
                                      <a:gd name="connsiteX14" fmla="*/ 3534123 w 3773609"/>
                                      <a:gd name="connsiteY14" fmla="*/ 2341994 h 2388505"/>
                                      <a:gd name="connsiteX15" fmla="*/ 3773609 w 3773609"/>
                                      <a:gd name="connsiteY15" fmla="*/ 2363765 h 2388505"/>
                                      <a:gd name="connsiteX0" fmla="*/ 251574 w 3773609"/>
                                      <a:gd name="connsiteY0" fmla="*/ 0 h 2367008"/>
                                      <a:gd name="connsiteX1" fmla="*/ 83352 w 3773609"/>
                                      <a:gd name="connsiteY1" fmla="*/ 164850 h 2367008"/>
                                      <a:gd name="connsiteX2" fmla="*/ 18038 w 3773609"/>
                                      <a:gd name="connsiteY2" fmla="*/ 426108 h 2367008"/>
                                      <a:gd name="connsiteX3" fmla="*/ 18037 w 3773609"/>
                                      <a:gd name="connsiteY3" fmla="*/ 741794 h 2367008"/>
                                      <a:gd name="connsiteX4" fmla="*/ 224867 w 3773609"/>
                                      <a:gd name="connsiteY4" fmla="*/ 1155450 h 2367008"/>
                                      <a:gd name="connsiteX5" fmla="*/ 616753 w 3773609"/>
                                      <a:gd name="connsiteY5" fmla="*/ 1623536 h 2367008"/>
                                      <a:gd name="connsiteX6" fmla="*/ 1117494 w 3773609"/>
                                      <a:gd name="connsiteY6" fmla="*/ 1525565 h 2367008"/>
                                      <a:gd name="connsiteX7" fmla="*/ 1394574 w 3773609"/>
                                      <a:gd name="connsiteY7" fmla="*/ 1578427 h 2367008"/>
                                      <a:gd name="connsiteX8" fmla="*/ 1716209 w 3773609"/>
                                      <a:gd name="connsiteY8" fmla="*/ 1677964 h 2367008"/>
                                      <a:gd name="connsiteX9" fmla="*/ 2086323 w 3773609"/>
                                      <a:gd name="connsiteY9" fmla="*/ 1579995 h 2367008"/>
                                      <a:gd name="connsiteX10" fmla="*/ 2445553 w 3773609"/>
                                      <a:gd name="connsiteY10" fmla="*/ 1667079 h 2367008"/>
                                      <a:gd name="connsiteX11" fmla="*/ 2695923 w 3773609"/>
                                      <a:gd name="connsiteY11" fmla="*/ 1830365 h 2367008"/>
                                      <a:gd name="connsiteX12" fmla="*/ 2924524 w 3773609"/>
                                      <a:gd name="connsiteY12" fmla="*/ 1993650 h 2367008"/>
                                      <a:gd name="connsiteX13" fmla="*/ 3218438 w 3773609"/>
                                      <a:gd name="connsiteY13" fmla="*/ 2341993 h 2367008"/>
                                      <a:gd name="connsiteX14" fmla="*/ 3534123 w 3773609"/>
                                      <a:gd name="connsiteY14" fmla="*/ 2341994 h 2367008"/>
                                      <a:gd name="connsiteX15" fmla="*/ 3773609 w 3773609"/>
                                      <a:gd name="connsiteY15" fmla="*/ 2363765 h 2367008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95923 w 3773609"/>
                                      <a:gd name="connsiteY11" fmla="*/ 1830365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70232"/>
                                      <a:gd name="connsiteX1" fmla="*/ 83352 w 3773609"/>
                                      <a:gd name="connsiteY1" fmla="*/ 164850 h 2370232"/>
                                      <a:gd name="connsiteX2" fmla="*/ 18038 w 3773609"/>
                                      <a:gd name="connsiteY2" fmla="*/ 426108 h 2370232"/>
                                      <a:gd name="connsiteX3" fmla="*/ 18037 w 3773609"/>
                                      <a:gd name="connsiteY3" fmla="*/ 741794 h 2370232"/>
                                      <a:gd name="connsiteX4" fmla="*/ 224867 w 3773609"/>
                                      <a:gd name="connsiteY4" fmla="*/ 1155450 h 2370232"/>
                                      <a:gd name="connsiteX5" fmla="*/ 616753 w 3773609"/>
                                      <a:gd name="connsiteY5" fmla="*/ 1623536 h 2370232"/>
                                      <a:gd name="connsiteX6" fmla="*/ 1117494 w 3773609"/>
                                      <a:gd name="connsiteY6" fmla="*/ 1525565 h 2370232"/>
                                      <a:gd name="connsiteX7" fmla="*/ 1394574 w 3773609"/>
                                      <a:gd name="connsiteY7" fmla="*/ 1578427 h 2370232"/>
                                      <a:gd name="connsiteX8" fmla="*/ 1716209 w 3773609"/>
                                      <a:gd name="connsiteY8" fmla="*/ 1677964 h 2370232"/>
                                      <a:gd name="connsiteX9" fmla="*/ 2086323 w 3773609"/>
                                      <a:gd name="connsiteY9" fmla="*/ 1579995 h 2370232"/>
                                      <a:gd name="connsiteX10" fmla="*/ 2445553 w 3773609"/>
                                      <a:gd name="connsiteY10" fmla="*/ 1667079 h 2370232"/>
                                      <a:gd name="connsiteX11" fmla="*/ 2663266 w 3773609"/>
                                      <a:gd name="connsiteY11" fmla="*/ 1775936 h 2370232"/>
                                      <a:gd name="connsiteX12" fmla="*/ 2565295 w 3773609"/>
                                      <a:gd name="connsiteY12" fmla="*/ 1950107 h 2370232"/>
                                      <a:gd name="connsiteX13" fmla="*/ 3218438 w 3773609"/>
                                      <a:gd name="connsiteY13" fmla="*/ 2341993 h 2370232"/>
                                      <a:gd name="connsiteX14" fmla="*/ 3534123 w 3773609"/>
                                      <a:gd name="connsiteY14" fmla="*/ 2341994 h 2370232"/>
                                      <a:gd name="connsiteX15" fmla="*/ 3773609 w 3773609"/>
                                      <a:gd name="connsiteY15" fmla="*/ 2363765 h 2370232"/>
                                      <a:gd name="connsiteX0" fmla="*/ 251574 w 3773609"/>
                                      <a:gd name="connsiteY0" fmla="*/ 0 h 2389226"/>
                                      <a:gd name="connsiteX1" fmla="*/ 83352 w 3773609"/>
                                      <a:gd name="connsiteY1" fmla="*/ 164850 h 2389226"/>
                                      <a:gd name="connsiteX2" fmla="*/ 18038 w 3773609"/>
                                      <a:gd name="connsiteY2" fmla="*/ 426108 h 2389226"/>
                                      <a:gd name="connsiteX3" fmla="*/ 18037 w 3773609"/>
                                      <a:gd name="connsiteY3" fmla="*/ 741794 h 2389226"/>
                                      <a:gd name="connsiteX4" fmla="*/ 224867 w 3773609"/>
                                      <a:gd name="connsiteY4" fmla="*/ 1155450 h 2389226"/>
                                      <a:gd name="connsiteX5" fmla="*/ 616753 w 3773609"/>
                                      <a:gd name="connsiteY5" fmla="*/ 1623536 h 2389226"/>
                                      <a:gd name="connsiteX6" fmla="*/ 1117494 w 3773609"/>
                                      <a:gd name="connsiteY6" fmla="*/ 1525565 h 2389226"/>
                                      <a:gd name="connsiteX7" fmla="*/ 1394574 w 3773609"/>
                                      <a:gd name="connsiteY7" fmla="*/ 1578427 h 2389226"/>
                                      <a:gd name="connsiteX8" fmla="*/ 1716209 w 3773609"/>
                                      <a:gd name="connsiteY8" fmla="*/ 1677964 h 2389226"/>
                                      <a:gd name="connsiteX9" fmla="*/ 2086323 w 3773609"/>
                                      <a:gd name="connsiteY9" fmla="*/ 1579995 h 2389226"/>
                                      <a:gd name="connsiteX10" fmla="*/ 2445553 w 3773609"/>
                                      <a:gd name="connsiteY10" fmla="*/ 1667079 h 2389226"/>
                                      <a:gd name="connsiteX11" fmla="*/ 2663266 w 3773609"/>
                                      <a:gd name="connsiteY11" fmla="*/ 1775936 h 2389226"/>
                                      <a:gd name="connsiteX12" fmla="*/ 2565295 w 3773609"/>
                                      <a:gd name="connsiteY12" fmla="*/ 1950107 h 2389226"/>
                                      <a:gd name="connsiteX13" fmla="*/ 2293152 w 3773609"/>
                                      <a:gd name="connsiteY13" fmla="*/ 1786822 h 2389226"/>
                                      <a:gd name="connsiteX14" fmla="*/ 3534123 w 3773609"/>
                                      <a:gd name="connsiteY14" fmla="*/ 2341994 h 2389226"/>
                                      <a:gd name="connsiteX15" fmla="*/ 3773609 w 3773609"/>
                                      <a:gd name="connsiteY15" fmla="*/ 2363765 h 2389226"/>
                                      <a:gd name="connsiteX0" fmla="*/ 251574 w 3773609"/>
                                      <a:gd name="connsiteY0" fmla="*/ 0 h 2363765"/>
                                      <a:gd name="connsiteX1" fmla="*/ 83352 w 3773609"/>
                                      <a:gd name="connsiteY1" fmla="*/ 164850 h 2363765"/>
                                      <a:gd name="connsiteX2" fmla="*/ 18038 w 3773609"/>
                                      <a:gd name="connsiteY2" fmla="*/ 426108 h 2363765"/>
                                      <a:gd name="connsiteX3" fmla="*/ 18037 w 3773609"/>
                                      <a:gd name="connsiteY3" fmla="*/ 741794 h 2363765"/>
                                      <a:gd name="connsiteX4" fmla="*/ 224867 w 3773609"/>
                                      <a:gd name="connsiteY4" fmla="*/ 1155450 h 2363765"/>
                                      <a:gd name="connsiteX5" fmla="*/ 616753 w 3773609"/>
                                      <a:gd name="connsiteY5" fmla="*/ 1623536 h 2363765"/>
                                      <a:gd name="connsiteX6" fmla="*/ 1117494 w 3773609"/>
                                      <a:gd name="connsiteY6" fmla="*/ 1525565 h 2363765"/>
                                      <a:gd name="connsiteX7" fmla="*/ 1394574 w 3773609"/>
                                      <a:gd name="connsiteY7" fmla="*/ 1578427 h 2363765"/>
                                      <a:gd name="connsiteX8" fmla="*/ 1716209 w 3773609"/>
                                      <a:gd name="connsiteY8" fmla="*/ 1677964 h 2363765"/>
                                      <a:gd name="connsiteX9" fmla="*/ 2086323 w 3773609"/>
                                      <a:gd name="connsiteY9" fmla="*/ 1579995 h 2363765"/>
                                      <a:gd name="connsiteX10" fmla="*/ 2445553 w 3773609"/>
                                      <a:gd name="connsiteY10" fmla="*/ 1667079 h 2363765"/>
                                      <a:gd name="connsiteX11" fmla="*/ 2663266 w 3773609"/>
                                      <a:gd name="connsiteY11" fmla="*/ 1775936 h 2363765"/>
                                      <a:gd name="connsiteX12" fmla="*/ 2565295 w 3773609"/>
                                      <a:gd name="connsiteY12" fmla="*/ 1950107 h 2363765"/>
                                      <a:gd name="connsiteX13" fmla="*/ 2293152 w 3773609"/>
                                      <a:gd name="connsiteY13" fmla="*/ 1786822 h 2363765"/>
                                      <a:gd name="connsiteX14" fmla="*/ 2010123 w 3773609"/>
                                      <a:gd name="connsiteY14" fmla="*/ 1743279 h 2363765"/>
                                      <a:gd name="connsiteX15" fmla="*/ 3773609 w 3773609"/>
                                      <a:gd name="connsiteY15" fmla="*/ 2363765 h 236376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616753 w 2667361"/>
                                      <a:gd name="connsiteY5" fmla="*/ 1623536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17494 w 2667361"/>
                                      <a:gd name="connsiteY6" fmla="*/ 1525565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1106608 w 2667361"/>
                                      <a:gd name="connsiteY6" fmla="*/ 1503793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394574 w 2667361"/>
                                      <a:gd name="connsiteY7" fmla="*/ 1578427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716209 w 2667361"/>
                                      <a:gd name="connsiteY8" fmla="*/ 1677964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2086323 w 2667361"/>
                                      <a:gd name="connsiteY9" fmla="*/ 1579995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667361"/>
                                      <a:gd name="connsiteY0" fmla="*/ 0 h 1950125"/>
                                      <a:gd name="connsiteX1" fmla="*/ 83352 w 2667361"/>
                                      <a:gd name="connsiteY1" fmla="*/ 164850 h 1950125"/>
                                      <a:gd name="connsiteX2" fmla="*/ 18038 w 2667361"/>
                                      <a:gd name="connsiteY2" fmla="*/ 426108 h 1950125"/>
                                      <a:gd name="connsiteX3" fmla="*/ 18037 w 2667361"/>
                                      <a:gd name="connsiteY3" fmla="*/ 741794 h 1950125"/>
                                      <a:gd name="connsiteX4" fmla="*/ 224867 w 2667361"/>
                                      <a:gd name="connsiteY4" fmla="*/ 1155450 h 1950125"/>
                                      <a:gd name="connsiteX5" fmla="*/ 486125 w 2667361"/>
                                      <a:gd name="connsiteY5" fmla="*/ 1514679 h 1950125"/>
                                      <a:gd name="connsiteX6" fmla="*/ 758265 w 2667361"/>
                                      <a:gd name="connsiteY6" fmla="*/ 1329622 h 1950125"/>
                                      <a:gd name="connsiteX7" fmla="*/ 1133317 w 2667361"/>
                                      <a:gd name="connsiteY7" fmla="*/ 1513113 h 1950125"/>
                                      <a:gd name="connsiteX8" fmla="*/ 1465838 w 2667361"/>
                                      <a:gd name="connsiteY8" fmla="*/ 1264307 h 1950125"/>
                                      <a:gd name="connsiteX9" fmla="*/ 1737981 w 2667361"/>
                                      <a:gd name="connsiteY9" fmla="*/ 1373166 h 1950125"/>
                                      <a:gd name="connsiteX10" fmla="*/ 2445553 w 2667361"/>
                                      <a:gd name="connsiteY10" fmla="*/ 1667079 h 1950125"/>
                                      <a:gd name="connsiteX11" fmla="*/ 2663266 w 2667361"/>
                                      <a:gd name="connsiteY11" fmla="*/ 1775936 h 1950125"/>
                                      <a:gd name="connsiteX12" fmla="*/ 2565295 w 2667361"/>
                                      <a:gd name="connsiteY12" fmla="*/ 1950107 h 1950125"/>
                                      <a:gd name="connsiteX13" fmla="*/ 2293152 w 2667361"/>
                                      <a:gd name="connsiteY13" fmla="*/ 1786822 h 1950125"/>
                                      <a:gd name="connsiteX14" fmla="*/ 2010123 w 2667361"/>
                                      <a:gd name="connsiteY14" fmla="*/ 1743279 h 1950125"/>
                                      <a:gd name="connsiteX15" fmla="*/ 1770637 w 2667361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514679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708030"/>
                                      <a:gd name="connsiteY0" fmla="*/ 0 h 1950125"/>
                                      <a:gd name="connsiteX1" fmla="*/ 83352 w 2708030"/>
                                      <a:gd name="connsiteY1" fmla="*/ 164850 h 1950125"/>
                                      <a:gd name="connsiteX2" fmla="*/ 18038 w 2708030"/>
                                      <a:gd name="connsiteY2" fmla="*/ 426108 h 1950125"/>
                                      <a:gd name="connsiteX3" fmla="*/ 18037 w 2708030"/>
                                      <a:gd name="connsiteY3" fmla="*/ 741794 h 1950125"/>
                                      <a:gd name="connsiteX4" fmla="*/ 224867 w 2708030"/>
                                      <a:gd name="connsiteY4" fmla="*/ 1155450 h 1950125"/>
                                      <a:gd name="connsiteX5" fmla="*/ 486125 w 2708030"/>
                                      <a:gd name="connsiteY5" fmla="*/ 1427594 h 1950125"/>
                                      <a:gd name="connsiteX6" fmla="*/ 758265 w 2708030"/>
                                      <a:gd name="connsiteY6" fmla="*/ 1329622 h 1950125"/>
                                      <a:gd name="connsiteX7" fmla="*/ 1133317 w 2708030"/>
                                      <a:gd name="connsiteY7" fmla="*/ 1513113 h 1950125"/>
                                      <a:gd name="connsiteX8" fmla="*/ 1465838 w 2708030"/>
                                      <a:gd name="connsiteY8" fmla="*/ 1264307 h 1950125"/>
                                      <a:gd name="connsiteX9" fmla="*/ 1737981 w 2708030"/>
                                      <a:gd name="connsiteY9" fmla="*/ 1373166 h 1950125"/>
                                      <a:gd name="connsiteX10" fmla="*/ 1835953 w 2708030"/>
                                      <a:gd name="connsiteY10" fmla="*/ 1579993 h 1950125"/>
                                      <a:gd name="connsiteX11" fmla="*/ 2663266 w 2708030"/>
                                      <a:gd name="connsiteY11" fmla="*/ 1775936 h 1950125"/>
                                      <a:gd name="connsiteX12" fmla="*/ 2565295 w 2708030"/>
                                      <a:gd name="connsiteY12" fmla="*/ 1950107 h 1950125"/>
                                      <a:gd name="connsiteX13" fmla="*/ 2293152 w 2708030"/>
                                      <a:gd name="connsiteY13" fmla="*/ 1786822 h 1950125"/>
                                      <a:gd name="connsiteX14" fmla="*/ 2010123 w 2708030"/>
                                      <a:gd name="connsiteY14" fmla="*/ 1743279 h 1950125"/>
                                      <a:gd name="connsiteX15" fmla="*/ 1770637 w 2708030"/>
                                      <a:gd name="connsiteY15" fmla="*/ 1873908 h 1950125"/>
                                      <a:gd name="connsiteX0" fmla="*/ 251574 w 2588288"/>
                                      <a:gd name="connsiteY0" fmla="*/ 0 h 1951940"/>
                                      <a:gd name="connsiteX1" fmla="*/ 83352 w 2588288"/>
                                      <a:gd name="connsiteY1" fmla="*/ 164850 h 1951940"/>
                                      <a:gd name="connsiteX2" fmla="*/ 18038 w 2588288"/>
                                      <a:gd name="connsiteY2" fmla="*/ 426108 h 1951940"/>
                                      <a:gd name="connsiteX3" fmla="*/ 18037 w 2588288"/>
                                      <a:gd name="connsiteY3" fmla="*/ 741794 h 1951940"/>
                                      <a:gd name="connsiteX4" fmla="*/ 224867 w 2588288"/>
                                      <a:gd name="connsiteY4" fmla="*/ 1155450 h 1951940"/>
                                      <a:gd name="connsiteX5" fmla="*/ 486125 w 2588288"/>
                                      <a:gd name="connsiteY5" fmla="*/ 1427594 h 1951940"/>
                                      <a:gd name="connsiteX6" fmla="*/ 758265 w 2588288"/>
                                      <a:gd name="connsiteY6" fmla="*/ 1329622 h 1951940"/>
                                      <a:gd name="connsiteX7" fmla="*/ 1133317 w 2588288"/>
                                      <a:gd name="connsiteY7" fmla="*/ 1513113 h 1951940"/>
                                      <a:gd name="connsiteX8" fmla="*/ 1465838 w 2588288"/>
                                      <a:gd name="connsiteY8" fmla="*/ 1264307 h 1951940"/>
                                      <a:gd name="connsiteX9" fmla="*/ 1737981 w 2588288"/>
                                      <a:gd name="connsiteY9" fmla="*/ 1373166 h 1951940"/>
                                      <a:gd name="connsiteX10" fmla="*/ 1835953 w 2588288"/>
                                      <a:gd name="connsiteY10" fmla="*/ 1579993 h 1951940"/>
                                      <a:gd name="connsiteX11" fmla="*/ 1661780 w 2588288"/>
                                      <a:gd name="connsiteY11" fmla="*/ 1667078 h 1951940"/>
                                      <a:gd name="connsiteX12" fmla="*/ 2565295 w 2588288"/>
                                      <a:gd name="connsiteY12" fmla="*/ 1950107 h 1951940"/>
                                      <a:gd name="connsiteX13" fmla="*/ 2293152 w 2588288"/>
                                      <a:gd name="connsiteY13" fmla="*/ 1786822 h 1951940"/>
                                      <a:gd name="connsiteX14" fmla="*/ 2010123 w 2588288"/>
                                      <a:gd name="connsiteY14" fmla="*/ 1743279 h 1951940"/>
                                      <a:gd name="connsiteX15" fmla="*/ 1770637 w 2588288"/>
                                      <a:gd name="connsiteY15" fmla="*/ 1873908 h 1951940"/>
                                      <a:gd name="connsiteX0" fmla="*/ 251574 w 2311227"/>
                                      <a:gd name="connsiteY0" fmla="*/ 0 h 1873908"/>
                                      <a:gd name="connsiteX1" fmla="*/ 83352 w 2311227"/>
                                      <a:gd name="connsiteY1" fmla="*/ 164850 h 1873908"/>
                                      <a:gd name="connsiteX2" fmla="*/ 18038 w 2311227"/>
                                      <a:gd name="connsiteY2" fmla="*/ 426108 h 1873908"/>
                                      <a:gd name="connsiteX3" fmla="*/ 18037 w 2311227"/>
                                      <a:gd name="connsiteY3" fmla="*/ 741794 h 1873908"/>
                                      <a:gd name="connsiteX4" fmla="*/ 224867 w 2311227"/>
                                      <a:gd name="connsiteY4" fmla="*/ 1155450 h 1873908"/>
                                      <a:gd name="connsiteX5" fmla="*/ 486125 w 2311227"/>
                                      <a:gd name="connsiteY5" fmla="*/ 1427594 h 1873908"/>
                                      <a:gd name="connsiteX6" fmla="*/ 758265 w 2311227"/>
                                      <a:gd name="connsiteY6" fmla="*/ 1329622 h 1873908"/>
                                      <a:gd name="connsiteX7" fmla="*/ 1133317 w 2311227"/>
                                      <a:gd name="connsiteY7" fmla="*/ 1513113 h 1873908"/>
                                      <a:gd name="connsiteX8" fmla="*/ 1465838 w 2311227"/>
                                      <a:gd name="connsiteY8" fmla="*/ 1264307 h 1873908"/>
                                      <a:gd name="connsiteX9" fmla="*/ 1737981 w 2311227"/>
                                      <a:gd name="connsiteY9" fmla="*/ 1373166 h 1873908"/>
                                      <a:gd name="connsiteX10" fmla="*/ 1835953 w 2311227"/>
                                      <a:gd name="connsiteY10" fmla="*/ 1579993 h 1873908"/>
                                      <a:gd name="connsiteX11" fmla="*/ 1661780 w 2311227"/>
                                      <a:gd name="connsiteY11" fmla="*/ 1667078 h 1873908"/>
                                      <a:gd name="connsiteX12" fmla="*/ 1454952 w 2311227"/>
                                      <a:gd name="connsiteY12" fmla="*/ 1536450 h 1873908"/>
                                      <a:gd name="connsiteX13" fmla="*/ 2293152 w 2311227"/>
                                      <a:gd name="connsiteY13" fmla="*/ 1786822 h 1873908"/>
                                      <a:gd name="connsiteX14" fmla="*/ 2010123 w 2311227"/>
                                      <a:gd name="connsiteY14" fmla="*/ 1743279 h 1873908"/>
                                      <a:gd name="connsiteX15" fmla="*/ 1770637 w 2311227"/>
                                      <a:gd name="connsiteY15" fmla="*/ 1873908 h 1873908"/>
                                      <a:gd name="connsiteX0" fmla="*/ 251574 w 2030446"/>
                                      <a:gd name="connsiteY0" fmla="*/ 0 h 1873908"/>
                                      <a:gd name="connsiteX1" fmla="*/ 83352 w 2030446"/>
                                      <a:gd name="connsiteY1" fmla="*/ 164850 h 1873908"/>
                                      <a:gd name="connsiteX2" fmla="*/ 18038 w 2030446"/>
                                      <a:gd name="connsiteY2" fmla="*/ 426108 h 1873908"/>
                                      <a:gd name="connsiteX3" fmla="*/ 18037 w 2030446"/>
                                      <a:gd name="connsiteY3" fmla="*/ 741794 h 1873908"/>
                                      <a:gd name="connsiteX4" fmla="*/ 224867 w 2030446"/>
                                      <a:gd name="connsiteY4" fmla="*/ 1155450 h 1873908"/>
                                      <a:gd name="connsiteX5" fmla="*/ 486125 w 2030446"/>
                                      <a:gd name="connsiteY5" fmla="*/ 1427594 h 1873908"/>
                                      <a:gd name="connsiteX6" fmla="*/ 758265 w 2030446"/>
                                      <a:gd name="connsiteY6" fmla="*/ 1329622 h 1873908"/>
                                      <a:gd name="connsiteX7" fmla="*/ 1133317 w 2030446"/>
                                      <a:gd name="connsiteY7" fmla="*/ 1513113 h 1873908"/>
                                      <a:gd name="connsiteX8" fmla="*/ 1465838 w 2030446"/>
                                      <a:gd name="connsiteY8" fmla="*/ 1264307 h 1873908"/>
                                      <a:gd name="connsiteX9" fmla="*/ 1737981 w 2030446"/>
                                      <a:gd name="connsiteY9" fmla="*/ 1373166 h 1873908"/>
                                      <a:gd name="connsiteX10" fmla="*/ 1835953 w 2030446"/>
                                      <a:gd name="connsiteY10" fmla="*/ 1579993 h 1873908"/>
                                      <a:gd name="connsiteX11" fmla="*/ 1661780 w 2030446"/>
                                      <a:gd name="connsiteY11" fmla="*/ 1667078 h 1873908"/>
                                      <a:gd name="connsiteX12" fmla="*/ 1454952 w 2030446"/>
                                      <a:gd name="connsiteY12" fmla="*/ 1536450 h 1873908"/>
                                      <a:gd name="connsiteX13" fmla="*/ 1063067 w 2030446"/>
                                      <a:gd name="connsiteY13" fmla="*/ 1667079 h 1873908"/>
                                      <a:gd name="connsiteX14" fmla="*/ 2010123 w 2030446"/>
                                      <a:gd name="connsiteY14" fmla="*/ 1743279 h 1873908"/>
                                      <a:gd name="connsiteX15" fmla="*/ 1770637 w 2030446"/>
                                      <a:gd name="connsiteY15" fmla="*/ 1873908 h 1873908"/>
                                      <a:gd name="connsiteX0" fmla="*/ 251574 w 1837971"/>
                                      <a:gd name="connsiteY0" fmla="*/ 0 h 1873908"/>
                                      <a:gd name="connsiteX1" fmla="*/ 83352 w 1837971"/>
                                      <a:gd name="connsiteY1" fmla="*/ 164850 h 1873908"/>
                                      <a:gd name="connsiteX2" fmla="*/ 18038 w 1837971"/>
                                      <a:gd name="connsiteY2" fmla="*/ 426108 h 1873908"/>
                                      <a:gd name="connsiteX3" fmla="*/ 18037 w 1837971"/>
                                      <a:gd name="connsiteY3" fmla="*/ 741794 h 1873908"/>
                                      <a:gd name="connsiteX4" fmla="*/ 224867 w 1837971"/>
                                      <a:gd name="connsiteY4" fmla="*/ 1155450 h 1873908"/>
                                      <a:gd name="connsiteX5" fmla="*/ 486125 w 1837971"/>
                                      <a:gd name="connsiteY5" fmla="*/ 1427594 h 1873908"/>
                                      <a:gd name="connsiteX6" fmla="*/ 758265 w 1837971"/>
                                      <a:gd name="connsiteY6" fmla="*/ 1329622 h 1873908"/>
                                      <a:gd name="connsiteX7" fmla="*/ 1133317 w 1837971"/>
                                      <a:gd name="connsiteY7" fmla="*/ 1513113 h 1873908"/>
                                      <a:gd name="connsiteX8" fmla="*/ 1465838 w 1837971"/>
                                      <a:gd name="connsiteY8" fmla="*/ 1264307 h 1873908"/>
                                      <a:gd name="connsiteX9" fmla="*/ 1737981 w 1837971"/>
                                      <a:gd name="connsiteY9" fmla="*/ 1373166 h 1873908"/>
                                      <a:gd name="connsiteX10" fmla="*/ 1835953 w 1837971"/>
                                      <a:gd name="connsiteY10" fmla="*/ 1579993 h 1873908"/>
                                      <a:gd name="connsiteX11" fmla="*/ 1661780 w 1837971"/>
                                      <a:gd name="connsiteY11" fmla="*/ 1667078 h 1873908"/>
                                      <a:gd name="connsiteX12" fmla="*/ 1454952 w 1837971"/>
                                      <a:gd name="connsiteY12" fmla="*/ 1536450 h 1873908"/>
                                      <a:gd name="connsiteX13" fmla="*/ 1063067 w 1837971"/>
                                      <a:gd name="connsiteY13" fmla="*/ 1667079 h 1873908"/>
                                      <a:gd name="connsiteX14" fmla="*/ 758266 w 1837971"/>
                                      <a:gd name="connsiteY14" fmla="*/ 1547337 h 1873908"/>
                                      <a:gd name="connsiteX15" fmla="*/ 1770637 w 1837971"/>
                                      <a:gd name="connsiteY15" fmla="*/ 1873908 h 1873908"/>
                                      <a:gd name="connsiteX0" fmla="*/ 251574 w 1837971"/>
                                      <a:gd name="connsiteY0" fmla="*/ 0 h 1699737"/>
                                      <a:gd name="connsiteX1" fmla="*/ 83352 w 1837971"/>
                                      <a:gd name="connsiteY1" fmla="*/ 164850 h 1699737"/>
                                      <a:gd name="connsiteX2" fmla="*/ 18038 w 1837971"/>
                                      <a:gd name="connsiteY2" fmla="*/ 426108 h 1699737"/>
                                      <a:gd name="connsiteX3" fmla="*/ 18037 w 1837971"/>
                                      <a:gd name="connsiteY3" fmla="*/ 741794 h 1699737"/>
                                      <a:gd name="connsiteX4" fmla="*/ 224867 w 1837971"/>
                                      <a:gd name="connsiteY4" fmla="*/ 1155450 h 1699737"/>
                                      <a:gd name="connsiteX5" fmla="*/ 486125 w 1837971"/>
                                      <a:gd name="connsiteY5" fmla="*/ 1427594 h 1699737"/>
                                      <a:gd name="connsiteX6" fmla="*/ 758265 w 1837971"/>
                                      <a:gd name="connsiteY6" fmla="*/ 1329622 h 1699737"/>
                                      <a:gd name="connsiteX7" fmla="*/ 1133317 w 1837971"/>
                                      <a:gd name="connsiteY7" fmla="*/ 1513113 h 1699737"/>
                                      <a:gd name="connsiteX8" fmla="*/ 1465838 w 1837971"/>
                                      <a:gd name="connsiteY8" fmla="*/ 1264307 h 1699737"/>
                                      <a:gd name="connsiteX9" fmla="*/ 1737981 w 1837971"/>
                                      <a:gd name="connsiteY9" fmla="*/ 1373166 h 1699737"/>
                                      <a:gd name="connsiteX10" fmla="*/ 1835953 w 1837971"/>
                                      <a:gd name="connsiteY10" fmla="*/ 1579993 h 1699737"/>
                                      <a:gd name="connsiteX11" fmla="*/ 1661780 w 1837971"/>
                                      <a:gd name="connsiteY11" fmla="*/ 1667078 h 1699737"/>
                                      <a:gd name="connsiteX12" fmla="*/ 1454952 w 1837971"/>
                                      <a:gd name="connsiteY12" fmla="*/ 1536450 h 1699737"/>
                                      <a:gd name="connsiteX13" fmla="*/ 1063067 w 1837971"/>
                                      <a:gd name="connsiteY13" fmla="*/ 1667079 h 1699737"/>
                                      <a:gd name="connsiteX14" fmla="*/ 758266 w 1837971"/>
                                      <a:gd name="connsiteY14" fmla="*/ 1547337 h 1699737"/>
                                      <a:gd name="connsiteX15" fmla="*/ 736494 w 1837971"/>
                                      <a:gd name="connsiteY15" fmla="*/ 1699737 h 1699737"/>
                                      <a:gd name="connsiteX0" fmla="*/ 251574 w 1837971"/>
                                      <a:gd name="connsiteY0" fmla="*/ 0 h 1710586"/>
                                      <a:gd name="connsiteX1" fmla="*/ 83352 w 1837971"/>
                                      <a:gd name="connsiteY1" fmla="*/ 164850 h 1710586"/>
                                      <a:gd name="connsiteX2" fmla="*/ 18038 w 1837971"/>
                                      <a:gd name="connsiteY2" fmla="*/ 426108 h 1710586"/>
                                      <a:gd name="connsiteX3" fmla="*/ 18037 w 1837971"/>
                                      <a:gd name="connsiteY3" fmla="*/ 741794 h 1710586"/>
                                      <a:gd name="connsiteX4" fmla="*/ 224867 w 1837971"/>
                                      <a:gd name="connsiteY4" fmla="*/ 1155450 h 1710586"/>
                                      <a:gd name="connsiteX5" fmla="*/ 486125 w 1837971"/>
                                      <a:gd name="connsiteY5" fmla="*/ 1427594 h 1710586"/>
                                      <a:gd name="connsiteX6" fmla="*/ 758265 w 1837971"/>
                                      <a:gd name="connsiteY6" fmla="*/ 1329622 h 1710586"/>
                                      <a:gd name="connsiteX7" fmla="*/ 1133317 w 1837971"/>
                                      <a:gd name="connsiteY7" fmla="*/ 1513113 h 1710586"/>
                                      <a:gd name="connsiteX8" fmla="*/ 1465838 w 1837971"/>
                                      <a:gd name="connsiteY8" fmla="*/ 1264307 h 1710586"/>
                                      <a:gd name="connsiteX9" fmla="*/ 1737981 w 1837971"/>
                                      <a:gd name="connsiteY9" fmla="*/ 1373166 h 1710586"/>
                                      <a:gd name="connsiteX10" fmla="*/ 1835953 w 1837971"/>
                                      <a:gd name="connsiteY10" fmla="*/ 1579993 h 1710586"/>
                                      <a:gd name="connsiteX11" fmla="*/ 1661780 w 1837971"/>
                                      <a:gd name="connsiteY11" fmla="*/ 1667078 h 1710586"/>
                                      <a:gd name="connsiteX12" fmla="*/ 1454952 w 1837971"/>
                                      <a:gd name="connsiteY12" fmla="*/ 1536450 h 1710586"/>
                                      <a:gd name="connsiteX13" fmla="*/ 1063067 w 1837971"/>
                                      <a:gd name="connsiteY13" fmla="*/ 1667079 h 1710586"/>
                                      <a:gd name="connsiteX14" fmla="*/ 758266 w 1837971"/>
                                      <a:gd name="connsiteY14" fmla="*/ 1547337 h 1710586"/>
                                      <a:gd name="connsiteX15" fmla="*/ 736494 w 1837971"/>
                                      <a:gd name="connsiteY15" fmla="*/ 1699737 h 1710586"/>
                                      <a:gd name="connsiteX16" fmla="*/ 687003 w 1837971"/>
                                      <a:gd name="connsiteY16" fmla="*/ 1698171 h 1710586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736494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425746 w 1837971"/>
                                      <a:gd name="connsiteY17" fmla="*/ 16763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186260 w 1837971"/>
                                      <a:gd name="connsiteY18" fmla="*/ 1447799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0" fmla="*/ 251574 w 1837971"/>
                                      <a:gd name="connsiteY0" fmla="*/ 0 h 1705605"/>
                                      <a:gd name="connsiteX1" fmla="*/ 83352 w 1837971"/>
                                      <a:gd name="connsiteY1" fmla="*/ 164850 h 1705605"/>
                                      <a:gd name="connsiteX2" fmla="*/ 18038 w 1837971"/>
                                      <a:gd name="connsiteY2" fmla="*/ 426108 h 1705605"/>
                                      <a:gd name="connsiteX3" fmla="*/ 18037 w 1837971"/>
                                      <a:gd name="connsiteY3" fmla="*/ 741794 h 1705605"/>
                                      <a:gd name="connsiteX4" fmla="*/ 224867 w 1837971"/>
                                      <a:gd name="connsiteY4" fmla="*/ 1155450 h 1705605"/>
                                      <a:gd name="connsiteX5" fmla="*/ 486125 w 1837971"/>
                                      <a:gd name="connsiteY5" fmla="*/ 1427594 h 1705605"/>
                                      <a:gd name="connsiteX6" fmla="*/ 758265 w 1837971"/>
                                      <a:gd name="connsiteY6" fmla="*/ 1329622 h 1705605"/>
                                      <a:gd name="connsiteX7" fmla="*/ 1133317 w 1837971"/>
                                      <a:gd name="connsiteY7" fmla="*/ 1513113 h 1705605"/>
                                      <a:gd name="connsiteX8" fmla="*/ 1465838 w 1837971"/>
                                      <a:gd name="connsiteY8" fmla="*/ 1264307 h 1705605"/>
                                      <a:gd name="connsiteX9" fmla="*/ 1737981 w 1837971"/>
                                      <a:gd name="connsiteY9" fmla="*/ 1373166 h 1705605"/>
                                      <a:gd name="connsiteX10" fmla="*/ 1835953 w 1837971"/>
                                      <a:gd name="connsiteY10" fmla="*/ 1579993 h 1705605"/>
                                      <a:gd name="connsiteX11" fmla="*/ 1661780 w 1837971"/>
                                      <a:gd name="connsiteY11" fmla="*/ 1667078 h 1705605"/>
                                      <a:gd name="connsiteX12" fmla="*/ 1454952 w 1837971"/>
                                      <a:gd name="connsiteY12" fmla="*/ 1536450 h 1705605"/>
                                      <a:gd name="connsiteX13" fmla="*/ 1063067 w 1837971"/>
                                      <a:gd name="connsiteY13" fmla="*/ 1667079 h 1705605"/>
                                      <a:gd name="connsiteX14" fmla="*/ 758266 w 1837971"/>
                                      <a:gd name="connsiteY14" fmla="*/ 1547337 h 1705605"/>
                                      <a:gd name="connsiteX15" fmla="*/ 649408 w 1837971"/>
                                      <a:gd name="connsiteY15" fmla="*/ 1699737 h 1705605"/>
                                      <a:gd name="connsiteX16" fmla="*/ 436632 w 1837971"/>
                                      <a:gd name="connsiteY16" fmla="*/ 1676400 h 1705605"/>
                                      <a:gd name="connsiteX17" fmla="*/ 197146 w 1837971"/>
                                      <a:gd name="connsiteY17" fmla="*/ 1458684 h 1705605"/>
                                      <a:gd name="connsiteX18" fmla="*/ 55631 w 1837971"/>
                                      <a:gd name="connsiteY18" fmla="*/ 1458684 h 1705605"/>
                                      <a:gd name="connsiteX19" fmla="*/ 33860 w 1837971"/>
                                      <a:gd name="connsiteY19" fmla="*/ 1447799 h 1705605"/>
                                      <a:gd name="connsiteX0" fmla="*/ 359229 w 1945626"/>
                                      <a:gd name="connsiteY0" fmla="*/ 0 h 1705605"/>
                                      <a:gd name="connsiteX1" fmla="*/ 191007 w 1945626"/>
                                      <a:gd name="connsiteY1" fmla="*/ 164850 h 1705605"/>
                                      <a:gd name="connsiteX2" fmla="*/ 125693 w 1945626"/>
                                      <a:gd name="connsiteY2" fmla="*/ 426108 h 1705605"/>
                                      <a:gd name="connsiteX3" fmla="*/ 125692 w 1945626"/>
                                      <a:gd name="connsiteY3" fmla="*/ 741794 h 1705605"/>
                                      <a:gd name="connsiteX4" fmla="*/ 332522 w 1945626"/>
                                      <a:gd name="connsiteY4" fmla="*/ 1155450 h 1705605"/>
                                      <a:gd name="connsiteX5" fmla="*/ 593780 w 1945626"/>
                                      <a:gd name="connsiteY5" fmla="*/ 1427594 h 1705605"/>
                                      <a:gd name="connsiteX6" fmla="*/ 865920 w 1945626"/>
                                      <a:gd name="connsiteY6" fmla="*/ 1329622 h 1705605"/>
                                      <a:gd name="connsiteX7" fmla="*/ 1240972 w 1945626"/>
                                      <a:gd name="connsiteY7" fmla="*/ 1513113 h 1705605"/>
                                      <a:gd name="connsiteX8" fmla="*/ 1573493 w 1945626"/>
                                      <a:gd name="connsiteY8" fmla="*/ 1264307 h 1705605"/>
                                      <a:gd name="connsiteX9" fmla="*/ 1845636 w 1945626"/>
                                      <a:gd name="connsiteY9" fmla="*/ 1373166 h 1705605"/>
                                      <a:gd name="connsiteX10" fmla="*/ 1943608 w 1945626"/>
                                      <a:gd name="connsiteY10" fmla="*/ 1579993 h 1705605"/>
                                      <a:gd name="connsiteX11" fmla="*/ 1769435 w 1945626"/>
                                      <a:gd name="connsiteY11" fmla="*/ 1667078 h 1705605"/>
                                      <a:gd name="connsiteX12" fmla="*/ 1562607 w 1945626"/>
                                      <a:gd name="connsiteY12" fmla="*/ 1536450 h 1705605"/>
                                      <a:gd name="connsiteX13" fmla="*/ 1170722 w 1945626"/>
                                      <a:gd name="connsiteY13" fmla="*/ 1667079 h 1705605"/>
                                      <a:gd name="connsiteX14" fmla="*/ 865921 w 1945626"/>
                                      <a:gd name="connsiteY14" fmla="*/ 1547337 h 1705605"/>
                                      <a:gd name="connsiteX15" fmla="*/ 757063 w 1945626"/>
                                      <a:gd name="connsiteY15" fmla="*/ 1699737 h 1705605"/>
                                      <a:gd name="connsiteX16" fmla="*/ 544287 w 1945626"/>
                                      <a:gd name="connsiteY16" fmla="*/ 1676400 h 1705605"/>
                                      <a:gd name="connsiteX17" fmla="*/ 304801 w 1945626"/>
                                      <a:gd name="connsiteY17" fmla="*/ 1458684 h 1705605"/>
                                      <a:gd name="connsiteX18" fmla="*/ 163286 w 1945626"/>
                                      <a:gd name="connsiteY18" fmla="*/ 1458684 h 1705605"/>
                                      <a:gd name="connsiteX19" fmla="*/ 0 w 1945626"/>
                                      <a:gd name="connsiteY19" fmla="*/ 1545770 h 1705605"/>
                                      <a:gd name="connsiteX0" fmla="*/ 374986 w 1961383"/>
                                      <a:gd name="connsiteY0" fmla="*/ 0 h 1705605"/>
                                      <a:gd name="connsiteX1" fmla="*/ 206764 w 1961383"/>
                                      <a:gd name="connsiteY1" fmla="*/ 164850 h 1705605"/>
                                      <a:gd name="connsiteX2" fmla="*/ 141450 w 1961383"/>
                                      <a:gd name="connsiteY2" fmla="*/ 426108 h 1705605"/>
                                      <a:gd name="connsiteX3" fmla="*/ 141449 w 1961383"/>
                                      <a:gd name="connsiteY3" fmla="*/ 741794 h 1705605"/>
                                      <a:gd name="connsiteX4" fmla="*/ 348279 w 1961383"/>
                                      <a:gd name="connsiteY4" fmla="*/ 1155450 h 1705605"/>
                                      <a:gd name="connsiteX5" fmla="*/ 609537 w 1961383"/>
                                      <a:gd name="connsiteY5" fmla="*/ 1427594 h 1705605"/>
                                      <a:gd name="connsiteX6" fmla="*/ 881677 w 1961383"/>
                                      <a:gd name="connsiteY6" fmla="*/ 1329622 h 1705605"/>
                                      <a:gd name="connsiteX7" fmla="*/ 1256729 w 1961383"/>
                                      <a:gd name="connsiteY7" fmla="*/ 1513113 h 1705605"/>
                                      <a:gd name="connsiteX8" fmla="*/ 1589250 w 1961383"/>
                                      <a:gd name="connsiteY8" fmla="*/ 1264307 h 1705605"/>
                                      <a:gd name="connsiteX9" fmla="*/ 1861393 w 1961383"/>
                                      <a:gd name="connsiteY9" fmla="*/ 1373166 h 1705605"/>
                                      <a:gd name="connsiteX10" fmla="*/ 1959365 w 1961383"/>
                                      <a:gd name="connsiteY10" fmla="*/ 1579993 h 1705605"/>
                                      <a:gd name="connsiteX11" fmla="*/ 1785192 w 1961383"/>
                                      <a:gd name="connsiteY11" fmla="*/ 1667078 h 1705605"/>
                                      <a:gd name="connsiteX12" fmla="*/ 1578364 w 1961383"/>
                                      <a:gd name="connsiteY12" fmla="*/ 1536450 h 1705605"/>
                                      <a:gd name="connsiteX13" fmla="*/ 1186479 w 1961383"/>
                                      <a:gd name="connsiteY13" fmla="*/ 1667079 h 1705605"/>
                                      <a:gd name="connsiteX14" fmla="*/ 881678 w 1961383"/>
                                      <a:gd name="connsiteY14" fmla="*/ 1547337 h 1705605"/>
                                      <a:gd name="connsiteX15" fmla="*/ 772820 w 1961383"/>
                                      <a:gd name="connsiteY15" fmla="*/ 1699737 h 1705605"/>
                                      <a:gd name="connsiteX16" fmla="*/ 560044 w 1961383"/>
                                      <a:gd name="connsiteY16" fmla="*/ 1676400 h 1705605"/>
                                      <a:gd name="connsiteX17" fmla="*/ 320558 w 1961383"/>
                                      <a:gd name="connsiteY17" fmla="*/ 1458684 h 1705605"/>
                                      <a:gd name="connsiteX18" fmla="*/ 179043 w 1961383"/>
                                      <a:gd name="connsiteY18" fmla="*/ 1458684 h 1705605"/>
                                      <a:gd name="connsiteX19" fmla="*/ 15757 w 1961383"/>
                                      <a:gd name="connsiteY19" fmla="*/ 1545770 h 1705605"/>
                                      <a:gd name="connsiteX20" fmla="*/ 4872 w 1961383"/>
                                      <a:gd name="connsiteY20" fmla="*/ 1534885 h 1705605"/>
                                      <a:gd name="connsiteX0" fmla="*/ 446314 w 2032711"/>
                                      <a:gd name="connsiteY0" fmla="*/ 0 h 1796158"/>
                                      <a:gd name="connsiteX1" fmla="*/ 278092 w 2032711"/>
                                      <a:gd name="connsiteY1" fmla="*/ 164850 h 1796158"/>
                                      <a:gd name="connsiteX2" fmla="*/ 212778 w 2032711"/>
                                      <a:gd name="connsiteY2" fmla="*/ 426108 h 1796158"/>
                                      <a:gd name="connsiteX3" fmla="*/ 212777 w 2032711"/>
                                      <a:gd name="connsiteY3" fmla="*/ 741794 h 1796158"/>
                                      <a:gd name="connsiteX4" fmla="*/ 419607 w 2032711"/>
                                      <a:gd name="connsiteY4" fmla="*/ 1155450 h 1796158"/>
                                      <a:gd name="connsiteX5" fmla="*/ 680865 w 2032711"/>
                                      <a:gd name="connsiteY5" fmla="*/ 1427594 h 1796158"/>
                                      <a:gd name="connsiteX6" fmla="*/ 953005 w 2032711"/>
                                      <a:gd name="connsiteY6" fmla="*/ 1329622 h 1796158"/>
                                      <a:gd name="connsiteX7" fmla="*/ 1328057 w 2032711"/>
                                      <a:gd name="connsiteY7" fmla="*/ 1513113 h 1796158"/>
                                      <a:gd name="connsiteX8" fmla="*/ 1660578 w 2032711"/>
                                      <a:gd name="connsiteY8" fmla="*/ 1264307 h 1796158"/>
                                      <a:gd name="connsiteX9" fmla="*/ 1932721 w 2032711"/>
                                      <a:gd name="connsiteY9" fmla="*/ 1373166 h 1796158"/>
                                      <a:gd name="connsiteX10" fmla="*/ 2030693 w 2032711"/>
                                      <a:gd name="connsiteY10" fmla="*/ 1579993 h 1796158"/>
                                      <a:gd name="connsiteX11" fmla="*/ 1856520 w 2032711"/>
                                      <a:gd name="connsiteY11" fmla="*/ 1667078 h 1796158"/>
                                      <a:gd name="connsiteX12" fmla="*/ 1649692 w 2032711"/>
                                      <a:gd name="connsiteY12" fmla="*/ 1536450 h 1796158"/>
                                      <a:gd name="connsiteX13" fmla="*/ 1257807 w 2032711"/>
                                      <a:gd name="connsiteY13" fmla="*/ 1667079 h 1796158"/>
                                      <a:gd name="connsiteX14" fmla="*/ 953006 w 2032711"/>
                                      <a:gd name="connsiteY14" fmla="*/ 1547337 h 1796158"/>
                                      <a:gd name="connsiteX15" fmla="*/ 844148 w 2032711"/>
                                      <a:gd name="connsiteY15" fmla="*/ 1699737 h 1796158"/>
                                      <a:gd name="connsiteX16" fmla="*/ 631372 w 2032711"/>
                                      <a:gd name="connsiteY16" fmla="*/ 1676400 h 1796158"/>
                                      <a:gd name="connsiteX17" fmla="*/ 391886 w 2032711"/>
                                      <a:gd name="connsiteY17" fmla="*/ 1458684 h 1796158"/>
                                      <a:gd name="connsiteX18" fmla="*/ 250371 w 2032711"/>
                                      <a:gd name="connsiteY18" fmla="*/ 1458684 h 1796158"/>
                                      <a:gd name="connsiteX19" fmla="*/ 87085 w 2032711"/>
                                      <a:gd name="connsiteY19" fmla="*/ 1545770 h 1796158"/>
                                      <a:gd name="connsiteX20" fmla="*/ 0 w 2032711"/>
                                      <a:gd name="connsiteY20" fmla="*/ 1796143 h 1796158"/>
                                      <a:gd name="connsiteX0" fmla="*/ 446314 w 2047182"/>
                                      <a:gd name="connsiteY0" fmla="*/ 0 h 1796158"/>
                                      <a:gd name="connsiteX1" fmla="*/ 278092 w 2047182"/>
                                      <a:gd name="connsiteY1" fmla="*/ 164850 h 1796158"/>
                                      <a:gd name="connsiteX2" fmla="*/ 212778 w 2047182"/>
                                      <a:gd name="connsiteY2" fmla="*/ 426108 h 1796158"/>
                                      <a:gd name="connsiteX3" fmla="*/ 212777 w 2047182"/>
                                      <a:gd name="connsiteY3" fmla="*/ 741794 h 1796158"/>
                                      <a:gd name="connsiteX4" fmla="*/ 419607 w 2047182"/>
                                      <a:gd name="connsiteY4" fmla="*/ 1155450 h 1796158"/>
                                      <a:gd name="connsiteX5" fmla="*/ 680865 w 2047182"/>
                                      <a:gd name="connsiteY5" fmla="*/ 1427594 h 1796158"/>
                                      <a:gd name="connsiteX6" fmla="*/ 953005 w 2047182"/>
                                      <a:gd name="connsiteY6" fmla="*/ 1329622 h 1796158"/>
                                      <a:gd name="connsiteX7" fmla="*/ 1328057 w 2047182"/>
                                      <a:gd name="connsiteY7" fmla="*/ 1513113 h 1796158"/>
                                      <a:gd name="connsiteX8" fmla="*/ 1660578 w 2047182"/>
                                      <a:gd name="connsiteY8" fmla="*/ 1264307 h 1796158"/>
                                      <a:gd name="connsiteX9" fmla="*/ 1998035 w 2047182"/>
                                      <a:gd name="connsiteY9" fmla="*/ 1068366 h 1796158"/>
                                      <a:gd name="connsiteX10" fmla="*/ 2030693 w 2047182"/>
                                      <a:gd name="connsiteY10" fmla="*/ 1579993 h 1796158"/>
                                      <a:gd name="connsiteX11" fmla="*/ 1856520 w 2047182"/>
                                      <a:gd name="connsiteY11" fmla="*/ 1667078 h 1796158"/>
                                      <a:gd name="connsiteX12" fmla="*/ 1649692 w 2047182"/>
                                      <a:gd name="connsiteY12" fmla="*/ 1536450 h 1796158"/>
                                      <a:gd name="connsiteX13" fmla="*/ 1257807 w 2047182"/>
                                      <a:gd name="connsiteY13" fmla="*/ 1667079 h 1796158"/>
                                      <a:gd name="connsiteX14" fmla="*/ 953006 w 2047182"/>
                                      <a:gd name="connsiteY14" fmla="*/ 1547337 h 1796158"/>
                                      <a:gd name="connsiteX15" fmla="*/ 844148 w 2047182"/>
                                      <a:gd name="connsiteY15" fmla="*/ 1699737 h 1796158"/>
                                      <a:gd name="connsiteX16" fmla="*/ 631372 w 2047182"/>
                                      <a:gd name="connsiteY16" fmla="*/ 1676400 h 1796158"/>
                                      <a:gd name="connsiteX17" fmla="*/ 391886 w 2047182"/>
                                      <a:gd name="connsiteY17" fmla="*/ 1458684 h 1796158"/>
                                      <a:gd name="connsiteX18" fmla="*/ 250371 w 2047182"/>
                                      <a:gd name="connsiteY18" fmla="*/ 1458684 h 1796158"/>
                                      <a:gd name="connsiteX19" fmla="*/ 87085 w 2047182"/>
                                      <a:gd name="connsiteY19" fmla="*/ 1545770 h 1796158"/>
                                      <a:gd name="connsiteX20" fmla="*/ 0 w 2047182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953006 w 2063456"/>
                                      <a:gd name="connsiteY14" fmla="*/ 1547337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34422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6314 w 2063456"/>
                                      <a:gd name="connsiteY0" fmla="*/ 0 h 1796158"/>
                                      <a:gd name="connsiteX1" fmla="*/ 278092 w 2063456"/>
                                      <a:gd name="connsiteY1" fmla="*/ 164850 h 1796158"/>
                                      <a:gd name="connsiteX2" fmla="*/ 212778 w 2063456"/>
                                      <a:gd name="connsiteY2" fmla="*/ 426108 h 1796158"/>
                                      <a:gd name="connsiteX3" fmla="*/ 212777 w 2063456"/>
                                      <a:gd name="connsiteY3" fmla="*/ 741794 h 1796158"/>
                                      <a:gd name="connsiteX4" fmla="*/ 419607 w 2063456"/>
                                      <a:gd name="connsiteY4" fmla="*/ 1155450 h 1796158"/>
                                      <a:gd name="connsiteX5" fmla="*/ 680865 w 2063456"/>
                                      <a:gd name="connsiteY5" fmla="*/ 1427594 h 1796158"/>
                                      <a:gd name="connsiteX6" fmla="*/ 953005 w 2063456"/>
                                      <a:gd name="connsiteY6" fmla="*/ 1329622 h 1796158"/>
                                      <a:gd name="connsiteX7" fmla="*/ 1328057 w 2063456"/>
                                      <a:gd name="connsiteY7" fmla="*/ 1513113 h 1796158"/>
                                      <a:gd name="connsiteX8" fmla="*/ 1660578 w 2063456"/>
                                      <a:gd name="connsiteY8" fmla="*/ 1264307 h 1796158"/>
                                      <a:gd name="connsiteX9" fmla="*/ 1998035 w 2063456"/>
                                      <a:gd name="connsiteY9" fmla="*/ 1068366 h 1796158"/>
                                      <a:gd name="connsiteX10" fmla="*/ 2052465 w 2063456"/>
                                      <a:gd name="connsiteY10" fmla="*/ 1340508 h 1796158"/>
                                      <a:gd name="connsiteX11" fmla="*/ 1856520 w 2063456"/>
                                      <a:gd name="connsiteY11" fmla="*/ 1667078 h 1796158"/>
                                      <a:gd name="connsiteX12" fmla="*/ 1649692 w 2063456"/>
                                      <a:gd name="connsiteY12" fmla="*/ 1536450 h 1796158"/>
                                      <a:gd name="connsiteX13" fmla="*/ 1257807 w 2063456"/>
                                      <a:gd name="connsiteY13" fmla="*/ 1667079 h 1796158"/>
                                      <a:gd name="connsiteX14" fmla="*/ 1007435 w 2063456"/>
                                      <a:gd name="connsiteY14" fmla="*/ 1667079 h 1796158"/>
                                      <a:gd name="connsiteX15" fmla="*/ 844148 w 2063456"/>
                                      <a:gd name="connsiteY15" fmla="*/ 1699737 h 1796158"/>
                                      <a:gd name="connsiteX16" fmla="*/ 631372 w 2063456"/>
                                      <a:gd name="connsiteY16" fmla="*/ 1676400 h 1796158"/>
                                      <a:gd name="connsiteX17" fmla="*/ 391886 w 2063456"/>
                                      <a:gd name="connsiteY17" fmla="*/ 1458684 h 1796158"/>
                                      <a:gd name="connsiteX18" fmla="*/ 250371 w 2063456"/>
                                      <a:gd name="connsiteY18" fmla="*/ 1458684 h 1796158"/>
                                      <a:gd name="connsiteX19" fmla="*/ 87085 w 2063456"/>
                                      <a:gd name="connsiteY19" fmla="*/ 1545770 h 1796158"/>
                                      <a:gd name="connsiteX20" fmla="*/ 0 w 2063456"/>
                                      <a:gd name="connsiteY20" fmla="*/ 1796143 h 1796158"/>
                                      <a:gd name="connsiteX0" fmla="*/ 448799 w 2065941"/>
                                      <a:gd name="connsiteY0" fmla="*/ 0 h 1816914"/>
                                      <a:gd name="connsiteX1" fmla="*/ 280577 w 2065941"/>
                                      <a:gd name="connsiteY1" fmla="*/ 164850 h 1816914"/>
                                      <a:gd name="connsiteX2" fmla="*/ 215263 w 2065941"/>
                                      <a:gd name="connsiteY2" fmla="*/ 426108 h 1816914"/>
                                      <a:gd name="connsiteX3" fmla="*/ 215262 w 2065941"/>
                                      <a:gd name="connsiteY3" fmla="*/ 741794 h 1816914"/>
                                      <a:gd name="connsiteX4" fmla="*/ 422092 w 2065941"/>
                                      <a:gd name="connsiteY4" fmla="*/ 1155450 h 1816914"/>
                                      <a:gd name="connsiteX5" fmla="*/ 683350 w 2065941"/>
                                      <a:gd name="connsiteY5" fmla="*/ 1427594 h 1816914"/>
                                      <a:gd name="connsiteX6" fmla="*/ 955490 w 2065941"/>
                                      <a:gd name="connsiteY6" fmla="*/ 1329622 h 1816914"/>
                                      <a:gd name="connsiteX7" fmla="*/ 1330542 w 2065941"/>
                                      <a:gd name="connsiteY7" fmla="*/ 1513113 h 1816914"/>
                                      <a:gd name="connsiteX8" fmla="*/ 1663063 w 2065941"/>
                                      <a:gd name="connsiteY8" fmla="*/ 1264307 h 1816914"/>
                                      <a:gd name="connsiteX9" fmla="*/ 2000520 w 2065941"/>
                                      <a:gd name="connsiteY9" fmla="*/ 1068366 h 1816914"/>
                                      <a:gd name="connsiteX10" fmla="*/ 2054950 w 2065941"/>
                                      <a:gd name="connsiteY10" fmla="*/ 1340508 h 1816914"/>
                                      <a:gd name="connsiteX11" fmla="*/ 1859005 w 2065941"/>
                                      <a:gd name="connsiteY11" fmla="*/ 1667078 h 1816914"/>
                                      <a:gd name="connsiteX12" fmla="*/ 1652177 w 2065941"/>
                                      <a:gd name="connsiteY12" fmla="*/ 1536450 h 1816914"/>
                                      <a:gd name="connsiteX13" fmla="*/ 1260292 w 2065941"/>
                                      <a:gd name="connsiteY13" fmla="*/ 1667079 h 1816914"/>
                                      <a:gd name="connsiteX14" fmla="*/ 1009920 w 2065941"/>
                                      <a:gd name="connsiteY14" fmla="*/ 1667079 h 1816914"/>
                                      <a:gd name="connsiteX15" fmla="*/ 846633 w 2065941"/>
                                      <a:gd name="connsiteY15" fmla="*/ 1699737 h 1816914"/>
                                      <a:gd name="connsiteX16" fmla="*/ 633857 w 2065941"/>
                                      <a:gd name="connsiteY16" fmla="*/ 1676400 h 1816914"/>
                                      <a:gd name="connsiteX17" fmla="*/ 394371 w 2065941"/>
                                      <a:gd name="connsiteY17" fmla="*/ 1458684 h 1816914"/>
                                      <a:gd name="connsiteX18" fmla="*/ 252856 w 2065941"/>
                                      <a:gd name="connsiteY18" fmla="*/ 1458684 h 1816914"/>
                                      <a:gd name="connsiteX19" fmla="*/ 89570 w 2065941"/>
                                      <a:gd name="connsiteY19" fmla="*/ 1545770 h 1816914"/>
                                      <a:gd name="connsiteX20" fmla="*/ 2485 w 2065941"/>
                                      <a:gd name="connsiteY20" fmla="*/ 1796143 h 1816914"/>
                                      <a:gd name="connsiteX21" fmla="*/ 24257 w 2065941"/>
                                      <a:gd name="connsiteY21" fmla="*/ 1803401 h 1816914"/>
                                      <a:gd name="connsiteX0" fmla="*/ 446980 w 2064122"/>
                                      <a:gd name="connsiteY0" fmla="*/ 0 h 2010230"/>
                                      <a:gd name="connsiteX1" fmla="*/ 278758 w 2064122"/>
                                      <a:gd name="connsiteY1" fmla="*/ 164850 h 2010230"/>
                                      <a:gd name="connsiteX2" fmla="*/ 213444 w 2064122"/>
                                      <a:gd name="connsiteY2" fmla="*/ 426108 h 2010230"/>
                                      <a:gd name="connsiteX3" fmla="*/ 213443 w 2064122"/>
                                      <a:gd name="connsiteY3" fmla="*/ 741794 h 2010230"/>
                                      <a:gd name="connsiteX4" fmla="*/ 420273 w 2064122"/>
                                      <a:gd name="connsiteY4" fmla="*/ 1155450 h 2010230"/>
                                      <a:gd name="connsiteX5" fmla="*/ 681531 w 2064122"/>
                                      <a:gd name="connsiteY5" fmla="*/ 1427594 h 2010230"/>
                                      <a:gd name="connsiteX6" fmla="*/ 953671 w 2064122"/>
                                      <a:gd name="connsiteY6" fmla="*/ 1329622 h 2010230"/>
                                      <a:gd name="connsiteX7" fmla="*/ 1328723 w 2064122"/>
                                      <a:gd name="connsiteY7" fmla="*/ 1513113 h 2010230"/>
                                      <a:gd name="connsiteX8" fmla="*/ 1661244 w 2064122"/>
                                      <a:gd name="connsiteY8" fmla="*/ 1264307 h 2010230"/>
                                      <a:gd name="connsiteX9" fmla="*/ 1998701 w 2064122"/>
                                      <a:gd name="connsiteY9" fmla="*/ 1068366 h 2010230"/>
                                      <a:gd name="connsiteX10" fmla="*/ 2053131 w 2064122"/>
                                      <a:gd name="connsiteY10" fmla="*/ 1340508 h 2010230"/>
                                      <a:gd name="connsiteX11" fmla="*/ 1857186 w 2064122"/>
                                      <a:gd name="connsiteY11" fmla="*/ 1667078 h 2010230"/>
                                      <a:gd name="connsiteX12" fmla="*/ 1650358 w 2064122"/>
                                      <a:gd name="connsiteY12" fmla="*/ 1536450 h 2010230"/>
                                      <a:gd name="connsiteX13" fmla="*/ 1258473 w 2064122"/>
                                      <a:gd name="connsiteY13" fmla="*/ 1667079 h 2010230"/>
                                      <a:gd name="connsiteX14" fmla="*/ 1008101 w 2064122"/>
                                      <a:gd name="connsiteY14" fmla="*/ 1667079 h 2010230"/>
                                      <a:gd name="connsiteX15" fmla="*/ 844814 w 2064122"/>
                                      <a:gd name="connsiteY15" fmla="*/ 1699737 h 2010230"/>
                                      <a:gd name="connsiteX16" fmla="*/ 632038 w 2064122"/>
                                      <a:gd name="connsiteY16" fmla="*/ 1676400 h 2010230"/>
                                      <a:gd name="connsiteX17" fmla="*/ 392552 w 2064122"/>
                                      <a:gd name="connsiteY17" fmla="*/ 1458684 h 2010230"/>
                                      <a:gd name="connsiteX18" fmla="*/ 251037 w 2064122"/>
                                      <a:gd name="connsiteY18" fmla="*/ 1458684 h 2010230"/>
                                      <a:gd name="connsiteX19" fmla="*/ 87751 w 2064122"/>
                                      <a:gd name="connsiteY19" fmla="*/ 1545770 h 2010230"/>
                                      <a:gd name="connsiteX20" fmla="*/ 666 w 2064122"/>
                                      <a:gd name="connsiteY20" fmla="*/ 1796143 h 2010230"/>
                                      <a:gd name="connsiteX21" fmla="*/ 120409 w 2064122"/>
                                      <a:gd name="connsiteY21" fmla="*/ 2010230 h 2010230"/>
                                      <a:gd name="connsiteX0" fmla="*/ 446980 w 2064122"/>
                                      <a:gd name="connsiteY0" fmla="*/ 0 h 2020996"/>
                                      <a:gd name="connsiteX1" fmla="*/ 278758 w 2064122"/>
                                      <a:gd name="connsiteY1" fmla="*/ 164850 h 2020996"/>
                                      <a:gd name="connsiteX2" fmla="*/ 213444 w 2064122"/>
                                      <a:gd name="connsiteY2" fmla="*/ 426108 h 2020996"/>
                                      <a:gd name="connsiteX3" fmla="*/ 213443 w 2064122"/>
                                      <a:gd name="connsiteY3" fmla="*/ 741794 h 2020996"/>
                                      <a:gd name="connsiteX4" fmla="*/ 420273 w 2064122"/>
                                      <a:gd name="connsiteY4" fmla="*/ 1155450 h 2020996"/>
                                      <a:gd name="connsiteX5" fmla="*/ 681531 w 2064122"/>
                                      <a:gd name="connsiteY5" fmla="*/ 1427594 h 2020996"/>
                                      <a:gd name="connsiteX6" fmla="*/ 953671 w 2064122"/>
                                      <a:gd name="connsiteY6" fmla="*/ 1329622 h 2020996"/>
                                      <a:gd name="connsiteX7" fmla="*/ 1328723 w 2064122"/>
                                      <a:gd name="connsiteY7" fmla="*/ 1513113 h 2020996"/>
                                      <a:gd name="connsiteX8" fmla="*/ 1661244 w 2064122"/>
                                      <a:gd name="connsiteY8" fmla="*/ 1264307 h 2020996"/>
                                      <a:gd name="connsiteX9" fmla="*/ 1998701 w 2064122"/>
                                      <a:gd name="connsiteY9" fmla="*/ 1068366 h 2020996"/>
                                      <a:gd name="connsiteX10" fmla="*/ 2053131 w 2064122"/>
                                      <a:gd name="connsiteY10" fmla="*/ 1340508 h 2020996"/>
                                      <a:gd name="connsiteX11" fmla="*/ 1857186 w 2064122"/>
                                      <a:gd name="connsiteY11" fmla="*/ 1667078 h 2020996"/>
                                      <a:gd name="connsiteX12" fmla="*/ 1650358 w 2064122"/>
                                      <a:gd name="connsiteY12" fmla="*/ 1536450 h 2020996"/>
                                      <a:gd name="connsiteX13" fmla="*/ 1258473 w 2064122"/>
                                      <a:gd name="connsiteY13" fmla="*/ 1667079 h 2020996"/>
                                      <a:gd name="connsiteX14" fmla="*/ 1008101 w 2064122"/>
                                      <a:gd name="connsiteY14" fmla="*/ 1667079 h 2020996"/>
                                      <a:gd name="connsiteX15" fmla="*/ 844814 w 2064122"/>
                                      <a:gd name="connsiteY15" fmla="*/ 1699737 h 2020996"/>
                                      <a:gd name="connsiteX16" fmla="*/ 632038 w 2064122"/>
                                      <a:gd name="connsiteY16" fmla="*/ 1676400 h 2020996"/>
                                      <a:gd name="connsiteX17" fmla="*/ 392552 w 2064122"/>
                                      <a:gd name="connsiteY17" fmla="*/ 1458684 h 2020996"/>
                                      <a:gd name="connsiteX18" fmla="*/ 251037 w 2064122"/>
                                      <a:gd name="connsiteY18" fmla="*/ 1458684 h 2020996"/>
                                      <a:gd name="connsiteX19" fmla="*/ 87751 w 2064122"/>
                                      <a:gd name="connsiteY19" fmla="*/ 1545770 h 2020996"/>
                                      <a:gd name="connsiteX20" fmla="*/ 666 w 2064122"/>
                                      <a:gd name="connsiteY20" fmla="*/ 1796143 h 2020996"/>
                                      <a:gd name="connsiteX21" fmla="*/ 120409 w 2064122"/>
                                      <a:gd name="connsiteY21" fmla="*/ 2010230 h 2020996"/>
                                      <a:gd name="connsiteX22" fmla="*/ 98638 w 2064122"/>
                                      <a:gd name="connsiteY22" fmla="*/ 1988459 h 2020996"/>
                                      <a:gd name="connsiteX0" fmla="*/ 446980 w 2064122"/>
                                      <a:gd name="connsiteY0" fmla="*/ 0 h 2022884"/>
                                      <a:gd name="connsiteX1" fmla="*/ 278758 w 2064122"/>
                                      <a:gd name="connsiteY1" fmla="*/ 164850 h 2022884"/>
                                      <a:gd name="connsiteX2" fmla="*/ 213444 w 2064122"/>
                                      <a:gd name="connsiteY2" fmla="*/ 426108 h 2022884"/>
                                      <a:gd name="connsiteX3" fmla="*/ 213443 w 2064122"/>
                                      <a:gd name="connsiteY3" fmla="*/ 741794 h 2022884"/>
                                      <a:gd name="connsiteX4" fmla="*/ 420273 w 2064122"/>
                                      <a:gd name="connsiteY4" fmla="*/ 1155450 h 2022884"/>
                                      <a:gd name="connsiteX5" fmla="*/ 681531 w 2064122"/>
                                      <a:gd name="connsiteY5" fmla="*/ 1427594 h 2022884"/>
                                      <a:gd name="connsiteX6" fmla="*/ 953671 w 2064122"/>
                                      <a:gd name="connsiteY6" fmla="*/ 1329622 h 2022884"/>
                                      <a:gd name="connsiteX7" fmla="*/ 1328723 w 2064122"/>
                                      <a:gd name="connsiteY7" fmla="*/ 1513113 h 2022884"/>
                                      <a:gd name="connsiteX8" fmla="*/ 1661244 w 2064122"/>
                                      <a:gd name="connsiteY8" fmla="*/ 1264307 h 2022884"/>
                                      <a:gd name="connsiteX9" fmla="*/ 1998701 w 2064122"/>
                                      <a:gd name="connsiteY9" fmla="*/ 1068366 h 2022884"/>
                                      <a:gd name="connsiteX10" fmla="*/ 2053131 w 2064122"/>
                                      <a:gd name="connsiteY10" fmla="*/ 1340508 h 2022884"/>
                                      <a:gd name="connsiteX11" fmla="*/ 1857186 w 2064122"/>
                                      <a:gd name="connsiteY11" fmla="*/ 1667078 h 2022884"/>
                                      <a:gd name="connsiteX12" fmla="*/ 1650358 w 2064122"/>
                                      <a:gd name="connsiteY12" fmla="*/ 1536450 h 2022884"/>
                                      <a:gd name="connsiteX13" fmla="*/ 1258473 w 2064122"/>
                                      <a:gd name="connsiteY13" fmla="*/ 1667079 h 2022884"/>
                                      <a:gd name="connsiteX14" fmla="*/ 1008101 w 2064122"/>
                                      <a:gd name="connsiteY14" fmla="*/ 1667079 h 2022884"/>
                                      <a:gd name="connsiteX15" fmla="*/ 844814 w 2064122"/>
                                      <a:gd name="connsiteY15" fmla="*/ 1699737 h 2022884"/>
                                      <a:gd name="connsiteX16" fmla="*/ 632038 w 2064122"/>
                                      <a:gd name="connsiteY16" fmla="*/ 1676400 h 2022884"/>
                                      <a:gd name="connsiteX17" fmla="*/ 392552 w 2064122"/>
                                      <a:gd name="connsiteY17" fmla="*/ 1458684 h 2022884"/>
                                      <a:gd name="connsiteX18" fmla="*/ 251037 w 2064122"/>
                                      <a:gd name="connsiteY18" fmla="*/ 1458684 h 2022884"/>
                                      <a:gd name="connsiteX19" fmla="*/ 87751 w 2064122"/>
                                      <a:gd name="connsiteY19" fmla="*/ 1545770 h 2022884"/>
                                      <a:gd name="connsiteX20" fmla="*/ 666 w 2064122"/>
                                      <a:gd name="connsiteY20" fmla="*/ 1796143 h 2022884"/>
                                      <a:gd name="connsiteX21" fmla="*/ 120409 w 2064122"/>
                                      <a:gd name="connsiteY21" fmla="*/ 2010230 h 2022884"/>
                                      <a:gd name="connsiteX22" fmla="*/ 436095 w 2064122"/>
                                      <a:gd name="connsiteY22" fmla="*/ 1999345 h 2022884"/>
                                      <a:gd name="connsiteX0" fmla="*/ 534066 w 2064122"/>
                                      <a:gd name="connsiteY0" fmla="*/ 0 h 2066427"/>
                                      <a:gd name="connsiteX1" fmla="*/ 278758 w 2064122"/>
                                      <a:gd name="connsiteY1" fmla="*/ 208393 h 2066427"/>
                                      <a:gd name="connsiteX2" fmla="*/ 213444 w 2064122"/>
                                      <a:gd name="connsiteY2" fmla="*/ 469651 h 2066427"/>
                                      <a:gd name="connsiteX3" fmla="*/ 213443 w 2064122"/>
                                      <a:gd name="connsiteY3" fmla="*/ 785337 h 2066427"/>
                                      <a:gd name="connsiteX4" fmla="*/ 420273 w 2064122"/>
                                      <a:gd name="connsiteY4" fmla="*/ 1198993 h 2066427"/>
                                      <a:gd name="connsiteX5" fmla="*/ 681531 w 2064122"/>
                                      <a:gd name="connsiteY5" fmla="*/ 1471137 h 2066427"/>
                                      <a:gd name="connsiteX6" fmla="*/ 953671 w 2064122"/>
                                      <a:gd name="connsiteY6" fmla="*/ 1373165 h 2066427"/>
                                      <a:gd name="connsiteX7" fmla="*/ 1328723 w 2064122"/>
                                      <a:gd name="connsiteY7" fmla="*/ 1556656 h 2066427"/>
                                      <a:gd name="connsiteX8" fmla="*/ 1661244 w 2064122"/>
                                      <a:gd name="connsiteY8" fmla="*/ 1307850 h 2066427"/>
                                      <a:gd name="connsiteX9" fmla="*/ 1998701 w 2064122"/>
                                      <a:gd name="connsiteY9" fmla="*/ 1111909 h 2066427"/>
                                      <a:gd name="connsiteX10" fmla="*/ 2053131 w 2064122"/>
                                      <a:gd name="connsiteY10" fmla="*/ 1384051 h 2066427"/>
                                      <a:gd name="connsiteX11" fmla="*/ 1857186 w 2064122"/>
                                      <a:gd name="connsiteY11" fmla="*/ 1710621 h 2066427"/>
                                      <a:gd name="connsiteX12" fmla="*/ 1650358 w 2064122"/>
                                      <a:gd name="connsiteY12" fmla="*/ 1579993 h 2066427"/>
                                      <a:gd name="connsiteX13" fmla="*/ 1258473 w 2064122"/>
                                      <a:gd name="connsiteY13" fmla="*/ 1710622 h 2066427"/>
                                      <a:gd name="connsiteX14" fmla="*/ 1008101 w 2064122"/>
                                      <a:gd name="connsiteY14" fmla="*/ 1710622 h 2066427"/>
                                      <a:gd name="connsiteX15" fmla="*/ 844814 w 2064122"/>
                                      <a:gd name="connsiteY15" fmla="*/ 1743280 h 2066427"/>
                                      <a:gd name="connsiteX16" fmla="*/ 632038 w 2064122"/>
                                      <a:gd name="connsiteY16" fmla="*/ 1719943 h 2066427"/>
                                      <a:gd name="connsiteX17" fmla="*/ 392552 w 2064122"/>
                                      <a:gd name="connsiteY17" fmla="*/ 1502227 h 2066427"/>
                                      <a:gd name="connsiteX18" fmla="*/ 251037 w 2064122"/>
                                      <a:gd name="connsiteY18" fmla="*/ 1502227 h 2066427"/>
                                      <a:gd name="connsiteX19" fmla="*/ 87751 w 2064122"/>
                                      <a:gd name="connsiteY19" fmla="*/ 1589313 h 2066427"/>
                                      <a:gd name="connsiteX20" fmla="*/ 666 w 2064122"/>
                                      <a:gd name="connsiteY20" fmla="*/ 1839686 h 2066427"/>
                                      <a:gd name="connsiteX21" fmla="*/ 120409 w 2064122"/>
                                      <a:gd name="connsiteY21" fmla="*/ 2053773 h 2066427"/>
                                      <a:gd name="connsiteX22" fmla="*/ 436095 w 2064122"/>
                                      <a:gd name="connsiteY22" fmla="*/ 2042888 h 2066427"/>
                                      <a:gd name="connsiteX0" fmla="*/ 534066 w 2102652"/>
                                      <a:gd name="connsiteY0" fmla="*/ 0 h 2066427"/>
                                      <a:gd name="connsiteX1" fmla="*/ 278758 w 2102652"/>
                                      <a:gd name="connsiteY1" fmla="*/ 208393 h 2066427"/>
                                      <a:gd name="connsiteX2" fmla="*/ 213444 w 2102652"/>
                                      <a:gd name="connsiteY2" fmla="*/ 469651 h 2066427"/>
                                      <a:gd name="connsiteX3" fmla="*/ 213443 w 2102652"/>
                                      <a:gd name="connsiteY3" fmla="*/ 785337 h 2066427"/>
                                      <a:gd name="connsiteX4" fmla="*/ 420273 w 2102652"/>
                                      <a:gd name="connsiteY4" fmla="*/ 1198993 h 2066427"/>
                                      <a:gd name="connsiteX5" fmla="*/ 681531 w 2102652"/>
                                      <a:gd name="connsiteY5" fmla="*/ 1471137 h 2066427"/>
                                      <a:gd name="connsiteX6" fmla="*/ 953671 w 2102652"/>
                                      <a:gd name="connsiteY6" fmla="*/ 1373165 h 2066427"/>
                                      <a:gd name="connsiteX7" fmla="*/ 1328723 w 2102652"/>
                                      <a:gd name="connsiteY7" fmla="*/ 1556656 h 2066427"/>
                                      <a:gd name="connsiteX8" fmla="*/ 1661244 w 2102652"/>
                                      <a:gd name="connsiteY8" fmla="*/ 1307850 h 2066427"/>
                                      <a:gd name="connsiteX9" fmla="*/ 1998701 w 2102652"/>
                                      <a:gd name="connsiteY9" fmla="*/ 1111909 h 2066427"/>
                                      <a:gd name="connsiteX10" fmla="*/ 2096674 w 2102652"/>
                                      <a:gd name="connsiteY10" fmla="*/ 1384051 h 2066427"/>
                                      <a:gd name="connsiteX11" fmla="*/ 1857186 w 2102652"/>
                                      <a:gd name="connsiteY11" fmla="*/ 1710621 h 2066427"/>
                                      <a:gd name="connsiteX12" fmla="*/ 1650358 w 2102652"/>
                                      <a:gd name="connsiteY12" fmla="*/ 1579993 h 2066427"/>
                                      <a:gd name="connsiteX13" fmla="*/ 1258473 w 2102652"/>
                                      <a:gd name="connsiteY13" fmla="*/ 1710622 h 2066427"/>
                                      <a:gd name="connsiteX14" fmla="*/ 1008101 w 2102652"/>
                                      <a:gd name="connsiteY14" fmla="*/ 1710622 h 2066427"/>
                                      <a:gd name="connsiteX15" fmla="*/ 844814 w 2102652"/>
                                      <a:gd name="connsiteY15" fmla="*/ 1743280 h 2066427"/>
                                      <a:gd name="connsiteX16" fmla="*/ 632038 w 2102652"/>
                                      <a:gd name="connsiteY16" fmla="*/ 1719943 h 2066427"/>
                                      <a:gd name="connsiteX17" fmla="*/ 392552 w 2102652"/>
                                      <a:gd name="connsiteY17" fmla="*/ 1502227 h 2066427"/>
                                      <a:gd name="connsiteX18" fmla="*/ 251037 w 2102652"/>
                                      <a:gd name="connsiteY18" fmla="*/ 1502227 h 2066427"/>
                                      <a:gd name="connsiteX19" fmla="*/ 87751 w 2102652"/>
                                      <a:gd name="connsiteY19" fmla="*/ 1589313 h 2066427"/>
                                      <a:gd name="connsiteX20" fmla="*/ 666 w 2102652"/>
                                      <a:gd name="connsiteY20" fmla="*/ 1839686 h 2066427"/>
                                      <a:gd name="connsiteX21" fmla="*/ 120409 w 2102652"/>
                                      <a:gd name="connsiteY21" fmla="*/ 2053773 h 2066427"/>
                                      <a:gd name="connsiteX22" fmla="*/ 436095 w 2102652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1008101 w 2112397"/>
                                      <a:gd name="connsiteY14" fmla="*/ 1710622 h 2066427"/>
                                      <a:gd name="connsiteX15" fmla="*/ 844814 w 2112397"/>
                                      <a:gd name="connsiteY15" fmla="*/ 1743280 h 2066427"/>
                                      <a:gd name="connsiteX16" fmla="*/ 632038 w 2112397"/>
                                      <a:gd name="connsiteY16" fmla="*/ 1719943 h 2066427"/>
                                      <a:gd name="connsiteX17" fmla="*/ 392552 w 2112397"/>
                                      <a:gd name="connsiteY17" fmla="*/ 1502227 h 2066427"/>
                                      <a:gd name="connsiteX18" fmla="*/ 251037 w 2112397"/>
                                      <a:gd name="connsiteY18" fmla="*/ 1502227 h 2066427"/>
                                      <a:gd name="connsiteX19" fmla="*/ 87751 w 2112397"/>
                                      <a:gd name="connsiteY19" fmla="*/ 1589313 h 2066427"/>
                                      <a:gd name="connsiteX20" fmla="*/ 666 w 2112397"/>
                                      <a:gd name="connsiteY20" fmla="*/ 1839686 h 2066427"/>
                                      <a:gd name="connsiteX21" fmla="*/ 120409 w 2112397"/>
                                      <a:gd name="connsiteY21" fmla="*/ 2053773 h 2066427"/>
                                      <a:gd name="connsiteX22" fmla="*/ 436095 w 2112397"/>
                                      <a:gd name="connsiteY22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844814 w 2112397"/>
                                      <a:gd name="connsiteY14" fmla="*/ 1743280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12397"/>
                                      <a:gd name="connsiteY0" fmla="*/ 0 h 2066427"/>
                                      <a:gd name="connsiteX1" fmla="*/ 278758 w 2112397"/>
                                      <a:gd name="connsiteY1" fmla="*/ 208393 h 2066427"/>
                                      <a:gd name="connsiteX2" fmla="*/ 213444 w 2112397"/>
                                      <a:gd name="connsiteY2" fmla="*/ 469651 h 2066427"/>
                                      <a:gd name="connsiteX3" fmla="*/ 213443 w 2112397"/>
                                      <a:gd name="connsiteY3" fmla="*/ 785337 h 2066427"/>
                                      <a:gd name="connsiteX4" fmla="*/ 420273 w 2112397"/>
                                      <a:gd name="connsiteY4" fmla="*/ 1198993 h 2066427"/>
                                      <a:gd name="connsiteX5" fmla="*/ 681531 w 2112397"/>
                                      <a:gd name="connsiteY5" fmla="*/ 1471137 h 2066427"/>
                                      <a:gd name="connsiteX6" fmla="*/ 953671 w 2112397"/>
                                      <a:gd name="connsiteY6" fmla="*/ 1373165 h 2066427"/>
                                      <a:gd name="connsiteX7" fmla="*/ 1328723 w 2112397"/>
                                      <a:gd name="connsiteY7" fmla="*/ 1556656 h 2066427"/>
                                      <a:gd name="connsiteX8" fmla="*/ 1661244 w 2112397"/>
                                      <a:gd name="connsiteY8" fmla="*/ 1307850 h 2066427"/>
                                      <a:gd name="connsiteX9" fmla="*/ 2042244 w 2112397"/>
                                      <a:gd name="connsiteY9" fmla="*/ 1057481 h 2066427"/>
                                      <a:gd name="connsiteX10" fmla="*/ 2096674 w 2112397"/>
                                      <a:gd name="connsiteY10" fmla="*/ 1384051 h 2066427"/>
                                      <a:gd name="connsiteX11" fmla="*/ 1857186 w 2112397"/>
                                      <a:gd name="connsiteY11" fmla="*/ 1710621 h 2066427"/>
                                      <a:gd name="connsiteX12" fmla="*/ 1650358 w 2112397"/>
                                      <a:gd name="connsiteY12" fmla="*/ 1579993 h 2066427"/>
                                      <a:gd name="connsiteX13" fmla="*/ 1258473 w 2112397"/>
                                      <a:gd name="connsiteY13" fmla="*/ 1710622 h 2066427"/>
                                      <a:gd name="connsiteX14" fmla="*/ 953672 w 2112397"/>
                                      <a:gd name="connsiteY14" fmla="*/ 1699737 h 2066427"/>
                                      <a:gd name="connsiteX15" fmla="*/ 632038 w 2112397"/>
                                      <a:gd name="connsiteY15" fmla="*/ 1719943 h 2066427"/>
                                      <a:gd name="connsiteX16" fmla="*/ 392552 w 2112397"/>
                                      <a:gd name="connsiteY16" fmla="*/ 1502227 h 2066427"/>
                                      <a:gd name="connsiteX17" fmla="*/ 251037 w 2112397"/>
                                      <a:gd name="connsiteY17" fmla="*/ 1502227 h 2066427"/>
                                      <a:gd name="connsiteX18" fmla="*/ 87751 w 2112397"/>
                                      <a:gd name="connsiteY18" fmla="*/ 1589313 h 2066427"/>
                                      <a:gd name="connsiteX19" fmla="*/ 666 w 2112397"/>
                                      <a:gd name="connsiteY19" fmla="*/ 1839686 h 2066427"/>
                                      <a:gd name="connsiteX20" fmla="*/ 120409 w 2112397"/>
                                      <a:gd name="connsiteY20" fmla="*/ 2053773 h 2066427"/>
                                      <a:gd name="connsiteX21" fmla="*/ 436095 w 2112397"/>
                                      <a:gd name="connsiteY21" fmla="*/ 2042888 h 2066427"/>
                                      <a:gd name="connsiteX0" fmla="*/ 534066 w 2105140"/>
                                      <a:gd name="connsiteY0" fmla="*/ 0 h 2066427"/>
                                      <a:gd name="connsiteX1" fmla="*/ 278758 w 2105140"/>
                                      <a:gd name="connsiteY1" fmla="*/ 208393 h 2066427"/>
                                      <a:gd name="connsiteX2" fmla="*/ 213444 w 2105140"/>
                                      <a:gd name="connsiteY2" fmla="*/ 469651 h 2066427"/>
                                      <a:gd name="connsiteX3" fmla="*/ 213443 w 2105140"/>
                                      <a:gd name="connsiteY3" fmla="*/ 785337 h 2066427"/>
                                      <a:gd name="connsiteX4" fmla="*/ 420273 w 2105140"/>
                                      <a:gd name="connsiteY4" fmla="*/ 1198993 h 2066427"/>
                                      <a:gd name="connsiteX5" fmla="*/ 681531 w 2105140"/>
                                      <a:gd name="connsiteY5" fmla="*/ 1471137 h 2066427"/>
                                      <a:gd name="connsiteX6" fmla="*/ 953671 w 2105140"/>
                                      <a:gd name="connsiteY6" fmla="*/ 1373165 h 2066427"/>
                                      <a:gd name="connsiteX7" fmla="*/ 1328723 w 2105140"/>
                                      <a:gd name="connsiteY7" fmla="*/ 1556656 h 2066427"/>
                                      <a:gd name="connsiteX8" fmla="*/ 1661244 w 2105140"/>
                                      <a:gd name="connsiteY8" fmla="*/ 1307850 h 2066427"/>
                                      <a:gd name="connsiteX9" fmla="*/ 2042244 w 2105140"/>
                                      <a:gd name="connsiteY9" fmla="*/ 1057481 h 2066427"/>
                                      <a:gd name="connsiteX10" fmla="*/ 2096674 w 2105140"/>
                                      <a:gd name="connsiteY10" fmla="*/ 1384051 h 2066427"/>
                                      <a:gd name="connsiteX11" fmla="*/ 1955157 w 2105140"/>
                                      <a:gd name="connsiteY11" fmla="*/ 1634421 h 2066427"/>
                                      <a:gd name="connsiteX12" fmla="*/ 1650358 w 2105140"/>
                                      <a:gd name="connsiteY12" fmla="*/ 1579993 h 2066427"/>
                                      <a:gd name="connsiteX13" fmla="*/ 1258473 w 2105140"/>
                                      <a:gd name="connsiteY13" fmla="*/ 1710622 h 2066427"/>
                                      <a:gd name="connsiteX14" fmla="*/ 953672 w 2105140"/>
                                      <a:gd name="connsiteY14" fmla="*/ 1699737 h 2066427"/>
                                      <a:gd name="connsiteX15" fmla="*/ 632038 w 2105140"/>
                                      <a:gd name="connsiteY15" fmla="*/ 1719943 h 2066427"/>
                                      <a:gd name="connsiteX16" fmla="*/ 392552 w 2105140"/>
                                      <a:gd name="connsiteY16" fmla="*/ 1502227 h 2066427"/>
                                      <a:gd name="connsiteX17" fmla="*/ 251037 w 2105140"/>
                                      <a:gd name="connsiteY17" fmla="*/ 1502227 h 2066427"/>
                                      <a:gd name="connsiteX18" fmla="*/ 87751 w 2105140"/>
                                      <a:gd name="connsiteY18" fmla="*/ 1589313 h 2066427"/>
                                      <a:gd name="connsiteX19" fmla="*/ 666 w 2105140"/>
                                      <a:gd name="connsiteY19" fmla="*/ 1839686 h 2066427"/>
                                      <a:gd name="connsiteX20" fmla="*/ 120409 w 2105140"/>
                                      <a:gd name="connsiteY20" fmla="*/ 2053773 h 2066427"/>
                                      <a:gd name="connsiteX21" fmla="*/ 436095 w 2105140"/>
                                      <a:gd name="connsiteY21" fmla="*/ 2042888 h 2066427"/>
                                      <a:gd name="connsiteX0" fmla="*/ 534066 w 2105140"/>
                                      <a:gd name="connsiteY0" fmla="*/ 0 h 2141103"/>
                                      <a:gd name="connsiteX1" fmla="*/ 278758 w 2105140"/>
                                      <a:gd name="connsiteY1" fmla="*/ 208393 h 2141103"/>
                                      <a:gd name="connsiteX2" fmla="*/ 213444 w 2105140"/>
                                      <a:gd name="connsiteY2" fmla="*/ 469651 h 2141103"/>
                                      <a:gd name="connsiteX3" fmla="*/ 213443 w 2105140"/>
                                      <a:gd name="connsiteY3" fmla="*/ 785337 h 2141103"/>
                                      <a:gd name="connsiteX4" fmla="*/ 420273 w 2105140"/>
                                      <a:gd name="connsiteY4" fmla="*/ 1198993 h 2141103"/>
                                      <a:gd name="connsiteX5" fmla="*/ 681531 w 2105140"/>
                                      <a:gd name="connsiteY5" fmla="*/ 1471137 h 2141103"/>
                                      <a:gd name="connsiteX6" fmla="*/ 953671 w 2105140"/>
                                      <a:gd name="connsiteY6" fmla="*/ 1373165 h 2141103"/>
                                      <a:gd name="connsiteX7" fmla="*/ 1328723 w 2105140"/>
                                      <a:gd name="connsiteY7" fmla="*/ 1556656 h 2141103"/>
                                      <a:gd name="connsiteX8" fmla="*/ 1661244 w 2105140"/>
                                      <a:gd name="connsiteY8" fmla="*/ 1307850 h 2141103"/>
                                      <a:gd name="connsiteX9" fmla="*/ 2042244 w 2105140"/>
                                      <a:gd name="connsiteY9" fmla="*/ 1057481 h 2141103"/>
                                      <a:gd name="connsiteX10" fmla="*/ 2096674 w 2105140"/>
                                      <a:gd name="connsiteY10" fmla="*/ 1384051 h 2141103"/>
                                      <a:gd name="connsiteX11" fmla="*/ 1955157 w 2105140"/>
                                      <a:gd name="connsiteY11" fmla="*/ 1634421 h 2141103"/>
                                      <a:gd name="connsiteX12" fmla="*/ 1650358 w 2105140"/>
                                      <a:gd name="connsiteY12" fmla="*/ 1579993 h 2141103"/>
                                      <a:gd name="connsiteX13" fmla="*/ 1258473 w 2105140"/>
                                      <a:gd name="connsiteY13" fmla="*/ 1710622 h 2141103"/>
                                      <a:gd name="connsiteX14" fmla="*/ 953672 w 2105140"/>
                                      <a:gd name="connsiteY14" fmla="*/ 1699737 h 2141103"/>
                                      <a:gd name="connsiteX15" fmla="*/ 632038 w 2105140"/>
                                      <a:gd name="connsiteY15" fmla="*/ 1719943 h 2141103"/>
                                      <a:gd name="connsiteX16" fmla="*/ 392552 w 2105140"/>
                                      <a:gd name="connsiteY16" fmla="*/ 1502227 h 2141103"/>
                                      <a:gd name="connsiteX17" fmla="*/ 251037 w 2105140"/>
                                      <a:gd name="connsiteY17" fmla="*/ 1502227 h 2141103"/>
                                      <a:gd name="connsiteX18" fmla="*/ 87751 w 2105140"/>
                                      <a:gd name="connsiteY18" fmla="*/ 1589313 h 2141103"/>
                                      <a:gd name="connsiteX19" fmla="*/ 666 w 2105140"/>
                                      <a:gd name="connsiteY19" fmla="*/ 1839686 h 2141103"/>
                                      <a:gd name="connsiteX20" fmla="*/ 120409 w 2105140"/>
                                      <a:gd name="connsiteY20" fmla="*/ 2053773 h 2141103"/>
                                      <a:gd name="connsiteX21" fmla="*/ 436095 w 2105140"/>
                                      <a:gd name="connsiteY21" fmla="*/ 2140859 h 2141103"/>
                                      <a:gd name="connsiteX0" fmla="*/ 534066 w 2105140"/>
                                      <a:gd name="connsiteY0" fmla="*/ 0 h 2162631"/>
                                      <a:gd name="connsiteX1" fmla="*/ 278758 w 2105140"/>
                                      <a:gd name="connsiteY1" fmla="*/ 208393 h 2162631"/>
                                      <a:gd name="connsiteX2" fmla="*/ 213444 w 2105140"/>
                                      <a:gd name="connsiteY2" fmla="*/ 469651 h 2162631"/>
                                      <a:gd name="connsiteX3" fmla="*/ 213443 w 2105140"/>
                                      <a:gd name="connsiteY3" fmla="*/ 785337 h 2162631"/>
                                      <a:gd name="connsiteX4" fmla="*/ 420273 w 2105140"/>
                                      <a:gd name="connsiteY4" fmla="*/ 1198993 h 2162631"/>
                                      <a:gd name="connsiteX5" fmla="*/ 681531 w 2105140"/>
                                      <a:gd name="connsiteY5" fmla="*/ 1471137 h 2162631"/>
                                      <a:gd name="connsiteX6" fmla="*/ 953671 w 2105140"/>
                                      <a:gd name="connsiteY6" fmla="*/ 1373165 h 2162631"/>
                                      <a:gd name="connsiteX7" fmla="*/ 1328723 w 2105140"/>
                                      <a:gd name="connsiteY7" fmla="*/ 1556656 h 2162631"/>
                                      <a:gd name="connsiteX8" fmla="*/ 1661244 w 2105140"/>
                                      <a:gd name="connsiteY8" fmla="*/ 1307850 h 2162631"/>
                                      <a:gd name="connsiteX9" fmla="*/ 2042244 w 2105140"/>
                                      <a:gd name="connsiteY9" fmla="*/ 1057481 h 2162631"/>
                                      <a:gd name="connsiteX10" fmla="*/ 2096674 w 2105140"/>
                                      <a:gd name="connsiteY10" fmla="*/ 1384051 h 2162631"/>
                                      <a:gd name="connsiteX11" fmla="*/ 1955157 w 2105140"/>
                                      <a:gd name="connsiteY11" fmla="*/ 1634421 h 2162631"/>
                                      <a:gd name="connsiteX12" fmla="*/ 1650358 w 2105140"/>
                                      <a:gd name="connsiteY12" fmla="*/ 1579993 h 2162631"/>
                                      <a:gd name="connsiteX13" fmla="*/ 1258473 w 2105140"/>
                                      <a:gd name="connsiteY13" fmla="*/ 1710622 h 2162631"/>
                                      <a:gd name="connsiteX14" fmla="*/ 953672 w 2105140"/>
                                      <a:gd name="connsiteY14" fmla="*/ 1699737 h 2162631"/>
                                      <a:gd name="connsiteX15" fmla="*/ 632038 w 2105140"/>
                                      <a:gd name="connsiteY15" fmla="*/ 1719943 h 2162631"/>
                                      <a:gd name="connsiteX16" fmla="*/ 392552 w 2105140"/>
                                      <a:gd name="connsiteY16" fmla="*/ 1502227 h 2162631"/>
                                      <a:gd name="connsiteX17" fmla="*/ 251037 w 2105140"/>
                                      <a:gd name="connsiteY17" fmla="*/ 1502227 h 2162631"/>
                                      <a:gd name="connsiteX18" fmla="*/ 87751 w 2105140"/>
                                      <a:gd name="connsiteY18" fmla="*/ 1589313 h 2162631"/>
                                      <a:gd name="connsiteX19" fmla="*/ 666 w 2105140"/>
                                      <a:gd name="connsiteY19" fmla="*/ 1839686 h 2162631"/>
                                      <a:gd name="connsiteX20" fmla="*/ 120409 w 2105140"/>
                                      <a:gd name="connsiteY20" fmla="*/ 2053773 h 2162631"/>
                                      <a:gd name="connsiteX21" fmla="*/ 436095 w 2105140"/>
                                      <a:gd name="connsiteY21" fmla="*/ 2140859 h 2162631"/>
                                      <a:gd name="connsiteX22" fmla="*/ 414324 w 2105140"/>
                                      <a:gd name="connsiteY22" fmla="*/ 2162631 h 2162631"/>
                                      <a:gd name="connsiteX0" fmla="*/ 534066 w 2105140"/>
                                      <a:gd name="connsiteY0" fmla="*/ 0 h 2173517"/>
                                      <a:gd name="connsiteX1" fmla="*/ 278758 w 2105140"/>
                                      <a:gd name="connsiteY1" fmla="*/ 208393 h 2173517"/>
                                      <a:gd name="connsiteX2" fmla="*/ 213444 w 2105140"/>
                                      <a:gd name="connsiteY2" fmla="*/ 469651 h 2173517"/>
                                      <a:gd name="connsiteX3" fmla="*/ 213443 w 2105140"/>
                                      <a:gd name="connsiteY3" fmla="*/ 785337 h 2173517"/>
                                      <a:gd name="connsiteX4" fmla="*/ 420273 w 2105140"/>
                                      <a:gd name="connsiteY4" fmla="*/ 1198993 h 2173517"/>
                                      <a:gd name="connsiteX5" fmla="*/ 681531 w 2105140"/>
                                      <a:gd name="connsiteY5" fmla="*/ 1471137 h 2173517"/>
                                      <a:gd name="connsiteX6" fmla="*/ 953671 w 2105140"/>
                                      <a:gd name="connsiteY6" fmla="*/ 1373165 h 2173517"/>
                                      <a:gd name="connsiteX7" fmla="*/ 1328723 w 2105140"/>
                                      <a:gd name="connsiteY7" fmla="*/ 1556656 h 2173517"/>
                                      <a:gd name="connsiteX8" fmla="*/ 1661244 w 2105140"/>
                                      <a:gd name="connsiteY8" fmla="*/ 1307850 h 2173517"/>
                                      <a:gd name="connsiteX9" fmla="*/ 2042244 w 2105140"/>
                                      <a:gd name="connsiteY9" fmla="*/ 1057481 h 2173517"/>
                                      <a:gd name="connsiteX10" fmla="*/ 2096674 w 2105140"/>
                                      <a:gd name="connsiteY10" fmla="*/ 1384051 h 2173517"/>
                                      <a:gd name="connsiteX11" fmla="*/ 1955157 w 2105140"/>
                                      <a:gd name="connsiteY11" fmla="*/ 1634421 h 2173517"/>
                                      <a:gd name="connsiteX12" fmla="*/ 1650358 w 2105140"/>
                                      <a:gd name="connsiteY12" fmla="*/ 1579993 h 2173517"/>
                                      <a:gd name="connsiteX13" fmla="*/ 1258473 w 2105140"/>
                                      <a:gd name="connsiteY13" fmla="*/ 1710622 h 2173517"/>
                                      <a:gd name="connsiteX14" fmla="*/ 953672 w 2105140"/>
                                      <a:gd name="connsiteY14" fmla="*/ 1699737 h 2173517"/>
                                      <a:gd name="connsiteX15" fmla="*/ 632038 w 2105140"/>
                                      <a:gd name="connsiteY15" fmla="*/ 1719943 h 2173517"/>
                                      <a:gd name="connsiteX16" fmla="*/ 392552 w 2105140"/>
                                      <a:gd name="connsiteY16" fmla="*/ 1502227 h 2173517"/>
                                      <a:gd name="connsiteX17" fmla="*/ 251037 w 2105140"/>
                                      <a:gd name="connsiteY17" fmla="*/ 1502227 h 2173517"/>
                                      <a:gd name="connsiteX18" fmla="*/ 87751 w 2105140"/>
                                      <a:gd name="connsiteY18" fmla="*/ 1589313 h 2173517"/>
                                      <a:gd name="connsiteX19" fmla="*/ 666 w 2105140"/>
                                      <a:gd name="connsiteY19" fmla="*/ 1839686 h 2173517"/>
                                      <a:gd name="connsiteX20" fmla="*/ 120409 w 2105140"/>
                                      <a:gd name="connsiteY20" fmla="*/ 2053773 h 2173517"/>
                                      <a:gd name="connsiteX21" fmla="*/ 436095 w 2105140"/>
                                      <a:gd name="connsiteY21" fmla="*/ 2140859 h 2173517"/>
                                      <a:gd name="connsiteX22" fmla="*/ 708238 w 2105140"/>
                                      <a:gd name="connsiteY22" fmla="*/ 2173517 h 217351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730009 w 2105140"/>
                                      <a:gd name="connsiteY23" fmla="*/ 2173517 h 2175936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925952 w 2105140"/>
                                      <a:gd name="connsiteY24" fmla="*/ 2140860 h 2174627"/>
                                      <a:gd name="connsiteX0" fmla="*/ 534066 w 2105140"/>
                                      <a:gd name="connsiteY0" fmla="*/ 0 h 2174627"/>
                                      <a:gd name="connsiteX1" fmla="*/ 278758 w 2105140"/>
                                      <a:gd name="connsiteY1" fmla="*/ 208393 h 2174627"/>
                                      <a:gd name="connsiteX2" fmla="*/ 213444 w 2105140"/>
                                      <a:gd name="connsiteY2" fmla="*/ 469651 h 2174627"/>
                                      <a:gd name="connsiteX3" fmla="*/ 213443 w 2105140"/>
                                      <a:gd name="connsiteY3" fmla="*/ 785337 h 2174627"/>
                                      <a:gd name="connsiteX4" fmla="*/ 420273 w 2105140"/>
                                      <a:gd name="connsiteY4" fmla="*/ 1198993 h 2174627"/>
                                      <a:gd name="connsiteX5" fmla="*/ 681531 w 2105140"/>
                                      <a:gd name="connsiteY5" fmla="*/ 1471137 h 2174627"/>
                                      <a:gd name="connsiteX6" fmla="*/ 953671 w 2105140"/>
                                      <a:gd name="connsiteY6" fmla="*/ 1373165 h 2174627"/>
                                      <a:gd name="connsiteX7" fmla="*/ 1328723 w 2105140"/>
                                      <a:gd name="connsiteY7" fmla="*/ 1556656 h 2174627"/>
                                      <a:gd name="connsiteX8" fmla="*/ 1661244 w 2105140"/>
                                      <a:gd name="connsiteY8" fmla="*/ 1307850 h 2174627"/>
                                      <a:gd name="connsiteX9" fmla="*/ 2042244 w 2105140"/>
                                      <a:gd name="connsiteY9" fmla="*/ 1057481 h 2174627"/>
                                      <a:gd name="connsiteX10" fmla="*/ 2096674 w 2105140"/>
                                      <a:gd name="connsiteY10" fmla="*/ 1384051 h 2174627"/>
                                      <a:gd name="connsiteX11" fmla="*/ 1955157 w 2105140"/>
                                      <a:gd name="connsiteY11" fmla="*/ 1634421 h 2174627"/>
                                      <a:gd name="connsiteX12" fmla="*/ 1650358 w 2105140"/>
                                      <a:gd name="connsiteY12" fmla="*/ 1579993 h 2174627"/>
                                      <a:gd name="connsiteX13" fmla="*/ 1258473 w 2105140"/>
                                      <a:gd name="connsiteY13" fmla="*/ 1710622 h 2174627"/>
                                      <a:gd name="connsiteX14" fmla="*/ 953672 w 2105140"/>
                                      <a:gd name="connsiteY14" fmla="*/ 1699737 h 2174627"/>
                                      <a:gd name="connsiteX15" fmla="*/ 632038 w 2105140"/>
                                      <a:gd name="connsiteY15" fmla="*/ 1719943 h 2174627"/>
                                      <a:gd name="connsiteX16" fmla="*/ 392552 w 2105140"/>
                                      <a:gd name="connsiteY16" fmla="*/ 1502227 h 2174627"/>
                                      <a:gd name="connsiteX17" fmla="*/ 251037 w 2105140"/>
                                      <a:gd name="connsiteY17" fmla="*/ 1502227 h 2174627"/>
                                      <a:gd name="connsiteX18" fmla="*/ 87751 w 2105140"/>
                                      <a:gd name="connsiteY18" fmla="*/ 1589313 h 2174627"/>
                                      <a:gd name="connsiteX19" fmla="*/ 666 w 2105140"/>
                                      <a:gd name="connsiteY19" fmla="*/ 1839686 h 2174627"/>
                                      <a:gd name="connsiteX20" fmla="*/ 120409 w 2105140"/>
                                      <a:gd name="connsiteY20" fmla="*/ 2053773 h 2174627"/>
                                      <a:gd name="connsiteX21" fmla="*/ 436095 w 2105140"/>
                                      <a:gd name="connsiteY21" fmla="*/ 2140859 h 2174627"/>
                                      <a:gd name="connsiteX22" fmla="*/ 708238 w 2105140"/>
                                      <a:gd name="connsiteY22" fmla="*/ 2173517 h 2174627"/>
                                      <a:gd name="connsiteX23" fmla="*/ 947724 w 2105140"/>
                                      <a:gd name="connsiteY23" fmla="*/ 2162631 h 2174627"/>
                                      <a:gd name="connsiteX24" fmla="*/ 1426695 w 2105140"/>
                                      <a:gd name="connsiteY24" fmla="*/ 2119088 h 2174627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99737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01765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24" fmla="*/ 1426695 w 2105140"/>
                                      <a:gd name="connsiteY24" fmla="*/ 2119088 h 2175936"/>
                                      <a:gd name="connsiteX0" fmla="*/ 534066 w 2105140"/>
                                      <a:gd name="connsiteY0" fmla="*/ 0 h 2175936"/>
                                      <a:gd name="connsiteX1" fmla="*/ 278758 w 2105140"/>
                                      <a:gd name="connsiteY1" fmla="*/ 208393 h 2175936"/>
                                      <a:gd name="connsiteX2" fmla="*/ 213444 w 2105140"/>
                                      <a:gd name="connsiteY2" fmla="*/ 469651 h 2175936"/>
                                      <a:gd name="connsiteX3" fmla="*/ 213443 w 2105140"/>
                                      <a:gd name="connsiteY3" fmla="*/ 785337 h 2175936"/>
                                      <a:gd name="connsiteX4" fmla="*/ 420273 w 2105140"/>
                                      <a:gd name="connsiteY4" fmla="*/ 1198993 h 2175936"/>
                                      <a:gd name="connsiteX5" fmla="*/ 681531 w 2105140"/>
                                      <a:gd name="connsiteY5" fmla="*/ 1471137 h 2175936"/>
                                      <a:gd name="connsiteX6" fmla="*/ 953671 w 2105140"/>
                                      <a:gd name="connsiteY6" fmla="*/ 1373165 h 2175936"/>
                                      <a:gd name="connsiteX7" fmla="*/ 1328723 w 2105140"/>
                                      <a:gd name="connsiteY7" fmla="*/ 1556656 h 2175936"/>
                                      <a:gd name="connsiteX8" fmla="*/ 1661244 w 2105140"/>
                                      <a:gd name="connsiteY8" fmla="*/ 1307850 h 2175936"/>
                                      <a:gd name="connsiteX9" fmla="*/ 2042244 w 2105140"/>
                                      <a:gd name="connsiteY9" fmla="*/ 1057481 h 2175936"/>
                                      <a:gd name="connsiteX10" fmla="*/ 2096674 w 2105140"/>
                                      <a:gd name="connsiteY10" fmla="*/ 1384051 h 2175936"/>
                                      <a:gd name="connsiteX11" fmla="*/ 1955157 w 2105140"/>
                                      <a:gd name="connsiteY11" fmla="*/ 1634421 h 2175936"/>
                                      <a:gd name="connsiteX12" fmla="*/ 1650358 w 2105140"/>
                                      <a:gd name="connsiteY12" fmla="*/ 1579993 h 2175936"/>
                                      <a:gd name="connsiteX13" fmla="*/ 1258473 w 2105140"/>
                                      <a:gd name="connsiteY13" fmla="*/ 1710622 h 2175936"/>
                                      <a:gd name="connsiteX14" fmla="*/ 953672 w 2105140"/>
                                      <a:gd name="connsiteY14" fmla="*/ 1601765 h 2175936"/>
                                      <a:gd name="connsiteX15" fmla="*/ 632038 w 2105140"/>
                                      <a:gd name="connsiteY15" fmla="*/ 1719943 h 2175936"/>
                                      <a:gd name="connsiteX16" fmla="*/ 392552 w 2105140"/>
                                      <a:gd name="connsiteY16" fmla="*/ 1502227 h 2175936"/>
                                      <a:gd name="connsiteX17" fmla="*/ 251037 w 2105140"/>
                                      <a:gd name="connsiteY17" fmla="*/ 1502227 h 2175936"/>
                                      <a:gd name="connsiteX18" fmla="*/ 87751 w 2105140"/>
                                      <a:gd name="connsiteY18" fmla="*/ 1589313 h 2175936"/>
                                      <a:gd name="connsiteX19" fmla="*/ 666 w 2105140"/>
                                      <a:gd name="connsiteY19" fmla="*/ 1839686 h 2175936"/>
                                      <a:gd name="connsiteX20" fmla="*/ 120409 w 2105140"/>
                                      <a:gd name="connsiteY20" fmla="*/ 2053773 h 2175936"/>
                                      <a:gd name="connsiteX21" fmla="*/ 436095 w 2105140"/>
                                      <a:gd name="connsiteY21" fmla="*/ 2140859 h 2175936"/>
                                      <a:gd name="connsiteX22" fmla="*/ 708238 w 2105140"/>
                                      <a:gd name="connsiteY22" fmla="*/ 2173517 h 2175936"/>
                                      <a:gd name="connsiteX23" fmla="*/ 1045696 w 2105140"/>
                                      <a:gd name="connsiteY23" fmla="*/ 2173517 h 2175936"/>
                                      <a:gd name="connsiteX0" fmla="*/ 534066 w 2105140"/>
                                      <a:gd name="connsiteY0" fmla="*/ 0 h 2173517"/>
                                      <a:gd name="connsiteX1" fmla="*/ 278758 w 2105140"/>
                                      <a:gd name="connsiteY1" fmla="*/ 208393 h 2173517"/>
                                      <a:gd name="connsiteX2" fmla="*/ 213444 w 2105140"/>
                                      <a:gd name="connsiteY2" fmla="*/ 469651 h 2173517"/>
                                      <a:gd name="connsiteX3" fmla="*/ 213443 w 2105140"/>
                                      <a:gd name="connsiteY3" fmla="*/ 785337 h 2173517"/>
                                      <a:gd name="connsiteX4" fmla="*/ 420273 w 2105140"/>
                                      <a:gd name="connsiteY4" fmla="*/ 1198993 h 2173517"/>
                                      <a:gd name="connsiteX5" fmla="*/ 681531 w 2105140"/>
                                      <a:gd name="connsiteY5" fmla="*/ 1471137 h 2173517"/>
                                      <a:gd name="connsiteX6" fmla="*/ 953671 w 2105140"/>
                                      <a:gd name="connsiteY6" fmla="*/ 1373165 h 2173517"/>
                                      <a:gd name="connsiteX7" fmla="*/ 1328723 w 2105140"/>
                                      <a:gd name="connsiteY7" fmla="*/ 1556656 h 2173517"/>
                                      <a:gd name="connsiteX8" fmla="*/ 1661244 w 2105140"/>
                                      <a:gd name="connsiteY8" fmla="*/ 1307850 h 2173517"/>
                                      <a:gd name="connsiteX9" fmla="*/ 2042244 w 2105140"/>
                                      <a:gd name="connsiteY9" fmla="*/ 1057481 h 2173517"/>
                                      <a:gd name="connsiteX10" fmla="*/ 2096674 w 2105140"/>
                                      <a:gd name="connsiteY10" fmla="*/ 1384051 h 2173517"/>
                                      <a:gd name="connsiteX11" fmla="*/ 1955157 w 2105140"/>
                                      <a:gd name="connsiteY11" fmla="*/ 1634421 h 2173517"/>
                                      <a:gd name="connsiteX12" fmla="*/ 1650358 w 2105140"/>
                                      <a:gd name="connsiteY12" fmla="*/ 1579993 h 2173517"/>
                                      <a:gd name="connsiteX13" fmla="*/ 1258473 w 2105140"/>
                                      <a:gd name="connsiteY13" fmla="*/ 1710622 h 2173517"/>
                                      <a:gd name="connsiteX14" fmla="*/ 953672 w 2105140"/>
                                      <a:gd name="connsiteY14" fmla="*/ 1601765 h 2173517"/>
                                      <a:gd name="connsiteX15" fmla="*/ 632038 w 2105140"/>
                                      <a:gd name="connsiteY15" fmla="*/ 1719943 h 2173517"/>
                                      <a:gd name="connsiteX16" fmla="*/ 392552 w 2105140"/>
                                      <a:gd name="connsiteY16" fmla="*/ 1502227 h 2173517"/>
                                      <a:gd name="connsiteX17" fmla="*/ 251037 w 2105140"/>
                                      <a:gd name="connsiteY17" fmla="*/ 1502227 h 2173517"/>
                                      <a:gd name="connsiteX18" fmla="*/ 87751 w 2105140"/>
                                      <a:gd name="connsiteY18" fmla="*/ 1589313 h 2173517"/>
                                      <a:gd name="connsiteX19" fmla="*/ 666 w 2105140"/>
                                      <a:gd name="connsiteY19" fmla="*/ 1839686 h 2173517"/>
                                      <a:gd name="connsiteX20" fmla="*/ 120409 w 2105140"/>
                                      <a:gd name="connsiteY20" fmla="*/ 2053773 h 2173517"/>
                                      <a:gd name="connsiteX21" fmla="*/ 436095 w 2105140"/>
                                      <a:gd name="connsiteY21" fmla="*/ 2140859 h 2173517"/>
                                      <a:gd name="connsiteX22" fmla="*/ 708238 w 2105140"/>
                                      <a:gd name="connsiteY22" fmla="*/ 2173517 h 2173517"/>
                                      <a:gd name="connsiteX0" fmla="*/ 534066 w 2105140"/>
                                      <a:gd name="connsiteY0" fmla="*/ 0 h 2141103"/>
                                      <a:gd name="connsiteX1" fmla="*/ 278758 w 2105140"/>
                                      <a:gd name="connsiteY1" fmla="*/ 208393 h 2141103"/>
                                      <a:gd name="connsiteX2" fmla="*/ 213444 w 2105140"/>
                                      <a:gd name="connsiteY2" fmla="*/ 469651 h 2141103"/>
                                      <a:gd name="connsiteX3" fmla="*/ 213443 w 2105140"/>
                                      <a:gd name="connsiteY3" fmla="*/ 785337 h 2141103"/>
                                      <a:gd name="connsiteX4" fmla="*/ 420273 w 2105140"/>
                                      <a:gd name="connsiteY4" fmla="*/ 1198993 h 2141103"/>
                                      <a:gd name="connsiteX5" fmla="*/ 681531 w 2105140"/>
                                      <a:gd name="connsiteY5" fmla="*/ 1471137 h 2141103"/>
                                      <a:gd name="connsiteX6" fmla="*/ 953671 w 2105140"/>
                                      <a:gd name="connsiteY6" fmla="*/ 1373165 h 2141103"/>
                                      <a:gd name="connsiteX7" fmla="*/ 1328723 w 2105140"/>
                                      <a:gd name="connsiteY7" fmla="*/ 1556656 h 2141103"/>
                                      <a:gd name="connsiteX8" fmla="*/ 1661244 w 2105140"/>
                                      <a:gd name="connsiteY8" fmla="*/ 1307850 h 2141103"/>
                                      <a:gd name="connsiteX9" fmla="*/ 2042244 w 2105140"/>
                                      <a:gd name="connsiteY9" fmla="*/ 1057481 h 2141103"/>
                                      <a:gd name="connsiteX10" fmla="*/ 2096674 w 2105140"/>
                                      <a:gd name="connsiteY10" fmla="*/ 1384051 h 2141103"/>
                                      <a:gd name="connsiteX11" fmla="*/ 1955157 w 2105140"/>
                                      <a:gd name="connsiteY11" fmla="*/ 1634421 h 2141103"/>
                                      <a:gd name="connsiteX12" fmla="*/ 1650358 w 2105140"/>
                                      <a:gd name="connsiteY12" fmla="*/ 1579993 h 2141103"/>
                                      <a:gd name="connsiteX13" fmla="*/ 1258473 w 2105140"/>
                                      <a:gd name="connsiteY13" fmla="*/ 1710622 h 2141103"/>
                                      <a:gd name="connsiteX14" fmla="*/ 953672 w 2105140"/>
                                      <a:gd name="connsiteY14" fmla="*/ 1601765 h 2141103"/>
                                      <a:gd name="connsiteX15" fmla="*/ 632038 w 2105140"/>
                                      <a:gd name="connsiteY15" fmla="*/ 1719943 h 2141103"/>
                                      <a:gd name="connsiteX16" fmla="*/ 392552 w 2105140"/>
                                      <a:gd name="connsiteY16" fmla="*/ 1502227 h 2141103"/>
                                      <a:gd name="connsiteX17" fmla="*/ 251037 w 2105140"/>
                                      <a:gd name="connsiteY17" fmla="*/ 1502227 h 2141103"/>
                                      <a:gd name="connsiteX18" fmla="*/ 87751 w 2105140"/>
                                      <a:gd name="connsiteY18" fmla="*/ 1589313 h 2141103"/>
                                      <a:gd name="connsiteX19" fmla="*/ 666 w 2105140"/>
                                      <a:gd name="connsiteY19" fmla="*/ 1839686 h 2141103"/>
                                      <a:gd name="connsiteX20" fmla="*/ 120409 w 2105140"/>
                                      <a:gd name="connsiteY20" fmla="*/ 2053773 h 2141103"/>
                                      <a:gd name="connsiteX21" fmla="*/ 436095 w 2105140"/>
                                      <a:gd name="connsiteY21" fmla="*/ 2140859 h 2141103"/>
                                      <a:gd name="connsiteX0" fmla="*/ 534066 w 2105140"/>
                                      <a:gd name="connsiteY0" fmla="*/ 0 h 2053773"/>
                                      <a:gd name="connsiteX1" fmla="*/ 278758 w 2105140"/>
                                      <a:gd name="connsiteY1" fmla="*/ 208393 h 2053773"/>
                                      <a:gd name="connsiteX2" fmla="*/ 213444 w 2105140"/>
                                      <a:gd name="connsiteY2" fmla="*/ 469651 h 2053773"/>
                                      <a:gd name="connsiteX3" fmla="*/ 213443 w 2105140"/>
                                      <a:gd name="connsiteY3" fmla="*/ 785337 h 2053773"/>
                                      <a:gd name="connsiteX4" fmla="*/ 420273 w 2105140"/>
                                      <a:gd name="connsiteY4" fmla="*/ 1198993 h 2053773"/>
                                      <a:gd name="connsiteX5" fmla="*/ 681531 w 2105140"/>
                                      <a:gd name="connsiteY5" fmla="*/ 1471137 h 2053773"/>
                                      <a:gd name="connsiteX6" fmla="*/ 953671 w 2105140"/>
                                      <a:gd name="connsiteY6" fmla="*/ 1373165 h 2053773"/>
                                      <a:gd name="connsiteX7" fmla="*/ 1328723 w 2105140"/>
                                      <a:gd name="connsiteY7" fmla="*/ 1556656 h 2053773"/>
                                      <a:gd name="connsiteX8" fmla="*/ 1661244 w 2105140"/>
                                      <a:gd name="connsiteY8" fmla="*/ 1307850 h 2053773"/>
                                      <a:gd name="connsiteX9" fmla="*/ 2042244 w 2105140"/>
                                      <a:gd name="connsiteY9" fmla="*/ 1057481 h 2053773"/>
                                      <a:gd name="connsiteX10" fmla="*/ 2096674 w 2105140"/>
                                      <a:gd name="connsiteY10" fmla="*/ 1384051 h 2053773"/>
                                      <a:gd name="connsiteX11" fmla="*/ 1955157 w 2105140"/>
                                      <a:gd name="connsiteY11" fmla="*/ 1634421 h 2053773"/>
                                      <a:gd name="connsiteX12" fmla="*/ 1650358 w 2105140"/>
                                      <a:gd name="connsiteY12" fmla="*/ 1579993 h 2053773"/>
                                      <a:gd name="connsiteX13" fmla="*/ 1258473 w 2105140"/>
                                      <a:gd name="connsiteY13" fmla="*/ 1710622 h 2053773"/>
                                      <a:gd name="connsiteX14" fmla="*/ 953672 w 2105140"/>
                                      <a:gd name="connsiteY14" fmla="*/ 1601765 h 2053773"/>
                                      <a:gd name="connsiteX15" fmla="*/ 632038 w 2105140"/>
                                      <a:gd name="connsiteY15" fmla="*/ 1719943 h 2053773"/>
                                      <a:gd name="connsiteX16" fmla="*/ 392552 w 2105140"/>
                                      <a:gd name="connsiteY16" fmla="*/ 1502227 h 2053773"/>
                                      <a:gd name="connsiteX17" fmla="*/ 251037 w 2105140"/>
                                      <a:gd name="connsiteY17" fmla="*/ 1502227 h 2053773"/>
                                      <a:gd name="connsiteX18" fmla="*/ 87751 w 2105140"/>
                                      <a:gd name="connsiteY18" fmla="*/ 1589313 h 2053773"/>
                                      <a:gd name="connsiteX19" fmla="*/ 666 w 2105140"/>
                                      <a:gd name="connsiteY19" fmla="*/ 1839686 h 2053773"/>
                                      <a:gd name="connsiteX20" fmla="*/ 120409 w 2105140"/>
                                      <a:gd name="connsiteY20" fmla="*/ 2053773 h 2053773"/>
                                      <a:gd name="connsiteX0" fmla="*/ 533400 w 2104474"/>
                                      <a:gd name="connsiteY0" fmla="*/ 0 h 1839701"/>
                                      <a:gd name="connsiteX1" fmla="*/ 278092 w 2104474"/>
                                      <a:gd name="connsiteY1" fmla="*/ 208393 h 1839701"/>
                                      <a:gd name="connsiteX2" fmla="*/ 212778 w 2104474"/>
                                      <a:gd name="connsiteY2" fmla="*/ 469651 h 1839701"/>
                                      <a:gd name="connsiteX3" fmla="*/ 212777 w 2104474"/>
                                      <a:gd name="connsiteY3" fmla="*/ 785337 h 1839701"/>
                                      <a:gd name="connsiteX4" fmla="*/ 419607 w 2104474"/>
                                      <a:gd name="connsiteY4" fmla="*/ 1198993 h 1839701"/>
                                      <a:gd name="connsiteX5" fmla="*/ 680865 w 2104474"/>
                                      <a:gd name="connsiteY5" fmla="*/ 1471137 h 1839701"/>
                                      <a:gd name="connsiteX6" fmla="*/ 953005 w 2104474"/>
                                      <a:gd name="connsiteY6" fmla="*/ 1373165 h 1839701"/>
                                      <a:gd name="connsiteX7" fmla="*/ 1328057 w 2104474"/>
                                      <a:gd name="connsiteY7" fmla="*/ 1556656 h 1839701"/>
                                      <a:gd name="connsiteX8" fmla="*/ 1660578 w 2104474"/>
                                      <a:gd name="connsiteY8" fmla="*/ 1307850 h 1839701"/>
                                      <a:gd name="connsiteX9" fmla="*/ 2041578 w 2104474"/>
                                      <a:gd name="connsiteY9" fmla="*/ 1057481 h 1839701"/>
                                      <a:gd name="connsiteX10" fmla="*/ 2096008 w 2104474"/>
                                      <a:gd name="connsiteY10" fmla="*/ 1384051 h 1839701"/>
                                      <a:gd name="connsiteX11" fmla="*/ 1954491 w 2104474"/>
                                      <a:gd name="connsiteY11" fmla="*/ 1634421 h 1839701"/>
                                      <a:gd name="connsiteX12" fmla="*/ 1649692 w 2104474"/>
                                      <a:gd name="connsiteY12" fmla="*/ 1579993 h 1839701"/>
                                      <a:gd name="connsiteX13" fmla="*/ 1257807 w 2104474"/>
                                      <a:gd name="connsiteY13" fmla="*/ 1710622 h 1839701"/>
                                      <a:gd name="connsiteX14" fmla="*/ 953006 w 2104474"/>
                                      <a:gd name="connsiteY14" fmla="*/ 1601765 h 1839701"/>
                                      <a:gd name="connsiteX15" fmla="*/ 631372 w 2104474"/>
                                      <a:gd name="connsiteY15" fmla="*/ 1719943 h 1839701"/>
                                      <a:gd name="connsiteX16" fmla="*/ 391886 w 2104474"/>
                                      <a:gd name="connsiteY16" fmla="*/ 1502227 h 1839701"/>
                                      <a:gd name="connsiteX17" fmla="*/ 250371 w 2104474"/>
                                      <a:gd name="connsiteY17" fmla="*/ 1502227 h 1839701"/>
                                      <a:gd name="connsiteX18" fmla="*/ 87085 w 2104474"/>
                                      <a:gd name="connsiteY18" fmla="*/ 1589313 h 1839701"/>
                                      <a:gd name="connsiteX19" fmla="*/ 0 w 2104474"/>
                                      <a:gd name="connsiteY19" fmla="*/ 1839686 h 1839701"/>
                                      <a:gd name="connsiteX0" fmla="*/ 446315 w 2017389"/>
                                      <a:gd name="connsiteY0" fmla="*/ 0 h 1720293"/>
                                      <a:gd name="connsiteX1" fmla="*/ 191007 w 2017389"/>
                                      <a:gd name="connsiteY1" fmla="*/ 208393 h 1720293"/>
                                      <a:gd name="connsiteX2" fmla="*/ 125693 w 2017389"/>
                                      <a:gd name="connsiteY2" fmla="*/ 469651 h 1720293"/>
                                      <a:gd name="connsiteX3" fmla="*/ 125692 w 2017389"/>
                                      <a:gd name="connsiteY3" fmla="*/ 785337 h 1720293"/>
                                      <a:gd name="connsiteX4" fmla="*/ 332522 w 2017389"/>
                                      <a:gd name="connsiteY4" fmla="*/ 1198993 h 1720293"/>
                                      <a:gd name="connsiteX5" fmla="*/ 593780 w 2017389"/>
                                      <a:gd name="connsiteY5" fmla="*/ 1471137 h 1720293"/>
                                      <a:gd name="connsiteX6" fmla="*/ 865920 w 2017389"/>
                                      <a:gd name="connsiteY6" fmla="*/ 1373165 h 1720293"/>
                                      <a:gd name="connsiteX7" fmla="*/ 1240972 w 2017389"/>
                                      <a:gd name="connsiteY7" fmla="*/ 1556656 h 1720293"/>
                                      <a:gd name="connsiteX8" fmla="*/ 1573493 w 2017389"/>
                                      <a:gd name="connsiteY8" fmla="*/ 1307850 h 1720293"/>
                                      <a:gd name="connsiteX9" fmla="*/ 1954493 w 2017389"/>
                                      <a:gd name="connsiteY9" fmla="*/ 1057481 h 1720293"/>
                                      <a:gd name="connsiteX10" fmla="*/ 2008923 w 2017389"/>
                                      <a:gd name="connsiteY10" fmla="*/ 1384051 h 1720293"/>
                                      <a:gd name="connsiteX11" fmla="*/ 1867406 w 2017389"/>
                                      <a:gd name="connsiteY11" fmla="*/ 1634421 h 1720293"/>
                                      <a:gd name="connsiteX12" fmla="*/ 1562607 w 2017389"/>
                                      <a:gd name="connsiteY12" fmla="*/ 1579993 h 1720293"/>
                                      <a:gd name="connsiteX13" fmla="*/ 1170722 w 2017389"/>
                                      <a:gd name="connsiteY13" fmla="*/ 1710622 h 1720293"/>
                                      <a:gd name="connsiteX14" fmla="*/ 865921 w 2017389"/>
                                      <a:gd name="connsiteY14" fmla="*/ 1601765 h 1720293"/>
                                      <a:gd name="connsiteX15" fmla="*/ 544287 w 2017389"/>
                                      <a:gd name="connsiteY15" fmla="*/ 1719943 h 1720293"/>
                                      <a:gd name="connsiteX16" fmla="*/ 304801 w 2017389"/>
                                      <a:gd name="connsiteY16" fmla="*/ 1502227 h 1720293"/>
                                      <a:gd name="connsiteX17" fmla="*/ 163286 w 2017389"/>
                                      <a:gd name="connsiteY17" fmla="*/ 1502227 h 1720293"/>
                                      <a:gd name="connsiteX18" fmla="*/ 0 w 2017389"/>
                                      <a:gd name="connsiteY18" fmla="*/ 1589313 h 1720293"/>
                                      <a:gd name="connsiteX0" fmla="*/ 338661 w 1909735"/>
                                      <a:gd name="connsiteY0" fmla="*/ 0 h 1720293"/>
                                      <a:gd name="connsiteX1" fmla="*/ 83353 w 1909735"/>
                                      <a:gd name="connsiteY1" fmla="*/ 208393 h 1720293"/>
                                      <a:gd name="connsiteX2" fmla="*/ 18039 w 1909735"/>
                                      <a:gd name="connsiteY2" fmla="*/ 469651 h 1720293"/>
                                      <a:gd name="connsiteX3" fmla="*/ 18038 w 1909735"/>
                                      <a:gd name="connsiteY3" fmla="*/ 785337 h 1720293"/>
                                      <a:gd name="connsiteX4" fmla="*/ 224868 w 1909735"/>
                                      <a:gd name="connsiteY4" fmla="*/ 1198993 h 1720293"/>
                                      <a:gd name="connsiteX5" fmla="*/ 486126 w 1909735"/>
                                      <a:gd name="connsiteY5" fmla="*/ 1471137 h 1720293"/>
                                      <a:gd name="connsiteX6" fmla="*/ 758266 w 1909735"/>
                                      <a:gd name="connsiteY6" fmla="*/ 1373165 h 1720293"/>
                                      <a:gd name="connsiteX7" fmla="*/ 1133318 w 1909735"/>
                                      <a:gd name="connsiteY7" fmla="*/ 1556656 h 1720293"/>
                                      <a:gd name="connsiteX8" fmla="*/ 1465839 w 1909735"/>
                                      <a:gd name="connsiteY8" fmla="*/ 1307850 h 1720293"/>
                                      <a:gd name="connsiteX9" fmla="*/ 1846839 w 1909735"/>
                                      <a:gd name="connsiteY9" fmla="*/ 1057481 h 1720293"/>
                                      <a:gd name="connsiteX10" fmla="*/ 1901269 w 1909735"/>
                                      <a:gd name="connsiteY10" fmla="*/ 1384051 h 1720293"/>
                                      <a:gd name="connsiteX11" fmla="*/ 1759752 w 1909735"/>
                                      <a:gd name="connsiteY11" fmla="*/ 1634421 h 1720293"/>
                                      <a:gd name="connsiteX12" fmla="*/ 1454953 w 1909735"/>
                                      <a:gd name="connsiteY12" fmla="*/ 1579993 h 1720293"/>
                                      <a:gd name="connsiteX13" fmla="*/ 1063068 w 1909735"/>
                                      <a:gd name="connsiteY13" fmla="*/ 1710622 h 1720293"/>
                                      <a:gd name="connsiteX14" fmla="*/ 758267 w 1909735"/>
                                      <a:gd name="connsiteY14" fmla="*/ 1601765 h 1720293"/>
                                      <a:gd name="connsiteX15" fmla="*/ 436633 w 1909735"/>
                                      <a:gd name="connsiteY15" fmla="*/ 1719943 h 1720293"/>
                                      <a:gd name="connsiteX16" fmla="*/ 197147 w 1909735"/>
                                      <a:gd name="connsiteY16" fmla="*/ 1502227 h 1720293"/>
                                      <a:gd name="connsiteX17" fmla="*/ 55632 w 1909735"/>
                                      <a:gd name="connsiteY17" fmla="*/ 1502227 h 1720293"/>
                                      <a:gd name="connsiteX0" fmla="*/ 338661 w 1909735"/>
                                      <a:gd name="connsiteY0" fmla="*/ 0 h 1720293"/>
                                      <a:gd name="connsiteX1" fmla="*/ 83353 w 1909735"/>
                                      <a:gd name="connsiteY1" fmla="*/ 208393 h 1720293"/>
                                      <a:gd name="connsiteX2" fmla="*/ 18039 w 1909735"/>
                                      <a:gd name="connsiteY2" fmla="*/ 469651 h 1720293"/>
                                      <a:gd name="connsiteX3" fmla="*/ 18038 w 1909735"/>
                                      <a:gd name="connsiteY3" fmla="*/ 785337 h 1720293"/>
                                      <a:gd name="connsiteX4" fmla="*/ 224868 w 1909735"/>
                                      <a:gd name="connsiteY4" fmla="*/ 1198993 h 1720293"/>
                                      <a:gd name="connsiteX5" fmla="*/ 486126 w 1909735"/>
                                      <a:gd name="connsiteY5" fmla="*/ 1471137 h 1720293"/>
                                      <a:gd name="connsiteX6" fmla="*/ 758266 w 1909735"/>
                                      <a:gd name="connsiteY6" fmla="*/ 1373165 h 1720293"/>
                                      <a:gd name="connsiteX7" fmla="*/ 1133318 w 1909735"/>
                                      <a:gd name="connsiteY7" fmla="*/ 1556656 h 1720293"/>
                                      <a:gd name="connsiteX8" fmla="*/ 1465839 w 1909735"/>
                                      <a:gd name="connsiteY8" fmla="*/ 1307850 h 1720293"/>
                                      <a:gd name="connsiteX9" fmla="*/ 1846839 w 1909735"/>
                                      <a:gd name="connsiteY9" fmla="*/ 1057481 h 1720293"/>
                                      <a:gd name="connsiteX10" fmla="*/ 1901269 w 1909735"/>
                                      <a:gd name="connsiteY10" fmla="*/ 1384051 h 1720293"/>
                                      <a:gd name="connsiteX11" fmla="*/ 1759752 w 1909735"/>
                                      <a:gd name="connsiteY11" fmla="*/ 1634421 h 1720293"/>
                                      <a:gd name="connsiteX12" fmla="*/ 1454953 w 1909735"/>
                                      <a:gd name="connsiteY12" fmla="*/ 1579993 h 1720293"/>
                                      <a:gd name="connsiteX13" fmla="*/ 1063068 w 1909735"/>
                                      <a:gd name="connsiteY13" fmla="*/ 1710622 h 1720293"/>
                                      <a:gd name="connsiteX14" fmla="*/ 758267 w 1909735"/>
                                      <a:gd name="connsiteY14" fmla="*/ 1601765 h 1720293"/>
                                      <a:gd name="connsiteX15" fmla="*/ 436633 w 1909735"/>
                                      <a:gd name="connsiteY15" fmla="*/ 1719943 h 1720293"/>
                                      <a:gd name="connsiteX16" fmla="*/ 197147 w 1909735"/>
                                      <a:gd name="connsiteY16" fmla="*/ 1502227 h 1720293"/>
                                      <a:gd name="connsiteX0" fmla="*/ 338661 w 1909735"/>
                                      <a:gd name="connsiteY0" fmla="*/ 0 h 1720293"/>
                                      <a:gd name="connsiteX1" fmla="*/ 83353 w 1909735"/>
                                      <a:gd name="connsiteY1" fmla="*/ 208393 h 1720293"/>
                                      <a:gd name="connsiteX2" fmla="*/ 18039 w 1909735"/>
                                      <a:gd name="connsiteY2" fmla="*/ 469651 h 1720293"/>
                                      <a:gd name="connsiteX3" fmla="*/ 18038 w 1909735"/>
                                      <a:gd name="connsiteY3" fmla="*/ 785337 h 1720293"/>
                                      <a:gd name="connsiteX4" fmla="*/ 224868 w 1909735"/>
                                      <a:gd name="connsiteY4" fmla="*/ 1198993 h 1720293"/>
                                      <a:gd name="connsiteX5" fmla="*/ 486126 w 1909735"/>
                                      <a:gd name="connsiteY5" fmla="*/ 1471137 h 1720293"/>
                                      <a:gd name="connsiteX6" fmla="*/ 758266 w 1909735"/>
                                      <a:gd name="connsiteY6" fmla="*/ 1373165 h 1720293"/>
                                      <a:gd name="connsiteX7" fmla="*/ 1133318 w 1909735"/>
                                      <a:gd name="connsiteY7" fmla="*/ 1556656 h 1720293"/>
                                      <a:gd name="connsiteX8" fmla="*/ 1465839 w 1909735"/>
                                      <a:gd name="connsiteY8" fmla="*/ 1307850 h 1720293"/>
                                      <a:gd name="connsiteX9" fmla="*/ 1846839 w 1909735"/>
                                      <a:gd name="connsiteY9" fmla="*/ 1057481 h 1720293"/>
                                      <a:gd name="connsiteX10" fmla="*/ 1901269 w 1909735"/>
                                      <a:gd name="connsiteY10" fmla="*/ 1384051 h 1720293"/>
                                      <a:gd name="connsiteX11" fmla="*/ 1759752 w 1909735"/>
                                      <a:gd name="connsiteY11" fmla="*/ 1634421 h 1720293"/>
                                      <a:gd name="connsiteX12" fmla="*/ 1454953 w 1909735"/>
                                      <a:gd name="connsiteY12" fmla="*/ 1579993 h 1720293"/>
                                      <a:gd name="connsiteX13" fmla="*/ 1063068 w 1909735"/>
                                      <a:gd name="connsiteY13" fmla="*/ 1710622 h 1720293"/>
                                      <a:gd name="connsiteX14" fmla="*/ 758267 w 1909735"/>
                                      <a:gd name="connsiteY14" fmla="*/ 1601765 h 1720293"/>
                                      <a:gd name="connsiteX15" fmla="*/ 436633 w 1909735"/>
                                      <a:gd name="connsiteY15" fmla="*/ 1719943 h 1720293"/>
                                      <a:gd name="connsiteX0" fmla="*/ 338661 w 1909735"/>
                                      <a:gd name="connsiteY0" fmla="*/ 0 h 1710706"/>
                                      <a:gd name="connsiteX1" fmla="*/ 83353 w 1909735"/>
                                      <a:gd name="connsiteY1" fmla="*/ 208393 h 1710706"/>
                                      <a:gd name="connsiteX2" fmla="*/ 18039 w 1909735"/>
                                      <a:gd name="connsiteY2" fmla="*/ 469651 h 1710706"/>
                                      <a:gd name="connsiteX3" fmla="*/ 18038 w 1909735"/>
                                      <a:gd name="connsiteY3" fmla="*/ 785337 h 1710706"/>
                                      <a:gd name="connsiteX4" fmla="*/ 224868 w 1909735"/>
                                      <a:gd name="connsiteY4" fmla="*/ 1198993 h 1710706"/>
                                      <a:gd name="connsiteX5" fmla="*/ 486126 w 1909735"/>
                                      <a:gd name="connsiteY5" fmla="*/ 1471137 h 1710706"/>
                                      <a:gd name="connsiteX6" fmla="*/ 758266 w 1909735"/>
                                      <a:gd name="connsiteY6" fmla="*/ 1373165 h 1710706"/>
                                      <a:gd name="connsiteX7" fmla="*/ 1133318 w 1909735"/>
                                      <a:gd name="connsiteY7" fmla="*/ 1556656 h 1710706"/>
                                      <a:gd name="connsiteX8" fmla="*/ 1465839 w 1909735"/>
                                      <a:gd name="connsiteY8" fmla="*/ 1307850 h 1710706"/>
                                      <a:gd name="connsiteX9" fmla="*/ 1846839 w 1909735"/>
                                      <a:gd name="connsiteY9" fmla="*/ 1057481 h 1710706"/>
                                      <a:gd name="connsiteX10" fmla="*/ 1901269 w 1909735"/>
                                      <a:gd name="connsiteY10" fmla="*/ 1384051 h 1710706"/>
                                      <a:gd name="connsiteX11" fmla="*/ 1759752 w 1909735"/>
                                      <a:gd name="connsiteY11" fmla="*/ 1634421 h 1710706"/>
                                      <a:gd name="connsiteX12" fmla="*/ 1454953 w 1909735"/>
                                      <a:gd name="connsiteY12" fmla="*/ 1579993 h 1710706"/>
                                      <a:gd name="connsiteX13" fmla="*/ 1063068 w 1909735"/>
                                      <a:gd name="connsiteY13" fmla="*/ 1710622 h 1710706"/>
                                      <a:gd name="connsiteX14" fmla="*/ 758267 w 1909735"/>
                                      <a:gd name="connsiteY14" fmla="*/ 1601765 h 1710706"/>
                                      <a:gd name="connsiteX0" fmla="*/ 338661 w 1909735"/>
                                      <a:gd name="connsiteY0" fmla="*/ 0 h 1710622"/>
                                      <a:gd name="connsiteX1" fmla="*/ 83353 w 1909735"/>
                                      <a:gd name="connsiteY1" fmla="*/ 208393 h 1710622"/>
                                      <a:gd name="connsiteX2" fmla="*/ 18039 w 1909735"/>
                                      <a:gd name="connsiteY2" fmla="*/ 469651 h 1710622"/>
                                      <a:gd name="connsiteX3" fmla="*/ 18038 w 1909735"/>
                                      <a:gd name="connsiteY3" fmla="*/ 785337 h 1710622"/>
                                      <a:gd name="connsiteX4" fmla="*/ 224868 w 1909735"/>
                                      <a:gd name="connsiteY4" fmla="*/ 1198993 h 1710622"/>
                                      <a:gd name="connsiteX5" fmla="*/ 486126 w 1909735"/>
                                      <a:gd name="connsiteY5" fmla="*/ 1471137 h 1710622"/>
                                      <a:gd name="connsiteX6" fmla="*/ 758266 w 1909735"/>
                                      <a:gd name="connsiteY6" fmla="*/ 1373165 h 1710622"/>
                                      <a:gd name="connsiteX7" fmla="*/ 1133318 w 1909735"/>
                                      <a:gd name="connsiteY7" fmla="*/ 1556656 h 1710622"/>
                                      <a:gd name="connsiteX8" fmla="*/ 1465839 w 1909735"/>
                                      <a:gd name="connsiteY8" fmla="*/ 1307850 h 1710622"/>
                                      <a:gd name="connsiteX9" fmla="*/ 1846839 w 1909735"/>
                                      <a:gd name="connsiteY9" fmla="*/ 1057481 h 1710622"/>
                                      <a:gd name="connsiteX10" fmla="*/ 1901269 w 1909735"/>
                                      <a:gd name="connsiteY10" fmla="*/ 1384051 h 1710622"/>
                                      <a:gd name="connsiteX11" fmla="*/ 1759752 w 1909735"/>
                                      <a:gd name="connsiteY11" fmla="*/ 1634421 h 1710622"/>
                                      <a:gd name="connsiteX12" fmla="*/ 1454953 w 1909735"/>
                                      <a:gd name="connsiteY12" fmla="*/ 1579993 h 1710622"/>
                                      <a:gd name="connsiteX13" fmla="*/ 1063068 w 1909735"/>
                                      <a:gd name="connsiteY13" fmla="*/ 1710622 h 1710622"/>
                                      <a:gd name="connsiteX0" fmla="*/ 338661 w 1909735"/>
                                      <a:gd name="connsiteY0" fmla="*/ 0 h 1641022"/>
                                      <a:gd name="connsiteX1" fmla="*/ 83353 w 1909735"/>
                                      <a:gd name="connsiteY1" fmla="*/ 208393 h 1641022"/>
                                      <a:gd name="connsiteX2" fmla="*/ 18039 w 1909735"/>
                                      <a:gd name="connsiteY2" fmla="*/ 469651 h 1641022"/>
                                      <a:gd name="connsiteX3" fmla="*/ 18038 w 1909735"/>
                                      <a:gd name="connsiteY3" fmla="*/ 785337 h 1641022"/>
                                      <a:gd name="connsiteX4" fmla="*/ 224868 w 1909735"/>
                                      <a:gd name="connsiteY4" fmla="*/ 1198993 h 1641022"/>
                                      <a:gd name="connsiteX5" fmla="*/ 486126 w 1909735"/>
                                      <a:gd name="connsiteY5" fmla="*/ 1471137 h 1641022"/>
                                      <a:gd name="connsiteX6" fmla="*/ 758266 w 1909735"/>
                                      <a:gd name="connsiteY6" fmla="*/ 1373165 h 1641022"/>
                                      <a:gd name="connsiteX7" fmla="*/ 1133318 w 1909735"/>
                                      <a:gd name="connsiteY7" fmla="*/ 1556656 h 1641022"/>
                                      <a:gd name="connsiteX8" fmla="*/ 1465839 w 1909735"/>
                                      <a:gd name="connsiteY8" fmla="*/ 1307850 h 1641022"/>
                                      <a:gd name="connsiteX9" fmla="*/ 1846839 w 1909735"/>
                                      <a:gd name="connsiteY9" fmla="*/ 1057481 h 1641022"/>
                                      <a:gd name="connsiteX10" fmla="*/ 1901269 w 1909735"/>
                                      <a:gd name="connsiteY10" fmla="*/ 1384051 h 1641022"/>
                                      <a:gd name="connsiteX11" fmla="*/ 1759752 w 1909735"/>
                                      <a:gd name="connsiteY11" fmla="*/ 1634421 h 1641022"/>
                                      <a:gd name="connsiteX12" fmla="*/ 1454953 w 1909735"/>
                                      <a:gd name="connsiteY12" fmla="*/ 1579993 h 1641022"/>
                                      <a:gd name="connsiteX0" fmla="*/ 338661 w 1909735"/>
                                      <a:gd name="connsiteY0" fmla="*/ 0 h 1634421"/>
                                      <a:gd name="connsiteX1" fmla="*/ 83353 w 1909735"/>
                                      <a:gd name="connsiteY1" fmla="*/ 208393 h 1634421"/>
                                      <a:gd name="connsiteX2" fmla="*/ 18039 w 1909735"/>
                                      <a:gd name="connsiteY2" fmla="*/ 469651 h 1634421"/>
                                      <a:gd name="connsiteX3" fmla="*/ 18038 w 1909735"/>
                                      <a:gd name="connsiteY3" fmla="*/ 785337 h 1634421"/>
                                      <a:gd name="connsiteX4" fmla="*/ 224868 w 1909735"/>
                                      <a:gd name="connsiteY4" fmla="*/ 1198993 h 1634421"/>
                                      <a:gd name="connsiteX5" fmla="*/ 486126 w 1909735"/>
                                      <a:gd name="connsiteY5" fmla="*/ 1471137 h 1634421"/>
                                      <a:gd name="connsiteX6" fmla="*/ 758266 w 1909735"/>
                                      <a:gd name="connsiteY6" fmla="*/ 1373165 h 1634421"/>
                                      <a:gd name="connsiteX7" fmla="*/ 1133318 w 1909735"/>
                                      <a:gd name="connsiteY7" fmla="*/ 1556656 h 1634421"/>
                                      <a:gd name="connsiteX8" fmla="*/ 1465839 w 1909735"/>
                                      <a:gd name="connsiteY8" fmla="*/ 1307850 h 1634421"/>
                                      <a:gd name="connsiteX9" fmla="*/ 1846839 w 1909735"/>
                                      <a:gd name="connsiteY9" fmla="*/ 1057481 h 1634421"/>
                                      <a:gd name="connsiteX10" fmla="*/ 1901269 w 1909735"/>
                                      <a:gd name="connsiteY10" fmla="*/ 1384051 h 1634421"/>
                                      <a:gd name="connsiteX11" fmla="*/ 1759752 w 1909735"/>
                                      <a:gd name="connsiteY11" fmla="*/ 1634421 h 1634421"/>
                                      <a:gd name="connsiteX0" fmla="*/ 338661 w 1909735"/>
                                      <a:gd name="connsiteY0" fmla="*/ 0 h 1558962"/>
                                      <a:gd name="connsiteX1" fmla="*/ 83353 w 1909735"/>
                                      <a:gd name="connsiteY1" fmla="*/ 208393 h 1558962"/>
                                      <a:gd name="connsiteX2" fmla="*/ 18039 w 1909735"/>
                                      <a:gd name="connsiteY2" fmla="*/ 469651 h 1558962"/>
                                      <a:gd name="connsiteX3" fmla="*/ 18038 w 1909735"/>
                                      <a:gd name="connsiteY3" fmla="*/ 785337 h 1558962"/>
                                      <a:gd name="connsiteX4" fmla="*/ 224868 w 1909735"/>
                                      <a:gd name="connsiteY4" fmla="*/ 1198993 h 1558962"/>
                                      <a:gd name="connsiteX5" fmla="*/ 486126 w 1909735"/>
                                      <a:gd name="connsiteY5" fmla="*/ 1471137 h 1558962"/>
                                      <a:gd name="connsiteX6" fmla="*/ 758266 w 1909735"/>
                                      <a:gd name="connsiteY6" fmla="*/ 1373165 h 1558962"/>
                                      <a:gd name="connsiteX7" fmla="*/ 1133318 w 1909735"/>
                                      <a:gd name="connsiteY7" fmla="*/ 1556656 h 1558962"/>
                                      <a:gd name="connsiteX8" fmla="*/ 1465839 w 1909735"/>
                                      <a:gd name="connsiteY8" fmla="*/ 1307850 h 1558962"/>
                                      <a:gd name="connsiteX9" fmla="*/ 1846839 w 1909735"/>
                                      <a:gd name="connsiteY9" fmla="*/ 1057481 h 1558962"/>
                                      <a:gd name="connsiteX10" fmla="*/ 1901269 w 1909735"/>
                                      <a:gd name="connsiteY10" fmla="*/ 1384051 h 1558962"/>
                                      <a:gd name="connsiteX0" fmla="*/ 338661 w 1846839"/>
                                      <a:gd name="connsiteY0" fmla="*/ 0 h 1558962"/>
                                      <a:gd name="connsiteX1" fmla="*/ 83353 w 1846839"/>
                                      <a:gd name="connsiteY1" fmla="*/ 208393 h 1558962"/>
                                      <a:gd name="connsiteX2" fmla="*/ 18039 w 1846839"/>
                                      <a:gd name="connsiteY2" fmla="*/ 469651 h 1558962"/>
                                      <a:gd name="connsiteX3" fmla="*/ 18038 w 1846839"/>
                                      <a:gd name="connsiteY3" fmla="*/ 785337 h 1558962"/>
                                      <a:gd name="connsiteX4" fmla="*/ 224868 w 1846839"/>
                                      <a:gd name="connsiteY4" fmla="*/ 1198993 h 1558962"/>
                                      <a:gd name="connsiteX5" fmla="*/ 486126 w 1846839"/>
                                      <a:gd name="connsiteY5" fmla="*/ 1471137 h 1558962"/>
                                      <a:gd name="connsiteX6" fmla="*/ 758266 w 1846839"/>
                                      <a:gd name="connsiteY6" fmla="*/ 1373165 h 1558962"/>
                                      <a:gd name="connsiteX7" fmla="*/ 1133318 w 1846839"/>
                                      <a:gd name="connsiteY7" fmla="*/ 1556656 h 1558962"/>
                                      <a:gd name="connsiteX8" fmla="*/ 1465839 w 1846839"/>
                                      <a:gd name="connsiteY8" fmla="*/ 1307850 h 1558962"/>
                                      <a:gd name="connsiteX9" fmla="*/ 1846839 w 1846839"/>
                                      <a:gd name="connsiteY9" fmla="*/ 1057481 h 1558962"/>
                                      <a:gd name="connsiteX0" fmla="*/ 338661 w 1465839"/>
                                      <a:gd name="connsiteY0" fmla="*/ 0 h 1558962"/>
                                      <a:gd name="connsiteX1" fmla="*/ 83353 w 1465839"/>
                                      <a:gd name="connsiteY1" fmla="*/ 208393 h 1558962"/>
                                      <a:gd name="connsiteX2" fmla="*/ 18039 w 1465839"/>
                                      <a:gd name="connsiteY2" fmla="*/ 469651 h 1558962"/>
                                      <a:gd name="connsiteX3" fmla="*/ 18038 w 1465839"/>
                                      <a:gd name="connsiteY3" fmla="*/ 785337 h 1558962"/>
                                      <a:gd name="connsiteX4" fmla="*/ 224868 w 1465839"/>
                                      <a:gd name="connsiteY4" fmla="*/ 1198993 h 1558962"/>
                                      <a:gd name="connsiteX5" fmla="*/ 486126 w 1465839"/>
                                      <a:gd name="connsiteY5" fmla="*/ 1471137 h 1558962"/>
                                      <a:gd name="connsiteX6" fmla="*/ 758266 w 1465839"/>
                                      <a:gd name="connsiteY6" fmla="*/ 1373165 h 1558962"/>
                                      <a:gd name="connsiteX7" fmla="*/ 1133318 w 1465839"/>
                                      <a:gd name="connsiteY7" fmla="*/ 1556656 h 1558962"/>
                                      <a:gd name="connsiteX8" fmla="*/ 1465839 w 1465839"/>
                                      <a:gd name="connsiteY8" fmla="*/ 1307850 h 1558962"/>
                                      <a:gd name="connsiteX0" fmla="*/ 338661 w 1133318"/>
                                      <a:gd name="connsiteY0" fmla="*/ 0 h 1556656"/>
                                      <a:gd name="connsiteX1" fmla="*/ 83353 w 1133318"/>
                                      <a:gd name="connsiteY1" fmla="*/ 208393 h 1556656"/>
                                      <a:gd name="connsiteX2" fmla="*/ 18039 w 1133318"/>
                                      <a:gd name="connsiteY2" fmla="*/ 469651 h 1556656"/>
                                      <a:gd name="connsiteX3" fmla="*/ 18038 w 1133318"/>
                                      <a:gd name="connsiteY3" fmla="*/ 785337 h 1556656"/>
                                      <a:gd name="connsiteX4" fmla="*/ 224868 w 1133318"/>
                                      <a:gd name="connsiteY4" fmla="*/ 1198993 h 1556656"/>
                                      <a:gd name="connsiteX5" fmla="*/ 486126 w 1133318"/>
                                      <a:gd name="connsiteY5" fmla="*/ 1471137 h 1556656"/>
                                      <a:gd name="connsiteX6" fmla="*/ 758266 w 1133318"/>
                                      <a:gd name="connsiteY6" fmla="*/ 1373165 h 1556656"/>
                                      <a:gd name="connsiteX7" fmla="*/ 1133318 w 1133318"/>
                                      <a:gd name="connsiteY7" fmla="*/ 1556656 h 1556656"/>
                                      <a:gd name="connsiteX0" fmla="*/ 338661 w 758266"/>
                                      <a:gd name="connsiteY0" fmla="*/ 0 h 1475079"/>
                                      <a:gd name="connsiteX1" fmla="*/ 83353 w 758266"/>
                                      <a:gd name="connsiteY1" fmla="*/ 208393 h 1475079"/>
                                      <a:gd name="connsiteX2" fmla="*/ 18039 w 758266"/>
                                      <a:gd name="connsiteY2" fmla="*/ 469651 h 1475079"/>
                                      <a:gd name="connsiteX3" fmla="*/ 18038 w 758266"/>
                                      <a:gd name="connsiteY3" fmla="*/ 785337 h 1475079"/>
                                      <a:gd name="connsiteX4" fmla="*/ 224868 w 758266"/>
                                      <a:gd name="connsiteY4" fmla="*/ 1198993 h 1475079"/>
                                      <a:gd name="connsiteX5" fmla="*/ 486126 w 758266"/>
                                      <a:gd name="connsiteY5" fmla="*/ 1471137 h 1475079"/>
                                      <a:gd name="connsiteX6" fmla="*/ 758266 w 758266"/>
                                      <a:gd name="connsiteY6" fmla="*/ 1373165 h 1475079"/>
                                      <a:gd name="connsiteX0" fmla="*/ 338661 w 486126"/>
                                      <a:gd name="connsiteY0" fmla="*/ 0 h 1471137"/>
                                      <a:gd name="connsiteX1" fmla="*/ 83353 w 486126"/>
                                      <a:gd name="connsiteY1" fmla="*/ 208393 h 1471137"/>
                                      <a:gd name="connsiteX2" fmla="*/ 18039 w 486126"/>
                                      <a:gd name="connsiteY2" fmla="*/ 469651 h 1471137"/>
                                      <a:gd name="connsiteX3" fmla="*/ 18038 w 486126"/>
                                      <a:gd name="connsiteY3" fmla="*/ 785337 h 1471137"/>
                                      <a:gd name="connsiteX4" fmla="*/ 224868 w 486126"/>
                                      <a:gd name="connsiteY4" fmla="*/ 1198993 h 1471137"/>
                                      <a:gd name="connsiteX5" fmla="*/ 486126 w 486126"/>
                                      <a:gd name="connsiteY5" fmla="*/ 1471137 h 1471137"/>
                                      <a:gd name="connsiteX0" fmla="*/ 338661 w 338661"/>
                                      <a:gd name="connsiteY0" fmla="*/ 0 h 1198993"/>
                                      <a:gd name="connsiteX1" fmla="*/ 83353 w 338661"/>
                                      <a:gd name="connsiteY1" fmla="*/ 208393 h 1198993"/>
                                      <a:gd name="connsiteX2" fmla="*/ 18039 w 338661"/>
                                      <a:gd name="connsiteY2" fmla="*/ 469651 h 1198993"/>
                                      <a:gd name="connsiteX3" fmla="*/ 18038 w 338661"/>
                                      <a:gd name="connsiteY3" fmla="*/ 785337 h 1198993"/>
                                      <a:gd name="connsiteX4" fmla="*/ 224868 w 338661"/>
                                      <a:gd name="connsiteY4" fmla="*/ 1198993 h 1198993"/>
                                      <a:gd name="connsiteX0" fmla="*/ 338661 w 338661"/>
                                      <a:gd name="connsiteY0" fmla="*/ 0 h 785337"/>
                                      <a:gd name="connsiteX1" fmla="*/ 83353 w 338661"/>
                                      <a:gd name="connsiteY1" fmla="*/ 208393 h 785337"/>
                                      <a:gd name="connsiteX2" fmla="*/ 18039 w 338661"/>
                                      <a:gd name="connsiteY2" fmla="*/ 469651 h 785337"/>
                                      <a:gd name="connsiteX3" fmla="*/ 18038 w 338661"/>
                                      <a:gd name="connsiteY3" fmla="*/ 785337 h 7853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38661" h="785337">
                                        <a:moveTo>
                                          <a:pt x="338661" y="0"/>
                                        </a:moveTo>
                                        <a:cubicBezTo>
                                          <a:pt x="324147" y="39914"/>
                                          <a:pt x="136790" y="130118"/>
                                          <a:pt x="83353" y="208393"/>
                                        </a:cubicBezTo>
                                        <a:cubicBezTo>
                                          <a:pt x="29916" y="286668"/>
                                          <a:pt x="28925" y="373494"/>
                                          <a:pt x="18039" y="469651"/>
                                        </a:cubicBezTo>
                                        <a:cubicBezTo>
                                          <a:pt x="7153" y="565808"/>
                                          <a:pt x="-16434" y="663780"/>
                                          <a:pt x="18038" y="78533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540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ihandform 10"/>
                                <wps:cNvSpPr/>
                                <wps:spPr>
                                  <a:xfrm>
                                    <a:off x="405891" y="2144420"/>
                                    <a:ext cx="261775" cy="642257"/>
                                  </a:xfrm>
                                  <a:custGeom>
                                    <a:avLst/>
                                    <a:gdLst>
                                      <a:gd name="connsiteX0" fmla="*/ 393980 w 393980"/>
                                      <a:gd name="connsiteY0" fmla="*/ 0 h 982488"/>
                                      <a:gd name="connsiteX1" fmla="*/ 208923 w 393980"/>
                                      <a:gd name="connsiteY1" fmla="*/ 43542 h 982488"/>
                                      <a:gd name="connsiteX2" fmla="*/ 165380 w 393980"/>
                                      <a:gd name="connsiteY2" fmla="*/ 54428 h 982488"/>
                                      <a:gd name="connsiteX3" fmla="*/ 110952 w 393980"/>
                                      <a:gd name="connsiteY3" fmla="*/ 152400 h 982488"/>
                                      <a:gd name="connsiteX4" fmla="*/ 56523 w 393980"/>
                                      <a:gd name="connsiteY4" fmla="*/ 304800 h 982488"/>
                                      <a:gd name="connsiteX5" fmla="*/ 23866 w 393980"/>
                                      <a:gd name="connsiteY5" fmla="*/ 413657 h 982488"/>
                                      <a:gd name="connsiteX6" fmla="*/ 2095 w 393980"/>
                                      <a:gd name="connsiteY6" fmla="*/ 489857 h 982488"/>
                                      <a:gd name="connsiteX7" fmla="*/ 2095 w 393980"/>
                                      <a:gd name="connsiteY7" fmla="*/ 664028 h 982488"/>
                                      <a:gd name="connsiteX8" fmla="*/ 12980 w 393980"/>
                                      <a:gd name="connsiteY8" fmla="*/ 838200 h 982488"/>
                                      <a:gd name="connsiteX9" fmla="*/ 121838 w 393980"/>
                                      <a:gd name="connsiteY9" fmla="*/ 968828 h 982488"/>
                                      <a:gd name="connsiteX10" fmla="*/ 132723 w 393980"/>
                                      <a:gd name="connsiteY10" fmla="*/ 979714 h 982488"/>
                                      <a:gd name="connsiteX11" fmla="*/ 143609 w 393980"/>
                                      <a:gd name="connsiteY11" fmla="*/ 979714 h 982488"/>
                                      <a:gd name="connsiteX0" fmla="*/ 393980 w 393980"/>
                                      <a:gd name="connsiteY0" fmla="*/ 0 h 982488"/>
                                      <a:gd name="connsiteX1" fmla="*/ 165380 w 393980"/>
                                      <a:gd name="connsiteY1" fmla="*/ 54428 h 982488"/>
                                      <a:gd name="connsiteX2" fmla="*/ 110952 w 393980"/>
                                      <a:gd name="connsiteY2" fmla="*/ 152400 h 982488"/>
                                      <a:gd name="connsiteX3" fmla="*/ 56523 w 393980"/>
                                      <a:gd name="connsiteY3" fmla="*/ 304800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393980 w 393980"/>
                                      <a:gd name="connsiteY0" fmla="*/ 0 h 982488"/>
                                      <a:gd name="connsiteX1" fmla="*/ 274237 w 393980"/>
                                      <a:gd name="connsiteY1" fmla="*/ 108857 h 982488"/>
                                      <a:gd name="connsiteX2" fmla="*/ 110952 w 393980"/>
                                      <a:gd name="connsiteY2" fmla="*/ 152400 h 982488"/>
                                      <a:gd name="connsiteX3" fmla="*/ 56523 w 393980"/>
                                      <a:gd name="connsiteY3" fmla="*/ 304800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393980 w 393980"/>
                                      <a:gd name="connsiteY0" fmla="*/ 0 h 982488"/>
                                      <a:gd name="connsiteX1" fmla="*/ 274237 w 393980"/>
                                      <a:gd name="connsiteY1" fmla="*/ 108857 h 982488"/>
                                      <a:gd name="connsiteX2" fmla="*/ 241581 w 393980"/>
                                      <a:gd name="connsiteY2" fmla="*/ 217714 h 982488"/>
                                      <a:gd name="connsiteX3" fmla="*/ 56523 w 393980"/>
                                      <a:gd name="connsiteY3" fmla="*/ 304800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393980 w 393980"/>
                                      <a:gd name="connsiteY0" fmla="*/ 0 h 982488"/>
                                      <a:gd name="connsiteX1" fmla="*/ 274237 w 393980"/>
                                      <a:gd name="connsiteY1" fmla="*/ 108857 h 982488"/>
                                      <a:gd name="connsiteX2" fmla="*/ 241581 w 393980"/>
                                      <a:gd name="connsiteY2" fmla="*/ 217714 h 982488"/>
                                      <a:gd name="connsiteX3" fmla="*/ 230694 w 393980"/>
                                      <a:gd name="connsiteY3" fmla="*/ 370114 h 982488"/>
                                      <a:gd name="connsiteX4" fmla="*/ 23866 w 393980"/>
                                      <a:gd name="connsiteY4" fmla="*/ 413657 h 982488"/>
                                      <a:gd name="connsiteX5" fmla="*/ 2095 w 393980"/>
                                      <a:gd name="connsiteY5" fmla="*/ 489857 h 982488"/>
                                      <a:gd name="connsiteX6" fmla="*/ 2095 w 393980"/>
                                      <a:gd name="connsiteY6" fmla="*/ 664028 h 982488"/>
                                      <a:gd name="connsiteX7" fmla="*/ 12980 w 393980"/>
                                      <a:gd name="connsiteY7" fmla="*/ 838200 h 982488"/>
                                      <a:gd name="connsiteX8" fmla="*/ 121838 w 393980"/>
                                      <a:gd name="connsiteY8" fmla="*/ 968828 h 982488"/>
                                      <a:gd name="connsiteX9" fmla="*/ 132723 w 393980"/>
                                      <a:gd name="connsiteY9" fmla="*/ 979714 h 982488"/>
                                      <a:gd name="connsiteX10" fmla="*/ 143609 w 393980"/>
                                      <a:gd name="connsiteY10" fmla="*/ 979714 h 982488"/>
                                      <a:gd name="connsiteX0" fmla="*/ 409228 w 409228"/>
                                      <a:gd name="connsiteY0" fmla="*/ 0 h 982488"/>
                                      <a:gd name="connsiteX1" fmla="*/ 289485 w 409228"/>
                                      <a:gd name="connsiteY1" fmla="*/ 108857 h 982488"/>
                                      <a:gd name="connsiteX2" fmla="*/ 256829 w 409228"/>
                                      <a:gd name="connsiteY2" fmla="*/ 217714 h 982488"/>
                                      <a:gd name="connsiteX3" fmla="*/ 245942 w 409228"/>
                                      <a:gd name="connsiteY3" fmla="*/ 370114 h 982488"/>
                                      <a:gd name="connsiteX4" fmla="*/ 17343 w 409228"/>
                                      <a:gd name="connsiteY4" fmla="*/ 489857 h 982488"/>
                                      <a:gd name="connsiteX5" fmla="*/ 17343 w 409228"/>
                                      <a:gd name="connsiteY5" fmla="*/ 664028 h 982488"/>
                                      <a:gd name="connsiteX6" fmla="*/ 28228 w 409228"/>
                                      <a:gd name="connsiteY6" fmla="*/ 838200 h 982488"/>
                                      <a:gd name="connsiteX7" fmla="*/ 137086 w 409228"/>
                                      <a:gd name="connsiteY7" fmla="*/ 968828 h 982488"/>
                                      <a:gd name="connsiteX8" fmla="*/ 147971 w 409228"/>
                                      <a:gd name="connsiteY8" fmla="*/ 979714 h 982488"/>
                                      <a:gd name="connsiteX9" fmla="*/ 158857 w 409228"/>
                                      <a:gd name="connsiteY9" fmla="*/ 979714 h 982488"/>
                                      <a:gd name="connsiteX0" fmla="*/ 409687 w 409687"/>
                                      <a:gd name="connsiteY0" fmla="*/ 0 h 982488"/>
                                      <a:gd name="connsiteX1" fmla="*/ 289944 w 409687"/>
                                      <a:gd name="connsiteY1" fmla="*/ 108857 h 982488"/>
                                      <a:gd name="connsiteX2" fmla="*/ 257288 w 409687"/>
                                      <a:gd name="connsiteY2" fmla="*/ 217714 h 982488"/>
                                      <a:gd name="connsiteX3" fmla="*/ 246401 w 409687"/>
                                      <a:gd name="connsiteY3" fmla="*/ 370114 h 982488"/>
                                      <a:gd name="connsiteX4" fmla="*/ 246402 w 409687"/>
                                      <a:gd name="connsiteY4" fmla="*/ 511629 h 982488"/>
                                      <a:gd name="connsiteX5" fmla="*/ 17802 w 409687"/>
                                      <a:gd name="connsiteY5" fmla="*/ 664028 h 982488"/>
                                      <a:gd name="connsiteX6" fmla="*/ 28687 w 409687"/>
                                      <a:gd name="connsiteY6" fmla="*/ 838200 h 982488"/>
                                      <a:gd name="connsiteX7" fmla="*/ 137545 w 409687"/>
                                      <a:gd name="connsiteY7" fmla="*/ 968828 h 982488"/>
                                      <a:gd name="connsiteX8" fmla="*/ 148430 w 409687"/>
                                      <a:gd name="connsiteY8" fmla="*/ 979714 h 982488"/>
                                      <a:gd name="connsiteX9" fmla="*/ 159316 w 409687"/>
                                      <a:gd name="connsiteY9" fmla="*/ 979714 h 982488"/>
                                      <a:gd name="connsiteX0" fmla="*/ 382714 w 382714"/>
                                      <a:gd name="connsiteY0" fmla="*/ 0 h 982488"/>
                                      <a:gd name="connsiteX1" fmla="*/ 262971 w 382714"/>
                                      <a:gd name="connsiteY1" fmla="*/ 108857 h 982488"/>
                                      <a:gd name="connsiteX2" fmla="*/ 230315 w 382714"/>
                                      <a:gd name="connsiteY2" fmla="*/ 217714 h 982488"/>
                                      <a:gd name="connsiteX3" fmla="*/ 219428 w 382714"/>
                                      <a:gd name="connsiteY3" fmla="*/ 370114 h 982488"/>
                                      <a:gd name="connsiteX4" fmla="*/ 219429 w 382714"/>
                                      <a:gd name="connsiteY4" fmla="*/ 511629 h 982488"/>
                                      <a:gd name="connsiteX5" fmla="*/ 208544 w 382714"/>
                                      <a:gd name="connsiteY5" fmla="*/ 642257 h 982488"/>
                                      <a:gd name="connsiteX6" fmla="*/ 1714 w 382714"/>
                                      <a:gd name="connsiteY6" fmla="*/ 838200 h 982488"/>
                                      <a:gd name="connsiteX7" fmla="*/ 110572 w 382714"/>
                                      <a:gd name="connsiteY7" fmla="*/ 968828 h 982488"/>
                                      <a:gd name="connsiteX8" fmla="*/ 121457 w 382714"/>
                                      <a:gd name="connsiteY8" fmla="*/ 979714 h 982488"/>
                                      <a:gd name="connsiteX9" fmla="*/ 132343 w 382714"/>
                                      <a:gd name="connsiteY9" fmla="*/ 979714 h 982488"/>
                                      <a:gd name="connsiteX0" fmla="*/ 283315 w 283315"/>
                                      <a:gd name="connsiteY0" fmla="*/ 0 h 990167"/>
                                      <a:gd name="connsiteX1" fmla="*/ 163572 w 283315"/>
                                      <a:gd name="connsiteY1" fmla="*/ 108857 h 990167"/>
                                      <a:gd name="connsiteX2" fmla="*/ 130916 w 283315"/>
                                      <a:gd name="connsiteY2" fmla="*/ 217714 h 990167"/>
                                      <a:gd name="connsiteX3" fmla="*/ 120029 w 283315"/>
                                      <a:gd name="connsiteY3" fmla="*/ 370114 h 990167"/>
                                      <a:gd name="connsiteX4" fmla="*/ 120030 w 283315"/>
                                      <a:gd name="connsiteY4" fmla="*/ 511629 h 990167"/>
                                      <a:gd name="connsiteX5" fmla="*/ 109145 w 283315"/>
                                      <a:gd name="connsiteY5" fmla="*/ 642257 h 990167"/>
                                      <a:gd name="connsiteX6" fmla="*/ 196229 w 283315"/>
                                      <a:gd name="connsiteY6" fmla="*/ 729343 h 990167"/>
                                      <a:gd name="connsiteX7" fmla="*/ 11173 w 283315"/>
                                      <a:gd name="connsiteY7" fmla="*/ 968828 h 990167"/>
                                      <a:gd name="connsiteX8" fmla="*/ 22058 w 283315"/>
                                      <a:gd name="connsiteY8" fmla="*/ 979714 h 990167"/>
                                      <a:gd name="connsiteX9" fmla="*/ 32944 w 283315"/>
                                      <a:gd name="connsiteY9" fmla="*/ 979714 h 990167"/>
                                      <a:gd name="connsiteX0" fmla="*/ 293981 w 293981"/>
                                      <a:gd name="connsiteY0" fmla="*/ 0 h 1000196"/>
                                      <a:gd name="connsiteX1" fmla="*/ 174238 w 293981"/>
                                      <a:gd name="connsiteY1" fmla="*/ 108857 h 1000196"/>
                                      <a:gd name="connsiteX2" fmla="*/ 141582 w 293981"/>
                                      <a:gd name="connsiteY2" fmla="*/ 217714 h 1000196"/>
                                      <a:gd name="connsiteX3" fmla="*/ 130695 w 293981"/>
                                      <a:gd name="connsiteY3" fmla="*/ 370114 h 1000196"/>
                                      <a:gd name="connsiteX4" fmla="*/ 130696 w 293981"/>
                                      <a:gd name="connsiteY4" fmla="*/ 511629 h 1000196"/>
                                      <a:gd name="connsiteX5" fmla="*/ 119811 w 293981"/>
                                      <a:gd name="connsiteY5" fmla="*/ 642257 h 1000196"/>
                                      <a:gd name="connsiteX6" fmla="*/ 206895 w 293981"/>
                                      <a:gd name="connsiteY6" fmla="*/ 729343 h 1000196"/>
                                      <a:gd name="connsiteX7" fmla="*/ 21839 w 293981"/>
                                      <a:gd name="connsiteY7" fmla="*/ 968828 h 1000196"/>
                                      <a:gd name="connsiteX8" fmla="*/ 32724 w 293981"/>
                                      <a:gd name="connsiteY8" fmla="*/ 979714 h 1000196"/>
                                      <a:gd name="connsiteX9" fmla="*/ 283096 w 293981"/>
                                      <a:gd name="connsiteY9" fmla="*/ 805542 h 1000196"/>
                                      <a:gd name="connsiteX0" fmla="*/ 272267 w 272267"/>
                                      <a:gd name="connsiteY0" fmla="*/ 0 h 968945"/>
                                      <a:gd name="connsiteX1" fmla="*/ 152524 w 272267"/>
                                      <a:gd name="connsiteY1" fmla="*/ 108857 h 968945"/>
                                      <a:gd name="connsiteX2" fmla="*/ 119868 w 272267"/>
                                      <a:gd name="connsiteY2" fmla="*/ 217714 h 968945"/>
                                      <a:gd name="connsiteX3" fmla="*/ 108981 w 272267"/>
                                      <a:gd name="connsiteY3" fmla="*/ 370114 h 968945"/>
                                      <a:gd name="connsiteX4" fmla="*/ 108982 w 272267"/>
                                      <a:gd name="connsiteY4" fmla="*/ 511629 h 968945"/>
                                      <a:gd name="connsiteX5" fmla="*/ 98097 w 272267"/>
                                      <a:gd name="connsiteY5" fmla="*/ 642257 h 968945"/>
                                      <a:gd name="connsiteX6" fmla="*/ 185181 w 272267"/>
                                      <a:gd name="connsiteY6" fmla="*/ 729343 h 968945"/>
                                      <a:gd name="connsiteX7" fmla="*/ 125 w 272267"/>
                                      <a:gd name="connsiteY7" fmla="*/ 968828 h 968945"/>
                                      <a:gd name="connsiteX8" fmla="*/ 217839 w 272267"/>
                                      <a:gd name="connsiteY8" fmla="*/ 762000 h 968945"/>
                                      <a:gd name="connsiteX9" fmla="*/ 261382 w 272267"/>
                                      <a:gd name="connsiteY9" fmla="*/ 805542 h 968945"/>
                                      <a:gd name="connsiteX0" fmla="*/ 272267 w 272267"/>
                                      <a:gd name="connsiteY0" fmla="*/ 0 h 968945"/>
                                      <a:gd name="connsiteX1" fmla="*/ 152524 w 272267"/>
                                      <a:gd name="connsiteY1" fmla="*/ 108857 h 968945"/>
                                      <a:gd name="connsiteX2" fmla="*/ 119868 w 272267"/>
                                      <a:gd name="connsiteY2" fmla="*/ 217714 h 968945"/>
                                      <a:gd name="connsiteX3" fmla="*/ 108981 w 272267"/>
                                      <a:gd name="connsiteY3" fmla="*/ 370114 h 968945"/>
                                      <a:gd name="connsiteX4" fmla="*/ 108982 w 272267"/>
                                      <a:gd name="connsiteY4" fmla="*/ 511629 h 968945"/>
                                      <a:gd name="connsiteX5" fmla="*/ 98097 w 272267"/>
                                      <a:gd name="connsiteY5" fmla="*/ 642257 h 968945"/>
                                      <a:gd name="connsiteX6" fmla="*/ 185181 w 272267"/>
                                      <a:gd name="connsiteY6" fmla="*/ 729343 h 968945"/>
                                      <a:gd name="connsiteX7" fmla="*/ 125 w 272267"/>
                                      <a:gd name="connsiteY7" fmla="*/ 968828 h 968945"/>
                                      <a:gd name="connsiteX8" fmla="*/ 217839 w 272267"/>
                                      <a:gd name="connsiteY8" fmla="*/ 762000 h 968945"/>
                                      <a:gd name="connsiteX9" fmla="*/ 261382 w 272267"/>
                                      <a:gd name="connsiteY9" fmla="*/ 805542 h 968945"/>
                                      <a:gd name="connsiteX0" fmla="*/ 178128 w 178128"/>
                                      <a:gd name="connsiteY0" fmla="*/ 0 h 805550"/>
                                      <a:gd name="connsiteX1" fmla="*/ 58385 w 178128"/>
                                      <a:gd name="connsiteY1" fmla="*/ 108857 h 805550"/>
                                      <a:gd name="connsiteX2" fmla="*/ 25729 w 178128"/>
                                      <a:gd name="connsiteY2" fmla="*/ 217714 h 805550"/>
                                      <a:gd name="connsiteX3" fmla="*/ 14842 w 178128"/>
                                      <a:gd name="connsiteY3" fmla="*/ 370114 h 805550"/>
                                      <a:gd name="connsiteX4" fmla="*/ 14843 w 178128"/>
                                      <a:gd name="connsiteY4" fmla="*/ 511629 h 805550"/>
                                      <a:gd name="connsiteX5" fmla="*/ 3958 w 178128"/>
                                      <a:gd name="connsiteY5" fmla="*/ 642257 h 805550"/>
                                      <a:gd name="connsiteX6" fmla="*/ 91042 w 178128"/>
                                      <a:gd name="connsiteY6" fmla="*/ 729343 h 805550"/>
                                      <a:gd name="connsiteX7" fmla="*/ 123700 w 178128"/>
                                      <a:gd name="connsiteY7" fmla="*/ 762000 h 805550"/>
                                      <a:gd name="connsiteX8" fmla="*/ 167243 w 178128"/>
                                      <a:gd name="connsiteY8" fmla="*/ 805542 h 805550"/>
                                      <a:gd name="connsiteX0" fmla="*/ 178128 w 178128"/>
                                      <a:gd name="connsiteY0" fmla="*/ 0 h 762000"/>
                                      <a:gd name="connsiteX1" fmla="*/ 58385 w 178128"/>
                                      <a:gd name="connsiteY1" fmla="*/ 108857 h 762000"/>
                                      <a:gd name="connsiteX2" fmla="*/ 25729 w 178128"/>
                                      <a:gd name="connsiteY2" fmla="*/ 217714 h 762000"/>
                                      <a:gd name="connsiteX3" fmla="*/ 14842 w 178128"/>
                                      <a:gd name="connsiteY3" fmla="*/ 370114 h 762000"/>
                                      <a:gd name="connsiteX4" fmla="*/ 14843 w 178128"/>
                                      <a:gd name="connsiteY4" fmla="*/ 511629 h 762000"/>
                                      <a:gd name="connsiteX5" fmla="*/ 3958 w 178128"/>
                                      <a:gd name="connsiteY5" fmla="*/ 642257 h 762000"/>
                                      <a:gd name="connsiteX6" fmla="*/ 91042 w 178128"/>
                                      <a:gd name="connsiteY6" fmla="*/ 729343 h 762000"/>
                                      <a:gd name="connsiteX7" fmla="*/ 123700 w 178128"/>
                                      <a:gd name="connsiteY7" fmla="*/ 762000 h 762000"/>
                                      <a:gd name="connsiteX0" fmla="*/ 178128 w 178128"/>
                                      <a:gd name="connsiteY0" fmla="*/ 0 h 729343"/>
                                      <a:gd name="connsiteX1" fmla="*/ 58385 w 178128"/>
                                      <a:gd name="connsiteY1" fmla="*/ 108857 h 729343"/>
                                      <a:gd name="connsiteX2" fmla="*/ 25729 w 178128"/>
                                      <a:gd name="connsiteY2" fmla="*/ 217714 h 729343"/>
                                      <a:gd name="connsiteX3" fmla="*/ 14842 w 178128"/>
                                      <a:gd name="connsiteY3" fmla="*/ 370114 h 729343"/>
                                      <a:gd name="connsiteX4" fmla="*/ 14843 w 178128"/>
                                      <a:gd name="connsiteY4" fmla="*/ 511629 h 729343"/>
                                      <a:gd name="connsiteX5" fmla="*/ 3958 w 178128"/>
                                      <a:gd name="connsiteY5" fmla="*/ 642257 h 729343"/>
                                      <a:gd name="connsiteX6" fmla="*/ 91042 w 178128"/>
                                      <a:gd name="connsiteY6" fmla="*/ 729343 h 729343"/>
                                      <a:gd name="connsiteX0" fmla="*/ 178128 w 178128"/>
                                      <a:gd name="connsiteY0" fmla="*/ 0 h 642257"/>
                                      <a:gd name="connsiteX1" fmla="*/ 58385 w 178128"/>
                                      <a:gd name="connsiteY1" fmla="*/ 108857 h 642257"/>
                                      <a:gd name="connsiteX2" fmla="*/ 25729 w 178128"/>
                                      <a:gd name="connsiteY2" fmla="*/ 217714 h 642257"/>
                                      <a:gd name="connsiteX3" fmla="*/ 14842 w 178128"/>
                                      <a:gd name="connsiteY3" fmla="*/ 370114 h 642257"/>
                                      <a:gd name="connsiteX4" fmla="*/ 14843 w 178128"/>
                                      <a:gd name="connsiteY4" fmla="*/ 511629 h 642257"/>
                                      <a:gd name="connsiteX5" fmla="*/ 3958 w 178128"/>
                                      <a:gd name="connsiteY5" fmla="*/ 642257 h 642257"/>
                                      <a:gd name="connsiteX0" fmla="*/ 168553 w 168553"/>
                                      <a:gd name="connsiteY0" fmla="*/ 0 h 642257"/>
                                      <a:gd name="connsiteX1" fmla="*/ 48810 w 168553"/>
                                      <a:gd name="connsiteY1" fmla="*/ 108857 h 642257"/>
                                      <a:gd name="connsiteX2" fmla="*/ 16154 w 168553"/>
                                      <a:gd name="connsiteY2" fmla="*/ 217714 h 642257"/>
                                      <a:gd name="connsiteX3" fmla="*/ 5267 w 168553"/>
                                      <a:gd name="connsiteY3" fmla="*/ 370114 h 642257"/>
                                      <a:gd name="connsiteX4" fmla="*/ 5268 w 168553"/>
                                      <a:gd name="connsiteY4" fmla="*/ 511629 h 642257"/>
                                      <a:gd name="connsiteX5" fmla="*/ 70583 w 168553"/>
                                      <a:gd name="connsiteY5" fmla="*/ 642257 h 642257"/>
                                      <a:gd name="connsiteX0" fmla="*/ 196068 w 196068"/>
                                      <a:gd name="connsiteY0" fmla="*/ 0 h 642257"/>
                                      <a:gd name="connsiteX1" fmla="*/ 76325 w 196068"/>
                                      <a:gd name="connsiteY1" fmla="*/ 108857 h 642257"/>
                                      <a:gd name="connsiteX2" fmla="*/ 43669 w 196068"/>
                                      <a:gd name="connsiteY2" fmla="*/ 217714 h 642257"/>
                                      <a:gd name="connsiteX3" fmla="*/ 125 w 196068"/>
                                      <a:gd name="connsiteY3" fmla="*/ 359228 h 642257"/>
                                      <a:gd name="connsiteX4" fmla="*/ 32783 w 196068"/>
                                      <a:gd name="connsiteY4" fmla="*/ 511629 h 642257"/>
                                      <a:gd name="connsiteX5" fmla="*/ 98098 w 196068"/>
                                      <a:gd name="connsiteY5" fmla="*/ 642257 h 642257"/>
                                      <a:gd name="connsiteX0" fmla="*/ 221201 w 221201"/>
                                      <a:gd name="connsiteY0" fmla="*/ 0 h 642257"/>
                                      <a:gd name="connsiteX1" fmla="*/ 101458 w 221201"/>
                                      <a:gd name="connsiteY1" fmla="*/ 108857 h 642257"/>
                                      <a:gd name="connsiteX2" fmla="*/ 3487 w 221201"/>
                                      <a:gd name="connsiteY2" fmla="*/ 206828 h 642257"/>
                                      <a:gd name="connsiteX3" fmla="*/ 25258 w 221201"/>
                                      <a:gd name="connsiteY3" fmla="*/ 359228 h 642257"/>
                                      <a:gd name="connsiteX4" fmla="*/ 57916 w 221201"/>
                                      <a:gd name="connsiteY4" fmla="*/ 511629 h 642257"/>
                                      <a:gd name="connsiteX5" fmla="*/ 123231 w 221201"/>
                                      <a:gd name="connsiteY5" fmla="*/ 642257 h 642257"/>
                                      <a:gd name="connsiteX0" fmla="*/ 218714 w 218714"/>
                                      <a:gd name="connsiteY0" fmla="*/ 0 h 642257"/>
                                      <a:gd name="connsiteX1" fmla="*/ 55428 w 218714"/>
                                      <a:gd name="connsiteY1" fmla="*/ 76200 h 642257"/>
                                      <a:gd name="connsiteX2" fmla="*/ 1000 w 218714"/>
                                      <a:gd name="connsiteY2" fmla="*/ 206828 h 642257"/>
                                      <a:gd name="connsiteX3" fmla="*/ 22771 w 218714"/>
                                      <a:gd name="connsiteY3" fmla="*/ 359228 h 642257"/>
                                      <a:gd name="connsiteX4" fmla="*/ 55429 w 218714"/>
                                      <a:gd name="connsiteY4" fmla="*/ 511629 h 642257"/>
                                      <a:gd name="connsiteX5" fmla="*/ 120744 w 218714"/>
                                      <a:gd name="connsiteY5" fmla="*/ 642257 h 642257"/>
                                      <a:gd name="connsiteX0" fmla="*/ 262691 w 262691"/>
                                      <a:gd name="connsiteY0" fmla="*/ 0 h 642257"/>
                                      <a:gd name="connsiteX1" fmla="*/ 99405 w 262691"/>
                                      <a:gd name="connsiteY1" fmla="*/ 76200 h 642257"/>
                                      <a:gd name="connsiteX2" fmla="*/ 44977 w 262691"/>
                                      <a:gd name="connsiteY2" fmla="*/ 206828 h 642257"/>
                                      <a:gd name="connsiteX3" fmla="*/ 1434 w 262691"/>
                                      <a:gd name="connsiteY3" fmla="*/ 359228 h 642257"/>
                                      <a:gd name="connsiteX4" fmla="*/ 99406 w 262691"/>
                                      <a:gd name="connsiteY4" fmla="*/ 511629 h 642257"/>
                                      <a:gd name="connsiteX5" fmla="*/ 164721 w 262691"/>
                                      <a:gd name="connsiteY5" fmla="*/ 642257 h 642257"/>
                                      <a:gd name="connsiteX0" fmla="*/ 263298 w 263298"/>
                                      <a:gd name="connsiteY0" fmla="*/ 0 h 642257"/>
                                      <a:gd name="connsiteX1" fmla="*/ 100012 w 263298"/>
                                      <a:gd name="connsiteY1" fmla="*/ 76200 h 642257"/>
                                      <a:gd name="connsiteX2" fmla="*/ 45584 w 263298"/>
                                      <a:gd name="connsiteY2" fmla="*/ 206828 h 642257"/>
                                      <a:gd name="connsiteX3" fmla="*/ 2041 w 263298"/>
                                      <a:gd name="connsiteY3" fmla="*/ 359228 h 642257"/>
                                      <a:gd name="connsiteX4" fmla="*/ 23813 w 263298"/>
                                      <a:gd name="connsiteY4" fmla="*/ 522514 h 642257"/>
                                      <a:gd name="connsiteX5" fmla="*/ 165328 w 263298"/>
                                      <a:gd name="connsiteY5" fmla="*/ 642257 h 642257"/>
                                      <a:gd name="connsiteX0" fmla="*/ 261775 w 261775"/>
                                      <a:gd name="connsiteY0" fmla="*/ 0 h 642257"/>
                                      <a:gd name="connsiteX1" fmla="*/ 98489 w 261775"/>
                                      <a:gd name="connsiteY1" fmla="*/ 76200 h 642257"/>
                                      <a:gd name="connsiteX2" fmla="*/ 44061 w 261775"/>
                                      <a:gd name="connsiteY2" fmla="*/ 206828 h 642257"/>
                                      <a:gd name="connsiteX3" fmla="*/ 518 w 261775"/>
                                      <a:gd name="connsiteY3" fmla="*/ 359228 h 642257"/>
                                      <a:gd name="connsiteX4" fmla="*/ 22290 w 261775"/>
                                      <a:gd name="connsiteY4" fmla="*/ 522514 h 642257"/>
                                      <a:gd name="connsiteX5" fmla="*/ 54948 w 261775"/>
                                      <a:gd name="connsiteY5" fmla="*/ 642257 h 6422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61775" h="642257">
                                        <a:moveTo>
                                          <a:pt x="261775" y="0"/>
                                        </a:moveTo>
                                        <a:cubicBezTo>
                                          <a:pt x="221861" y="36286"/>
                                          <a:pt x="134775" y="41729"/>
                                          <a:pt x="98489" y="76200"/>
                                        </a:cubicBezTo>
                                        <a:cubicBezTo>
                                          <a:pt x="62203" y="110671"/>
                                          <a:pt x="60390" y="159657"/>
                                          <a:pt x="44061" y="206828"/>
                                        </a:cubicBezTo>
                                        <a:cubicBezTo>
                                          <a:pt x="27732" y="253999"/>
                                          <a:pt x="4147" y="306614"/>
                                          <a:pt x="518" y="359228"/>
                                        </a:cubicBezTo>
                                        <a:cubicBezTo>
                                          <a:pt x="-3111" y="411842"/>
                                          <a:pt x="13218" y="475342"/>
                                          <a:pt x="22290" y="522514"/>
                                        </a:cubicBezTo>
                                        <a:cubicBezTo>
                                          <a:pt x="31362" y="569686"/>
                                          <a:pt x="42248" y="605971"/>
                                          <a:pt x="54948" y="64225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5400" cap="flat" cmpd="sng" algn="ctr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32" name="Freihandform 7"/>
                              <wps:cNvSpPr/>
                              <wps:spPr>
                                <a:xfrm>
                                  <a:off x="510450" y="2873694"/>
                                  <a:ext cx="88294" cy="178997"/>
                                </a:xfrm>
                                <a:custGeom>
                                  <a:avLst/>
                                  <a:gdLst>
                                    <a:gd name="connsiteX0" fmla="*/ 0 w 88294"/>
                                    <a:gd name="connsiteY0" fmla="*/ 0 h 178997"/>
                                    <a:gd name="connsiteX1" fmla="*/ 76200 w 88294"/>
                                    <a:gd name="connsiteY1" fmla="*/ 163285 h 178997"/>
                                    <a:gd name="connsiteX2" fmla="*/ 87085 w 88294"/>
                                    <a:gd name="connsiteY2" fmla="*/ 163285 h 178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8294" h="178997">
                                      <a:moveTo>
                                        <a:pt x="0" y="0"/>
                                      </a:moveTo>
                                      <a:cubicBezTo>
                                        <a:pt x="30843" y="68035"/>
                                        <a:pt x="61686" y="136071"/>
                                        <a:pt x="76200" y="163285"/>
                                      </a:cubicBezTo>
                                      <a:cubicBezTo>
                                        <a:pt x="90714" y="190499"/>
                                        <a:pt x="88899" y="176892"/>
                                        <a:pt x="87085" y="1632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" name="Freihandform 8"/>
                              <wps:cNvSpPr/>
                              <wps:spPr>
                                <a:xfrm>
                                  <a:off x="227420" y="2699523"/>
                                  <a:ext cx="261257" cy="489856"/>
                                </a:xfrm>
                                <a:custGeom>
                                  <a:avLst/>
                                  <a:gdLst>
                                    <a:gd name="connsiteX0" fmla="*/ 0 w 239486"/>
                                    <a:gd name="connsiteY0" fmla="*/ 0 h 446314"/>
                                    <a:gd name="connsiteX1" fmla="*/ 108858 w 239486"/>
                                    <a:gd name="connsiteY1" fmla="*/ 250372 h 446314"/>
                                    <a:gd name="connsiteX2" fmla="*/ 239486 w 239486"/>
                                    <a:gd name="connsiteY2" fmla="*/ 446314 h 446314"/>
                                    <a:gd name="connsiteX3" fmla="*/ 239486 w 239486"/>
                                    <a:gd name="connsiteY3" fmla="*/ 446314 h 446314"/>
                                    <a:gd name="connsiteX0" fmla="*/ 0 w 261257"/>
                                    <a:gd name="connsiteY0" fmla="*/ 0 h 489856"/>
                                    <a:gd name="connsiteX1" fmla="*/ 130629 w 261257"/>
                                    <a:gd name="connsiteY1" fmla="*/ 293914 h 489856"/>
                                    <a:gd name="connsiteX2" fmla="*/ 261257 w 261257"/>
                                    <a:gd name="connsiteY2" fmla="*/ 489856 h 489856"/>
                                    <a:gd name="connsiteX3" fmla="*/ 261257 w 261257"/>
                                    <a:gd name="connsiteY3" fmla="*/ 489856 h 4898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61257" h="489856">
                                      <a:moveTo>
                                        <a:pt x="0" y="0"/>
                                      </a:moveTo>
                                      <a:cubicBezTo>
                                        <a:pt x="34472" y="87993"/>
                                        <a:pt x="87086" y="212271"/>
                                        <a:pt x="130629" y="293914"/>
                                      </a:cubicBezTo>
                                      <a:cubicBezTo>
                                        <a:pt x="174172" y="375557"/>
                                        <a:pt x="261257" y="489856"/>
                                        <a:pt x="261257" y="489856"/>
                                      </a:cubicBezTo>
                                      <a:lnTo>
                                        <a:pt x="261257" y="489856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5" o:spid="_x0000_s1026" style="position:absolute;margin-left:4.8pt;margin-top:199.35pt;width:23.65pt;height:95.25pt;z-index:251695104;mso-height-relative:margin" coordorigin="2153,20166" coordsize="4523,1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">
                      <v:group id="Gruppieren 6" o:spid="_x0000_s1027" style="position:absolute;left:2153;top:20166;width:4523;height:7700" coordorigin="2153,20166" coordsize="4523,7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v:shape id="Freihandform 9" o:spid="_x0000_s1028" style="position:absolute;left:2153;top:20166;width:3549;height:7207;visibility:visible;mso-wrap-style:square;v-text-anchor:middle" coordsize="338661,785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3gsEA&#10;AADbAAAADwAAAGRycy9kb3ducmV2LnhtbERPy4rCMBTdC/MP4Q7MTtNREKmmIsowbipoXbi8NNc+&#10;bG5KE2udr58sBJeH816tB9OInjpXWVbwPYlAEOdWV1woOGc/4wUI55E1NpZJwZMcrJOP0QpjbR98&#10;pP7kCxFC2MWooPS+jaV0eUkG3cS2xIG72s6gD7ArpO7wEcJNI6dRNJcGKw4NJba0LSm/ne5GwV9K&#10;aZr99vV+dtkV8+OzPuz6TKmvz2GzBOFp8G/xy73XCmZhffgSfoB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zd4LBAAAA2wAAAA8AAAAAAAAAAAAAAAAAmAIAAGRycy9kb3du&#10;cmV2LnhtbFBLBQYAAAAABAAEAPUAAACGAwAAAAA=&#10;" path="m338661,c324147,39914,136790,130118,83353,208393,29916,286668,28925,373494,18039,469651v-10886,96157,-34473,194129,-1,315686e" filled="f" strokecolor="#7f7f7f [1612]" strokeweight="2pt">
                          <v:path arrowok="t" o:connecttype="custom" o:connectlocs="354904,0;87351,191241;18904,430996;18903,720700" o:connectangles="0,0,0,0"/>
                        </v:shape>
                        <v:shape id="Freihandform 10" o:spid="_x0000_s1029" style="position:absolute;left:4058;top:21444;width:2618;height:6422;visibility:visible;mso-wrap-style:square;v-text-anchor:middle" coordsize="261775,642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PAMMA&#10;AADbAAAADwAAAGRycy9kb3ducmV2LnhtbESP32rCMBTG7we+QziCN2Om7WBINYpYhsIuxuoe4Ngc&#10;22Jz0jWxxrc3g8EuP74/P77VJphOjDS41rKCdJ6AIK6sbrlW8H18f1mAcB5ZY2eZFNzJwWY9eVph&#10;ru2Nv2gsfS3iCLscFTTe97mUrmrIoJvbnjh6ZzsY9FEOtdQD3uK46WSWJG/SYMuR0GBPu4aqS3k1&#10;EWLOi4+yKJ6zaht+pC4/T2EvlZpNw3YJwlPw/+G/9kEreE3h90v8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nPAMMAAADbAAAADwAAAAAAAAAAAAAAAACYAgAAZHJzL2Rv&#10;d25yZXYueG1sUEsFBgAAAAAEAAQA9QAAAIgDAAAAAA==&#10;" path="m261775,c221861,36286,134775,41729,98489,76200,62203,110671,60390,159657,44061,206828,27732,253999,4147,306614,518,359228v-3629,52614,12700,116114,21772,163286c31362,569686,42248,605971,54948,642257e" filled="f" strokecolor="#7f7f7f [1612]" strokeweight="2pt">
                          <v:path arrowok="t" o:connecttype="custom" o:connectlocs="261775,0;98489,76200;44061,206828;518,359228;22290,522514;54948,642257" o:connectangles="0,0,0,0,0,0"/>
                        </v:shape>
                      </v:group>
                      <v:shape id="Freihandform 7" o:spid="_x0000_s1030" style="position:absolute;left:5104;top:28736;width:883;height:1790;visibility:visible;mso-wrap-style:square;v-text-anchor:middle" coordsize="88294,178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ukcMA&#10;AADbAAAADwAAAGRycy9kb3ducmV2LnhtbESPT2sCMRTE7wW/Q3iCt5pVqehqFC0U9tBS/IPnx+a5&#10;WUxelk1ct/30TaHQ4zAzv2HW295Z0VEbas8KJuMMBHHpdc2VgvPp7XkBIkRkjdYzKfiiANvN4GmN&#10;ufYPPlB3jJVIEA45KjAxNrmUoTTkMIx9Q5y8q28dxiTbSuoWHwnurJxm2Vw6rDktGGzo1VB5O96d&#10;Asvz4tPcC/u+xMv+g166bz53So2G/W4FIlIf/8N/7UIrmE3h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uukcMAAADbAAAADwAAAAAAAAAAAAAAAACYAgAAZHJzL2Rv&#10;d25yZXYueG1sUEsFBgAAAAAEAAQA9QAAAIgDAAAAAA==&#10;" path="m,c30843,68035,61686,136071,76200,163285v14514,27214,12699,13607,10885,e" filled="f" strokecolor="#7f7f7f [1612]" strokeweight="2pt">
                        <v:path arrowok="t" o:connecttype="custom" o:connectlocs="0,0;76200,163285;87085,163285" o:connectangles="0,0,0"/>
                      </v:shape>
                      <v:shape id="Freihandform 8" o:spid="_x0000_s1031" style="position:absolute;left:2274;top:26995;width:2612;height:4898;visibility:visible;mso-wrap-style:square;v-text-anchor:middle" coordsize="261257,489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D5JMIA&#10;AADbAAAADwAAAGRycy9kb3ducmV2LnhtbESPQYvCMBSE74L/IbwFb5quRSnVKIsgiIKgLrt7fDTP&#10;tmzzUpKo9d8bQfA4zMw3zHzZmUZcyfnasoLPUQKCuLC65lLB92k9zED4gKyxsUwK7uRhuej35phr&#10;e+MDXY+hFBHCPkcFVQhtLqUvKjLoR7Yljt7ZOoMhSldK7fAW4aaR4ySZSoM1x4UKW1pVVPwfL0bB&#10;zyRzWWp3v2HlxweZ/m2n+waVGnx0XzMQgbrwDr/aG60gTe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PkkwgAAANsAAAAPAAAAAAAAAAAAAAAAAJgCAABkcnMvZG93&#10;bnJldi54bWxQSwUGAAAAAAQABAD1AAAAhwMAAAAA&#10;" path="m,c34472,87993,87086,212271,130629,293914v43543,81643,130628,195942,130628,195942l261257,489856e" filled="f" strokecolor="#7f7f7f [1612]" strokeweight="2pt">
                        <v:path arrowok="t" o:connecttype="custom" o:connectlocs="0,0;130629,293914;261257,489856;261257,489856" o:connectangles="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7211753" wp14:editId="7B88C7FB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1529080</wp:posOffset>
                      </wp:positionV>
                      <wp:extent cx="958850" cy="1160145"/>
                      <wp:effectExtent l="0" t="0" r="31750" b="20955"/>
                      <wp:wrapNone/>
                      <wp:docPr id="21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8850" cy="1160145"/>
                                <a:chOff x="499564" y="1"/>
                                <a:chExt cx="2664296" cy="2695653"/>
                              </a:xfrm>
                            </wpg:grpSpPr>
                            <wps:wsp>
                              <wps:cNvPr id="22" name="Freihandform 13"/>
                              <wps:cNvSpPr/>
                              <wps:spPr>
                                <a:xfrm>
                                  <a:off x="704443" y="1"/>
                                  <a:ext cx="2459417" cy="2695653"/>
                                </a:xfrm>
                                <a:custGeom>
                                  <a:avLst/>
                                  <a:gdLst>
                                    <a:gd name="f0" fmla="val 10800000"/>
                                    <a:gd name="f1" fmla="val 5400000"/>
                                    <a:gd name="f2" fmla="val 180"/>
                                    <a:gd name="f3" fmla="val w"/>
                                    <a:gd name="f4" fmla="val h"/>
                                    <a:gd name="f5" fmla="val 0"/>
                                    <a:gd name="f6" fmla="val 2938272"/>
                                    <a:gd name="f7" fmla="val 4023360"/>
                                    <a:gd name="f8" fmla="val 1292352"/>
                                    <a:gd name="f9" fmla="val 1418336"/>
                                    <a:gd name="f10" fmla="val 165608"/>
                                    <a:gd name="f11" fmla="val 1513840"/>
                                    <a:gd name="f12" fmla="val 276352"/>
                                    <a:gd name="f13" fmla="val 1633728"/>
                                    <a:gd name="f14" fmla="val 304800"/>
                                    <a:gd name="f15" fmla="val 1753616"/>
                                    <a:gd name="f16" fmla="val 333248"/>
                                    <a:gd name="f17" fmla="val 1897888"/>
                                    <a:gd name="f18" fmla="val 197104"/>
                                    <a:gd name="f19" fmla="val 2011680"/>
                                    <a:gd name="f20" fmla="val 170688"/>
                                    <a:gd name="f21" fmla="val 2125472"/>
                                    <a:gd name="f22" fmla="val 144272"/>
                                    <a:gd name="f23" fmla="val 2225040"/>
                                    <a:gd name="f24" fmla="val 123952"/>
                                    <a:gd name="f25" fmla="val 2316480"/>
                                    <a:gd name="f26" fmla="val 146304"/>
                                    <a:gd name="f27" fmla="val 2407920"/>
                                    <a:gd name="f28" fmla="val 168656"/>
                                    <a:gd name="f29" fmla="val 2499360"/>
                                    <a:gd name="f30" fmla="val 249936"/>
                                    <a:gd name="f31" fmla="val 2560320"/>
                                    <a:gd name="f32" fmla="val 2621280"/>
                                    <a:gd name="f33" fmla="val 359664"/>
                                    <a:gd name="f34" fmla="val 2641600"/>
                                    <a:gd name="f35" fmla="val 398272"/>
                                    <a:gd name="f36" fmla="val 2682240"/>
                                    <a:gd name="f37" fmla="val 475488"/>
                                    <a:gd name="f38" fmla="val 2722880"/>
                                    <a:gd name="f39" fmla="val 552704"/>
                                    <a:gd name="f40" fmla="val 2769616"/>
                                    <a:gd name="f41" fmla="val 662432"/>
                                    <a:gd name="f42" fmla="val 2804160"/>
                                    <a:gd name="f43" fmla="val 768096"/>
                                    <a:gd name="f44" fmla="val 2838704"/>
                                    <a:gd name="f45" fmla="val 873760"/>
                                    <a:gd name="f46" fmla="val 2867152"/>
                                    <a:gd name="f47" fmla="val 989584"/>
                                    <a:gd name="f48" fmla="val 2889504"/>
                                    <a:gd name="f49" fmla="val 1109472"/>
                                    <a:gd name="f50" fmla="val 2911856"/>
                                    <a:gd name="f51" fmla="val 1229360"/>
                                    <a:gd name="f52" fmla="val 2930144"/>
                                    <a:gd name="f53" fmla="val 1339088"/>
                                    <a:gd name="f54" fmla="val 1487424"/>
                                    <a:gd name="f55" fmla="val 2946400"/>
                                    <a:gd name="f56" fmla="val 1635760"/>
                                    <a:gd name="f57" fmla="val 1865376"/>
                                    <a:gd name="f58" fmla="val 1999488"/>
                                    <a:gd name="f59" fmla="val 2133600"/>
                                    <a:gd name="f60" fmla="val 2913888"/>
                                    <a:gd name="f61" fmla="val 2192528"/>
                                    <a:gd name="f62" fmla="val 2292096"/>
                                    <a:gd name="f63" fmla="val 2865120"/>
                                    <a:gd name="f64" fmla="val 2391664"/>
                                    <a:gd name="f65" fmla="val 2836672"/>
                                    <a:gd name="f66" fmla="val 2474976"/>
                                    <a:gd name="f67" fmla="val 2791968"/>
                                    <a:gd name="f68" fmla="val 2596896"/>
                                    <a:gd name="f69" fmla="val 2747264"/>
                                    <a:gd name="f70" fmla="val 2718816"/>
                                    <a:gd name="f71" fmla="val 2869184"/>
                                    <a:gd name="f72" fmla="val 3023616"/>
                                    <a:gd name="f73" fmla="val 2523744"/>
                                    <a:gd name="f74" fmla="val 3178048"/>
                                    <a:gd name="f75" fmla="val 2355088"/>
                                    <a:gd name="f76" fmla="val 3407664"/>
                                    <a:gd name="f77" fmla="val 2206752"/>
                                    <a:gd name="f78" fmla="val 3523488"/>
                                    <a:gd name="f79" fmla="val 2058416"/>
                                    <a:gd name="f80" fmla="val 3639312"/>
                                    <a:gd name="f81" fmla="val 1867408"/>
                                    <a:gd name="f82" fmla="val 3667760"/>
                                    <a:gd name="f83" fmla="val 1731264"/>
                                    <a:gd name="f84" fmla="val 3718560"/>
                                    <a:gd name="f85" fmla="val 1595120"/>
                                    <a:gd name="f86" fmla="val 3769360"/>
                                    <a:gd name="f87" fmla="val 1501648"/>
                                    <a:gd name="f88" fmla="val 3803904"/>
                                    <a:gd name="f89" fmla="val 1389888"/>
                                    <a:gd name="f90" fmla="val 3828288"/>
                                    <a:gd name="f91" fmla="val 1278128"/>
                                    <a:gd name="f92" fmla="val 3852672"/>
                                    <a:gd name="f93" fmla="val 1170432"/>
                                    <a:gd name="f94" fmla="val 3858768"/>
                                    <a:gd name="f95" fmla="val 1060704"/>
                                    <a:gd name="f96" fmla="val 3864864"/>
                                    <a:gd name="f97" fmla="val 950976"/>
                                    <a:gd name="f98" fmla="val 3870960"/>
                                    <a:gd name="f99" fmla="val 820928"/>
                                    <a:gd name="f100" fmla="val 3885184"/>
                                    <a:gd name="f101" fmla="val 731520"/>
                                    <a:gd name="f102" fmla="val 642112"/>
                                    <a:gd name="f103" fmla="val 3844544"/>
                                    <a:gd name="f104" fmla="val 581152"/>
                                    <a:gd name="f105" fmla="val 3763264"/>
                                    <a:gd name="f106" fmla="val 524256"/>
                                    <a:gd name="f107" fmla="val 3742944"/>
                                    <a:gd name="f108" fmla="val 467360"/>
                                    <a:gd name="f109" fmla="val 3722624"/>
                                    <a:gd name="f110" fmla="val 434848"/>
                                    <a:gd name="f111" fmla="val 3730752"/>
                                    <a:gd name="f112" fmla="val 390144"/>
                                    <a:gd name="f113" fmla="val 345440"/>
                                    <a:gd name="f114" fmla="val 3755136"/>
                                    <a:gd name="f115" fmla="val 321056"/>
                                    <a:gd name="f116" fmla="val 256032"/>
                                    <a:gd name="f117" fmla="val 3816096"/>
                                    <a:gd name="f118" fmla="val 191008"/>
                                    <a:gd name="f119" fmla="val 3862832"/>
                                    <a:gd name="f120" fmla="val 69088"/>
                                    <a:gd name="f121" fmla="val 3905504"/>
                                    <a:gd name="f122" fmla="+- 0 0 -90"/>
                                    <a:gd name="f123" fmla="*/ f3 1 2938272"/>
                                    <a:gd name="f124" fmla="*/ f4 1 4023360"/>
                                    <a:gd name="f125" fmla="val f5"/>
                                    <a:gd name="f126" fmla="val f6"/>
                                    <a:gd name="f127" fmla="val f7"/>
                                    <a:gd name="f128" fmla="*/ f122 f0 1"/>
                                    <a:gd name="f129" fmla="+- f127 0 f125"/>
                                    <a:gd name="f130" fmla="+- f126 0 f125"/>
                                    <a:gd name="f131" fmla="*/ f128 1 f2"/>
                                    <a:gd name="f132" fmla="*/ f130 1 2938272"/>
                                    <a:gd name="f133" fmla="*/ f129 1 4023360"/>
                                    <a:gd name="f134" fmla="*/ 0 f129 1"/>
                                    <a:gd name="f135" fmla="*/ 304800 f129 1"/>
                                    <a:gd name="f136" fmla="*/ 170688 f129 1"/>
                                    <a:gd name="f137" fmla="*/ 146304 f129 1"/>
                                    <a:gd name="f138" fmla="*/ 1109472 f129 1"/>
                                    <a:gd name="f139" fmla="*/ 1487424 f129 1"/>
                                    <a:gd name="f140" fmla="*/ 3864864 f129 1"/>
                                    <a:gd name="f141" fmla="*/ 3742944 f129 1"/>
                                    <a:gd name="f142" fmla="*/ 3816096 f129 1"/>
                                    <a:gd name="f143" fmla="*/ 4023360 f129 1"/>
                                    <a:gd name="f144" fmla="*/ 3718560 f129 1"/>
                                    <a:gd name="f145" fmla="*/ 3523488 f129 1"/>
                                    <a:gd name="f146" fmla="*/ 3023616 f129 1"/>
                                    <a:gd name="f147" fmla="*/ 2596896 f129 1"/>
                                    <a:gd name="f148" fmla="*/ 2292096 f129 1"/>
                                    <a:gd name="f149" fmla="*/ 1999488 f129 1"/>
                                    <a:gd name="f150" fmla="*/ 3828288 f129 1"/>
                                    <a:gd name="f151" fmla="*/ 1292352 f130 1"/>
                                    <a:gd name="f152" fmla="*/ 1633728 f130 1"/>
                                    <a:gd name="f153" fmla="*/ 2011680 f130 1"/>
                                    <a:gd name="f154" fmla="*/ 2316480 f130 1"/>
                                    <a:gd name="f155" fmla="*/ 2560320 f130 1"/>
                                    <a:gd name="f156" fmla="*/ 2889504 f130 1"/>
                                    <a:gd name="f157" fmla="*/ 2938272 f130 1"/>
                                    <a:gd name="f158" fmla="*/ 2791968 f130 1"/>
                                    <a:gd name="f159" fmla="*/ 2621280 f130 1"/>
                                    <a:gd name="f160" fmla="*/ 2206752 f130 1"/>
                                    <a:gd name="f161" fmla="*/ 1731264 f130 1"/>
                                    <a:gd name="f162" fmla="*/ 1389888 f130 1"/>
                                    <a:gd name="f163" fmla="*/ 1060704 f130 1"/>
                                    <a:gd name="f164" fmla="*/ 731520 f130 1"/>
                                    <a:gd name="f165" fmla="*/ 524256 f130 1"/>
                                    <a:gd name="f166" fmla="*/ 390144 f130 1"/>
                                    <a:gd name="f167" fmla="*/ 256032 f130 1"/>
                                    <a:gd name="f168" fmla="*/ 0 f130 1"/>
                                    <a:gd name="f169" fmla="*/ 2682240 f130 1"/>
                                    <a:gd name="f170" fmla="*/ 475488 f129 1"/>
                                    <a:gd name="f171" fmla="*/ 2804160 f130 1"/>
                                    <a:gd name="f172" fmla="*/ 768096 f129 1"/>
                                    <a:gd name="f173" fmla="+- f131 0 f1"/>
                                    <a:gd name="f174" fmla="*/ f134 1 4023360"/>
                                    <a:gd name="f175" fmla="*/ f135 1 4023360"/>
                                    <a:gd name="f176" fmla="*/ f136 1 4023360"/>
                                    <a:gd name="f177" fmla="*/ f137 1 4023360"/>
                                    <a:gd name="f178" fmla="*/ f138 1 4023360"/>
                                    <a:gd name="f179" fmla="*/ f139 1 4023360"/>
                                    <a:gd name="f180" fmla="*/ f140 1 4023360"/>
                                    <a:gd name="f181" fmla="*/ f141 1 4023360"/>
                                    <a:gd name="f182" fmla="*/ f142 1 4023360"/>
                                    <a:gd name="f183" fmla="*/ f143 1 4023360"/>
                                    <a:gd name="f184" fmla="*/ f144 1 4023360"/>
                                    <a:gd name="f185" fmla="*/ f145 1 4023360"/>
                                    <a:gd name="f186" fmla="*/ f146 1 4023360"/>
                                    <a:gd name="f187" fmla="*/ f147 1 4023360"/>
                                    <a:gd name="f188" fmla="*/ f148 1 4023360"/>
                                    <a:gd name="f189" fmla="*/ f149 1 4023360"/>
                                    <a:gd name="f190" fmla="*/ f150 1 4023360"/>
                                    <a:gd name="f191" fmla="*/ f151 1 2938272"/>
                                    <a:gd name="f192" fmla="*/ f152 1 2938272"/>
                                    <a:gd name="f193" fmla="*/ f153 1 2938272"/>
                                    <a:gd name="f194" fmla="*/ f154 1 2938272"/>
                                    <a:gd name="f195" fmla="*/ f155 1 2938272"/>
                                    <a:gd name="f196" fmla="*/ f156 1 2938272"/>
                                    <a:gd name="f197" fmla="*/ f157 1 2938272"/>
                                    <a:gd name="f198" fmla="*/ f158 1 2938272"/>
                                    <a:gd name="f199" fmla="*/ f159 1 2938272"/>
                                    <a:gd name="f200" fmla="*/ f160 1 2938272"/>
                                    <a:gd name="f201" fmla="*/ f161 1 2938272"/>
                                    <a:gd name="f202" fmla="*/ f162 1 2938272"/>
                                    <a:gd name="f203" fmla="*/ f163 1 2938272"/>
                                    <a:gd name="f204" fmla="*/ f164 1 2938272"/>
                                    <a:gd name="f205" fmla="*/ f165 1 2938272"/>
                                    <a:gd name="f206" fmla="*/ f166 1 2938272"/>
                                    <a:gd name="f207" fmla="*/ f167 1 2938272"/>
                                    <a:gd name="f208" fmla="*/ f168 1 2938272"/>
                                    <a:gd name="f209" fmla="*/ f169 1 2938272"/>
                                    <a:gd name="f210" fmla="*/ f170 1 4023360"/>
                                    <a:gd name="f211" fmla="*/ f171 1 2938272"/>
                                    <a:gd name="f212" fmla="*/ f172 1 4023360"/>
                                    <a:gd name="f213" fmla="*/ f125 1 f132"/>
                                    <a:gd name="f214" fmla="*/ f126 1 f132"/>
                                    <a:gd name="f215" fmla="*/ f125 1 f133"/>
                                    <a:gd name="f216" fmla="*/ f127 1 f133"/>
                                    <a:gd name="f217" fmla="*/ f191 1 f132"/>
                                    <a:gd name="f218" fmla="*/ f174 1 f133"/>
                                    <a:gd name="f219" fmla="*/ f192 1 f132"/>
                                    <a:gd name="f220" fmla="*/ f175 1 f133"/>
                                    <a:gd name="f221" fmla="*/ f193 1 f132"/>
                                    <a:gd name="f222" fmla="*/ f176 1 f133"/>
                                    <a:gd name="f223" fmla="*/ f194 1 f132"/>
                                    <a:gd name="f224" fmla="*/ f177 1 f133"/>
                                    <a:gd name="f225" fmla="*/ f195 1 f132"/>
                                    <a:gd name="f226" fmla="*/ f209 1 f132"/>
                                    <a:gd name="f227" fmla="*/ f210 1 f133"/>
                                    <a:gd name="f228" fmla="*/ f211 1 f132"/>
                                    <a:gd name="f229" fmla="*/ f212 1 f133"/>
                                    <a:gd name="f230" fmla="*/ f196 1 f132"/>
                                    <a:gd name="f231" fmla="*/ f178 1 f133"/>
                                    <a:gd name="f232" fmla="*/ f197 1 f132"/>
                                    <a:gd name="f233" fmla="*/ f179 1 f133"/>
                                    <a:gd name="f234" fmla="*/ f189 1 f133"/>
                                    <a:gd name="f235" fmla="*/ f188 1 f133"/>
                                    <a:gd name="f236" fmla="*/ f198 1 f132"/>
                                    <a:gd name="f237" fmla="*/ f187 1 f133"/>
                                    <a:gd name="f238" fmla="*/ f199 1 f132"/>
                                    <a:gd name="f239" fmla="*/ f186 1 f133"/>
                                    <a:gd name="f240" fmla="*/ f200 1 f132"/>
                                    <a:gd name="f241" fmla="*/ f185 1 f133"/>
                                    <a:gd name="f242" fmla="*/ f201 1 f132"/>
                                    <a:gd name="f243" fmla="*/ f184 1 f133"/>
                                    <a:gd name="f244" fmla="*/ f202 1 f132"/>
                                    <a:gd name="f245" fmla="*/ f190 1 f133"/>
                                    <a:gd name="f246" fmla="*/ f203 1 f132"/>
                                    <a:gd name="f247" fmla="*/ f180 1 f133"/>
                                    <a:gd name="f248" fmla="*/ f204 1 f132"/>
                                    <a:gd name="f249" fmla="*/ f205 1 f132"/>
                                    <a:gd name="f250" fmla="*/ f181 1 f133"/>
                                    <a:gd name="f251" fmla="*/ f206 1 f132"/>
                                    <a:gd name="f252" fmla="*/ f207 1 f132"/>
                                    <a:gd name="f253" fmla="*/ f182 1 f133"/>
                                    <a:gd name="f254" fmla="*/ f208 1 f132"/>
                                    <a:gd name="f255" fmla="*/ f183 1 f133"/>
                                    <a:gd name="f256" fmla="*/ f213 f123 1"/>
                                    <a:gd name="f257" fmla="*/ f214 f123 1"/>
                                    <a:gd name="f258" fmla="*/ f216 f124 1"/>
                                    <a:gd name="f259" fmla="*/ f215 f124 1"/>
                                    <a:gd name="f260" fmla="*/ f217 f123 1"/>
                                    <a:gd name="f261" fmla="*/ f218 f124 1"/>
                                    <a:gd name="f262" fmla="*/ f219 f123 1"/>
                                    <a:gd name="f263" fmla="*/ f220 f124 1"/>
                                    <a:gd name="f264" fmla="*/ f221 f123 1"/>
                                    <a:gd name="f265" fmla="*/ f222 f124 1"/>
                                    <a:gd name="f266" fmla="*/ f223 f123 1"/>
                                    <a:gd name="f267" fmla="*/ f224 f124 1"/>
                                    <a:gd name="f268" fmla="*/ f225 f123 1"/>
                                    <a:gd name="f269" fmla="*/ f226 f123 1"/>
                                    <a:gd name="f270" fmla="*/ f227 f124 1"/>
                                    <a:gd name="f271" fmla="*/ f228 f123 1"/>
                                    <a:gd name="f272" fmla="*/ f229 f124 1"/>
                                    <a:gd name="f273" fmla="*/ f230 f123 1"/>
                                    <a:gd name="f274" fmla="*/ f231 f124 1"/>
                                    <a:gd name="f275" fmla="*/ f232 f123 1"/>
                                    <a:gd name="f276" fmla="*/ f233 f124 1"/>
                                    <a:gd name="f277" fmla="*/ f234 f124 1"/>
                                    <a:gd name="f278" fmla="*/ f235 f124 1"/>
                                    <a:gd name="f279" fmla="*/ f236 f123 1"/>
                                    <a:gd name="f280" fmla="*/ f237 f124 1"/>
                                    <a:gd name="f281" fmla="*/ f238 f123 1"/>
                                    <a:gd name="f282" fmla="*/ f239 f124 1"/>
                                    <a:gd name="f283" fmla="*/ f240 f123 1"/>
                                    <a:gd name="f284" fmla="*/ f241 f124 1"/>
                                    <a:gd name="f285" fmla="*/ f242 f123 1"/>
                                    <a:gd name="f286" fmla="*/ f243 f124 1"/>
                                    <a:gd name="f287" fmla="*/ f244 f123 1"/>
                                    <a:gd name="f288" fmla="*/ f245 f124 1"/>
                                    <a:gd name="f289" fmla="*/ f246 f123 1"/>
                                    <a:gd name="f290" fmla="*/ f247 f124 1"/>
                                    <a:gd name="f291" fmla="*/ f248 f123 1"/>
                                    <a:gd name="f292" fmla="*/ f249 f123 1"/>
                                    <a:gd name="f293" fmla="*/ f250 f124 1"/>
                                    <a:gd name="f294" fmla="*/ f251 f123 1"/>
                                    <a:gd name="f295" fmla="*/ f252 f123 1"/>
                                    <a:gd name="f296" fmla="*/ f253 f124 1"/>
                                    <a:gd name="f297" fmla="*/ f254 f123 1"/>
                                    <a:gd name="f298" fmla="*/ f255 f124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  <a:cxn ang="f173">
                                      <a:pos x="f260" y="f261"/>
                                    </a:cxn>
                                    <a:cxn ang="f173">
                                      <a:pos x="f262" y="f263"/>
                                    </a:cxn>
                                    <a:cxn ang="f173">
                                      <a:pos x="f264" y="f265"/>
                                    </a:cxn>
                                    <a:cxn ang="f173">
                                      <a:pos x="f266" y="f267"/>
                                    </a:cxn>
                                    <a:cxn ang="f173">
                                      <a:pos x="f268" y="f263"/>
                                    </a:cxn>
                                    <a:cxn ang="f173">
                                      <a:pos x="f269" y="f270"/>
                                    </a:cxn>
                                    <a:cxn ang="f173">
                                      <a:pos x="f271" y="f272"/>
                                    </a:cxn>
                                    <a:cxn ang="f173">
                                      <a:pos x="f273" y="f274"/>
                                    </a:cxn>
                                    <a:cxn ang="f173">
                                      <a:pos x="f275" y="f276"/>
                                    </a:cxn>
                                    <a:cxn ang="f173">
                                      <a:pos x="f275" y="f277"/>
                                    </a:cxn>
                                    <a:cxn ang="f173">
                                      <a:pos x="f273" y="f278"/>
                                    </a:cxn>
                                    <a:cxn ang="f173">
                                      <a:pos x="f279" y="f280"/>
                                    </a:cxn>
                                    <a:cxn ang="f173">
                                      <a:pos x="f281" y="f282"/>
                                    </a:cxn>
                                    <a:cxn ang="f173">
                                      <a:pos x="f283" y="f284"/>
                                    </a:cxn>
                                    <a:cxn ang="f173">
                                      <a:pos x="f285" y="f286"/>
                                    </a:cxn>
                                    <a:cxn ang="f173">
                                      <a:pos x="f287" y="f288"/>
                                    </a:cxn>
                                    <a:cxn ang="f173">
                                      <a:pos x="f289" y="f290"/>
                                    </a:cxn>
                                    <a:cxn ang="f173">
                                      <a:pos x="f291" y="f290"/>
                                    </a:cxn>
                                    <a:cxn ang="f173">
                                      <a:pos x="f292" y="f293"/>
                                    </a:cxn>
                                    <a:cxn ang="f173">
                                      <a:pos x="f294" y="f293"/>
                                    </a:cxn>
                                    <a:cxn ang="f173">
                                      <a:pos x="f295" y="f296"/>
                                    </a:cxn>
                                    <a:cxn ang="f173">
                                      <a:pos x="f297" y="f298"/>
                                    </a:cxn>
                                  </a:cxnLst>
                                  <a:rect l="f256" t="f259" r="f257" b="f258"/>
                                  <a:pathLst>
                                    <a:path w="2938272" h="4023360">
                                      <a:moveTo>
                                        <a:pt x="f8" y="f5"/>
                                      </a:moveTo>
                                      <a:cubicBezTo>
                                        <a:pt x="f9" y="f10"/>
                                        <a:pt x="f11" y="f12"/>
                                        <a:pt x="f13" y="f14"/>
                                      </a:cubicBezTo>
                                      <a:cubicBezTo>
                                        <a:pt x="f15" y="f16"/>
                                        <a:pt x="f17" y="f18"/>
                                        <a:pt x="f19" y="f20"/>
                                      </a:cubicBezTo>
                                      <a:cubicBezTo>
                                        <a:pt x="f21" y="f22"/>
                                        <a:pt x="f23" y="f24"/>
                                        <a:pt x="f25" y="f26"/>
                                      </a:cubicBezTo>
                                      <a:cubicBezTo>
                                        <a:pt x="f27" y="f28"/>
                                        <a:pt x="f29" y="f30"/>
                                        <a:pt x="f31" y="f14"/>
                                      </a:cubicBezTo>
                                      <a:cubicBezTo>
                                        <a:pt x="f32" y="f33"/>
                                        <a:pt x="f34" y="f35"/>
                                        <a:pt x="f36" y="f37"/>
                                      </a:cubicBezTo>
                                      <a:cubicBezTo>
                                        <a:pt x="f38" y="f39"/>
                                        <a:pt x="f40" y="f41"/>
                                        <a:pt x="f42" y="f43"/>
                                      </a:cubicBezTo>
                                      <a:cubicBezTo>
                                        <a:pt x="f44" y="f45"/>
                                        <a:pt x="f46" y="f47"/>
                                        <a:pt x="f48" y="f49"/>
                                      </a:cubicBezTo>
                                      <a:cubicBezTo>
                                        <a:pt x="f50" y="f51"/>
                                        <a:pt x="f52" y="f53"/>
                                        <a:pt x="f6" y="f54"/>
                                      </a:cubicBezTo>
                                      <a:cubicBezTo>
                                        <a:pt x="f55" y="f56"/>
                                        <a:pt x="f55" y="f57"/>
                                        <a:pt x="f6" y="f58"/>
                                      </a:cubicBezTo>
                                      <a:cubicBezTo>
                                        <a:pt x="f52" y="f59"/>
                                        <a:pt x="f60" y="f61"/>
                                        <a:pt x="f48" y="f62"/>
                                      </a:cubicBezTo>
                                      <a:cubicBezTo>
                                        <a:pt x="f63" y="f64"/>
                                        <a:pt x="f65" y="f66"/>
                                        <a:pt x="f67" y="f68"/>
                                      </a:cubicBezTo>
                                      <a:cubicBezTo>
                                        <a:pt x="f69" y="f70"/>
                                        <a:pt x="f70" y="f71"/>
                                        <a:pt x="f32" y="f72"/>
                                      </a:cubicBezTo>
                                      <a:cubicBezTo>
                                        <a:pt x="f73" y="f74"/>
                                        <a:pt x="f75" y="f76"/>
                                        <a:pt x="f77" y="f78"/>
                                      </a:cubicBezTo>
                                      <a:cubicBezTo>
                                        <a:pt x="f79" y="f80"/>
                                        <a:pt x="f81" y="f82"/>
                                        <a:pt x="f83" y="f84"/>
                                      </a:cubicBezTo>
                                      <a:cubicBezTo>
                                        <a:pt x="f85" y="f86"/>
                                        <a:pt x="f87" y="f88"/>
                                        <a:pt x="f89" y="f90"/>
                                      </a:cubicBezTo>
                                      <a:cubicBezTo>
                                        <a:pt x="f91" y="f92"/>
                                        <a:pt x="f93" y="f94"/>
                                        <a:pt x="f95" y="f96"/>
                                      </a:cubicBezTo>
                                      <a:cubicBezTo>
                                        <a:pt x="f97" y="f98"/>
                                        <a:pt x="f99" y="f100"/>
                                        <a:pt x="f101" y="f96"/>
                                      </a:cubicBezTo>
                                      <a:cubicBezTo>
                                        <a:pt x="f102" y="f103"/>
                                        <a:pt x="f104" y="f105"/>
                                        <a:pt x="f106" y="f107"/>
                                      </a:cubicBezTo>
                                      <a:cubicBezTo>
                                        <a:pt x="f108" y="f109"/>
                                        <a:pt x="f110" y="f111"/>
                                        <a:pt x="f112" y="f107"/>
                                      </a:cubicBezTo>
                                      <a:cubicBezTo>
                                        <a:pt x="f113" y="f114"/>
                                        <a:pt x="f115" y="f86"/>
                                        <a:pt x="f116" y="f117"/>
                                      </a:cubicBezTo>
                                      <a:cubicBezTo>
                                        <a:pt x="f118" y="f119"/>
                                        <a:pt x="f120" y="f121"/>
                                        <a:pt x="f5" y="f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bodyPr vert="horz" wrap="square" lIns="91440" tIns="45720" rIns="91440" bIns="45720" anchor="ctr" anchorCtr="1" compatLnSpc="1"/>
                            </wps:wsp>
                            <wps:wsp>
                              <wps:cNvPr id="23" name="Freihandform 14"/>
                              <wps:cNvSpPr/>
                              <wps:spPr>
                                <a:xfrm>
                                  <a:off x="499564" y="106191"/>
                                  <a:ext cx="1474891" cy="2368465"/>
                                </a:xfrm>
                                <a:custGeom>
                                  <a:avLst/>
                                  <a:gdLst>
                                    <a:gd name="f0" fmla="val 10800000"/>
                                    <a:gd name="f1" fmla="val 5400000"/>
                                    <a:gd name="f2" fmla="val 180"/>
                                    <a:gd name="f3" fmla="val w"/>
                                    <a:gd name="f4" fmla="val h"/>
                                    <a:gd name="f5" fmla="val 0"/>
                                    <a:gd name="f6" fmla="val 1762053"/>
                                    <a:gd name="f7" fmla="val 3535020"/>
                                    <a:gd name="f8" fmla="val 1342048"/>
                                    <a:gd name="f9" fmla="val 1494448"/>
                                    <a:gd name="f10" fmla="val 121920"/>
                                    <a:gd name="f11" fmla="val 1638720"/>
                                    <a:gd name="f12" fmla="val 231648"/>
                                    <a:gd name="f13" fmla="val 1707808"/>
                                    <a:gd name="f14" fmla="val 365760"/>
                                    <a:gd name="f15" fmla="val 1776896"/>
                                    <a:gd name="f16" fmla="val 499872"/>
                                    <a:gd name="f17" fmla="val 1762672"/>
                                    <a:gd name="f18" fmla="val 662432"/>
                                    <a:gd name="f19" fmla="val 1756576"/>
                                    <a:gd name="f20" fmla="val 804672"/>
                                    <a:gd name="f21" fmla="val 1750480"/>
                                    <a:gd name="f22" fmla="val 946912"/>
                                    <a:gd name="f23" fmla="val 1726096"/>
                                    <a:gd name="f24" fmla="val 1081024"/>
                                    <a:gd name="f25" fmla="val 1671232"/>
                                    <a:gd name="f26" fmla="val 1219200"/>
                                    <a:gd name="f27" fmla="val 1616368"/>
                                    <a:gd name="f28" fmla="val 1357376"/>
                                    <a:gd name="f29" fmla="val 1528992"/>
                                    <a:gd name="f30" fmla="val 1456944"/>
                                    <a:gd name="f31" fmla="val 1427392"/>
                                    <a:gd name="f32" fmla="val 1633728"/>
                                    <a:gd name="f33" fmla="val 1325792"/>
                                    <a:gd name="f34" fmla="val 1810512"/>
                                    <a:gd name="f35" fmla="val 1187616"/>
                                    <a:gd name="f36" fmla="val 2092960"/>
                                    <a:gd name="f37" fmla="val 1061632"/>
                                    <a:gd name="f38" fmla="val 2279904"/>
                                    <a:gd name="f39" fmla="val 935648"/>
                                    <a:gd name="f40" fmla="val 2466848"/>
                                    <a:gd name="f41" fmla="val 756832"/>
                                    <a:gd name="f42" fmla="val 2617216"/>
                                    <a:gd name="f43" fmla="val 671488"/>
                                    <a:gd name="f44" fmla="val 2755392"/>
                                    <a:gd name="f45" fmla="val 586144"/>
                                    <a:gd name="f46" fmla="val 2893568"/>
                                    <a:gd name="f47" fmla="val 651168"/>
                                    <a:gd name="f48" fmla="val 2987040"/>
                                    <a:gd name="f49" fmla="val 549568"/>
                                    <a:gd name="f50" fmla="val 3108960"/>
                                    <a:gd name="f51" fmla="val 447968"/>
                                    <a:gd name="f52" fmla="val 3230880"/>
                                    <a:gd name="f53" fmla="val 149264"/>
                                    <a:gd name="f54" fmla="val 3419856"/>
                                    <a:gd name="f55" fmla="val 61888"/>
                                    <a:gd name="f56" fmla="val 3486912"/>
                                    <a:gd name="f57" fmla="val -25488"/>
                                    <a:gd name="f58" fmla="val 3553968"/>
                                    <a:gd name="f59" fmla="val -3136"/>
                                    <a:gd name="f60" fmla="val 3539744"/>
                                    <a:gd name="f61" fmla="val 25312"/>
                                    <a:gd name="f62" fmla="val 3511296"/>
                                    <a:gd name="f63" fmla="+- 0 0 -90"/>
                                    <a:gd name="f64" fmla="*/ f3 1 1762053"/>
                                    <a:gd name="f65" fmla="*/ f4 1 3535020"/>
                                    <a:gd name="f66" fmla="val f5"/>
                                    <a:gd name="f67" fmla="val f6"/>
                                    <a:gd name="f68" fmla="val f7"/>
                                    <a:gd name="f69" fmla="*/ f63 f0 1"/>
                                    <a:gd name="f70" fmla="+- f68 0 f66"/>
                                    <a:gd name="f71" fmla="+- f67 0 f66"/>
                                    <a:gd name="f72" fmla="*/ f69 1 f2"/>
                                    <a:gd name="f73" fmla="*/ f71 1 1762053"/>
                                    <a:gd name="f74" fmla="*/ f70 1 3535020"/>
                                    <a:gd name="f75" fmla="*/ 1342048 f71 1"/>
                                    <a:gd name="f76" fmla="*/ 0 f70 1"/>
                                    <a:gd name="f77" fmla="*/ 1707808 f71 1"/>
                                    <a:gd name="f78" fmla="*/ 365760 f70 1"/>
                                    <a:gd name="f79" fmla="*/ 1756576 f71 1"/>
                                    <a:gd name="f80" fmla="*/ 804672 f70 1"/>
                                    <a:gd name="f81" fmla="*/ 1671232 f71 1"/>
                                    <a:gd name="f82" fmla="*/ 1219200 f70 1"/>
                                    <a:gd name="f83" fmla="*/ 1427392 f71 1"/>
                                    <a:gd name="f84" fmla="*/ 1633728 f70 1"/>
                                    <a:gd name="f85" fmla="*/ 1061632 f71 1"/>
                                    <a:gd name="f86" fmla="*/ 2279904 f70 1"/>
                                    <a:gd name="f87" fmla="*/ 671488 f71 1"/>
                                    <a:gd name="f88" fmla="*/ 2755392 f70 1"/>
                                    <a:gd name="f89" fmla="*/ 549568 f71 1"/>
                                    <a:gd name="f90" fmla="*/ 3108960 f70 1"/>
                                    <a:gd name="f91" fmla="*/ 61888 f71 1"/>
                                    <a:gd name="f92" fmla="*/ 3486912 f70 1"/>
                                    <a:gd name="f93" fmla="*/ 25312 f71 1"/>
                                    <a:gd name="f94" fmla="*/ 3511296 f70 1"/>
                                    <a:gd name="f95" fmla="+- f72 0 f1"/>
                                    <a:gd name="f96" fmla="*/ f75 1 1762053"/>
                                    <a:gd name="f97" fmla="*/ f76 1 3535020"/>
                                    <a:gd name="f98" fmla="*/ f77 1 1762053"/>
                                    <a:gd name="f99" fmla="*/ f78 1 3535020"/>
                                    <a:gd name="f100" fmla="*/ f79 1 1762053"/>
                                    <a:gd name="f101" fmla="*/ f80 1 3535020"/>
                                    <a:gd name="f102" fmla="*/ f81 1 1762053"/>
                                    <a:gd name="f103" fmla="*/ f82 1 3535020"/>
                                    <a:gd name="f104" fmla="*/ f83 1 1762053"/>
                                    <a:gd name="f105" fmla="*/ f84 1 3535020"/>
                                    <a:gd name="f106" fmla="*/ f85 1 1762053"/>
                                    <a:gd name="f107" fmla="*/ f86 1 3535020"/>
                                    <a:gd name="f108" fmla="*/ f87 1 1762053"/>
                                    <a:gd name="f109" fmla="*/ f88 1 3535020"/>
                                    <a:gd name="f110" fmla="*/ f89 1 1762053"/>
                                    <a:gd name="f111" fmla="*/ f90 1 3535020"/>
                                    <a:gd name="f112" fmla="*/ f91 1 1762053"/>
                                    <a:gd name="f113" fmla="*/ f92 1 3535020"/>
                                    <a:gd name="f114" fmla="*/ f93 1 1762053"/>
                                    <a:gd name="f115" fmla="*/ f94 1 3535020"/>
                                    <a:gd name="f116" fmla="*/ f66 1 f73"/>
                                    <a:gd name="f117" fmla="*/ f67 1 f73"/>
                                    <a:gd name="f118" fmla="*/ f66 1 f74"/>
                                    <a:gd name="f119" fmla="*/ f68 1 f74"/>
                                    <a:gd name="f120" fmla="*/ f96 1 f73"/>
                                    <a:gd name="f121" fmla="*/ f97 1 f74"/>
                                    <a:gd name="f122" fmla="*/ f98 1 f73"/>
                                    <a:gd name="f123" fmla="*/ f99 1 f74"/>
                                    <a:gd name="f124" fmla="*/ f100 1 f73"/>
                                    <a:gd name="f125" fmla="*/ f101 1 f74"/>
                                    <a:gd name="f126" fmla="*/ f102 1 f73"/>
                                    <a:gd name="f127" fmla="*/ f103 1 f74"/>
                                    <a:gd name="f128" fmla="*/ f104 1 f73"/>
                                    <a:gd name="f129" fmla="*/ f105 1 f74"/>
                                    <a:gd name="f130" fmla="*/ f106 1 f73"/>
                                    <a:gd name="f131" fmla="*/ f107 1 f74"/>
                                    <a:gd name="f132" fmla="*/ f108 1 f73"/>
                                    <a:gd name="f133" fmla="*/ f109 1 f74"/>
                                    <a:gd name="f134" fmla="*/ f110 1 f73"/>
                                    <a:gd name="f135" fmla="*/ f111 1 f74"/>
                                    <a:gd name="f136" fmla="*/ f112 1 f73"/>
                                    <a:gd name="f137" fmla="*/ f113 1 f74"/>
                                    <a:gd name="f138" fmla="*/ f114 1 f73"/>
                                    <a:gd name="f139" fmla="*/ f115 1 f74"/>
                                    <a:gd name="f140" fmla="*/ f116 f64 1"/>
                                    <a:gd name="f141" fmla="*/ f117 f64 1"/>
                                    <a:gd name="f142" fmla="*/ f119 f65 1"/>
                                    <a:gd name="f143" fmla="*/ f118 f65 1"/>
                                    <a:gd name="f144" fmla="*/ f120 f64 1"/>
                                    <a:gd name="f145" fmla="*/ f121 f65 1"/>
                                    <a:gd name="f146" fmla="*/ f122 f64 1"/>
                                    <a:gd name="f147" fmla="*/ f123 f65 1"/>
                                    <a:gd name="f148" fmla="*/ f124 f64 1"/>
                                    <a:gd name="f149" fmla="*/ f125 f65 1"/>
                                    <a:gd name="f150" fmla="*/ f126 f64 1"/>
                                    <a:gd name="f151" fmla="*/ f127 f65 1"/>
                                    <a:gd name="f152" fmla="*/ f128 f64 1"/>
                                    <a:gd name="f153" fmla="*/ f129 f65 1"/>
                                    <a:gd name="f154" fmla="*/ f130 f64 1"/>
                                    <a:gd name="f155" fmla="*/ f131 f65 1"/>
                                    <a:gd name="f156" fmla="*/ f132 f64 1"/>
                                    <a:gd name="f157" fmla="*/ f133 f65 1"/>
                                    <a:gd name="f158" fmla="*/ f134 f64 1"/>
                                    <a:gd name="f159" fmla="*/ f135 f65 1"/>
                                    <a:gd name="f160" fmla="*/ f136 f64 1"/>
                                    <a:gd name="f161" fmla="*/ f137 f65 1"/>
                                    <a:gd name="f162" fmla="*/ f138 f64 1"/>
                                    <a:gd name="f163" fmla="*/ f139 f65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  <a:cxn ang="f95">
                                      <a:pos x="f144" y="f145"/>
                                    </a:cxn>
                                    <a:cxn ang="f95">
                                      <a:pos x="f146" y="f147"/>
                                    </a:cxn>
                                    <a:cxn ang="f95">
                                      <a:pos x="f148" y="f149"/>
                                    </a:cxn>
                                    <a:cxn ang="f95">
                                      <a:pos x="f150" y="f151"/>
                                    </a:cxn>
                                    <a:cxn ang="f95">
                                      <a:pos x="f152" y="f153"/>
                                    </a:cxn>
                                    <a:cxn ang="f95">
                                      <a:pos x="f154" y="f155"/>
                                    </a:cxn>
                                    <a:cxn ang="f95">
                                      <a:pos x="f156" y="f157"/>
                                    </a:cxn>
                                    <a:cxn ang="f95">
                                      <a:pos x="f158" y="f159"/>
                                    </a:cxn>
                                    <a:cxn ang="f95">
                                      <a:pos x="f160" y="f161"/>
                                    </a:cxn>
                                    <a:cxn ang="f95">
                                      <a:pos x="f162" y="f163"/>
                                    </a:cxn>
                                  </a:cxnLst>
                                  <a:rect l="f140" t="f143" r="f141" b="f142"/>
                                  <a:pathLst>
                                    <a:path w="1762053" h="3535020">
                                      <a:moveTo>
                                        <a:pt x="f8" y="f5"/>
                                      </a:moveTo>
                                      <a:cubicBezTo>
                                        <a:pt x="f9" y="f10"/>
                                        <a:pt x="f11" y="f12"/>
                                        <a:pt x="f13" y="f14"/>
                                      </a:cubicBezTo>
                                      <a:cubicBezTo>
                                        <a:pt x="f15" y="f16"/>
                                        <a:pt x="f17" y="f18"/>
                                        <a:pt x="f19" y="f20"/>
                                      </a:cubicBezTo>
                                      <a:cubicBezTo>
                                        <a:pt x="f21" y="f22"/>
                                        <a:pt x="f23" y="f24"/>
                                        <a:pt x="f25" y="f26"/>
                                      </a:cubicBezTo>
                                      <a:cubicBezTo>
                                        <a:pt x="f27" y="f28"/>
                                        <a:pt x="f29" y="f30"/>
                                        <a:pt x="f31" y="f32"/>
                                      </a:cubicBezTo>
                                      <a:cubicBezTo>
                                        <a:pt x="f33" y="f34"/>
                                        <a:pt x="f35" y="f36"/>
                                        <a:pt x="f37" y="f38"/>
                                      </a:cubicBezTo>
                                      <a:cubicBezTo>
                                        <a:pt x="f39" y="f40"/>
                                        <a:pt x="f41" y="f42"/>
                                        <a:pt x="f43" y="f44"/>
                                      </a:cubicBezTo>
                                      <a:cubicBezTo>
                                        <a:pt x="f45" y="f46"/>
                                        <a:pt x="f47" y="f48"/>
                                        <a:pt x="f49" y="f50"/>
                                      </a:cubicBezTo>
                                      <a:cubicBezTo>
                                        <a:pt x="f51" y="f52"/>
                                        <a:pt x="f53" y="f54"/>
                                        <a:pt x="f55" y="f56"/>
                                      </a:cubicBezTo>
                                      <a:cubicBezTo>
                                        <a:pt x="f57" y="f58"/>
                                        <a:pt x="f59" y="f60"/>
                                        <a:pt x="f61" y="f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</wps:spPr>
                              <wps:bodyPr vert="horz" wrap="square" lIns="91440" tIns="45720" rIns="91440" bIns="45720" anchor="ctr" anchorCtr="1" compatLnSpc="1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" o:spid="_x0000_s1026" style="position:absolute;margin-left:17.95pt;margin-top:120.4pt;width:75.5pt;height:91.35pt;z-index:251692032;mso-width-relative:margin;mso-height-relative:margin" coordorigin="4995" coordsize="26642,26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">
                      <v:shape id="Freihandform 13" o:spid="_x0000_s1027" style="position:absolute;left:7044;width:24594;height:26956;visibility:visible;mso-wrap-style:square;v-text-anchor:middle-center" coordsize="2938272,4023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2ec8EA&#10;AADbAAAADwAAAGRycy9kb3ducmV2LnhtbESPUWvCQBCE3wv9D8cWfKuXBgk29ZTWEvDV2B+wza1J&#10;bG4v3G01/fc9QfBxmPlmmNVmcoM6U4i9ZwMv8wwUceNtz62Br0P1vAQVBdni4JkM/FGEzfrxYYWl&#10;9Rfe07mWVqUSjiUa6ETGUuvYdOQwzv1InLyjDw4lydBqG/CSyt2g8ywrtMOe00KHI207an7qX2cg&#10;d8X3Z11U24+FC/vT4KV6bcWY2dP0/gZKaJJ7+EbvbOJyuH5JP0Cv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9nnPBAAAA2wAAAA8AAAAAAAAAAAAAAAAAmAIAAGRycy9kb3du&#10;cmV2LnhtbFBLBQYAAAAABAAEAPUAAACGAwAAAAA=&#10;" path="m1292352,v125984,165608,221488,276352,341376,304800c1753616,333248,1897888,197104,2011680,170688v113792,-26416,213360,-46736,304800,-24384c2407920,168656,2499360,249936,2560320,304800v60960,54864,81280,93472,121920,170688c2722880,552704,2769616,662432,2804160,768096v34544,105664,62992,221488,85344,341376c2911856,1229360,2930144,1339088,2938272,1487424v8128,148336,8128,377952,,512064c2930144,2133600,2913888,2192528,2889504,2292096v-24384,99568,-52832,182880,-97536,304800c2747264,2718816,2718816,2869184,2621280,3023616v-97536,154432,-266192,384048,-414528,499872c2058416,3639312,1867408,3667760,1731264,3718560v-136144,50800,-229616,85344,-341376,109728c1278128,3852672,1170432,3858768,1060704,3864864v-109728,6096,-239776,20320,-329184,c642112,3844544,581152,3763264,524256,3742944v-56896,-20320,-89408,-12192,-134112,c345440,3755136,321056,3769360,256032,3816096,191008,3862832,69088,3905504,,4023360e" filled="f" strokecolor="#5a5a5a [2109]" strokeweight="2pt">
                        <v:path arrowok="t" o:connecttype="custom" o:connectlocs="1229709,0;2459417,1347827;1229709,2695653;0,1347827;1081735,0;1367477,204216;1683833,114361;1938959,98024;2143060,204216;2245111,318577;2347161,514625;2418597,743347;2459417,996575;2459417,1339658;2418597,1535705;2336956,1739921;2194086,2025824;1847114,2360739;1449117,2491437;1163376,2564955;887839,2589461;612303,2589461;438817,2507774;326562,2507774;214306,2556786;0,2695653" o:connectangles="270,0,90,180,0,0,0,0,0,0,0,0,0,0,0,0,0,0,0,0,0,0,0,0,0,0" textboxrect="0,0,2938272,4023360"/>
                      </v:shape>
                      <v:shape id="Freihandform 14" o:spid="_x0000_s1028" style="position:absolute;left:4995;top:1061;width:14749;height:23685;visibility:visible;mso-wrap-style:square;v-text-anchor:middle-center" coordsize="1762053,3535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6eRMYA&#10;AADbAAAADwAAAGRycy9kb3ducmV2LnhtbESP3WrCQBSE74W+w3IKvRHdmNCi0VWkVFBKkfp3fcye&#10;ZoPZsyG7avr23UKhl8PMfMPMFp2txY1aXzlWMBomIIgLpysuFRz2q8EYhA/IGmvHpOCbPCzmD70Z&#10;5trd+ZNuu1CKCGGfowITQpNL6QtDFv3QNcTR+3KtxRBlW0rd4j3CbS3TJHmRFiuOCwYbejVUXHZX&#10;q2BzXn5sN9tDejyZ0WSdZZf35/6bUk+P3XIKIlAX/sN/7bVWkGbw+yX+AD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6eRMYAAADbAAAADwAAAAAAAAAAAAAAAACYAgAAZHJz&#10;L2Rvd25yZXYueG1sUEsFBgAAAAAEAAQA9QAAAIsDAAAAAA==&#10;" path="m1342048,v152400,121920,296672,231648,365760,365760c1776896,499872,1762672,662432,1756576,804672v-6096,142240,-30480,276352,-85344,414528c1616368,1357376,1528992,1456944,1427392,1633728v-101600,176784,-239776,459232,-365760,646176c935648,2466848,756832,2617216,671488,2755392v-85344,138176,-20320,231648,-121920,353568c447968,3230880,149264,3419856,61888,3486912v-87376,67056,-65024,52832,-36576,24384e" filled="f" strokecolor="#5a5a5a [2109]" strokeweight="2pt">
                        <v:path arrowok="t" o:connecttype="custom" o:connectlocs="737446,0;1474891,1184233;737446,2368465;0,1184233;1123334,0;1429486,245059;1470307,539131;1398871,816865;1194770,1094598;888618,1527537;562056,1846114;460005,2083005;51802,2336233;21187,2352570" o:connectangles="270,0,90,180,0,0,0,0,0,0,0,0,0,0" textboxrect="0,0,1762053,353502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496CD98D" wp14:editId="6FE2C951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3420110</wp:posOffset>
                      </wp:positionV>
                      <wp:extent cx="1569720" cy="1101725"/>
                      <wp:effectExtent l="0" t="0" r="11430" b="22225"/>
                      <wp:wrapNone/>
                      <wp:docPr id="25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9720" cy="1101725"/>
                                <a:chOff x="0" y="2808674"/>
                                <a:chExt cx="2363412" cy="1283302"/>
                              </a:xfrm>
                            </wpg:grpSpPr>
                            <wps:wsp>
                              <wps:cNvPr id="26" name="Freihandform 11"/>
                              <wps:cNvSpPr/>
                              <wps:spPr>
                                <a:xfrm>
                                  <a:off x="234892" y="2808674"/>
                                  <a:ext cx="2128520" cy="1176004"/>
                                </a:xfrm>
                                <a:custGeom>
                                  <a:avLst/>
                                  <a:gdLst>
                                    <a:gd name="connsiteX0" fmla="*/ 0 w 3309510"/>
                                    <a:gd name="connsiteY0" fmla="*/ 0 h 949931"/>
                                    <a:gd name="connsiteX1" fmla="*/ 239486 w 3309510"/>
                                    <a:gd name="connsiteY1" fmla="*/ 304800 h 949931"/>
                                    <a:gd name="connsiteX2" fmla="*/ 435428 w 3309510"/>
                                    <a:gd name="connsiteY2" fmla="*/ 500742 h 949931"/>
                                    <a:gd name="connsiteX3" fmla="*/ 805543 w 3309510"/>
                                    <a:gd name="connsiteY3" fmla="*/ 751114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949931"/>
                                    <a:gd name="connsiteX1" fmla="*/ 152400 w 3309510"/>
                                    <a:gd name="connsiteY1" fmla="*/ 304800 h 949931"/>
                                    <a:gd name="connsiteX2" fmla="*/ 435428 w 3309510"/>
                                    <a:gd name="connsiteY2" fmla="*/ 500742 h 949931"/>
                                    <a:gd name="connsiteX3" fmla="*/ 805543 w 3309510"/>
                                    <a:gd name="connsiteY3" fmla="*/ 751114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949931"/>
                                    <a:gd name="connsiteX1" fmla="*/ 152400 w 3309510"/>
                                    <a:gd name="connsiteY1" fmla="*/ 304800 h 949931"/>
                                    <a:gd name="connsiteX2" fmla="*/ 359228 w 3309510"/>
                                    <a:gd name="connsiteY2" fmla="*/ 555171 h 949931"/>
                                    <a:gd name="connsiteX3" fmla="*/ 805543 w 3309510"/>
                                    <a:gd name="connsiteY3" fmla="*/ 751114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949931"/>
                                    <a:gd name="connsiteX1" fmla="*/ 152400 w 3309510"/>
                                    <a:gd name="connsiteY1" fmla="*/ 304800 h 949931"/>
                                    <a:gd name="connsiteX2" fmla="*/ 359228 w 3309510"/>
                                    <a:gd name="connsiteY2" fmla="*/ 555171 h 949931"/>
                                    <a:gd name="connsiteX3" fmla="*/ 762001 w 3309510"/>
                                    <a:gd name="connsiteY3" fmla="*/ 849086 h 949931"/>
                                    <a:gd name="connsiteX4" fmla="*/ 1284514 w 3309510"/>
                                    <a:gd name="connsiteY4" fmla="*/ 870857 h 949931"/>
                                    <a:gd name="connsiteX5" fmla="*/ 1730828 w 3309510"/>
                                    <a:gd name="connsiteY5" fmla="*/ 903514 h 949931"/>
                                    <a:gd name="connsiteX6" fmla="*/ 2394857 w 3309510"/>
                                    <a:gd name="connsiteY6" fmla="*/ 914400 h 949931"/>
                                    <a:gd name="connsiteX7" fmla="*/ 3037114 w 3309510"/>
                                    <a:gd name="connsiteY7" fmla="*/ 947057 h 949931"/>
                                    <a:gd name="connsiteX8" fmla="*/ 3265714 w 3309510"/>
                                    <a:gd name="connsiteY8" fmla="*/ 947057 h 949931"/>
                                    <a:gd name="connsiteX9" fmla="*/ 3309257 w 3309510"/>
                                    <a:gd name="connsiteY9" fmla="*/ 936171 h 949931"/>
                                    <a:gd name="connsiteX0" fmla="*/ 0 w 3309510"/>
                                    <a:gd name="connsiteY0" fmla="*/ 0 h 1110668"/>
                                    <a:gd name="connsiteX1" fmla="*/ 152400 w 3309510"/>
                                    <a:gd name="connsiteY1" fmla="*/ 304800 h 1110668"/>
                                    <a:gd name="connsiteX2" fmla="*/ 359228 w 3309510"/>
                                    <a:gd name="connsiteY2" fmla="*/ 555171 h 1110668"/>
                                    <a:gd name="connsiteX3" fmla="*/ 762001 w 3309510"/>
                                    <a:gd name="connsiteY3" fmla="*/ 849086 h 1110668"/>
                                    <a:gd name="connsiteX4" fmla="*/ 1230086 w 3309510"/>
                                    <a:gd name="connsiteY4" fmla="*/ 1110343 h 1110668"/>
                                    <a:gd name="connsiteX5" fmla="*/ 1730828 w 3309510"/>
                                    <a:gd name="connsiteY5" fmla="*/ 903514 h 1110668"/>
                                    <a:gd name="connsiteX6" fmla="*/ 2394857 w 3309510"/>
                                    <a:gd name="connsiteY6" fmla="*/ 914400 h 1110668"/>
                                    <a:gd name="connsiteX7" fmla="*/ 3037114 w 3309510"/>
                                    <a:gd name="connsiteY7" fmla="*/ 947057 h 1110668"/>
                                    <a:gd name="connsiteX8" fmla="*/ 3265714 w 3309510"/>
                                    <a:gd name="connsiteY8" fmla="*/ 947057 h 1110668"/>
                                    <a:gd name="connsiteX9" fmla="*/ 3309257 w 3309510"/>
                                    <a:gd name="connsiteY9" fmla="*/ 936171 h 1110668"/>
                                    <a:gd name="connsiteX0" fmla="*/ 0 w 3309510"/>
                                    <a:gd name="connsiteY0" fmla="*/ 0 h 1168491"/>
                                    <a:gd name="connsiteX1" fmla="*/ 152400 w 3309510"/>
                                    <a:gd name="connsiteY1" fmla="*/ 304800 h 1168491"/>
                                    <a:gd name="connsiteX2" fmla="*/ 359228 w 3309510"/>
                                    <a:gd name="connsiteY2" fmla="*/ 555171 h 1168491"/>
                                    <a:gd name="connsiteX3" fmla="*/ 762001 w 3309510"/>
                                    <a:gd name="connsiteY3" fmla="*/ 849086 h 1168491"/>
                                    <a:gd name="connsiteX4" fmla="*/ 1230086 w 3309510"/>
                                    <a:gd name="connsiteY4" fmla="*/ 1110343 h 1168491"/>
                                    <a:gd name="connsiteX5" fmla="*/ 1839685 w 3309510"/>
                                    <a:gd name="connsiteY5" fmla="*/ 1153885 h 1168491"/>
                                    <a:gd name="connsiteX6" fmla="*/ 2394857 w 3309510"/>
                                    <a:gd name="connsiteY6" fmla="*/ 914400 h 1168491"/>
                                    <a:gd name="connsiteX7" fmla="*/ 3037114 w 3309510"/>
                                    <a:gd name="connsiteY7" fmla="*/ 947057 h 1168491"/>
                                    <a:gd name="connsiteX8" fmla="*/ 3265714 w 3309510"/>
                                    <a:gd name="connsiteY8" fmla="*/ 947057 h 1168491"/>
                                    <a:gd name="connsiteX9" fmla="*/ 3309257 w 3309510"/>
                                    <a:gd name="connsiteY9" fmla="*/ 936171 h 1168491"/>
                                    <a:gd name="connsiteX0" fmla="*/ 0 w 3309510"/>
                                    <a:gd name="connsiteY0" fmla="*/ 0 h 1188372"/>
                                    <a:gd name="connsiteX1" fmla="*/ 152400 w 3309510"/>
                                    <a:gd name="connsiteY1" fmla="*/ 304800 h 1188372"/>
                                    <a:gd name="connsiteX2" fmla="*/ 359228 w 3309510"/>
                                    <a:gd name="connsiteY2" fmla="*/ 555171 h 1188372"/>
                                    <a:gd name="connsiteX3" fmla="*/ 762001 w 3309510"/>
                                    <a:gd name="connsiteY3" fmla="*/ 849086 h 1188372"/>
                                    <a:gd name="connsiteX4" fmla="*/ 1230086 w 3309510"/>
                                    <a:gd name="connsiteY4" fmla="*/ 1110343 h 1188372"/>
                                    <a:gd name="connsiteX5" fmla="*/ 1839685 w 3309510"/>
                                    <a:gd name="connsiteY5" fmla="*/ 1153885 h 1188372"/>
                                    <a:gd name="connsiteX6" fmla="*/ 2405743 w 3309510"/>
                                    <a:gd name="connsiteY6" fmla="*/ 1175658 h 1188372"/>
                                    <a:gd name="connsiteX7" fmla="*/ 3037114 w 3309510"/>
                                    <a:gd name="connsiteY7" fmla="*/ 947057 h 1188372"/>
                                    <a:gd name="connsiteX8" fmla="*/ 3265714 w 3309510"/>
                                    <a:gd name="connsiteY8" fmla="*/ 947057 h 1188372"/>
                                    <a:gd name="connsiteX9" fmla="*/ 3309257 w 3309510"/>
                                    <a:gd name="connsiteY9" fmla="*/ 936171 h 1188372"/>
                                    <a:gd name="connsiteX0" fmla="*/ 0 w 3309510"/>
                                    <a:gd name="connsiteY0" fmla="*/ 0 h 1240300"/>
                                    <a:gd name="connsiteX1" fmla="*/ 152400 w 3309510"/>
                                    <a:gd name="connsiteY1" fmla="*/ 304800 h 1240300"/>
                                    <a:gd name="connsiteX2" fmla="*/ 359228 w 3309510"/>
                                    <a:gd name="connsiteY2" fmla="*/ 555171 h 1240300"/>
                                    <a:gd name="connsiteX3" fmla="*/ 762001 w 3309510"/>
                                    <a:gd name="connsiteY3" fmla="*/ 849086 h 1240300"/>
                                    <a:gd name="connsiteX4" fmla="*/ 1230086 w 3309510"/>
                                    <a:gd name="connsiteY4" fmla="*/ 1110343 h 1240300"/>
                                    <a:gd name="connsiteX5" fmla="*/ 1839685 w 3309510"/>
                                    <a:gd name="connsiteY5" fmla="*/ 1153885 h 1240300"/>
                                    <a:gd name="connsiteX6" fmla="*/ 2405743 w 3309510"/>
                                    <a:gd name="connsiteY6" fmla="*/ 1175658 h 1240300"/>
                                    <a:gd name="connsiteX7" fmla="*/ 3037114 w 3309510"/>
                                    <a:gd name="connsiteY7" fmla="*/ 1230086 h 1240300"/>
                                    <a:gd name="connsiteX8" fmla="*/ 3265714 w 3309510"/>
                                    <a:gd name="connsiteY8" fmla="*/ 947057 h 1240300"/>
                                    <a:gd name="connsiteX9" fmla="*/ 3309257 w 3309510"/>
                                    <a:gd name="connsiteY9" fmla="*/ 936171 h 1240300"/>
                                    <a:gd name="connsiteX0" fmla="*/ 0 w 3385466"/>
                                    <a:gd name="connsiteY0" fmla="*/ 0 h 1295444"/>
                                    <a:gd name="connsiteX1" fmla="*/ 152400 w 3385466"/>
                                    <a:gd name="connsiteY1" fmla="*/ 304800 h 1295444"/>
                                    <a:gd name="connsiteX2" fmla="*/ 359228 w 3385466"/>
                                    <a:gd name="connsiteY2" fmla="*/ 555171 h 1295444"/>
                                    <a:gd name="connsiteX3" fmla="*/ 762001 w 3385466"/>
                                    <a:gd name="connsiteY3" fmla="*/ 849086 h 1295444"/>
                                    <a:gd name="connsiteX4" fmla="*/ 1230086 w 3385466"/>
                                    <a:gd name="connsiteY4" fmla="*/ 1110343 h 1295444"/>
                                    <a:gd name="connsiteX5" fmla="*/ 1839685 w 3385466"/>
                                    <a:gd name="connsiteY5" fmla="*/ 1153885 h 1295444"/>
                                    <a:gd name="connsiteX6" fmla="*/ 2405743 w 3385466"/>
                                    <a:gd name="connsiteY6" fmla="*/ 1175658 h 1295444"/>
                                    <a:gd name="connsiteX7" fmla="*/ 3037114 w 3385466"/>
                                    <a:gd name="connsiteY7" fmla="*/ 1230086 h 1295444"/>
                                    <a:gd name="connsiteX8" fmla="*/ 3265714 w 3385466"/>
                                    <a:gd name="connsiteY8" fmla="*/ 947057 h 1295444"/>
                                    <a:gd name="connsiteX9" fmla="*/ 3385457 w 3385466"/>
                                    <a:gd name="connsiteY9" fmla="*/ 1295400 h 1295444"/>
                                    <a:gd name="connsiteX0" fmla="*/ 0 w 3385457"/>
                                    <a:gd name="connsiteY0" fmla="*/ 0 h 1295400"/>
                                    <a:gd name="connsiteX1" fmla="*/ 152400 w 3385457"/>
                                    <a:gd name="connsiteY1" fmla="*/ 304800 h 1295400"/>
                                    <a:gd name="connsiteX2" fmla="*/ 359228 w 3385457"/>
                                    <a:gd name="connsiteY2" fmla="*/ 555171 h 1295400"/>
                                    <a:gd name="connsiteX3" fmla="*/ 762001 w 3385457"/>
                                    <a:gd name="connsiteY3" fmla="*/ 849086 h 1295400"/>
                                    <a:gd name="connsiteX4" fmla="*/ 1230086 w 3385457"/>
                                    <a:gd name="connsiteY4" fmla="*/ 1110343 h 1295400"/>
                                    <a:gd name="connsiteX5" fmla="*/ 1839685 w 3385457"/>
                                    <a:gd name="connsiteY5" fmla="*/ 1153885 h 1295400"/>
                                    <a:gd name="connsiteX6" fmla="*/ 2405743 w 3385457"/>
                                    <a:gd name="connsiteY6" fmla="*/ 1175658 h 1295400"/>
                                    <a:gd name="connsiteX7" fmla="*/ 3037114 w 3385457"/>
                                    <a:gd name="connsiteY7" fmla="*/ 1230086 h 1295400"/>
                                    <a:gd name="connsiteX8" fmla="*/ 3385457 w 3385457"/>
                                    <a:gd name="connsiteY8" fmla="*/ 1295400 h 1295400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59228 w 3429000"/>
                                    <a:gd name="connsiteY2" fmla="*/ 555171 h 1262743"/>
                                    <a:gd name="connsiteX3" fmla="*/ 762001 w 3429000"/>
                                    <a:gd name="connsiteY3" fmla="*/ 849086 h 1262743"/>
                                    <a:gd name="connsiteX4" fmla="*/ 1230086 w 3429000"/>
                                    <a:gd name="connsiteY4" fmla="*/ 1110343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62001 w 3429000"/>
                                    <a:gd name="connsiteY3" fmla="*/ 849086 h 1262743"/>
                                    <a:gd name="connsiteX4" fmla="*/ 1230086 w 3429000"/>
                                    <a:gd name="connsiteY4" fmla="*/ 1110343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94658 w 3429000"/>
                                    <a:gd name="connsiteY3" fmla="*/ 489858 h 1262743"/>
                                    <a:gd name="connsiteX4" fmla="*/ 1230086 w 3429000"/>
                                    <a:gd name="connsiteY4" fmla="*/ 1110343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94658 w 3429000"/>
                                    <a:gd name="connsiteY3" fmla="*/ 489858 h 1262743"/>
                                    <a:gd name="connsiteX4" fmla="*/ 1055914 w 3429000"/>
                                    <a:gd name="connsiteY4" fmla="*/ 903515 h 1262743"/>
                                    <a:gd name="connsiteX5" fmla="*/ 1839685 w 3429000"/>
                                    <a:gd name="connsiteY5" fmla="*/ 1153885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794658 w 3429000"/>
                                    <a:gd name="connsiteY3" fmla="*/ 489858 h 1262743"/>
                                    <a:gd name="connsiteX4" fmla="*/ 1055914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631372 h 1262743"/>
                                    <a:gd name="connsiteX4" fmla="*/ 1055914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631372 h 1262743"/>
                                    <a:gd name="connsiteX4" fmla="*/ 1077686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077686 w 3429000"/>
                                    <a:gd name="connsiteY4" fmla="*/ 903515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317172 w 3429000"/>
                                    <a:gd name="connsiteY4" fmla="*/ 587829 h 1262743"/>
                                    <a:gd name="connsiteX5" fmla="*/ 1741714 w 3429000"/>
                                    <a:gd name="connsiteY5" fmla="*/ 11212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317172 w 3429000"/>
                                    <a:gd name="connsiteY4" fmla="*/ 587829 h 1262743"/>
                                    <a:gd name="connsiteX5" fmla="*/ 1774371 w 3429000"/>
                                    <a:gd name="connsiteY5" fmla="*/ 664028 h 1262743"/>
                                    <a:gd name="connsiteX6" fmla="*/ 2405743 w 3429000"/>
                                    <a:gd name="connsiteY6" fmla="*/ 1175658 h 1262743"/>
                                    <a:gd name="connsiteX7" fmla="*/ 3037114 w 3429000"/>
                                    <a:gd name="connsiteY7" fmla="*/ 1230086 h 1262743"/>
                                    <a:gd name="connsiteX8" fmla="*/ 3429000 w 3429000"/>
                                    <a:gd name="connsiteY8" fmla="*/ 1262743 h 1262743"/>
                                    <a:gd name="connsiteX0" fmla="*/ 0 w 3429000"/>
                                    <a:gd name="connsiteY0" fmla="*/ 0 h 1279987"/>
                                    <a:gd name="connsiteX1" fmla="*/ 152400 w 3429000"/>
                                    <a:gd name="connsiteY1" fmla="*/ 304800 h 1279987"/>
                                    <a:gd name="connsiteX2" fmla="*/ 370113 w 3429000"/>
                                    <a:gd name="connsiteY2" fmla="*/ 566056 h 1279987"/>
                                    <a:gd name="connsiteX3" fmla="*/ 827316 w 3429000"/>
                                    <a:gd name="connsiteY3" fmla="*/ 522515 h 1279987"/>
                                    <a:gd name="connsiteX4" fmla="*/ 1317172 w 3429000"/>
                                    <a:gd name="connsiteY4" fmla="*/ 587829 h 1279987"/>
                                    <a:gd name="connsiteX5" fmla="*/ 1774371 w 3429000"/>
                                    <a:gd name="connsiteY5" fmla="*/ 664028 h 1279987"/>
                                    <a:gd name="connsiteX6" fmla="*/ 2373086 w 3429000"/>
                                    <a:gd name="connsiteY6" fmla="*/ 674915 h 1279987"/>
                                    <a:gd name="connsiteX7" fmla="*/ 3037114 w 3429000"/>
                                    <a:gd name="connsiteY7" fmla="*/ 1230086 h 1279987"/>
                                    <a:gd name="connsiteX8" fmla="*/ 3429000 w 3429000"/>
                                    <a:gd name="connsiteY8" fmla="*/ 1262743 h 1279987"/>
                                    <a:gd name="connsiteX0" fmla="*/ 0 w 3429000"/>
                                    <a:gd name="connsiteY0" fmla="*/ 0 h 1262743"/>
                                    <a:gd name="connsiteX1" fmla="*/ 152400 w 3429000"/>
                                    <a:gd name="connsiteY1" fmla="*/ 304800 h 1262743"/>
                                    <a:gd name="connsiteX2" fmla="*/ 370113 w 3429000"/>
                                    <a:gd name="connsiteY2" fmla="*/ 566056 h 1262743"/>
                                    <a:gd name="connsiteX3" fmla="*/ 827316 w 3429000"/>
                                    <a:gd name="connsiteY3" fmla="*/ 522515 h 1262743"/>
                                    <a:gd name="connsiteX4" fmla="*/ 1317172 w 3429000"/>
                                    <a:gd name="connsiteY4" fmla="*/ 587829 h 1262743"/>
                                    <a:gd name="connsiteX5" fmla="*/ 1774371 w 3429000"/>
                                    <a:gd name="connsiteY5" fmla="*/ 664028 h 1262743"/>
                                    <a:gd name="connsiteX6" fmla="*/ 2373086 w 3429000"/>
                                    <a:gd name="connsiteY6" fmla="*/ 674915 h 1262743"/>
                                    <a:gd name="connsiteX7" fmla="*/ 2764971 w 3429000"/>
                                    <a:gd name="connsiteY7" fmla="*/ 1023257 h 1262743"/>
                                    <a:gd name="connsiteX8" fmla="*/ 3429000 w 3429000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27316 w 2982686"/>
                                    <a:gd name="connsiteY3" fmla="*/ 522515 h 1262743"/>
                                    <a:gd name="connsiteX4" fmla="*/ 1317172 w 2982686"/>
                                    <a:gd name="connsiteY4" fmla="*/ 587829 h 1262743"/>
                                    <a:gd name="connsiteX5" fmla="*/ 1774371 w 2982686"/>
                                    <a:gd name="connsiteY5" fmla="*/ 664028 h 1262743"/>
                                    <a:gd name="connsiteX6" fmla="*/ 2373086 w 2982686"/>
                                    <a:gd name="connsiteY6" fmla="*/ 674915 h 1262743"/>
                                    <a:gd name="connsiteX7" fmla="*/ 2764971 w 2982686"/>
                                    <a:gd name="connsiteY7" fmla="*/ 1023257 h 1262743"/>
                                    <a:gd name="connsiteX8" fmla="*/ 2982686 w 2982686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38201 w 2982686"/>
                                    <a:gd name="connsiteY3" fmla="*/ 413658 h 1262743"/>
                                    <a:gd name="connsiteX4" fmla="*/ 1317172 w 2982686"/>
                                    <a:gd name="connsiteY4" fmla="*/ 587829 h 1262743"/>
                                    <a:gd name="connsiteX5" fmla="*/ 1774371 w 2982686"/>
                                    <a:gd name="connsiteY5" fmla="*/ 664028 h 1262743"/>
                                    <a:gd name="connsiteX6" fmla="*/ 2373086 w 2982686"/>
                                    <a:gd name="connsiteY6" fmla="*/ 674915 h 1262743"/>
                                    <a:gd name="connsiteX7" fmla="*/ 2764971 w 2982686"/>
                                    <a:gd name="connsiteY7" fmla="*/ 1023257 h 1262743"/>
                                    <a:gd name="connsiteX8" fmla="*/ 2982686 w 2982686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38201 w 2982686"/>
                                    <a:gd name="connsiteY3" fmla="*/ 413658 h 1262743"/>
                                    <a:gd name="connsiteX4" fmla="*/ 1317172 w 2982686"/>
                                    <a:gd name="connsiteY4" fmla="*/ 587829 h 1262743"/>
                                    <a:gd name="connsiteX5" fmla="*/ 1839686 w 2982686"/>
                                    <a:gd name="connsiteY5" fmla="*/ 468085 h 1262743"/>
                                    <a:gd name="connsiteX6" fmla="*/ 2373086 w 2982686"/>
                                    <a:gd name="connsiteY6" fmla="*/ 674915 h 1262743"/>
                                    <a:gd name="connsiteX7" fmla="*/ 2764971 w 2982686"/>
                                    <a:gd name="connsiteY7" fmla="*/ 1023257 h 1262743"/>
                                    <a:gd name="connsiteX8" fmla="*/ 2982686 w 2982686"/>
                                    <a:gd name="connsiteY8" fmla="*/ 1262743 h 1262743"/>
                                    <a:gd name="connsiteX0" fmla="*/ 0 w 2982686"/>
                                    <a:gd name="connsiteY0" fmla="*/ 0 h 1262743"/>
                                    <a:gd name="connsiteX1" fmla="*/ 152400 w 2982686"/>
                                    <a:gd name="connsiteY1" fmla="*/ 304800 h 1262743"/>
                                    <a:gd name="connsiteX2" fmla="*/ 370113 w 2982686"/>
                                    <a:gd name="connsiteY2" fmla="*/ 566056 h 1262743"/>
                                    <a:gd name="connsiteX3" fmla="*/ 838201 w 2982686"/>
                                    <a:gd name="connsiteY3" fmla="*/ 413658 h 1262743"/>
                                    <a:gd name="connsiteX4" fmla="*/ 1317172 w 2982686"/>
                                    <a:gd name="connsiteY4" fmla="*/ 587829 h 1262743"/>
                                    <a:gd name="connsiteX5" fmla="*/ 1839686 w 2982686"/>
                                    <a:gd name="connsiteY5" fmla="*/ 468085 h 1262743"/>
                                    <a:gd name="connsiteX6" fmla="*/ 2373086 w 2982686"/>
                                    <a:gd name="connsiteY6" fmla="*/ 674915 h 1262743"/>
                                    <a:gd name="connsiteX7" fmla="*/ 2601685 w 2982686"/>
                                    <a:gd name="connsiteY7" fmla="*/ 849085 h 1262743"/>
                                    <a:gd name="connsiteX8" fmla="*/ 2982686 w 2982686"/>
                                    <a:gd name="connsiteY8" fmla="*/ 1262743 h 1262743"/>
                                    <a:gd name="connsiteX0" fmla="*/ 0 w 2607672"/>
                                    <a:gd name="connsiteY0" fmla="*/ 0 h 1023258"/>
                                    <a:gd name="connsiteX1" fmla="*/ 152400 w 2607672"/>
                                    <a:gd name="connsiteY1" fmla="*/ 304800 h 1023258"/>
                                    <a:gd name="connsiteX2" fmla="*/ 370113 w 2607672"/>
                                    <a:gd name="connsiteY2" fmla="*/ 566056 h 1023258"/>
                                    <a:gd name="connsiteX3" fmla="*/ 838201 w 2607672"/>
                                    <a:gd name="connsiteY3" fmla="*/ 413658 h 1023258"/>
                                    <a:gd name="connsiteX4" fmla="*/ 1317172 w 2607672"/>
                                    <a:gd name="connsiteY4" fmla="*/ 587829 h 1023258"/>
                                    <a:gd name="connsiteX5" fmla="*/ 1839686 w 2607672"/>
                                    <a:gd name="connsiteY5" fmla="*/ 468085 h 1023258"/>
                                    <a:gd name="connsiteX6" fmla="*/ 2373086 w 2607672"/>
                                    <a:gd name="connsiteY6" fmla="*/ 674915 h 1023258"/>
                                    <a:gd name="connsiteX7" fmla="*/ 2601685 w 2607672"/>
                                    <a:gd name="connsiteY7" fmla="*/ 849085 h 1023258"/>
                                    <a:gd name="connsiteX8" fmla="*/ 2579914 w 2607672"/>
                                    <a:gd name="connsiteY8" fmla="*/ 1023258 h 1023258"/>
                                    <a:gd name="connsiteX0" fmla="*/ 0 w 2607672"/>
                                    <a:gd name="connsiteY0" fmla="*/ 0 h 1042275"/>
                                    <a:gd name="connsiteX1" fmla="*/ 152400 w 2607672"/>
                                    <a:gd name="connsiteY1" fmla="*/ 304800 h 1042275"/>
                                    <a:gd name="connsiteX2" fmla="*/ 370113 w 2607672"/>
                                    <a:gd name="connsiteY2" fmla="*/ 566056 h 1042275"/>
                                    <a:gd name="connsiteX3" fmla="*/ 838201 w 2607672"/>
                                    <a:gd name="connsiteY3" fmla="*/ 413658 h 1042275"/>
                                    <a:gd name="connsiteX4" fmla="*/ 1317172 w 2607672"/>
                                    <a:gd name="connsiteY4" fmla="*/ 587829 h 1042275"/>
                                    <a:gd name="connsiteX5" fmla="*/ 1839686 w 2607672"/>
                                    <a:gd name="connsiteY5" fmla="*/ 468085 h 1042275"/>
                                    <a:gd name="connsiteX6" fmla="*/ 2373086 w 2607672"/>
                                    <a:gd name="connsiteY6" fmla="*/ 674915 h 1042275"/>
                                    <a:gd name="connsiteX7" fmla="*/ 2601685 w 2607672"/>
                                    <a:gd name="connsiteY7" fmla="*/ 849085 h 1042275"/>
                                    <a:gd name="connsiteX8" fmla="*/ 2579914 w 2607672"/>
                                    <a:gd name="connsiteY8" fmla="*/ 1023258 h 1042275"/>
                                    <a:gd name="connsiteX9" fmla="*/ 2504526 w 2607672"/>
                                    <a:gd name="connsiteY9" fmla="*/ 1040024 h 1042275"/>
                                    <a:gd name="connsiteX0" fmla="*/ 0 w 2607672"/>
                                    <a:gd name="connsiteY0" fmla="*/ 0 h 1148881"/>
                                    <a:gd name="connsiteX1" fmla="*/ 152400 w 2607672"/>
                                    <a:gd name="connsiteY1" fmla="*/ 304800 h 1148881"/>
                                    <a:gd name="connsiteX2" fmla="*/ 370113 w 2607672"/>
                                    <a:gd name="connsiteY2" fmla="*/ 566056 h 1148881"/>
                                    <a:gd name="connsiteX3" fmla="*/ 838201 w 2607672"/>
                                    <a:gd name="connsiteY3" fmla="*/ 413658 h 1148881"/>
                                    <a:gd name="connsiteX4" fmla="*/ 1317172 w 2607672"/>
                                    <a:gd name="connsiteY4" fmla="*/ 587829 h 1148881"/>
                                    <a:gd name="connsiteX5" fmla="*/ 1839686 w 2607672"/>
                                    <a:gd name="connsiteY5" fmla="*/ 468085 h 1148881"/>
                                    <a:gd name="connsiteX6" fmla="*/ 2373086 w 2607672"/>
                                    <a:gd name="connsiteY6" fmla="*/ 674915 h 1148881"/>
                                    <a:gd name="connsiteX7" fmla="*/ 2601685 w 2607672"/>
                                    <a:gd name="connsiteY7" fmla="*/ 849085 h 1148881"/>
                                    <a:gd name="connsiteX8" fmla="*/ 2579914 w 2607672"/>
                                    <a:gd name="connsiteY8" fmla="*/ 1023258 h 1148881"/>
                                    <a:gd name="connsiteX9" fmla="*/ 2384783 w 2607672"/>
                                    <a:gd name="connsiteY9" fmla="*/ 1148881 h 1148881"/>
                                    <a:gd name="connsiteX0" fmla="*/ 0 w 2607672"/>
                                    <a:gd name="connsiteY0" fmla="*/ 0 h 1155567"/>
                                    <a:gd name="connsiteX1" fmla="*/ 152400 w 2607672"/>
                                    <a:gd name="connsiteY1" fmla="*/ 304800 h 1155567"/>
                                    <a:gd name="connsiteX2" fmla="*/ 370113 w 2607672"/>
                                    <a:gd name="connsiteY2" fmla="*/ 566056 h 1155567"/>
                                    <a:gd name="connsiteX3" fmla="*/ 838201 w 2607672"/>
                                    <a:gd name="connsiteY3" fmla="*/ 413658 h 1155567"/>
                                    <a:gd name="connsiteX4" fmla="*/ 1317172 w 2607672"/>
                                    <a:gd name="connsiteY4" fmla="*/ 587829 h 1155567"/>
                                    <a:gd name="connsiteX5" fmla="*/ 1839686 w 2607672"/>
                                    <a:gd name="connsiteY5" fmla="*/ 468085 h 1155567"/>
                                    <a:gd name="connsiteX6" fmla="*/ 2373086 w 2607672"/>
                                    <a:gd name="connsiteY6" fmla="*/ 674915 h 1155567"/>
                                    <a:gd name="connsiteX7" fmla="*/ 2601685 w 2607672"/>
                                    <a:gd name="connsiteY7" fmla="*/ 849085 h 1155567"/>
                                    <a:gd name="connsiteX8" fmla="*/ 2579914 w 2607672"/>
                                    <a:gd name="connsiteY8" fmla="*/ 1023258 h 1155567"/>
                                    <a:gd name="connsiteX9" fmla="*/ 2384783 w 2607672"/>
                                    <a:gd name="connsiteY9" fmla="*/ 1148881 h 1155567"/>
                                    <a:gd name="connsiteX10" fmla="*/ 2363011 w 2607672"/>
                                    <a:gd name="connsiteY10" fmla="*/ 1137996 h 1155567"/>
                                    <a:gd name="connsiteX0" fmla="*/ 0 w 2607672"/>
                                    <a:gd name="connsiteY0" fmla="*/ 0 h 1154178"/>
                                    <a:gd name="connsiteX1" fmla="*/ 152400 w 2607672"/>
                                    <a:gd name="connsiteY1" fmla="*/ 304800 h 1154178"/>
                                    <a:gd name="connsiteX2" fmla="*/ 370113 w 2607672"/>
                                    <a:gd name="connsiteY2" fmla="*/ 566056 h 1154178"/>
                                    <a:gd name="connsiteX3" fmla="*/ 838201 w 2607672"/>
                                    <a:gd name="connsiteY3" fmla="*/ 413658 h 1154178"/>
                                    <a:gd name="connsiteX4" fmla="*/ 1317172 w 2607672"/>
                                    <a:gd name="connsiteY4" fmla="*/ 587829 h 1154178"/>
                                    <a:gd name="connsiteX5" fmla="*/ 1839686 w 2607672"/>
                                    <a:gd name="connsiteY5" fmla="*/ 468085 h 1154178"/>
                                    <a:gd name="connsiteX6" fmla="*/ 2373086 w 2607672"/>
                                    <a:gd name="connsiteY6" fmla="*/ 674915 h 1154178"/>
                                    <a:gd name="connsiteX7" fmla="*/ 2601685 w 2607672"/>
                                    <a:gd name="connsiteY7" fmla="*/ 849085 h 1154178"/>
                                    <a:gd name="connsiteX8" fmla="*/ 2579914 w 2607672"/>
                                    <a:gd name="connsiteY8" fmla="*/ 1023258 h 1154178"/>
                                    <a:gd name="connsiteX9" fmla="*/ 2384783 w 2607672"/>
                                    <a:gd name="connsiteY9" fmla="*/ 1148881 h 1154178"/>
                                    <a:gd name="connsiteX10" fmla="*/ 2101753 w 2607672"/>
                                    <a:gd name="connsiteY10" fmla="*/ 1127110 h 1154178"/>
                                    <a:gd name="connsiteX0" fmla="*/ 0 w 2607672"/>
                                    <a:gd name="connsiteY0" fmla="*/ 0 h 1174388"/>
                                    <a:gd name="connsiteX1" fmla="*/ 152400 w 2607672"/>
                                    <a:gd name="connsiteY1" fmla="*/ 304800 h 1174388"/>
                                    <a:gd name="connsiteX2" fmla="*/ 370113 w 2607672"/>
                                    <a:gd name="connsiteY2" fmla="*/ 566056 h 1174388"/>
                                    <a:gd name="connsiteX3" fmla="*/ 838201 w 2607672"/>
                                    <a:gd name="connsiteY3" fmla="*/ 413658 h 1174388"/>
                                    <a:gd name="connsiteX4" fmla="*/ 1317172 w 2607672"/>
                                    <a:gd name="connsiteY4" fmla="*/ 587829 h 1174388"/>
                                    <a:gd name="connsiteX5" fmla="*/ 1839686 w 2607672"/>
                                    <a:gd name="connsiteY5" fmla="*/ 468085 h 1174388"/>
                                    <a:gd name="connsiteX6" fmla="*/ 2373086 w 2607672"/>
                                    <a:gd name="connsiteY6" fmla="*/ 674915 h 1174388"/>
                                    <a:gd name="connsiteX7" fmla="*/ 2601685 w 2607672"/>
                                    <a:gd name="connsiteY7" fmla="*/ 849085 h 1174388"/>
                                    <a:gd name="connsiteX8" fmla="*/ 2579914 w 2607672"/>
                                    <a:gd name="connsiteY8" fmla="*/ 1023258 h 1174388"/>
                                    <a:gd name="connsiteX9" fmla="*/ 2373898 w 2607672"/>
                                    <a:gd name="connsiteY9" fmla="*/ 1170653 h 1174388"/>
                                    <a:gd name="connsiteX10" fmla="*/ 2101753 w 2607672"/>
                                    <a:gd name="connsiteY10" fmla="*/ 1127110 h 1174388"/>
                                    <a:gd name="connsiteX0" fmla="*/ 0 w 2603083"/>
                                    <a:gd name="connsiteY0" fmla="*/ 0 h 1174388"/>
                                    <a:gd name="connsiteX1" fmla="*/ 152400 w 2603083"/>
                                    <a:gd name="connsiteY1" fmla="*/ 304800 h 1174388"/>
                                    <a:gd name="connsiteX2" fmla="*/ 370113 w 2603083"/>
                                    <a:gd name="connsiteY2" fmla="*/ 566056 h 1174388"/>
                                    <a:gd name="connsiteX3" fmla="*/ 838201 w 2603083"/>
                                    <a:gd name="connsiteY3" fmla="*/ 413658 h 1174388"/>
                                    <a:gd name="connsiteX4" fmla="*/ 1317172 w 2603083"/>
                                    <a:gd name="connsiteY4" fmla="*/ 587829 h 1174388"/>
                                    <a:gd name="connsiteX5" fmla="*/ 1839686 w 2603083"/>
                                    <a:gd name="connsiteY5" fmla="*/ 468085 h 1174388"/>
                                    <a:gd name="connsiteX6" fmla="*/ 2373086 w 2603083"/>
                                    <a:gd name="connsiteY6" fmla="*/ 674915 h 1174388"/>
                                    <a:gd name="connsiteX7" fmla="*/ 2601685 w 2603083"/>
                                    <a:gd name="connsiteY7" fmla="*/ 849085 h 1174388"/>
                                    <a:gd name="connsiteX8" fmla="*/ 2492828 w 2603083"/>
                                    <a:gd name="connsiteY8" fmla="*/ 1034143 h 1174388"/>
                                    <a:gd name="connsiteX9" fmla="*/ 2373898 w 2603083"/>
                                    <a:gd name="connsiteY9" fmla="*/ 1170653 h 1174388"/>
                                    <a:gd name="connsiteX10" fmla="*/ 2101753 w 2603083"/>
                                    <a:gd name="connsiteY10" fmla="*/ 1127110 h 1174388"/>
                                    <a:gd name="connsiteX0" fmla="*/ 0 w 2527670"/>
                                    <a:gd name="connsiteY0" fmla="*/ 0 h 1174388"/>
                                    <a:gd name="connsiteX1" fmla="*/ 152400 w 2527670"/>
                                    <a:gd name="connsiteY1" fmla="*/ 304800 h 1174388"/>
                                    <a:gd name="connsiteX2" fmla="*/ 370113 w 2527670"/>
                                    <a:gd name="connsiteY2" fmla="*/ 566056 h 1174388"/>
                                    <a:gd name="connsiteX3" fmla="*/ 838201 w 2527670"/>
                                    <a:gd name="connsiteY3" fmla="*/ 413658 h 1174388"/>
                                    <a:gd name="connsiteX4" fmla="*/ 1317172 w 2527670"/>
                                    <a:gd name="connsiteY4" fmla="*/ 587829 h 1174388"/>
                                    <a:gd name="connsiteX5" fmla="*/ 1839686 w 2527670"/>
                                    <a:gd name="connsiteY5" fmla="*/ 468085 h 1174388"/>
                                    <a:gd name="connsiteX6" fmla="*/ 2373086 w 2527670"/>
                                    <a:gd name="connsiteY6" fmla="*/ 674915 h 1174388"/>
                                    <a:gd name="connsiteX7" fmla="*/ 2525485 w 2527670"/>
                                    <a:gd name="connsiteY7" fmla="*/ 838199 h 1174388"/>
                                    <a:gd name="connsiteX8" fmla="*/ 2492828 w 2527670"/>
                                    <a:gd name="connsiteY8" fmla="*/ 1034143 h 1174388"/>
                                    <a:gd name="connsiteX9" fmla="*/ 2373898 w 2527670"/>
                                    <a:gd name="connsiteY9" fmla="*/ 1170653 h 1174388"/>
                                    <a:gd name="connsiteX10" fmla="*/ 2101753 w 2527670"/>
                                    <a:gd name="connsiteY10" fmla="*/ 1127110 h 1174388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0" fmla="*/ 0 w 2527670"/>
                                    <a:gd name="connsiteY0" fmla="*/ 0 h 1203310"/>
                                    <a:gd name="connsiteX1" fmla="*/ 152400 w 2527670"/>
                                    <a:gd name="connsiteY1" fmla="*/ 304800 h 1203310"/>
                                    <a:gd name="connsiteX2" fmla="*/ 370113 w 2527670"/>
                                    <a:gd name="connsiteY2" fmla="*/ 566056 h 1203310"/>
                                    <a:gd name="connsiteX3" fmla="*/ 838201 w 2527670"/>
                                    <a:gd name="connsiteY3" fmla="*/ 413658 h 1203310"/>
                                    <a:gd name="connsiteX4" fmla="*/ 1317172 w 2527670"/>
                                    <a:gd name="connsiteY4" fmla="*/ 587829 h 1203310"/>
                                    <a:gd name="connsiteX5" fmla="*/ 1839686 w 2527670"/>
                                    <a:gd name="connsiteY5" fmla="*/ 468085 h 1203310"/>
                                    <a:gd name="connsiteX6" fmla="*/ 2373086 w 2527670"/>
                                    <a:gd name="connsiteY6" fmla="*/ 674915 h 1203310"/>
                                    <a:gd name="connsiteX7" fmla="*/ 2525485 w 2527670"/>
                                    <a:gd name="connsiteY7" fmla="*/ 838199 h 1203310"/>
                                    <a:gd name="connsiteX8" fmla="*/ 2492828 w 2527670"/>
                                    <a:gd name="connsiteY8" fmla="*/ 1034143 h 1203310"/>
                                    <a:gd name="connsiteX9" fmla="*/ 2373898 w 2527670"/>
                                    <a:gd name="connsiteY9" fmla="*/ 1170653 h 1203310"/>
                                    <a:gd name="connsiteX10" fmla="*/ 2188839 w 2527670"/>
                                    <a:gd name="connsiteY10" fmla="*/ 1181538 h 1203310"/>
                                    <a:gd name="connsiteX11" fmla="*/ 2156184 w 2527670"/>
                                    <a:gd name="connsiteY11" fmla="*/ 1203310 h 1203310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927584 w 2527670"/>
                                    <a:gd name="connsiteY12" fmla="*/ 1083567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786069 w 2527670"/>
                                    <a:gd name="connsiteY12" fmla="*/ 1018253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786069 w 2527670"/>
                                    <a:gd name="connsiteY12" fmla="*/ 1018253 h 1184229"/>
                                    <a:gd name="connsiteX13" fmla="*/ 1753412 w 2527670"/>
                                    <a:gd name="connsiteY13" fmla="*/ 1007367 h 1184229"/>
                                    <a:gd name="connsiteX0" fmla="*/ 0 w 2527670"/>
                                    <a:gd name="connsiteY0" fmla="*/ 0 h 1184229"/>
                                    <a:gd name="connsiteX1" fmla="*/ 152400 w 2527670"/>
                                    <a:gd name="connsiteY1" fmla="*/ 304800 h 1184229"/>
                                    <a:gd name="connsiteX2" fmla="*/ 370113 w 2527670"/>
                                    <a:gd name="connsiteY2" fmla="*/ 566056 h 1184229"/>
                                    <a:gd name="connsiteX3" fmla="*/ 838201 w 2527670"/>
                                    <a:gd name="connsiteY3" fmla="*/ 413658 h 1184229"/>
                                    <a:gd name="connsiteX4" fmla="*/ 1317172 w 2527670"/>
                                    <a:gd name="connsiteY4" fmla="*/ 587829 h 1184229"/>
                                    <a:gd name="connsiteX5" fmla="*/ 1839686 w 2527670"/>
                                    <a:gd name="connsiteY5" fmla="*/ 468085 h 1184229"/>
                                    <a:gd name="connsiteX6" fmla="*/ 2373086 w 2527670"/>
                                    <a:gd name="connsiteY6" fmla="*/ 674915 h 1184229"/>
                                    <a:gd name="connsiteX7" fmla="*/ 2525485 w 2527670"/>
                                    <a:gd name="connsiteY7" fmla="*/ 838199 h 1184229"/>
                                    <a:gd name="connsiteX8" fmla="*/ 2492828 w 2527670"/>
                                    <a:gd name="connsiteY8" fmla="*/ 1034143 h 1184229"/>
                                    <a:gd name="connsiteX9" fmla="*/ 2373898 w 2527670"/>
                                    <a:gd name="connsiteY9" fmla="*/ 1170653 h 1184229"/>
                                    <a:gd name="connsiteX10" fmla="*/ 2188839 w 2527670"/>
                                    <a:gd name="connsiteY10" fmla="*/ 1181538 h 1184229"/>
                                    <a:gd name="connsiteX11" fmla="*/ 1949356 w 2527670"/>
                                    <a:gd name="connsiteY11" fmla="*/ 1094453 h 1184229"/>
                                    <a:gd name="connsiteX12" fmla="*/ 1786069 w 2527670"/>
                                    <a:gd name="connsiteY12" fmla="*/ 1018253 h 1184229"/>
                                    <a:gd name="connsiteX13" fmla="*/ 1590127 w 2527670"/>
                                    <a:gd name="connsiteY13" fmla="*/ 1050910 h 1184229"/>
                                    <a:gd name="connsiteX0" fmla="*/ 0 w 2529807"/>
                                    <a:gd name="connsiteY0" fmla="*/ 0 h 1184229"/>
                                    <a:gd name="connsiteX1" fmla="*/ 152400 w 2529807"/>
                                    <a:gd name="connsiteY1" fmla="*/ 304800 h 1184229"/>
                                    <a:gd name="connsiteX2" fmla="*/ 370113 w 2529807"/>
                                    <a:gd name="connsiteY2" fmla="*/ 566056 h 1184229"/>
                                    <a:gd name="connsiteX3" fmla="*/ 838201 w 2529807"/>
                                    <a:gd name="connsiteY3" fmla="*/ 413658 h 1184229"/>
                                    <a:gd name="connsiteX4" fmla="*/ 1317172 w 2529807"/>
                                    <a:gd name="connsiteY4" fmla="*/ 587829 h 1184229"/>
                                    <a:gd name="connsiteX5" fmla="*/ 1839686 w 2529807"/>
                                    <a:gd name="connsiteY5" fmla="*/ 468085 h 1184229"/>
                                    <a:gd name="connsiteX6" fmla="*/ 2373086 w 2529807"/>
                                    <a:gd name="connsiteY6" fmla="*/ 674915 h 1184229"/>
                                    <a:gd name="connsiteX7" fmla="*/ 2525485 w 2529807"/>
                                    <a:gd name="connsiteY7" fmla="*/ 838199 h 1184229"/>
                                    <a:gd name="connsiteX8" fmla="*/ 2525485 w 2529807"/>
                                    <a:gd name="connsiteY8" fmla="*/ 1023258 h 1184229"/>
                                    <a:gd name="connsiteX9" fmla="*/ 2373898 w 2529807"/>
                                    <a:gd name="connsiteY9" fmla="*/ 1170653 h 1184229"/>
                                    <a:gd name="connsiteX10" fmla="*/ 2188839 w 2529807"/>
                                    <a:gd name="connsiteY10" fmla="*/ 1181538 h 1184229"/>
                                    <a:gd name="connsiteX11" fmla="*/ 1949356 w 2529807"/>
                                    <a:gd name="connsiteY11" fmla="*/ 1094453 h 1184229"/>
                                    <a:gd name="connsiteX12" fmla="*/ 1786069 w 2529807"/>
                                    <a:gd name="connsiteY12" fmla="*/ 1018253 h 1184229"/>
                                    <a:gd name="connsiteX13" fmla="*/ 1590127 w 2529807"/>
                                    <a:gd name="connsiteY13" fmla="*/ 1050910 h 1184229"/>
                                    <a:gd name="connsiteX0" fmla="*/ 0 w 2525485"/>
                                    <a:gd name="connsiteY0" fmla="*/ 0 h 1184229"/>
                                    <a:gd name="connsiteX1" fmla="*/ 152400 w 2525485"/>
                                    <a:gd name="connsiteY1" fmla="*/ 304800 h 1184229"/>
                                    <a:gd name="connsiteX2" fmla="*/ 370113 w 2525485"/>
                                    <a:gd name="connsiteY2" fmla="*/ 566056 h 1184229"/>
                                    <a:gd name="connsiteX3" fmla="*/ 838201 w 2525485"/>
                                    <a:gd name="connsiteY3" fmla="*/ 413658 h 1184229"/>
                                    <a:gd name="connsiteX4" fmla="*/ 1317172 w 2525485"/>
                                    <a:gd name="connsiteY4" fmla="*/ 587829 h 1184229"/>
                                    <a:gd name="connsiteX5" fmla="*/ 1839686 w 2525485"/>
                                    <a:gd name="connsiteY5" fmla="*/ 468085 h 1184229"/>
                                    <a:gd name="connsiteX6" fmla="*/ 2373086 w 2525485"/>
                                    <a:gd name="connsiteY6" fmla="*/ 674915 h 1184229"/>
                                    <a:gd name="connsiteX7" fmla="*/ 2525485 w 2525485"/>
                                    <a:gd name="connsiteY7" fmla="*/ 838199 h 1184229"/>
                                    <a:gd name="connsiteX8" fmla="*/ 2373898 w 2525485"/>
                                    <a:gd name="connsiteY8" fmla="*/ 1170653 h 1184229"/>
                                    <a:gd name="connsiteX9" fmla="*/ 2188839 w 2525485"/>
                                    <a:gd name="connsiteY9" fmla="*/ 1181538 h 1184229"/>
                                    <a:gd name="connsiteX10" fmla="*/ 1949356 w 2525485"/>
                                    <a:gd name="connsiteY10" fmla="*/ 1094453 h 1184229"/>
                                    <a:gd name="connsiteX11" fmla="*/ 1786069 w 2525485"/>
                                    <a:gd name="connsiteY11" fmla="*/ 1018253 h 1184229"/>
                                    <a:gd name="connsiteX12" fmla="*/ 1590127 w 2525485"/>
                                    <a:gd name="connsiteY12" fmla="*/ 1050910 h 1184229"/>
                                    <a:gd name="connsiteX0" fmla="*/ 0 w 2529030"/>
                                    <a:gd name="connsiteY0" fmla="*/ 0 h 1184229"/>
                                    <a:gd name="connsiteX1" fmla="*/ 152400 w 2529030"/>
                                    <a:gd name="connsiteY1" fmla="*/ 304800 h 1184229"/>
                                    <a:gd name="connsiteX2" fmla="*/ 370113 w 2529030"/>
                                    <a:gd name="connsiteY2" fmla="*/ 566056 h 1184229"/>
                                    <a:gd name="connsiteX3" fmla="*/ 838201 w 2529030"/>
                                    <a:gd name="connsiteY3" fmla="*/ 413658 h 1184229"/>
                                    <a:gd name="connsiteX4" fmla="*/ 1317172 w 2529030"/>
                                    <a:gd name="connsiteY4" fmla="*/ 587829 h 1184229"/>
                                    <a:gd name="connsiteX5" fmla="*/ 1839686 w 2529030"/>
                                    <a:gd name="connsiteY5" fmla="*/ 468085 h 1184229"/>
                                    <a:gd name="connsiteX6" fmla="*/ 2373086 w 2529030"/>
                                    <a:gd name="connsiteY6" fmla="*/ 674915 h 1184229"/>
                                    <a:gd name="connsiteX7" fmla="*/ 2525485 w 2529030"/>
                                    <a:gd name="connsiteY7" fmla="*/ 838199 h 1184229"/>
                                    <a:gd name="connsiteX8" fmla="*/ 2471869 w 2529030"/>
                                    <a:gd name="connsiteY8" fmla="*/ 1018253 h 1184229"/>
                                    <a:gd name="connsiteX9" fmla="*/ 2373898 w 2529030"/>
                                    <a:gd name="connsiteY9" fmla="*/ 1170653 h 1184229"/>
                                    <a:gd name="connsiteX10" fmla="*/ 2188839 w 2529030"/>
                                    <a:gd name="connsiteY10" fmla="*/ 1181538 h 1184229"/>
                                    <a:gd name="connsiteX11" fmla="*/ 1949356 w 2529030"/>
                                    <a:gd name="connsiteY11" fmla="*/ 1094453 h 1184229"/>
                                    <a:gd name="connsiteX12" fmla="*/ 1786069 w 2529030"/>
                                    <a:gd name="connsiteY12" fmla="*/ 1018253 h 1184229"/>
                                    <a:gd name="connsiteX13" fmla="*/ 1590127 w 2529030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52400 w 2535422"/>
                                    <a:gd name="connsiteY1" fmla="*/ 304800 h 1184229"/>
                                    <a:gd name="connsiteX2" fmla="*/ 370113 w 2535422"/>
                                    <a:gd name="connsiteY2" fmla="*/ 566056 h 1184229"/>
                                    <a:gd name="connsiteX3" fmla="*/ 838201 w 2535422"/>
                                    <a:gd name="connsiteY3" fmla="*/ 413658 h 1184229"/>
                                    <a:gd name="connsiteX4" fmla="*/ 1317172 w 2535422"/>
                                    <a:gd name="connsiteY4" fmla="*/ 587829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370113 w 2535422"/>
                                    <a:gd name="connsiteY2" fmla="*/ 566056 h 1184229"/>
                                    <a:gd name="connsiteX3" fmla="*/ 838201 w 2535422"/>
                                    <a:gd name="connsiteY3" fmla="*/ 413658 h 1184229"/>
                                    <a:gd name="connsiteX4" fmla="*/ 1317172 w 2535422"/>
                                    <a:gd name="connsiteY4" fmla="*/ 587829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424541 w 2535422"/>
                                    <a:gd name="connsiteY2" fmla="*/ 163284 h 1184229"/>
                                    <a:gd name="connsiteX3" fmla="*/ 838201 w 2535422"/>
                                    <a:gd name="connsiteY3" fmla="*/ 413658 h 1184229"/>
                                    <a:gd name="connsiteX4" fmla="*/ 1317172 w 2535422"/>
                                    <a:gd name="connsiteY4" fmla="*/ 587829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424541 w 2535422"/>
                                    <a:gd name="connsiteY2" fmla="*/ 163284 h 1184229"/>
                                    <a:gd name="connsiteX3" fmla="*/ 838201 w 2535422"/>
                                    <a:gd name="connsiteY3" fmla="*/ 413658 h 1184229"/>
                                    <a:gd name="connsiteX4" fmla="*/ 1121229 w 2535422"/>
                                    <a:gd name="connsiteY4" fmla="*/ 108858 h 1184229"/>
                                    <a:gd name="connsiteX5" fmla="*/ 1839686 w 2535422"/>
                                    <a:gd name="connsiteY5" fmla="*/ 468085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35422"/>
                                    <a:gd name="connsiteY0" fmla="*/ 0 h 1184229"/>
                                    <a:gd name="connsiteX1" fmla="*/ 141514 w 2535422"/>
                                    <a:gd name="connsiteY1" fmla="*/ 315686 h 1184229"/>
                                    <a:gd name="connsiteX2" fmla="*/ 424541 w 2535422"/>
                                    <a:gd name="connsiteY2" fmla="*/ 163284 h 1184229"/>
                                    <a:gd name="connsiteX3" fmla="*/ 838201 w 2535422"/>
                                    <a:gd name="connsiteY3" fmla="*/ 413658 h 1184229"/>
                                    <a:gd name="connsiteX4" fmla="*/ 1121229 w 2535422"/>
                                    <a:gd name="connsiteY4" fmla="*/ 108858 h 1184229"/>
                                    <a:gd name="connsiteX5" fmla="*/ 1589315 w 2535422"/>
                                    <a:gd name="connsiteY5" fmla="*/ 402771 h 1184229"/>
                                    <a:gd name="connsiteX6" fmla="*/ 2373086 w 2535422"/>
                                    <a:gd name="connsiteY6" fmla="*/ 674915 h 1184229"/>
                                    <a:gd name="connsiteX7" fmla="*/ 2525485 w 2535422"/>
                                    <a:gd name="connsiteY7" fmla="*/ 838199 h 1184229"/>
                                    <a:gd name="connsiteX8" fmla="*/ 2504527 w 2535422"/>
                                    <a:gd name="connsiteY8" fmla="*/ 1018253 h 1184229"/>
                                    <a:gd name="connsiteX9" fmla="*/ 2373898 w 2535422"/>
                                    <a:gd name="connsiteY9" fmla="*/ 1170653 h 1184229"/>
                                    <a:gd name="connsiteX10" fmla="*/ 2188839 w 2535422"/>
                                    <a:gd name="connsiteY10" fmla="*/ 1181538 h 1184229"/>
                                    <a:gd name="connsiteX11" fmla="*/ 1949356 w 2535422"/>
                                    <a:gd name="connsiteY11" fmla="*/ 1094453 h 1184229"/>
                                    <a:gd name="connsiteX12" fmla="*/ 1786069 w 2535422"/>
                                    <a:gd name="connsiteY12" fmla="*/ 1018253 h 1184229"/>
                                    <a:gd name="connsiteX13" fmla="*/ 1590127 w 2535422"/>
                                    <a:gd name="connsiteY13" fmla="*/ 1050910 h 1184229"/>
                                    <a:gd name="connsiteX0" fmla="*/ 0 w 2580562"/>
                                    <a:gd name="connsiteY0" fmla="*/ 0 h 1184229"/>
                                    <a:gd name="connsiteX1" fmla="*/ 141514 w 2580562"/>
                                    <a:gd name="connsiteY1" fmla="*/ 315686 h 1184229"/>
                                    <a:gd name="connsiteX2" fmla="*/ 424541 w 2580562"/>
                                    <a:gd name="connsiteY2" fmla="*/ 163284 h 1184229"/>
                                    <a:gd name="connsiteX3" fmla="*/ 838201 w 2580562"/>
                                    <a:gd name="connsiteY3" fmla="*/ 413658 h 1184229"/>
                                    <a:gd name="connsiteX4" fmla="*/ 1121229 w 2580562"/>
                                    <a:gd name="connsiteY4" fmla="*/ 108858 h 1184229"/>
                                    <a:gd name="connsiteX5" fmla="*/ 1589315 w 2580562"/>
                                    <a:gd name="connsiteY5" fmla="*/ 402771 h 1184229"/>
                                    <a:gd name="connsiteX6" fmla="*/ 1763486 w 2580562"/>
                                    <a:gd name="connsiteY6" fmla="*/ 707572 h 1184229"/>
                                    <a:gd name="connsiteX7" fmla="*/ 2525485 w 2580562"/>
                                    <a:gd name="connsiteY7" fmla="*/ 838199 h 1184229"/>
                                    <a:gd name="connsiteX8" fmla="*/ 2504527 w 2580562"/>
                                    <a:gd name="connsiteY8" fmla="*/ 1018253 h 1184229"/>
                                    <a:gd name="connsiteX9" fmla="*/ 2373898 w 2580562"/>
                                    <a:gd name="connsiteY9" fmla="*/ 1170653 h 1184229"/>
                                    <a:gd name="connsiteX10" fmla="*/ 2188839 w 2580562"/>
                                    <a:gd name="connsiteY10" fmla="*/ 1181538 h 1184229"/>
                                    <a:gd name="connsiteX11" fmla="*/ 1949356 w 2580562"/>
                                    <a:gd name="connsiteY11" fmla="*/ 1094453 h 1184229"/>
                                    <a:gd name="connsiteX12" fmla="*/ 1786069 w 2580562"/>
                                    <a:gd name="connsiteY12" fmla="*/ 1018253 h 1184229"/>
                                    <a:gd name="connsiteX13" fmla="*/ 1590127 w 2580562"/>
                                    <a:gd name="connsiteY13" fmla="*/ 1050910 h 1184229"/>
                                    <a:gd name="connsiteX0" fmla="*/ 0 w 2505149"/>
                                    <a:gd name="connsiteY0" fmla="*/ 0 h 1184229"/>
                                    <a:gd name="connsiteX1" fmla="*/ 141514 w 2505149"/>
                                    <a:gd name="connsiteY1" fmla="*/ 315686 h 1184229"/>
                                    <a:gd name="connsiteX2" fmla="*/ 424541 w 2505149"/>
                                    <a:gd name="connsiteY2" fmla="*/ 163284 h 1184229"/>
                                    <a:gd name="connsiteX3" fmla="*/ 838201 w 2505149"/>
                                    <a:gd name="connsiteY3" fmla="*/ 413658 h 1184229"/>
                                    <a:gd name="connsiteX4" fmla="*/ 1121229 w 2505149"/>
                                    <a:gd name="connsiteY4" fmla="*/ 108858 h 1184229"/>
                                    <a:gd name="connsiteX5" fmla="*/ 1589315 w 2505149"/>
                                    <a:gd name="connsiteY5" fmla="*/ 402771 h 1184229"/>
                                    <a:gd name="connsiteX6" fmla="*/ 1763486 w 2505149"/>
                                    <a:gd name="connsiteY6" fmla="*/ 707572 h 1184229"/>
                                    <a:gd name="connsiteX7" fmla="*/ 1654628 w 2505149"/>
                                    <a:gd name="connsiteY7" fmla="*/ 838199 h 1184229"/>
                                    <a:gd name="connsiteX8" fmla="*/ 2504527 w 2505149"/>
                                    <a:gd name="connsiteY8" fmla="*/ 1018253 h 1184229"/>
                                    <a:gd name="connsiteX9" fmla="*/ 2373898 w 2505149"/>
                                    <a:gd name="connsiteY9" fmla="*/ 1170653 h 1184229"/>
                                    <a:gd name="connsiteX10" fmla="*/ 2188839 w 2505149"/>
                                    <a:gd name="connsiteY10" fmla="*/ 1181538 h 1184229"/>
                                    <a:gd name="connsiteX11" fmla="*/ 1949356 w 2505149"/>
                                    <a:gd name="connsiteY11" fmla="*/ 1094453 h 1184229"/>
                                    <a:gd name="connsiteX12" fmla="*/ 1786069 w 2505149"/>
                                    <a:gd name="connsiteY12" fmla="*/ 1018253 h 1184229"/>
                                    <a:gd name="connsiteX13" fmla="*/ 1590127 w 2505149"/>
                                    <a:gd name="connsiteY13" fmla="*/ 1050910 h 1184229"/>
                                    <a:gd name="connsiteX0" fmla="*/ 0 w 2375364"/>
                                    <a:gd name="connsiteY0" fmla="*/ 0 h 1184229"/>
                                    <a:gd name="connsiteX1" fmla="*/ 141514 w 2375364"/>
                                    <a:gd name="connsiteY1" fmla="*/ 315686 h 1184229"/>
                                    <a:gd name="connsiteX2" fmla="*/ 424541 w 2375364"/>
                                    <a:gd name="connsiteY2" fmla="*/ 163284 h 1184229"/>
                                    <a:gd name="connsiteX3" fmla="*/ 838201 w 2375364"/>
                                    <a:gd name="connsiteY3" fmla="*/ 413658 h 1184229"/>
                                    <a:gd name="connsiteX4" fmla="*/ 1121229 w 2375364"/>
                                    <a:gd name="connsiteY4" fmla="*/ 108858 h 1184229"/>
                                    <a:gd name="connsiteX5" fmla="*/ 1589315 w 2375364"/>
                                    <a:gd name="connsiteY5" fmla="*/ 402771 h 1184229"/>
                                    <a:gd name="connsiteX6" fmla="*/ 1763486 w 2375364"/>
                                    <a:gd name="connsiteY6" fmla="*/ 707572 h 1184229"/>
                                    <a:gd name="connsiteX7" fmla="*/ 1654628 w 2375364"/>
                                    <a:gd name="connsiteY7" fmla="*/ 838199 h 1184229"/>
                                    <a:gd name="connsiteX8" fmla="*/ 1339755 w 2375364"/>
                                    <a:gd name="connsiteY8" fmla="*/ 920282 h 1184229"/>
                                    <a:gd name="connsiteX9" fmla="*/ 2373898 w 2375364"/>
                                    <a:gd name="connsiteY9" fmla="*/ 1170653 h 1184229"/>
                                    <a:gd name="connsiteX10" fmla="*/ 2188839 w 2375364"/>
                                    <a:gd name="connsiteY10" fmla="*/ 1181538 h 1184229"/>
                                    <a:gd name="connsiteX11" fmla="*/ 1949356 w 2375364"/>
                                    <a:gd name="connsiteY11" fmla="*/ 1094453 h 1184229"/>
                                    <a:gd name="connsiteX12" fmla="*/ 1786069 w 2375364"/>
                                    <a:gd name="connsiteY12" fmla="*/ 1018253 h 1184229"/>
                                    <a:gd name="connsiteX13" fmla="*/ 1590127 w 2375364"/>
                                    <a:gd name="connsiteY13" fmla="*/ 1050910 h 1184229"/>
                                    <a:gd name="connsiteX0" fmla="*/ 0 w 2188851"/>
                                    <a:gd name="connsiteY0" fmla="*/ 0 h 1181758"/>
                                    <a:gd name="connsiteX1" fmla="*/ 141514 w 2188851"/>
                                    <a:gd name="connsiteY1" fmla="*/ 315686 h 1181758"/>
                                    <a:gd name="connsiteX2" fmla="*/ 424541 w 2188851"/>
                                    <a:gd name="connsiteY2" fmla="*/ 163284 h 1181758"/>
                                    <a:gd name="connsiteX3" fmla="*/ 838201 w 2188851"/>
                                    <a:gd name="connsiteY3" fmla="*/ 413658 h 1181758"/>
                                    <a:gd name="connsiteX4" fmla="*/ 1121229 w 2188851"/>
                                    <a:gd name="connsiteY4" fmla="*/ 108858 h 1181758"/>
                                    <a:gd name="connsiteX5" fmla="*/ 1589315 w 2188851"/>
                                    <a:gd name="connsiteY5" fmla="*/ 402771 h 1181758"/>
                                    <a:gd name="connsiteX6" fmla="*/ 1763486 w 2188851"/>
                                    <a:gd name="connsiteY6" fmla="*/ 707572 h 1181758"/>
                                    <a:gd name="connsiteX7" fmla="*/ 1654628 w 2188851"/>
                                    <a:gd name="connsiteY7" fmla="*/ 838199 h 1181758"/>
                                    <a:gd name="connsiteX8" fmla="*/ 1339755 w 2188851"/>
                                    <a:gd name="connsiteY8" fmla="*/ 920282 h 1181758"/>
                                    <a:gd name="connsiteX9" fmla="*/ 1002298 w 2188851"/>
                                    <a:gd name="connsiteY9" fmla="*/ 833196 h 1181758"/>
                                    <a:gd name="connsiteX10" fmla="*/ 2188839 w 2188851"/>
                                    <a:gd name="connsiteY10" fmla="*/ 1181538 h 1181758"/>
                                    <a:gd name="connsiteX11" fmla="*/ 1949356 w 2188851"/>
                                    <a:gd name="connsiteY11" fmla="*/ 1094453 h 1181758"/>
                                    <a:gd name="connsiteX12" fmla="*/ 1786069 w 2188851"/>
                                    <a:gd name="connsiteY12" fmla="*/ 1018253 h 1181758"/>
                                    <a:gd name="connsiteX13" fmla="*/ 1590127 w 2188851"/>
                                    <a:gd name="connsiteY13" fmla="*/ 1050910 h 1181758"/>
                                    <a:gd name="connsiteX0" fmla="*/ 0 w 1949385"/>
                                    <a:gd name="connsiteY0" fmla="*/ 0 h 1094453"/>
                                    <a:gd name="connsiteX1" fmla="*/ 141514 w 1949385"/>
                                    <a:gd name="connsiteY1" fmla="*/ 315686 h 1094453"/>
                                    <a:gd name="connsiteX2" fmla="*/ 424541 w 1949385"/>
                                    <a:gd name="connsiteY2" fmla="*/ 163284 h 1094453"/>
                                    <a:gd name="connsiteX3" fmla="*/ 838201 w 1949385"/>
                                    <a:gd name="connsiteY3" fmla="*/ 413658 h 1094453"/>
                                    <a:gd name="connsiteX4" fmla="*/ 1121229 w 1949385"/>
                                    <a:gd name="connsiteY4" fmla="*/ 108858 h 1094453"/>
                                    <a:gd name="connsiteX5" fmla="*/ 1589315 w 1949385"/>
                                    <a:gd name="connsiteY5" fmla="*/ 402771 h 1094453"/>
                                    <a:gd name="connsiteX6" fmla="*/ 1763486 w 1949385"/>
                                    <a:gd name="connsiteY6" fmla="*/ 707572 h 1094453"/>
                                    <a:gd name="connsiteX7" fmla="*/ 1654628 w 1949385"/>
                                    <a:gd name="connsiteY7" fmla="*/ 838199 h 1094453"/>
                                    <a:gd name="connsiteX8" fmla="*/ 1339755 w 1949385"/>
                                    <a:gd name="connsiteY8" fmla="*/ 920282 h 1094453"/>
                                    <a:gd name="connsiteX9" fmla="*/ 1002298 w 1949385"/>
                                    <a:gd name="connsiteY9" fmla="*/ 833196 h 1094453"/>
                                    <a:gd name="connsiteX10" fmla="*/ 806353 w 1949385"/>
                                    <a:gd name="connsiteY10" fmla="*/ 898509 h 1094453"/>
                                    <a:gd name="connsiteX11" fmla="*/ 1949356 w 1949385"/>
                                    <a:gd name="connsiteY11" fmla="*/ 1094453 h 1094453"/>
                                    <a:gd name="connsiteX12" fmla="*/ 1786069 w 1949385"/>
                                    <a:gd name="connsiteY12" fmla="*/ 1018253 h 1094453"/>
                                    <a:gd name="connsiteX13" fmla="*/ 1590127 w 1949385"/>
                                    <a:gd name="connsiteY13" fmla="*/ 1050910 h 1094453"/>
                                    <a:gd name="connsiteX0" fmla="*/ 0 w 1786081"/>
                                    <a:gd name="connsiteY0" fmla="*/ 0 h 1050985"/>
                                    <a:gd name="connsiteX1" fmla="*/ 141514 w 1786081"/>
                                    <a:gd name="connsiteY1" fmla="*/ 315686 h 1050985"/>
                                    <a:gd name="connsiteX2" fmla="*/ 424541 w 1786081"/>
                                    <a:gd name="connsiteY2" fmla="*/ 163284 h 1050985"/>
                                    <a:gd name="connsiteX3" fmla="*/ 838201 w 1786081"/>
                                    <a:gd name="connsiteY3" fmla="*/ 413658 h 1050985"/>
                                    <a:gd name="connsiteX4" fmla="*/ 1121229 w 1786081"/>
                                    <a:gd name="connsiteY4" fmla="*/ 108858 h 1050985"/>
                                    <a:gd name="connsiteX5" fmla="*/ 1589315 w 1786081"/>
                                    <a:gd name="connsiteY5" fmla="*/ 402771 h 1050985"/>
                                    <a:gd name="connsiteX6" fmla="*/ 1763486 w 1786081"/>
                                    <a:gd name="connsiteY6" fmla="*/ 707572 h 1050985"/>
                                    <a:gd name="connsiteX7" fmla="*/ 1654628 w 1786081"/>
                                    <a:gd name="connsiteY7" fmla="*/ 838199 h 1050985"/>
                                    <a:gd name="connsiteX8" fmla="*/ 1339755 w 1786081"/>
                                    <a:gd name="connsiteY8" fmla="*/ 920282 h 1050985"/>
                                    <a:gd name="connsiteX9" fmla="*/ 1002298 w 1786081"/>
                                    <a:gd name="connsiteY9" fmla="*/ 833196 h 1050985"/>
                                    <a:gd name="connsiteX10" fmla="*/ 806353 w 1786081"/>
                                    <a:gd name="connsiteY10" fmla="*/ 898509 h 1050985"/>
                                    <a:gd name="connsiteX11" fmla="*/ 588642 w 1786081"/>
                                    <a:gd name="connsiteY11" fmla="*/ 887625 h 1050985"/>
                                    <a:gd name="connsiteX12" fmla="*/ 1786069 w 1786081"/>
                                    <a:gd name="connsiteY12" fmla="*/ 1018253 h 1050985"/>
                                    <a:gd name="connsiteX13" fmla="*/ 1590127 w 1786081"/>
                                    <a:gd name="connsiteY13" fmla="*/ 1050910 h 1050985"/>
                                    <a:gd name="connsiteX0" fmla="*/ 0 w 1764997"/>
                                    <a:gd name="connsiteY0" fmla="*/ 0 h 1050963"/>
                                    <a:gd name="connsiteX1" fmla="*/ 141514 w 1764997"/>
                                    <a:gd name="connsiteY1" fmla="*/ 315686 h 1050963"/>
                                    <a:gd name="connsiteX2" fmla="*/ 424541 w 1764997"/>
                                    <a:gd name="connsiteY2" fmla="*/ 163284 h 1050963"/>
                                    <a:gd name="connsiteX3" fmla="*/ 838201 w 1764997"/>
                                    <a:gd name="connsiteY3" fmla="*/ 413658 h 1050963"/>
                                    <a:gd name="connsiteX4" fmla="*/ 1121229 w 1764997"/>
                                    <a:gd name="connsiteY4" fmla="*/ 108858 h 1050963"/>
                                    <a:gd name="connsiteX5" fmla="*/ 1589315 w 1764997"/>
                                    <a:gd name="connsiteY5" fmla="*/ 402771 h 1050963"/>
                                    <a:gd name="connsiteX6" fmla="*/ 1763486 w 1764997"/>
                                    <a:gd name="connsiteY6" fmla="*/ 707572 h 1050963"/>
                                    <a:gd name="connsiteX7" fmla="*/ 1654628 w 1764997"/>
                                    <a:gd name="connsiteY7" fmla="*/ 838199 h 1050963"/>
                                    <a:gd name="connsiteX8" fmla="*/ 1339755 w 1764997"/>
                                    <a:gd name="connsiteY8" fmla="*/ 920282 h 1050963"/>
                                    <a:gd name="connsiteX9" fmla="*/ 1002298 w 1764997"/>
                                    <a:gd name="connsiteY9" fmla="*/ 833196 h 1050963"/>
                                    <a:gd name="connsiteX10" fmla="*/ 806353 w 1764997"/>
                                    <a:gd name="connsiteY10" fmla="*/ 898509 h 1050963"/>
                                    <a:gd name="connsiteX11" fmla="*/ 588642 w 1764997"/>
                                    <a:gd name="connsiteY11" fmla="*/ 887625 h 1050963"/>
                                    <a:gd name="connsiteX12" fmla="*/ 414469 w 1764997"/>
                                    <a:gd name="connsiteY12" fmla="*/ 996482 h 1050963"/>
                                    <a:gd name="connsiteX13" fmla="*/ 1590127 w 1764997"/>
                                    <a:gd name="connsiteY13" fmla="*/ 1050910 h 1050963"/>
                                    <a:gd name="connsiteX0" fmla="*/ 0 w 1764997"/>
                                    <a:gd name="connsiteY0" fmla="*/ 0 h 996511"/>
                                    <a:gd name="connsiteX1" fmla="*/ 141514 w 1764997"/>
                                    <a:gd name="connsiteY1" fmla="*/ 315686 h 996511"/>
                                    <a:gd name="connsiteX2" fmla="*/ 424541 w 1764997"/>
                                    <a:gd name="connsiteY2" fmla="*/ 163284 h 996511"/>
                                    <a:gd name="connsiteX3" fmla="*/ 838201 w 1764997"/>
                                    <a:gd name="connsiteY3" fmla="*/ 413658 h 996511"/>
                                    <a:gd name="connsiteX4" fmla="*/ 1121229 w 1764997"/>
                                    <a:gd name="connsiteY4" fmla="*/ 108858 h 996511"/>
                                    <a:gd name="connsiteX5" fmla="*/ 1589315 w 1764997"/>
                                    <a:gd name="connsiteY5" fmla="*/ 402771 h 996511"/>
                                    <a:gd name="connsiteX6" fmla="*/ 1763486 w 1764997"/>
                                    <a:gd name="connsiteY6" fmla="*/ 707572 h 996511"/>
                                    <a:gd name="connsiteX7" fmla="*/ 1654628 w 1764997"/>
                                    <a:gd name="connsiteY7" fmla="*/ 838199 h 996511"/>
                                    <a:gd name="connsiteX8" fmla="*/ 1339755 w 1764997"/>
                                    <a:gd name="connsiteY8" fmla="*/ 920282 h 996511"/>
                                    <a:gd name="connsiteX9" fmla="*/ 1002298 w 1764997"/>
                                    <a:gd name="connsiteY9" fmla="*/ 833196 h 996511"/>
                                    <a:gd name="connsiteX10" fmla="*/ 806353 w 1764997"/>
                                    <a:gd name="connsiteY10" fmla="*/ 898509 h 996511"/>
                                    <a:gd name="connsiteX11" fmla="*/ 588642 w 1764997"/>
                                    <a:gd name="connsiteY11" fmla="*/ 887625 h 996511"/>
                                    <a:gd name="connsiteX12" fmla="*/ 414469 w 1764997"/>
                                    <a:gd name="connsiteY12" fmla="*/ 996482 h 996511"/>
                                    <a:gd name="connsiteX13" fmla="*/ 77012 w 1764997"/>
                                    <a:gd name="connsiteY13" fmla="*/ 920281 h 996511"/>
                                    <a:gd name="connsiteX0" fmla="*/ 0 w 1768594"/>
                                    <a:gd name="connsiteY0" fmla="*/ 34785 h 1031296"/>
                                    <a:gd name="connsiteX1" fmla="*/ 141514 w 1768594"/>
                                    <a:gd name="connsiteY1" fmla="*/ 350471 h 1031296"/>
                                    <a:gd name="connsiteX2" fmla="*/ 424541 w 1768594"/>
                                    <a:gd name="connsiteY2" fmla="*/ 198069 h 1031296"/>
                                    <a:gd name="connsiteX3" fmla="*/ 838201 w 1768594"/>
                                    <a:gd name="connsiteY3" fmla="*/ 448443 h 1031296"/>
                                    <a:gd name="connsiteX4" fmla="*/ 1121229 w 1768594"/>
                                    <a:gd name="connsiteY4" fmla="*/ 143643 h 1031296"/>
                                    <a:gd name="connsiteX5" fmla="*/ 1513115 w 1768594"/>
                                    <a:gd name="connsiteY5" fmla="*/ 34784 h 1031296"/>
                                    <a:gd name="connsiteX6" fmla="*/ 1763486 w 1768594"/>
                                    <a:gd name="connsiteY6" fmla="*/ 742357 h 1031296"/>
                                    <a:gd name="connsiteX7" fmla="*/ 1654628 w 1768594"/>
                                    <a:gd name="connsiteY7" fmla="*/ 872984 h 1031296"/>
                                    <a:gd name="connsiteX8" fmla="*/ 1339755 w 1768594"/>
                                    <a:gd name="connsiteY8" fmla="*/ 955067 h 1031296"/>
                                    <a:gd name="connsiteX9" fmla="*/ 1002298 w 1768594"/>
                                    <a:gd name="connsiteY9" fmla="*/ 867981 h 1031296"/>
                                    <a:gd name="connsiteX10" fmla="*/ 806353 w 1768594"/>
                                    <a:gd name="connsiteY10" fmla="*/ 933294 h 1031296"/>
                                    <a:gd name="connsiteX11" fmla="*/ 588642 w 1768594"/>
                                    <a:gd name="connsiteY11" fmla="*/ 922410 h 1031296"/>
                                    <a:gd name="connsiteX12" fmla="*/ 414469 w 1768594"/>
                                    <a:gd name="connsiteY12" fmla="*/ 1031267 h 1031296"/>
                                    <a:gd name="connsiteX13" fmla="*/ 77012 w 1768594"/>
                                    <a:gd name="connsiteY13" fmla="*/ 955066 h 1031296"/>
                                    <a:gd name="connsiteX0" fmla="*/ 0 w 1810599"/>
                                    <a:gd name="connsiteY0" fmla="*/ 50441 h 1046952"/>
                                    <a:gd name="connsiteX1" fmla="*/ 141514 w 1810599"/>
                                    <a:gd name="connsiteY1" fmla="*/ 366127 h 1046952"/>
                                    <a:gd name="connsiteX2" fmla="*/ 424541 w 1810599"/>
                                    <a:gd name="connsiteY2" fmla="*/ 213725 h 1046952"/>
                                    <a:gd name="connsiteX3" fmla="*/ 838201 w 1810599"/>
                                    <a:gd name="connsiteY3" fmla="*/ 464099 h 1046952"/>
                                    <a:gd name="connsiteX4" fmla="*/ 1121229 w 1810599"/>
                                    <a:gd name="connsiteY4" fmla="*/ 159299 h 1046952"/>
                                    <a:gd name="connsiteX5" fmla="*/ 1513115 w 1810599"/>
                                    <a:gd name="connsiteY5" fmla="*/ 50440 h 1046952"/>
                                    <a:gd name="connsiteX6" fmla="*/ 1807029 w 1810599"/>
                                    <a:gd name="connsiteY6" fmla="*/ 72213 h 1046952"/>
                                    <a:gd name="connsiteX7" fmla="*/ 1654628 w 1810599"/>
                                    <a:gd name="connsiteY7" fmla="*/ 888640 h 1046952"/>
                                    <a:gd name="connsiteX8" fmla="*/ 1339755 w 1810599"/>
                                    <a:gd name="connsiteY8" fmla="*/ 970723 h 1046952"/>
                                    <a:gd name="connsiteX9" fmla="*/ 1002298 w 1810599"/>
                                    <a:gd name="connsiteY9" fmla="*/ 883637 h 1046952"/>
                                    <a:gd name="connsiteX10" fmla="*/ 806353 w 1810599"/>
                                    <a:gd name="connsiteY10" fmla="*/ 948950 h 1046952"/>
                                    <a:gd name="connsiteX11" fmla="*/ 588642 w 1810599"/>
                                    <a:gd name="connsiteY11" fmla="*/ 938066 h 1046952"/>
                                    <a:gd name="connsiteX12" fmla="*/ 414469 w 1810599"/>
                                    <a:gd name="connsiteY12" fmla="*/ 1046923 h 1046952"/>
                                    <a:gd name="connsiteX13" fmla="*/ 77012 w 1810599"/>
                                    <a:gd name="connsiteY13" fmla="*/ 970722 h 1046952"/>
                                    <a:gd name="connsiteX0" fmla="*/ 0 w 1813582"/>
                                    <a:gd name="connsiteY0" fmla="*/ 84559 h 1081070"/>
                                    <a:gd name="connsiteX1" fmla="*/ 141514 w 1813582"/>
                                    <a:gd name="connsiteY1" fmla="*/ 400245 h 1081070"/>
                                    <a:gd name="connsiteX2" fmla="*/ 424541 w 1813582"/>
                                    <a:gd name="connsiteY2" fmla="*/ 247843 h 1081070"/>
                                    <a:gd name="connsiteX3" fmla="*/ 838201 w 1813582"/>
                                    <a:gd name="connsiteY3" fmla="*/ 498217 h 1081070"/>
                                    <a:gd name="connsiteX4" fmla="*/ 1121229 w 1813582"/>
                                    <a:gd name="connsiteY4" fmla="*/ 193417 h 1081070"/>
                                    <a:gd name="connsiteX5" fmla="*/ 1447801 w 1813582"/>
                                    <a:gd name="connsiteY5" fmla="*/ 19244 h 1081070"/>
                                    <a:gd name="connsiteX6" fmla="*/ 1807029 w 1813582"/>
                                    <a:gd name="connsiteY6" fmla="*/ 106331 h 1081070"/>
                                    <a:gd name="connsiteX7" fmla="*/ 1654628 w 1813582"/>
                                    <a:gd name="connsiteY7" fmla="*/ 922758 h 1081070"/>
                                    <a:gd name="connsiteX8" fmla="*/ 1339755 w 1813582"/>
                                    <a:gd name="connsiteY8" fmla="*/ 1004841 h 1081070"/>
                                    <a:gd name="connsiteX9" fmla="*/ 1002298 w 1813582"/>
                                    <a:gd name="connsiteY9" fmla="*/ 917755 h 1081070"/>
                                    <a:gd name="connsiteX10" fmla="*/ 806353 w 1813582"/>
                                    <a:gd name="connsiteY10" fmla="*/ 983068 h 1081070"/>
                                    <a:gd name="connsiteX11" fmla="*/ 588642 w 1813582"/>
                                    <a:gd name="connsiteY11" fmla="*/ 972184 h 1081070"/>
                                    <a:gd name="connsiteX12" fmla="*/ 414469 w 1813582"/>
                                    <a:gd name="connsiteY12" fmla="*/ 1081041 h 1081070"/>
                                    <a:gd name="connsiteX13" fmla="*/ 77012 w 1813582"/>
                                    <a:gd name="connsiteY13" fmla="*/ 1004840 h 1081070"/>
                                    <a:gd name="connsiteX0" fmla="*/ 0 w 1811416"/>
                                    <a:gd name="connsiteY0" fmla="*/ 84559 h 1081070"/>
                                    <a:gd name="connsiteX1" fmla="*/ 141514 w 1811416"/>
                                    <a:gd name="connsiteY1" fmla="*/ 400245 h 1081070"/>
                                    <a:gd name="connsiteX2" fmla="*/ 424541 w 1811416"/>
                                    <a:gd name="connsiteY2" fmla="*/ 247843 h 1081070"/>
                                    <a:gd name="connsiteX3" fmla="*/ 838201 w 1811416"/>
                                    <a:gd name="connsiteY3" fmla="*/ 498217 h 1081070"/>
                                    <a:gd name="connsiteX4" fmla="*/ 1121229 w 1811416"/>
                                    <a:gd name="connsiteY4" fmla="*/ 193417 h 1081070"/>
                                    <a:gd name="connsiteX5" fmla="*/ 1447801 w 1811416"/>
                                    <a:gd name="connsiteY5" fmla="*/ 19244 h 1081070"/>
                                    <a:gd name="connsiteX6" fmla="*/ 1807029 w 1811416"/>
                                    <a:gd name="connsiteY6" fmla="*/ 106331 h 1081070"/>
                                    <a:gd name="connsiteX7" fmla="*/ 1654628 w 1811416"/>
                                    <a:gd name="connsiteY7" fmla="*/ 922758 h 1081070"/>
                                    <a:gd name="connsiteX8" fmla="*/ 1764297 w 1811416"/>
                                    <a:gd name="connsiteY8" fmla="*/ 493213 h 1081070"/>
                                    <a:gd name="connsiteX9" fmla="*/ 1339755 w 1811416"/>
                                    <a:gd name="connsiteY9" fmla="*/ 1004841 h 1081070"/>
                                    <a:gd name="connsiteX10" fmla="*/ 1002298 w 1811416"/>
                                    <a:gd name="connsiteY10" fmla="*/ 917755 h 1081070"/>
                                    <a:gd name="connsiteX11" fmla="*/ 806353 w 1811416"/>
                                    <a:gd name="connsiteY11" fmla="*/ 983068 h 1081070"/>
                                    <a:gd name="connsiteX12" fmla="*/ 588642 w 1811416"/>
                                    <a:gd name="connsiteY12" fmla="*/ 972184 h 1081070"/>
                                    <a:gd name="connsiteX13" fmla="*/ 414469 w 1811416"/>
                                    <a:gd name="connsiteY13" fmla="*/ 1081041 h 1081070"/>
                                    <a:gd name="connsiteX14" fmla="*/ 77012 w 1811416"/>
                                    <a:gd name="connsiteY14" fmla="*/ 1004840 h 1081070"/>
                                    <a:gd name="connsiteX0" fmla="*/ 0 w 1812434"/>
                                    <a:gd name="connsiteY0" fmla="*/ 84559 h 1136418"/>
                                    <a:gd name="connsiteX1" fmla="*/ 141514 w 1812434"/>
                                    <a:gd name="connsiteY1" fmla="*/ 400245 h 1136418"/>
                                    <a:gd name="connsiteX2" fmla="*/ 424541 w 1812434"/>
                                    <a:gd name="connsiteY2" fmla="*/ 247843 h 1136418"/>
                                    <a:gd name="connsiteX3" fmla="*/ 838201 w 1812434"/>
                                    <a:gd name="connsiteY3" fmla="*/ 498217 h 1136418"/>
                                    <a:gd name="connsiteX4" fmla="*/ 1121229 w 1812434"/>
                                    <a:gd name="connsiteY4" fmla="*/ 193417 h 1136418"/>
                                    <a:gd name="connsiteX5" fmla="*/ 1447801 w 1812434"/>
                                    <a:gd name="connsiteY5" fmla="*/ 19244 h 1136418"/>
                                    <a:gd name="connsiteX6" fmla="*/ 1807029 w 1812434"/>
                                    <a:gd name="connsiteY6" fmla="*/ 106331 h 1136418"/>
                                    <a:gd name="connsiteX7" fmla="*/ 1654628 w 1812434"/>
                                    <a:gd name="connsiteY7" fmla="*/ 922758 h 1136418"/>
                                    <a:gd name="connsiteX8" fmla="*/ 1524811 w 1812434"/>
                                    <a:gd name="connsiteY8" fmla="*/ 1135471 h 1136418"/>
                                    <a:gd name="connsiteX9" fmla="*/ 1339755 w 1812434"/>
                                    <a:gd name="connsiteY9" fmla="*/ 1004841 h 1136418"/>
                                    <a:gd name="connsiteX10" fmla="*/ 1002298 w 1812434"/>
                                    <a:gd name="connsiteY10" fmla="*/ 917755 h 1136418"/>
                                    <a:gd name="connsiteX11" fmla="*/ 806353 w 1812434"/>
                                    <a:gd name="connsiteY11" fmla="*/ 983068 h 1136418"/>
                                    <a:gd name="connsiteX12" fmla="*/ 588642 w 1812434"/>
                                    <a:gd name="connsiteY12" fmla="*/ 972184 h 1136418"/>
                                    <a:gd name="connsiteX13" fmla="*/ 414469 w 1812434"/>
                                    <a:gd name="connsiteY13" fmla="*/ 1081041 h 1136418"/>
                                    <a:gd name="connsiteX14" fmla="*/ 77012 w 1812434"/>
                                    <a:gd name="connsiteY14" fmla="*/ 1004840 h 1136418"/>
                                    <a:gd name="connsiteX0" fmla="*/ 0 w 1821856"/>
                                    <a:gd name="connsiteY0" fmla="*/ 70219 h 1122078"/>
                                    <a:gd name="connsiteX1" fmla="*/ 141514 w 1821856"/>
                                    <a:gd name="connsiteY1" fmla="*/ 385905 h 1122078"/>
                                    <a:gd name="connsiteX2" fmla="*/ 424541 w 1821856"/>
                                    <a:gd name="connsiteY2" fmla="*/ 233503 h 1122078"/>
                                    <a:gd name="connsiteX3" fmla="*/ 838201 w 1821856"/>
                                    <a:gd name="connsiteY3" fmla="*/ 483877 h 1122078"/>
                                    <a:gd name="connsiteX4" fmla="*/ 1121229 w 1821856"/>
                                    <a:gd name="connsiteY4" fmla="*/ 179077 h 1122078"/>
                                    <a:gd name="connsiteX5" fmla="*/ 1447801 w 1821856"/>
                                    <a:gd name="connsiteY5" fmla="*/ 4904 h 1122078"/>
                                    <a:gd name="connsiteX6" fmla="*/ 1807029 w 1821856"/>
                                    <a:gd name="connsiteY6" fmla="*/ 91991 h 1122078"/>
                                    <a:gd name="connsiteX7" fmla="*/ 1730828 w 1821856"/>
                                    <a:gd name="connsiteY7" fmla="*/ 527418 h 1122078"/>
                                    <a:gd name="connsiteX8" fmla="*/ 1524811 w 1821856"/>
                                    <a:gd name="connsiteY8" fmla="*/ 1121131 h 1122078"/>
                                    <a:gd name="connsiteX9" fmla="*/ 1339755 w 1821856"/>
                                    <a:gd name="connsiteY9" fmla="*/ 990501 h 1122078"/>
                                    <a:gd name="connsiteX10" fmla="*/ 1002298 w 1821856"/>
                                    <a:gd name="connsiteY10" fmla="*/ 903415 h 1122078"/>
                                    <a:gd name="connsiteX11" fmla="*/ 806353 w 1821856"/>
                                    <a:gd name="connsiteY11" fmla="*/ 968728 h 1122078"/>
                                    <a:gd name="connsiteX12" fmla="*/ 588642 w 1821856"/>
                                    <a:gd name="connsiteY12" fmla="*/ 957844 h 1122078"/>
                                    <a:gd name="connsiteX13" fmla="*/ 414469 w 1821856"/>
                                    <a:gd name="connsiteY13" fmla="*/ 1066701 h 1122078"/>
                                    <a:gd name="connsiteX14" fmla="*/ 77012 w 1821856"/>
                                    <a:gd name="connsiteY14" fmla="*/ 990500 h 1122078"/>
                                    <a:gd name="connsiteX0" fmla="*/ 0 w 1821063"/>
                                    <a:gd name="connsiteY0" fmla="*/ 70219 h 1066730"/>
                                    <a:gd name="connsiteX1" fmla="*/ 141514 w 1821063"/>
                                    <a:gd name="connsiteY1" fmla="*/ 385905 h 1066730"/>
                                    <a:gd name="connsiteX2" fmla="*/ 424541 w 1821063"/>
                                    <a:gd name="connsiteY2" fmla="*/ 233503 h 1066730"/>
                                    <a:gd name="connsiteX3" fmla="*/ 838201 w 1821063"/>
                                    <a:gd name="connsiteY3" fmla="*/ 483877 h 1066730"/>
                                    <a:gd name="connsiteX4" fmla="*/ 1121229 w 1821063"/>
                                    <a:gd name="connsiteY4" fmla="*/ 179077 h 1066730"/>
                                    <a:gd name="connsiteX5" fmla="*/ 1447801 w 1821063"/>
                                    <a:gd name="connsiteY5" fmla="*/ 4904 h 1066730"/>
                                    <a:gd name="connsiteX6" fmla="*/ 1807029 w 1821063"/>
                                    <a:gd name="connsiteY6" fmla="*/ 91991 h 1066730"/>
                                    <a:gd name="connsiteX7" fmla="*/ 1730828 w 1821063"/>
                                    <a:gd name="connsiteY7" fmla="*/ 527418 h 1066730"/>
                                    <a:gd name="connsiteX8" fmla="*/ 1568354 w 1821063"/>
                                    <a:gd name="connsiteY8" fmla="*/ 892531 h 1066730"/>
                                    <a:gd name="connsiteX9" fmla="*/ 1339755 w 1821063"/>
                                    <a:gd name="connsiteY9" fmla="*/ 990501 h 1066730"/>
                                    <a:gd name="connsiteX10" fmla="*/ 1002298 w 1821063"/>
                                    <a:gd name="connsiteY10" fmla="*/ 903415 h 1066730"/>
                                    <a:gd name="connsiteX11" fmla="*/ 806353 w 1821063"/>
                                    <a:gd name="connsiteY11" fmla="*/ 968728 h 1066730"/>
                                    <a:gd name="connsiteX12" fmla="*/ 588642 w 1821063"/>
                                    <a:gd name="connsiteY12" fmla="*/ 957844 h 1066730"/>
                                    <a:gd name="connsiteX13" fmla="*/ 414469 w 1821063"/>
                                    <a:gd name="connsiteY13" fmla="*/ 1066701 h 1066730"/>
                                    <a:gd name="connsiteX14" fmla="*/ 77012 w 1821063"/>
                                    <a:gd name="connsiteY14" fmla="*/ 990500 h 1066730"/>
                                    <a:gd name="connsiteX0" fmla="*/ 0 w 1821063"/>
                                    <a:gd name="connsiteY0" fmla="*/ 70219 h 1066730"/>
                                    <a:gd name="connsiteX1" fmla="*/ 141514 w 1821063"/>
                                    <a:gd name="connsiteY1" fmla="*/ 385905 h 1066730"/>
                                    <a:gd name="connsiteX2" fmla="*/ 424541 w 1821063"/>
                                    <a:gd name="connsiteY2" fmla="*/ 233503 h 1066730"/>
                                    <a:gd name="connsiteX3" fmla="*/ 838201 w 1821063"/>
                                    <a:gd name="connsiteY3" fmla="*/ 483877 h 1066730"/>
                                    <a:gd name="connsiteX4" fmla="*/ 1121229 w 1821063"/>
                                    <a:gd name="connsiteY4" fmla="*/ 179077 h 1066730"/>
                                    <a:gd name="connsiteX5" fmla="*/ 1447801 w 1821063"/>
                                    <a:gd name="connsiteY5" fmla="*/ 4904 h 1066730"/>
                                    <a:gd name="connsiteX6" fmla="*/ 1807029 w 1821063"/>
                                    <a:gd name="connsiteY6" fmla="*/ 91991 h 1066730"/>
                                    <a:gd name="connsiteX7" fmla="*/ 1730828 w 1821063"/>
                                    <a:gd name="connsiteY7" fmla="*/ 527418 h 1066730"/>
                                    <a:gd name="connsiteX8" fmla="*/ 1568354 w 1821063"/>
                                    <a:gd name="connsiteY8" fmla="*/ 892531 h 1066730"/>
                                    <a:gd name="connsiteX9" fmla="*/ 1339755 w 1821063"/>
                                    <a:gd name="connsiteY9" fmla="*/ 1055816 h 1066730"/>
                                    <a:gd name="connsiteX10" fmla="*/ 1002298 w 1821063"/>
                                    <a:gd name="connsiteY10" fmla="*/ 903415 h 1066730"/>
                                    <a:gd name="connsiteX11" fmla="*/ 806353 w 1821063"/>
                                    <a:gd name="connsiteY11" fmla="*/ 968728 h 1066730"/>
                                    <a:gd name="connsiteX12" fmla="*/ 588642 w 1821063"/>
                                    <a:gd name="connsiteY12" fmla="*/ 957844 h 1066730"/>
                                    <a:gd name="connsiteX13" fmla="*/ 414469 w 1821063"/>
                                    <a:gd name="connsiteY13" fmla="*/ 1066701 h 1066730"/>
                                    <a:gd name="connsiteX14" fmla="*/ 77012 w 1821063"/>
                                    <a:gd name="connsiteY14" fmla="*/ 990500 h 1066730"/>
                                    <a:gd name="connsiteX0" fmla="*/ 0 w 1821063"/>
                                    <a:gd name="connsiteY0" fmla="*/ 70219 h 1066880"/>
                                    <a:gd name="connsiteX1" fmla="*/ 141514 w 1821063"/>
                                    <a:gd name="connsiteY1" fmla="*/ 385905 h 1066880"/>
                                    <a:gd name="connsiteX2" fmla="*/ 424541 w 1821063"/>
                                    <a:gd name="connsiteY2" fmla="*/ 233503 h 1066880"/>
                                    <a:gd name="connsiteX3" fmla="*/ 838201 w 1821063"/>
                                    <a:gd name="connsiteY3" fmla="*/ 483877 h 1066880"/>
                                    <a:gd name="connsiteX4" fmla="*/ 1121229 w 1821063"/>
                                    <a:gd name="connsiteY4" fmla="*/ 179077 h 1066880"/>
                                    <a:gd name="connsiteX5" fmla="*/ 1447801 w 1821063"/>
                                    <a:gd name="connsiteY5" fmla="*/ 4904 h 1066880"/>
                                    <a:gd name="connsiteX6" fmla="*/ 1807029 w 1821063"/>
                                    <a:gd name="connsiteY6" fmla="*/ 91991 h 1066880"/>
                                    <a:gd name="connsiteX7" fmla="*/ 1730828 w 1821063"/>
                                    <a:gd name="connsiteY7" fmla="*/ 527418 h 1066880"/>
                                    <a:gd name="connsiteX8" fmla="*/ 1568354 w 1821063"/>
                                    <a:gd name="connsiteY8" fmla="*/ 892531 h 1066880"/>
                                    <a:gd name="connsiteX9" fmla="*/ 1339755 w 1821063"/>
                                    <a:gd name="connsiteY9" fmla="*/ 1055816 h 1066880"/>
                                    <a:gd name="connsiteX10" fmla="*/ 1002298 w 1821063"/>
                                    <a:gd name="connsiteY10" fmla="*/ 903415 h 1066880"/>
                                    <a:gd name="connsiteX11" fmla="*/ 806353 w 1821063"/>
                                    <a:gd name="connsiteY11" fmla="*/ 1066699 h 1066880"/>
                                    <a:gd name="connsiteX12" fmla="*/ 588642 w 1821063"/>
                                    <a:gd name="connsiteY12" fmla="*/ 957844 h 1066880"/>
                                    <a:gd name="connsiteX13" fmla="*/ 414469 w 1821063"/>
                                    <a:gd name="connsiteY13" fmla="*/ 1066701 h 1066880"/>
                                    <a:gd name="connsiteX14" fmla="*/ 77012 w 1821063"/>
                                    <a:gd name="connsiteY14" fmla="*/ 990500 h 1066880"/>
                                    <a:gd name="connsiteX0" fmla="*/ 0 w 1821063"/>
                                    <a:gd name="connsiteY0" fmla="*/ 70219 h 1066880"/>
                                    <a:gd name="connsiteX1" fmla="*/ 141514 w 1821063"/>
                                    <a:gd name="connsiteY1" fmla="*/ 385905 h 1066880"/>
                                    <a:gd name="connsiteX2" fmla="*/ 424541 w 1821063"/>
                                    <a:gd name="connsiteY2" fmla="*/ 233503 h 1066880"/>
                                    <a:gd name="connsiteX3" fmla="*/ 838201 w 1821063"/>
                                    <a:gd name="connsiteY3" fmla="*/ 483877 h 1066880"/>
                                    <a:gd name="connsiteX4" fmla="*/ 1121229 w 1821063"/>
                                    <a:gd name="connsiteY4" fmla="*/ 179077 h 1066880"/>
                                    <a:gd name="connsiteX5" fmla="*/ 1447801 w 1821063"/>
                                    <a:gd name="connsiteY5" fmla="*/ 4904 h 1066880"/>
                                    <a:gd name="connsiteX6" fmla="*/ 1807029 w 1821063"/>
                                    <a:gd name="connsiteY6" fmla="*/ 91991 h 1066880"/>
                                    <a:gd name="connsiteX7" fmla="*/ 1730828 w 1821063"/>
                                    <a:gd name="connsiteY7" fmla="*/ 527418 h 1066880"/>
                                    <a:gd name="connsiteX8" fmla="*/ 1568354 w 1821063"/>
                                    <a:gd name="connsiteY8" fmla="*/ 892531 h 1066880"/>
                                    <a:gd name="connsiteX9" fmla="*/ 1339755 w 1821063"/>
                                    <a:gd name="connsiteY9" fmla="*/ 1055816 h 1066880"/>
                                    <a:gd name="connsiteX10" fmla="*/ 1100269 w 1821063"/>
                                    <a:gd name="connsiteY10" fmla="*/ 903415 h 1066880"/>
                                    <a:gd name="connsiteX11" fmla="*/ 806353 w 1821063"/>
                                    <a:gd name="connsiteY11" fmla="*/ 1066699 h 1066880"/>
                                    <a:gd name="connsiteX12" fmla="*/ 588642 w 1821063"/>
                                    <a:gd name="connsiteY12" fmla="*/ 957844 h 1066880"/>
                                    <a:gd name="connsiteX13" fmla="*/ 414469 w 1821063"/>
                                    <a:gd name="connsiteY13" fmla="*/ 1066701 h 1066880"/>
                                    <a:gd name="connsiteX14" fmla="*/ 77012 w 1821063"/>
                                    <a:gd name="connsiteY14" fmla="*/ 990500 h 1066880"/>
                                    <a:gd name="connsiteX0" fmla="*/ 0 w 1821063"/>
                                    <a:gd name="connsiteY0" fmla="*/ 70219 h 1066880"/>
                                    <a:gd name="connsiteX1" fmla="*/ 141514 w 1821063"/>
                                    <a:gd name="connsiteY1" fmla="*/ 385905 h 1066880"/>
                                    <a:gd name="connsiteX2" fmla="*/ 424541 w 1821063"/>
                                    <a:gd name="connsiteY2" fmla="*/ 233503 h 1066880"/>
                                    <a:gd name="connsiteX3" fmla="*/ 838201 w 1821063"/>
                                    <a:gd name="connsiteY3" fmla="*/ 483877 h 1066880"/>
                                    <a:gd name="connsiteX4" fmla="*/ 1121229 w 1821063"/>
                                    <a:gd name="connsiteY4" fmla="*/ 179077 h 1066880"/>
                                    <a:gd name="connsiteX5" fmla="*/ 1447801 w 1821063"/>
                                    <a:gd name="connsiteY5" fmla="*/ 4904 h 1066880"/>
                                    <a:gd name="connsiteX6" fmla="*/ 1807029 w 1821063"/>
                                    <a:gd name="connsiteY6" fmla="*/ 91991 h 1066880"/>
                                    <a:gd name="connsiteX7" fmla="*/ 1730828 w 1821063"/>
                                    <a:gd name="connsiteY7" fmla="*/ 527418 h 1066880"/>
                                    <a:gd name="connsiteX8" fmla="*/ 1568354 w 1821063"/>
                                    <a:gd name="connsiteY8" fmla="*/ 892531 h 1066880"/>
                                    <a:gd name="connsiteX9" fmla="*/ 1339755 w 1821063"/>
                                    <a:gd name="connsiteY9" fmla="*/ 1055816 h 1066880"/>
                                    <a:gd name="connsiteX10" fmla="*/ 1034955 w 1821063"/>
                                    <a:gd name="connsiteY10" fmla="*/ 957843 h 1066880"/>
                                    <a:gd name="connsiteX11" fmla="*/ 806353 w 1821063"/>
                                    <a:gd name="connsiteY11" fmla="*/ 1066699 h 1066880"/>
                                    <a:gd name="connsiteX12" fmla="*/ 588642 w 1821063"/>
                                    <a:gd name="connsiteY12" fmla="*/ 957844 h 1066880"/>
                                    <a:gd name="connsiteX13" fmla="*/ 414469 w 1821063"/>
                                    <a:gd name="connsiteY13" fmla="*/ 1066701 h 1066880"/>
                                    <a:gd name="connsiteX14" fmla="*/ 77012 w 1821063"/>
                                    <a:gd name="connsiteY14" fmla="*/ 990500 h 1066880"/>
                                    <a:gd name="connsiteX0" fmla="*/ 0 w 1821063"/>
                                    <a:gd name="connsiteY0" fmla="*/ 70219 h 1066730"/>
                                    <a:gd name="connsiteX1" fmla="*/ 141514 w 1821063"/>
                                    <a:gd name="connsiteY1" fmla="*/ 385905 h 1066730"/>
                                    <a:gd name="connsiteX2" fmla="*/ 424541 w 1821063"/>
                                    <a:gd name="connsiteY2" fmla="*/ 233503 h 1066730"/>
                                    <a:gd name="connsiteX3" fmla="*/ 838201 w 1821063"/>
                                    <a:gd name="connsiteY3" fmla="*/ 483877 h 1066730"/>
                                    <a:gd name="connsiteX4" fmla="*/ 1121229 w 1821063"/>
                                    <a:gd name="connsiteY4" fmla="*/ 179077 h 1066730"/>
                                    <a:gd name="connsiteX5" fmla="*/ 1447801 w 1821063"/>
                                    <a:gd name="connsiteY5" fmla="*/ 4904 h 1066730"/>
                                    <a:gd name="connsiteX6" fmla="*/ 1807029 w 1821063"/>
                                    <a:gd name="connsiteY6" fmla="*/ 91991 h 1066730"/>
                                    <a:gd name="connsiteX7" fmla="*/ 1730828 w 1821063"/>
                                    <a:gd name="connsiteY7" fmla="*/ 527418 h 1066730"/>
                                    <a:gd name="connsiteX8" fmla="*/ 1568354 w 1821063"/>
                                    <a:gd name="connsiteY8" fmla="*/ 892531 h 1066730"/>
                                    <a:gd name="connsiteX9" fmla="*/ 1339755 w 1821063"/>
                                    <a:gd name="connsiteY9" fmla="*/ 1055816 h 1066730"/>
                                    <a:gd name="connsiteX10" fmla="*/ 1034955 w 1821063"/>
                                    <a:gd name="connsiteY10" fmla="*/ 957843 h 1066730"/>
                                    <a:gd name="connsiteX11" fmla="*/ 817239 w 1821063"/>
                                    <a:gd name="connsiteY11" fmla="*/ 1001384 h 1066730"/>
                                    <a:gd name="connsiteX12" fmla="*/ 588642 w 1821063"/>
                                    <a:gd name="connsiteY12" fmla="*/ 957844 h 1066730"/>
                                    <a:gd name="connsiteX13" fmla="*/ 414469 w 1821063"/>
                                    <a:gd name="connsiteY13" fmla="*/ 1066701 h 1066730"/>
                                    <a:gd name="connsiteX14" fmla="*/ 77012 w 1821063"/>
                                    <a:gd name="connsiteY14" fmla="*/ 990500 h 1066730"/>
                                    <a:gd name="connsiteX0" fmla="*/ 0 w 1821063"/>
                                    <a:gd name="connsiteY0" fmla="*/ 70219 h 1066761"/>
                                    <a:gd name="connsiteX1" fmla="*/ 141514 w 1821063"/>
                                    <a:gd name="connsiteY1" fmla="*/ 385905 h 1066761"/>
                                    <a:gd name="connsiteX2" fmla="*/ 424541 w 1821063"/>
                                    <a:gd name="connsiteY2" fmla="*/ 233503 h 1066761"/>
                                    <a:gd name="connsiteX3" fmla="*/ 838201 w 1821063"/>
                                    <a:gd name="connsiteY3" fmla="*/ 483877 h 1066761"/>
                                    <a:gd name="connsiteX4" fmla="*/ 1121229 w 1821063"/>
                                    <a:gd name="connsiteY4" fmla="*/ 179077 h 1066761"/>
                                    <a:gd name="connsiteX5" fmla="*/ 1447801 w 1821063"/>
                                    <a:gd name="connsiteY5" fmla="*/ 4904 h 1066761"/>
                                    <a:gd name="connsiteX6" fmla="*/ 1807029 w 1821063"/>
                                    <a:gd name="connsiteY6" fmla="*/ 91991 h 1066761"/>
                                    <a:gd name="connsiteX7" fmla="*/ 1730828 w 1821063"/>
                                    <a:gd name="connsiteY7" fmla="*/ 527418 h 1066761"/>
                                    <a:gd name="connsiteX8" fmla="*/ 1568354 w 1821063"/>
                                    <a:gd name="connsiteY8" fmla="*/ 892531 h 1066761"/>
                                    <a:gd name="connsiteX9" fmla="*/ 1339755 w 1821063"/>
                                    <a:gd name="connsiteY9" fmla="*/ 1055816 h 1066761"/>
                                    <a:gd name="connsiteX10" fmla="*/ 1034955 w 1821063"/>
                                    <a:gd name="connsiteY10" fmla="*/ 957843 h 1066761"/>
                                    <a:gd name="connsiteX11" fmla="*/ 817239 w 1821063"/>
                                    <a:gd name="connsiteY11" fmla="*/ 1001384 h 1066761"/>
                                    <a:gd name="connsiteX12" fmla="*/ 588642 w 1821063"/>
                                    <a:gd name="connsiteY12" fmla="*/ 1023158 h 1066761"/>
                                    <a:gd name="connsiteX13" fmla="*/ 414469 w 1821063"/>
                                    <a:gd name="connsiteY13" fmla="*/ 1066701 h 1066761"/>
                                    <a:gd name="connsiteX14" fmla="*/ 77012 w 1821063"/>
                                    <a:gd name="connsiteY14" fmla="*/ 990500 h 1066761"/>
                                    <a:gd name="connsiteX0" fmla="*/ 0 w 1821063"/>
                                    <a:gd name="connsiteY0" fmla="*/ 70219 h 1055955"/>
                                    <a:gd name="connsiteX1" fmla="*/ 141514 w 1821063"/>
                                    <a:gd name="connsiteY1" fmla="*/ 385905 h 1055955"/>
                                    <a:gd name="connsiteX2" fmla="*/ 424541 w 1821063"/>
                                    <a:gd name="connsiteY2" fmla="*/ 233503 h 1055955"/>
                                    <a:gd name="connsiteX3" fmla="*/ 838201 w 1821063"/>
                                    <a:gd name="connsiteY3" fmla="*/ 483877 h 1055955"/>
                                    <a:gd name="connsiteX4" fmla="*/ 1121229 w 1821063"/>
                                    <a:gd name="connsiteY4" fmla="*/ 179077 h 1055955"/>
                                    <a:gd name="connsiteX5" fmla="*/ 1447801 w 1821063"/>
                                    <a:gd name="connsiteY5" fmla="*/ 4904 h 1055955"/>
                                    <a:gd name="connsiteX6" fmla="*/ 1807029 w 1821063"/>
                                    <a:gd name="connsiteY6" fmla="*/ 91991 h 1055955"/>
                                    <a:gd name="connsiteX7" fmla="*/ 1730828 w 1821063"/>
                                    <a:gd name="connsiteY7" fmla="*/ 527418 h 1055955"/>
                                    <a:gd name="connsiteX8" fmla="*/ 1568354 w 1821063"/>
                                    <a:gd name="connsiteY8" fmla="*/ 892531 h 1055955"/>
                                    <a:gd name="connsiteX9" fmla="*/ 1339755 w 1821063"/>
                                    <a:gd name="connsiteY9" fmla="*/ 1055816 h 1055955"/>
                                    <a:gd name="connsiteX10" fmla="*/ 1034955 w 1821063"/>
                                    <a:gd name="connsiteY10" fmla="*/ 957843 h 1055955"/>
                                    <a:gd name="connsiteX11" fmla="*/ 817239 w 1821063"/>
                                    <a:gd name="connsiteY11" fmla="*/ 1001384 h 1055955"/>
                                    <a:gd name="connsiteX12" fmla="*/ 588642 w 1821063"/>
                                    <a:gd name="connsiteY12" fmla="*/ 1023158 h 1055955"/>
                                    <a:gd name="connsiteX13" fmla="*/ 349155 w 1821063"/>
                                    <a:gd name="connsiteY13" fmla="*/ 1044930 h 1055955"/>
                                    <a:gd name="connsiteX14" fmla="*/ 77012 w 1821063"/>
                                    <a:gd name="connsiteY14" fmla="*/ 990500 h 1055955"/>
                                    <a:gd name="connsiteX0" fmla="*/ 0 w 1821063"/>
                                    <a:gd name="connsiteY0" fmla="*/ 70219 h 1055955"/>
                                    <a:gd name="connsiteX1" fmla="*/ 141514 w 1821063"/>
                                    <a:gd name="connsiteY1" fmla="*/ 385905 h 1055955"/>
                                    <a:gd name="connsiteX2" fmla="*/ 424541 w 1821063"/>
                                    <a:gd name="connsiteY2" fmla="*/ 233503 h 1055955"/>
                                    <a:gd name="connsiteX3" fmla="*/ 838201 w 1821063"/>
                                    <a:gd name="connsiteY3" fmla="*/ 483877 h 1055955"/>
                                    <a:gd name="connsiteX4" fmla="*/ 1121229 w 1821063"/>
                                    <a:gd name="connsiteY4" fmla="*/ 179077 h 1055955"/>
                                    <a:gd name="connsiteX5" fmla="*/ 1447801 w 1821063"/>
                                    <a:gd name="connsiteY5" fmla="*/ 4904 h 1055955"/>
                                    <a:gd name="connsiteX6" fmla="*/ 1807029 w 1821063"/>
                                    <a:gd name="connsiteY6" fmla="*/ 91991 h 1055955"/>
                                    <a:gd name="connsiteX7" fmla="*/ 1730828 w 1821063"/>
                                    <a:gd name="connsiteY7" fmla="*/ 527418 h 1055955"/>
                                    <a:gd name="connsiteX8" fmla="*/ 1568354 w 1821063"/>
                                    <a:gd name="connsiteY8" fmla="*/ 892531 h 1055955"/>
                                    <a:gd name="connsiteX9" fmla="*/ 1339755 w 1821063"/>
                                    <a:gd name="connsiteY9" fmla="*/ 1055816 h 1055955"/>
                                    <a:gd name="connsiteX10" fmla="*/ 1034955 w 1821063"/>
                                    <a:gd name="connsiteY10" fmla="*/ 957843 h 1055955"/>
                                    <a:gd name="connsiteX11" fmla="*/ 817239 w 1821063"/>
                                    <a:gd name="connsiteY11" fmla="*/ 1001384 h 1055955"/>
                                    <a:gd name="connsiteX12" fmla="*/ 588642 w 1821063"/>
                                    <a:gd name="connsiteY12" fmla="*/ 1023158 h 1055955"/>
                                    <a:gd name="connsiteX13" fmla="*/ 349155 w 1821063"/>
                                    <a:gd name="connsiteY13" fmla="*/ 1044930 h 1055955"/>
                                    <a:gd name="connsiteX14" fmla="*/ 33469 w 1821063"/>
                                    <a:gd name="connsiteY14" fmla="*/ 1001385 h 1055955"/>
                                    <a:gd name="connsiteX0" fmla="*/ 0 w 1821063"/>
                                    <a:gd name="connsiteY0" fmla="*/ 70219 h 1055955"/>
                                    <a:gd name="connsiteX1" fmla="*/ 141514 w 1821063"/>
                                    <a:gd name="connsiteY1" fmla="*/ 385905 h 1055955"/>
                                    <a:gd name="connsiteX2" fmla="*/ 424541 w 1821063"/>
                                    <a:gd name="connsiteY2" fmla="*/ 233503 h 1055955"/>
                                    <a:gd name="connsiteX3" fmla="*/ 838201 w 1821063"/>
                                    <a:gd name="connsiteY3" fmla="*/ 483877 h 1055955"/>
                                    <a:gd name="connsiteX4" fmla="*/ 1121229 w 1821063"/>
                                    <a:gd name="connsiteY4" fmla="*/ 179077 h 1055955"/>
                                    <a:gd name="connsiteX5" fmla="*/ 1447801 w 1821063"/>
                                    <a:gd name="connsiteY5" fmla="*/ 4904 h 1055955"/>
                                    <a:gd name="connsiteX6" fmla="*/ 1807029 w 1821063"/>
                                    <a:gd name="connsiteY6" fmla="*/ 91991 h 1055955"/>
                                    <a:gd name="connsiteX7" fmla="*/ 1730828 w 1821063"/>
                                    <a:gd name="connsiteY7" fmla="*/ 527418 h 1055955"/>
                                    <a:gd name="connsiteX8" fmla="*/ 1568354 w 1821063"/>
                                    <a:gd name="connsiteY8" fmla="*/ 892531 h 1055955"/>
                                    <a:gd name="connsiteX9" fmla="*/ 1339755 w 1821063"/>
                                    <a:gd name="connsiteY9" fmla="*/ 1055816 h 1055955"/>
                                    <a:gd name="connsiteX10" fmla="*/ 1034955 w 1821063"/>
                                    <a:gd name="connsiteY10" fmla="*/ 957843 h 1055955"/>
                                    <a:gd name="connsiteX11" fmla="*/ 817239 w 1821063"/>
                                    <a:gd name="connsiteY11" fmla="*/ 1001384 h 1055955"/>
                                    <a:gd name="connsiteX12" fmla="*/ 588642 w 1821063"/>
                                    <a:gd name="connsiteY12" fmla="*/ 1023158 h 1055955"/>
                                    <a:gd name="connsiteX13" fmla="*/ 349155 w 1821063"/>
                                    <a:gd name="connsiteY13" fmla="*/ 1044930 h 1055955"/>
                                    <a:gd name="connsiteX14" fmla="*/ 33469 w 1821063"/>
                                    <a:gd name="connsiteY14" fmla="*/ 1001385 h 1055955"/>
                                    <a:gd name="connsiteX15" fmla="*/ 11698 w 1821063"/>
                                    <a:gd name="connsiteY15" fmla="*/ 990501 h 1055955"/>
                                    <a:gd name="connsiteX0" fmla="*/ 129816 w 1950879"/>
                                    <a:gd name="connsiteY0" fmla="*/ 70219 h 1055955"/>
                                    <a:gd name="connsiteX1" fmla="*/ 271330 w 1950879"/>
                                    <a:gd name="connsiteY1" fmla="*/ 385905 h 1055955"/>
                                    <a:gd name="connsiteX2" fmla="*/ 554357 w 1950879"/>
                                    <a:gd name="connsiteY2" fmla="*/ 233503 h 1055955"/>
                                    <a:gd name="connsiteX3" fmla="*/ 968017 w 1950879"/>
                                    <a:gd name="connsiteY3" fmla="*/ 483877 h 1055955"/>
                                    <a:gd name="connsiteX4" fmla="*/ 1251045 w 1950879"/>
                                    <a:gd name="connsiteY4" fmla="*/ 179077 h 1055955"/>
                                    <a:gd name="connsiteX5" fmla="*/ 1577617 w 1950879"/>
                                    <a:gd name="connsiteY5" fmla="*/ 4904 h 1055955"/>
                                    <a:gd name="connsiteX6" fmla="*/ 1936845 w 1950879"/>
                                    <a:gd name="connsiteY6" fmla="*/ 91991 h 1055955"/>
                                    <a:gd name="connsiteX7" fmla="*/ 1860644 w 1950879"/>
                                    <a:gd name="connsiteY7" fmla="*/ 527418 h 1055955"/>
                                    <a:gd name="connsiteX8" fmla="*/ 1698170 w 1950879"/>
                                    <a:gd name="connsiteY8" fmla="*/ 892531 h 1055955"/>
                                    <a:gd name="connsiteX9" fmla="*/ 1469571 w 1950879"/>
                                    <a:gd name="connsiteY9" fmla="*/ 1055816 h 1055955"/>
                                    <a:gd name="connsiteX10" fmla="*/ 1164771 w 1950879"/>
                                    <a:gd name="connsiteY10" fmla="*/ 957843 h 1055955"/>
                                    <a:gd name="connsiteX11" fmla="*/ 947055 w 1950879"/>
                                    <a:gd name="connsiteY11" fmla="*/ 1001384 h 1055955"/>
                                    <a:gd name="connsiteX12" fmla="*/ 718458 w 1950879"/>
                                    <a:gd name="connsiteY12" fmla="*/ 1023158 h 1055955"/>
                                    <a:gd name="connsiteX13" fmla="*/ 478971 w 1950879"/>
                                    <a:gd name="connsiteY13" fmla="*/ 1044930 h 1055955"/>
                                    <a:gd name="connsiteX14" fmla="*/ 163285 w 1950879"/>
                                    <a:gd name="connsiteY14" fmla="*/ 1001385 h 1055955"/>
                                    <a:gd name="connsiteX15" fmla="*/ 0 w 1950879"/>
                                    <a:gd name="connsiteY15" fmla="*/ 859873 h 1055955"/>
                                    <a:gd name="connsiteX0" fmla="*/ 145573 w 1966636"/>
                                    <a:gd name="connsiteY0" fmla="*/ 70219 h 1055955"/>
                                    <a:gd name="connsiteX1" fmla="*/ 287087 w 1966636"/>
                                    <a:gd name="connsiteY1" fmla="*/ 385905 h 1055955"/>
                                    <a:gd name="connsiteX2" fmla="*/ 570114 w 1966636"/>
                                    <a:gd name="connsiteY2" fmla="*/ 233503 h 1055955"/>
                                    <a:gd name="connsiteX3" fmla="*/ 983774 w 1966636"/>
                                    <a:gd name="connsiteY3" fmla="*/ 483877 h 1055955"/>
                                    <a:gd name="connsiteX4" fmla="*/ 1266802 w 1966636"/>
                                    <a:gd name="connsiteY4" fmla="*/ 179077 h 1055955"/>
                                    <a:gd name="connsiteX5" fmla="*/ 1593374 w 1966636"/>
                                    <a:gd name="connsiteY5" fmla="*/ 4904 h 1055955"/>
                                    <a:gd name="connsiteX6" fmla="*/ 1952602 w 1966636"/>
                                    <a:gd name="connsiteY6" fmla="*/ 91991 h 1055955"/>
                                    <a:gd name="connsiteX7" fmla="*/ 1876401 w 1966636"/>
                                    <a:gd name="connsiteY7" fmla="*/ 527418 h 1055955"/>
                                    <a:gd name="connsiteX8" fmla="*/ 1713927 w 1966636"/>
                                    <a:gd name="connsiteY8" fmla="*/ 892531 h 1055955"/>
                                    <a:gd name="connsiteX9" fmla="*/ 1485328 w 1966636"/>
                                    <a:gd name="connsiteY9" fmla="*/ 1055816 h 1055955"/>
                                    <a:gd name="connsiteX10" fmla="*/ 1180528 w 1966636"/>
                                    <a:gd name="connsiteY10" fmla="*/ 957843 h 1055955"/>
                                    <a:gd name="connsiteX11" fmla="*/ 962812 w 1966636"/>
                                    <a:gd name="connsiteY11" fmla="*/ 1001384 h 1055955"/>
                                    <a:gd name="connsiteX12" fmla="*/ 734215 w 1966636"/>
                                    <a:gd name="connsiteY12" fmla="*/ 1023158 h 1055955"/>
                                    <a:gd name="connsiteX13" fmla="*/ 494728 w 1966636"/>
                                    <a:gd name="connsiteY13" fmla="*/ 1044930 h 1055955"/>
                                    <a:gd name="connsiteX14" fmla="*/ 179042 w 1966636"/>
                                    <a:gd name="connsiteY14" fmla="*/ 1001385 h 1055955"/>
                                    <a:gd name="connsiteX15" fmla="*/ 15757 w 1966636"/>
                                    <a:gd name="connsiteY15" fmla="*/ 859873 h 1055955"/>
                                    <a:gd name="connsiteX16" fmla="*/ 4871 w 1966636"/>
                                    <a:gd name="connsiteY16" fmla="*/ 859873 h 1055955"/>
                                    <a:gd name="connsiteX0" fmla="*/ 271331 w 2092394"/>
                                    <a:gd name="connsiteY0" fmla="*/ 70219 h 1055955"/>
                                    <a:gd name="connsiteX1" fmla="*/ 412845 w 2092394"/>
                                    <a:gd name="connsiteY1" fmla="*/ 385905 h 1055955"/>
                                    <a:gd name="connsiteX2" fmla="*/ 695872 w 2092394"/>
                                    <a:gd name="connsiteY2" fmla="*/ 233503 h 1055955"/>
                                    <a:gd name="connsiteX3" fmla="*/ 1109532 w 2092394"/>
                                    <a:gd name="connsiteY3" fmla="*/ 483877 h 1055955"/>
                                    <a:gd name="connsiteX4" fmla="*/ 1392560 w 2092394"/>
                                    <a:gd name="connsiteY4" fmla="*/ 179077 h 1055955"/>
                                    <a:gd name="connsiteX5" fmla="*/ 1719132 w 2092394"/>
                                    <a:gd name="connsiteY5" fmla="*/ 4904 h 1055955"/>
                                    <a:gd name="connsiteX6" fmla="*/ 2078360 w 2092394"/>
                                    <a:gd name="connsiteY6" fmla="*/ 91991 h 1055955"/>
                                    <a:gd name="connsiteX7" fmla="*/ 2002159 w 2092394"/>
                                    <a:gd name="connsiteY7" fmla="*/ 527418 h 1055955"/>
                                    <a:gd name="connsiteX8" fmla="*/ 1839685 w 2092394"/>
                                    <a:gd name="connsiteY8" fmla="*/ 892531 h 1055955"/>
                                    <a:gd name="connsiteX9" fmla="*/ 1611086 w 2092394"/>
                                    <a:gd name="connsiteY9" fmla="*/ 1055816 h 1055955"/>
                                    <a:gd name="connsiteX10" fmla="*/ 1306286 w 2092394"/>
                                    <a:gd name="connsiteY10" fmla="*/ 957843 h 1055955"/>
                                    <a:gd name="connsiteX11" fmla="*/ 1088570 w 2092394"/>
                                    <a:gd name="connsiteY11" fmla="*/ 1001384 h 1055955"/>
                                    <a:gd name="connsiteX12" fmla="*/ 859973 w 2092394"/>
                                    <a:gd name="connsiteY12" fmla="*/ 1023158 h 1055955"/>
                                    <a:gd name="connsiteX13" fmla="*/ 620486 w 2092394"/>
                                    <a:gd name="connsiteY13" fmla="*/ 1044930 h 1055955"/>
                                    <a:gd name="connsiteX14" fmla="*/ 304800 w 2092394"/>
                                    <a:gd name="connsiteY14" fmla="*/ 1001385 h 1055955"/>
                                    <a:gd name="connsiteX15" fmla="*/ 141515 w 2092394"/>
                                    <a:gd name="connsiteY15" fmla="*/ 859873 h 1055955"/>
                                    <a:gd name="connsiteX16" fmla="*/ 0 w 2092394"/>
                                    <a:gd name="connsiteY16" fmla="*/ 881644 h 1055955"/>
                                    <a:gd name="connsiteX0" fmla="*/ 281813 w 2102876"/>
                                    <a:gd name="connsiteY0" fmla="*/ 70219 h 1055955"/>
                                    <a:gd name="connsiteX1" fmla="*/ 423327 w 2102876"/>
                                    <a:gd name="connsiteY1" fmla="*/ 385905 h 1055955"/>
                                    <a:gd name="connsiteX2" fmla="*/ 706354 w 2102876"/>
                                    <a:gd name="connsiteY2" fmla="*/ 233503 h 1055955"/>
                                    <a:gd name="connsiteX3" fmla="*/ 1120014 w 2102876"/>
                                    <a:gd name="connsiteY3" fmla="*/ 483877 h 1055955"/>
                                    <a:gd name="connsiteX4" fmla="*/ 1403042 w 2102876"/>
                                    <a:gd name="connsiteY4" fmla="*/ 179077 h 1055955"/>
                                    <a:gd name="connsiteX5" fmla="*/ 1729614 w 2102876"/>
                                    <a:gd name="connsiteY5" fmla="*/ 4904 h 1055955"/>
                                    <a:gd name="connsiteX6" fmla="*/ 2088842 w 2102876"/>
                                    <a:gd name="connsiteY6" fmla="*/ 91991 h 1055955"/>
                                    <a:gd name="connsiteX7" fmla="*/ 2012641 w 2102876"/>
                                    <a:gd name="connsiteY7" fmla="*/ 527418 h 1055955"/>
                                    <a:gd name="connsiteX8" fmla="*/ 1850167 w 2102876"/>
                                    <a:gd name="connsiteY8" fmla="*/ 892531 h 1055955"/>
                                    <a:gd name="connsiteX9" fmla="*/ 1621568 w 2102876"/>
                                    <a:gd name="connsiteY9" fmla="*/ 1055816 h 1055955"/>
                                    <a:gd name="connsiteX10" fmla="*/ 1316768 w 2102876"/>
                                    <a:gd name="connsiteY10" fmla="*/ 957843 h 1055955"/>
                                    <a:gd name="connsiteX11" fmla="*/ 1099052 w 2102876"/>
                                    <a:gd name="connsiteY11" fmla="*/ 1001384 h 1055955"/>
                                    <a:gd name="connsiteX12" fmla="*/ 870455 w 2102876"/>
                                    <a:gd name="connsiteY12" fmla="*/ 1023158 h 1055955"/>
                                    <a:gd name="connsiteX13" fmla="*/ 630968 w 2102876"/>
                                    <a:gd name="connsiteY13" fmla="*/ 1044930 h 1055955"/>
                                    <a:gd name="connsiteX14" fmla="*/ 315282 w 2102876"/>
                                    <a:gd name="connsiteY14" fmla="*/ 1001385 h 1055955"/>
                                    <a:gd name="connsiteX15" fmla="*/ 151997 w 2102876"/>
                                    <a:gd name="connsiteY15" fmla="*/ 859873 h 1055955"/>
                                    <a:gd name="connsiteX16" fmla="*/ 10482 w 2102876"/>
                                    <a:gd name="connsiteY16" fmla="*/ 881644 h 1055955"/>
                                    <a:gd name="connsiteX17" fmla="*/ 10482 w 2102876"/>
                                    <a:gd name="connsiteY17" fmla="*/ 892530 h 1055955"/>
                                    <a:gd name="connsiteX0" fmla="*/ 285631 w 2106694"/>
                                    <a:gd name="connsiteY0" fmla="*/ 70219 h 1055955"/>
                                    <a:gd name="connsiteX1" fmla="*/ 427145 w 2106694"/>
                                    <a:gd name="connsiteY1" fmla="*/ 385905 h 1055955"/>
                                    <a:gd name="connsiteX2" fmla="*/ 710172 w 2106694"/>
                                    <a:gd name="connsiteY2" fmla="*/ 233503 h 1055955"/>
                                    <a:gd name="connsiteX3" fmla="*/ 1123832 w 2106694"/>
                                    <a:gd name="connsiteY3" fmla="*/ 483877 h 1055955"/>
                                    <a:gd name="connsiteX4" fmla="*/ 1406860 w 2106694"/>
                                    <a:gd name="connsiteY4" fmla="*/ 179077 h 1055955"/>
                                    <a:gd name="connsiteX5" fmla="*/ 1733432 w 2106694"/>
                                    <a:gd name="connsiteY5" fmla="*/ 4904 h 1055955"/>
                                    <a:gd name="connsiteX6" fmla="*/ 2092660 w 2106694"/>
                                    <a:gd name="connsiteY6" fmla="*/ 91991 h 1055955"/>
                                    <a:gd name="connsiteX7" fmla="*/ 2016459 w 2106694"/>
                                    <a:gd name="connsiteY7" fmla="*/ 527418 h 1055955"/>
                                    <a:gd name="connsiteX8" fmla="*/ 1853985 w 2106694"/>
                                    <a:gd name="connsiteY8" fmla="*/ 892531 h 1055955"/>
                                    <a:gd name="connsiteX9" fmla="*/ 1625386 w 2106694"/>
                                    <a:gd name="connsiteY9" fmla="*/ 1055816 h 1055955"/>
                                    <a:gd name="connsiteX10" fmla="*/ 1320586 w 2106694"/>
                                    <a:gd name="connsiteY10" fmla="*/ 957843 h 1055955"/>
                                    <a:gd name="connsiteX11" fmla="*/ 1102870 w 2106694"/>
                                    <a:gd name="connsiteY11" fmla="*/ 1001384 h 1055955"/>
                                    <a:gd name="connsiteX12" fmla="*/ 874273 w 2106694"/>
                                    <a:gd name="connsiteY12" fmla="*/ 1023158 h 1055955"/>
                                    <a:gd name="connsiteX13" fmla="*/ 634786 w 2106694"/>
                                    <a:gd name="connsiteY13" fmla="*/ 1044930 h 1055955"/>
                                    <a:gd name="connsiteX14" fmla="*/ 319100 w 2106694"/>
                                    <a:gd name="connsiteY14" fmla="*/ 1001385 h 1055955"/>
                                    <a:gd name="connsiteX15" fmla="*/ 155815 w 2106694"/>
                                    <a:gd name="connsiteY15" fmla="*/ 859873 h 1055955"/>
                                    <a:gd name="connsiteX16" fmla="*/ 14300 w 2106694"/>
                                    <a:gd name="connsiteY16" fmla="*/ 881644 h 1055955"/>
                                    <a:gd name="connsiteX17" fmla="*/ 3415 w 2106694"/>
                                    <a:gd name="connsiteY17" fmla="*/ 1044930 h 1055955"/>
                                    <a:gd name="connsiteX0" fmla="*/ 285631 w 2106694"/>
                                    <a:gd name="connsiteY0" fmla="*/ 70219 h 1060687"/>
                                    <a:gd name="connsiteX1" fmla="*/ 427145 w 2106694"/>
                                    <a:gd name="connsiteY1" fmla="*/ 385905 h 1060687"/>
                                    <a:gd name="connsiteX2" fmla="*/ 710172 w 2106694"/>
                                    <a:gd name="connsiteY2" fmla="*/ 233503 h 1060687"/>
                                    <a:gd name="connsiteX3" fmla="*/ 1123832 w 2106694"/>
                                    <a:gd name="connsiteY3" fmla="*/ 483877 h 1060687"/>
                                    <a:gd name="connsiteX4" fmla="*/ 1406860 w 2106694"/>
                                    <a:gd name="connsiteY4" fmla="*/ 179077 h 1060687"/>
                                    <a:gd name="connsiteX5" fmla="*/ 1733432 w 2106694"/>
                                    <a:gd name="connsiteY5" fmla="*/ 4904 h 1060687"/>
                                    <a:gd name="connsiteX6" fmla="*/ 2092660 w 2106694"/>
                                    <a:gd name="connsiteY6" fmla="*/ 91991 h 1060687"/>
                                    <a:gd name="connsiteX7" fmla="*/ 2016459 w 2106694"/>
                                    <a:gd name="connsiteY7" fmla="*/ 527418 h 1060687"/>
                                    <a:gd name="connsiteX8" fmla="*/ 1853985 w 2106694"/>
                                    <a:gd name="connsiteY8" fmla="*/ 892531 h 1060687"/>
                                    <a:gd name="connsiteX9" fmla="*/ 1625386 w 2106694"/>
                                    <a:gd name="connsiteY9" fmla="*/ 1055816 h 1060687"/>
                                    <a:gd name="connsiteX10" fmla="*/ 1320586 w 2106694"/>
                                    <a:gd name="connsiteY10" fmla="*/ 957843 h 1060687"/>
                                    <a:gd name="connsiteX11" fmla="*/ 1102870 w 2106694"/>
                                    <a:gd name="connsiteY11" fmla="*/ 1001384 h 1060687"/>
                                    <a:gd name="connsiteX12" fmla="*/ 874273 w 2106694"/>
                                    <a:gd name="connsiteY12" fmla="*/ 1023158 h 1060687"/>
                                    <a:gd name="connsiteX13" fmla="*/ 634786 w 2106694"/>
                                    <a:gd name="connsiteY13" fmla="*/ 1044930 h 1060687"/>
                                    <a:gd name="connsiteX14" fmla="*/ 319100 w 2106694"/>
                                    <a:gd name="connsiteY14" fmla="*/ 1001385 h 1060687"/>
                                    <a:gd name="connsiteX15" fmla="*/ 155815 w 2106694"/>
                                    <a:gd name="connsiteY15" fmla="*/ 859873 h 1060687"/>
                                    <a:gd name="connsiteX16" fmla="*/ 14300 w 2106694"/>
                                    <a:gd name="connsiteY16" fmla="*/ 881644 h 1060687"/>
                                    <a:gd name="connsiteX17" fmla="*/ 3415 w 2106694"/>
                                    <a:gd name="connsiteY17" fmla="*/ 1044930 h 1060687"/>
                                    <a:gd name="connsiteX18" fmla="*/ 36072 w 2106694"/>
                                    <a:gd name="connsiteY18" fmla="*/ 1055816 h 1060687"/>
                                    <a:gd name="connsiteX0" fmla="*/ 285631 w 2106694"/>
                                    <a:gd name="connsiteY0" fmla="*/ 70219 h 1055955"/>
                                    <a:gd name="connsiteX1" fmla="*/ 427145 w 2106694"/>
                                    <a:gd name="connsiteY1" fmla="*/ 385905 h 1055955"/>
                                    <a:gd name="connsiteX2" fmla="*/ 710172 w 2106694"/>
                                    <a:gd name="connsiteY2" fmla="*/ 233503 h 1055955"/>
                                    <a:gd name="connsiteX3" fmla="*/ 1123832 w 2106694"/>
                                    <a:gd name="connsiteY3" fmla="*/ 483877 h 1055955"/>
                                    <a:gd name="connsiteX4" fmla="*/ 1406860 w 2106694"/>
                                    <a:gd name="connsiteY4" fmla="*/ 179077 h 1055955"/>
                                    <a:gd name="connsiteX5" fmla="*/ 1733432 w 2106694"/>
                                    <a:gd name="connsiteY5" fmla="*/ 4904 h 1055955"/>
                                    <a:gd name="connsiteX6" fmla="*/ 2092660 w 2106694"/>
                                    <a:gd name="connsiteY6" fmla="*/ 91991 h 1055955"/>
                                    <a:gd name="connsiteX7" fmla="*/ 2016459 w 2106694"/>
                                    <a:gd name="connsiteY7" fmla="*/ 527418 h 1055955"/>
                                    <a:gd name="connsiteX8" fmla="*/ 1853985 w 2106694"/>
                                    <a:gd name="connsiteY8" fmla="*/ 892531 h 1055955"/>
                                    <a:gd name="connsiteX9" fmla="*/ 1625386 w 2106694"/>
                                    <a:gd name="connsiteY9" fmla="*/ 1055816 h 1055955"/>
                                    <a:gd name="connsiteX10" fmla="*/ 1320586 w 2106694"/>
                                    <a:gd name="connsiteY10" fmla="*/ 957843 h 1055955"/>
                                    <a:gd name="connsiteX11" fmla="*/ 1102870 w 2106694"/>
                                    <a:gd name="connsiteY11" fmla="*/ 1001384 h 1055955"/>
                                    <a:gd name="connsiteX12" fmla="*/ 874273 w 2106694"/>
                                    <a:gd name="connsiteY12" fmla="*/ 1023158 h 1055955"/>
                                    <a:gd name="connsiteX13" fmla="*/ 634786 w 2106694"/>
                                    <a:gd name="connsiteY13" fmla="*/ 1044930 h 1055955"/>
                                    <a:gd name="connsiteX14" fmla="*/ 319100 w 2106694"/>
                                    <a:gd name="connsiteY14" fmla="*/ 1001385 h 1055955"/>
                                    <a:gd name="connsiteX15" fmla="*/ 155815 w 2106694"/>
                                    <a:gd name="connsiteY15" fmla="*/ 859873 h 1055955"/>
                                    <a:gd name="connsiteX16" fmla="*/ 14300 w 2106694"/>
                                    <a:gd name="connsiteY16" fmla="*/ 881644 h 1055955"/>
                                    <a:gd name="connsiteX17" fmla="*/ 3415 w 2106694"/>
                                    <a:gd name="connsiteY17" fmla="*/ 1044930 h 1055955"/>
                                    <a:gd name="connsiteX18" fmla="*/ 188472 w 2106694"/>
                                    <a:gd name="connsiteY18" fmla="*/ 1023159 h 1055955"/>
                                    <a:gd name="connsiteX0" fmla="*/ 285631 w 2106694"/>
                                    <a:gd name="connsiteY0" fmla="*/ 70219 h 1066701"/>
                                    <a:gd name="connsiteX1" fmla="*/ 427145 w 2106694"/>
                                    <a:gd name="connsiteY1" fmla="*/ 385905 h 1066701"/>
                                    <a:gd name="connsiteX2" fmla="*/ 710172 w 2106694"/>
                                    <a:gd name="connsiteY2" fmla="*/ 233503 h 1066701"/>
                                    <a:gd name="connsiteX3" fmla="*/ 1123832 w 2106694"/>
                                    <a:gd name="connsiteY3" fmla="*/ 483877 h 1066701"/>
                                    <a:gd name="connsiteX4" fmla="*/ 1406860 w 2106694"/>
                                    <a:gd name="connsiteY4" fmla="*/ 179077 h 1066701"/>
                                    <a:gd name="connsiteX5" fmla="*/ 1733432 w 2106694"/>
                                    <a:gd name="connsiteY5" fmla="*/ 4904 h 1066701"/>
                                    <a:gd name="connsiteX6" fmla="*/ 2092660 w 2106694"/>
                                    <a:gd name="connsiteY6" fmla="*/ 91991 h 1066701"/>
                                    <a:gd name="connsiteX7" fmla="*/ 2016459 w 2106694"/>
                                    <a:gd name="connsiteY7" fmla="*/ 527418 h 1066701"/>
                                    <a:gd name="connsiteX8" fmla="*/ 1853985 w 2106694"/>
                                    <a:gd name="connsiteY8" fmla="*/ 892531 h 1066701"/>
                                    <a:gd name="connsiteX9" fmla="*/ 1625386 w 2106694"/>
                                    <a:gd name="connsiteY9" fmla="*/ 1055816 h 1066701"/>
                                    <a:gd name="connsiteX10" fmla="*/ 1320586 w 2106694"/>
                                    <a:gd name="connsiteY10" fmla="*/ 957843 h 1066701"/>
                                    <a:gd name="connsiteX11" fmla="*/ 1102870 w 2106694"/>
                                    <a:gd name="connsiteY11" fmla="*/ 1001384 h 1066701"/>
                                    <a:gd name="connsiteX12" fmla="*/ 874273 w 2106694"/>
                                    <a:gd name="connsiteY12" fmla="*/ 1023158 h 1066701"/>
                                    <a:gd name="connsiteX13" fmla="*/ 634786 w 2106694"/>
                                    <a:gd name="connsiteY13" fmla="*/ 1044930 h 1066701"/>
                                    <a:gd name="connsiteX14" fmla="*/ 319100 w 2106694"/>
                                    <a:gd name="connsiteY14" fmla="*/ 1001385 h 1066701"/>
                                    <a:gd name="connsiteX15" fmla="*/ 155815 w 2106694"/>
                                    <a:gd name="connsiteY15" fmla="*/ 859873 h 1066701"/>
                                    <a:gd name="connsiteX16" fmla="*/ 14300 w 2106694"/>
                                    <a:gd name="connsiteY16" fmla="*/ 881644 h 1066701"/>
                                    <a:gd name="connsiteX17" fmla="*/ 3415 w 2106694"/>
                                    <a:gd name="connsiteY17" fmla="*/ 1044930 h 1066701"/>
                                    <a:gd name="connsiteX18" fmla="*/ 221129 w 2106694"/>
                                    <a:gd name="connsiteY18" fmla="*/ 1066701 h 1066701"/>
                                    <a:gd name="connsiteX0" fmla="*/ 285631 w 2106694"/>
                                    <a:gd name="connsiteY0" fmla="*/ 70219 h 1066701"/>
                                    <a:gd name="connsiteX1" fmla="*/ 427145 w 2106694"/>
                                    <a:gd name="connsiteY1" fmla="*/ 385905 h 1066701"/>
                                    <a:gd name="connsiteX2" fmla="*/ 710172 w 2106694"/>
                                    <a:gd name="connsiteY2" fmla="*/ 233503 h 1066701"/>
                                    <a:gd name="connsiteX3" fmla="*/ 1123832 w 2106694"/>
                                    <a:gd name="connsiteY3" fmla="*/ 483877 h 1066701"/>
                                    <a:gd name="connsiteX4" fmla="*/ 1406860 w 2106694"/>
                                    <a:gd name="connsiteY4" fmla="*/ 179077 h 1066701"/>
                                    <a:gd name="connsiteX5" fmla="*/ 1733432 w 2106694"/>
                                    <a:gd name="connsiteY5" fmla="*/ 4904 h 1066701"/>
                                    <a:gd name="connsiteX6" fmla="*/ 2092660 w 2106694"/>
                                    <a:gd name="connsiteY6" fmla="*/ 91991 h 1066701"/>
                                    <a:gd name="connsiteX7" fmla="*/ 2016459 w 2106694"/>
                                    <a:gd name="connsiteY7" fmla="*/ 527418 h 1066701"/>
                                    <a:gd name="connsiteX8" fmla="*/ 1853985 w 2106694"/>
                                    <a:gd name="connsiteY8" fmla="*/ 892531 h 1066701"/>
                                    <a:gd name="connsiteX9" fmla="*/ 1625386 w 2106694"/>
                                    <a:gd name="connsiteY9" fmla="*/ 1055816 h 1066701"/>
                                    <a:gd name="connsiteX10" fmla="*/ 1385900 w 2106694"/>
                                    <a:gd name="connsiteY10" fmla="*/ 957843 h 1066701"/>
                                    <a:gd name="connsiteX11" fmla="*/ 1102870 w 2106694"/>
                                    <a:gd name="connsiteY11" fmla="*/ 1001384 h 1066701"/>
                                    <a:gd name="connsiteX12" fmla="*/ 874273 w 2106694"/>
                                    <a:gd name="connsiteY12" fmla="*/ 1023158 h 1066701"/>
                                    <a:gd name="connsiteX13" fmla="*/ 634786 w 2106694"/>
                                    <a:gd name="connsiteY13" fmla="*/ 1044930 h 1066701"/>
                                    <a:gd name="connsiteX14" fmla="*/ 319100 w 2106694"/>
                                    <a:gd name="connsiteY14" fmla="*/ 1001385 h 1066701"/>
                                    <a:gd name="connsiteX15" fmla="*/ 155815 w 2106694"/>
                                    <a:gd name="connsiteY15" fmla="*/ 859873 h 1066701"/>
                                    <a:gd name="connsiteX16" fmla="*/ 14300 w 2106694"/>
                                    <a:gd name="connsiteY16" fmla="*/ 881644 h 1066701"/>
                                    <a:gd name="connsiteX17" fmla="*/ 3415 w 2106694"/>
                                    <a:gd name="connsiteY17" fmla="*/ 1044930 h 1066701"/>
                                    <a:gd name="connsiteX18" fmla="*/ 221129 w 2106694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8 w 2105971"/>
                                    <a:gd name="connsiteY8" fmla="*/ 936074 h 1066701"/>
                                    <a:gd name="connsiteX9" fmla="*/ 1625386 w 2105971"/>
                                    <a:gd name="connsiteY9" fmla="*/ 1055816 h 1066701"/>
                                    <a:gd name="connsiteX10" fmla="*/ 1385900 w 2105971"/>
                                    <a:gd name="connsiteY10" fmla="*/ 957843 h 1066701"/>
                                    <a:gd name="connsiteX11" fmla="*/ 1102870 w 2105971"/>
                                    <a:gd name="connsiteY11" fmla="*/ 1001384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6145"/>
                                    <a:gd name="connsiteY0" fmla="*/ 70219 h 1066701"/>
                                    <a:gd name="connsiteX1" fmla="*/ 427145 w 2106145"/>
                                    <a:gd name="connsiteY1" fmla="*/ 385905 h 1066701"/>
                                    <a:gd name="connsiteX2" fmla="*/ 710172 w 2106145"/>
                                    <a:gd name="connsiteY2" fmla="*/ 233503 h 1066701"/>
                                    <a:gd name="connsiteX3" fmla="*/ 1123832 w 2106145"/>
                                    <a:gd name="connsiteY3" fmla="*/ 483877 h 1066701"/>
                                    <a:gd name="connsiteX4" fmla="*/ 1406860 w 2106145"/>
                                    <a:gd name="connsiteY4" fmla="*/ 179077 h 1066701"/>
                                    <a:gd name="connsiteX5" fmla="*/ 1733432 w 2106145"/>
                                    <a:gd name="connsiteY5" fmla="*/ 4904 h 1066701"/>
                                    <a:gd name="connsiteX6" fmla="*/ 2092660 w 2106145"/>
                                    <a:gd name="connsiteY6" fmla="*/ 91991 h 1066701"/>
                                    <a:gd name="connsiteX7" fmla="*/ 2016459 w 2106145"/>
                                    <a:gd name="connsiteY7" fmla="*/ 527418 h 1066701"/>
                                    <a:gd name="connsiteX8" fmla="*/ 1886643 w 2106145"/>
                                    <a:gd name="connsiteY8" fmla="*/ 892531 h 1066701"/>
                                    <a:gd name="connsiteX9" fmla="*/ 1625386 w 2106145"/>
                                    <a:gd name="connsiteY9" fmla="*/ 1055816 h 1066701"/>
                                    <a:gd name="connsiteX10" fmla="*/ 1385900 w 2106145"/>
                                    <a:gd name="connsiteY10" fmla="*/ 957843 h 1066701"/>
                                    <a:gd name="connsiteX11" fmla="*/ 1102870 w 2106145"/>
                                    <a:gd name="connsiteY11" fmla="*/ 1001384 h 1066701"/>
                                    <a:gd name="connsiteX12" fmla="*/ 874273 w 2106145"/>
                                    <a:gd name="connsiteY12" fmla="*/ 1023158 h 1066701"/>
                                    <a:gd name="connsiteX13" fmla="*/ 634786 w 2106145"/>
                                    <a:gd name="connsiteY13" fmla="*/ 1044930 h 1066701"/>
                                    <a:gd name="connsiteX14" fmla="*/ 319100 w 2106145"/>
                                    <a:gd name="connsiteY14" fmla="*/ 1001385 h 1066701"/>
                                    <a:gd name="connsiteX15" fmla="*/ 155815 w 2106145"/>
                                    <a:gd name="connsiteY15" fmla="*/ 859873 h 1066701"/>
                                    <a:gd name="connsiteX16" fmla="*/ 14300 w 2106145"/>
                                    <a:gd name="connsiteY16" fmla="*/ 881644 h 1066701"/>
                                    <a:gd name="connsiteX17" fmla="*/ 3415 w 2106145"/>
                                    <a:gd name="connsiteY17" fmla="*/ 1044930 h 1066701"/>
                                    <a:gd name="connsiteX18" fmla="*/ 221129 w 2106145"/>
                                    <a:gd name="connsiteY18" fmla="*/ 1066701 h 1066701"/>
                                    <a:gd name="connsiteX0" fmla="*/ 285631 w 2111812"/>
                                    <a:gd name="connsiteY0" fmla="*/ 70219 h 1066701"/>
                                    <a:gd name="connsiteX1" fmla="*/ 427145 w 2111812"/>
                                    <a:gd name="connsiteY1" fmla="*/ 385905 h 1066701"/>
                                    <a:gd name="connsiteX2" fmla="*/ 710172 w 2111812"/>
                                    <a:gd name="connsiteY2" fmla="*/ 233503 h 1066701"/>
                                    <a:gd name="connsiteX3" fmla="*/ 1123832 w 2111812"/>
                                    <a:gd name="connsiteY3" fmla="*/ 483877 h 1066701"/>
                                    <a:gd name="connsiteX4" fmla="*/ 1406860 w 2111812"/>
                                    <a:gd name="connsiteY4" fmla="*/ 179077 h 1066701"/>
                                    <a:gd name="connsiteX5" fmla="*/ 1733432 w 2111812"/>
                                    <a:gd name="connsiteY5" fmla="*/ 4904 h 1066701"/>
                                    <a:gd name="connsiteX6" fmla="*/ 2092660 w 2111812"/>
                                    <a:gd name="connsiteY6" fmla="*/ 91991 h 1066701"/>
                                    <a:gd name="connsiteX7" fmla="*/ 2016459 w 2111812"/>
                                    <a:gd name="connsiteY7" fmla="*/ 527418 h 1066701"/>
                                    <a:gd name="connsiteX8" fmla="*/ 1625386 w 2111812"/>
                                    <a:gd name="connsiteY8" fmla="*/ 1055816 h 1066701"/>
                                    <a:gd name="connsiteX9" fmla="*/ 1385900 w 2111812"/>
                                    <a:gd name="connsiteY9" fmla="*/ 957843 h 1066701"/>
                                    <a:gd name="connsiteX10" fmla="*/ 1102870 w 2111812"/>
                                    <a:gd name="connsiteY10" fmla="*/ 1001384 h 1066701"/>
                                    <a:gd name="connsiteX11" fmla="*/ 874273 w 2111812"/>
                                    <a:gd name="connsiteY11" fmla="*/ 1023158 h 1066701"/>
                                    <a:gd name="connsiteX12" fmla="*/ 634786 w 2111812"/>
                                    <a:gd name="connsiteY12" fmla="*/ 1044930 h 1066701"/>
                                    <a:gd name="connsiteX13" fmla="*/ 319100 w 2111812"/>
                                    <a:gd name="connsiteY13" fmla="*/ 1001385 h 1066701"/>
                                    <a:gd name="connsiteX14" fmla="*/ 155815 w 2111812"/>
                                    <a:gd name="connsiteY14" fmla="*/ 859873 h 1066701"/>
                                    <a:gd name="connsiteX15" fmla="*/ 14300 w 2111812"/>
                                    <a:gd name="connsiteY15" fmla="*/ 881644 h 1066701"/>
                                    <a:gd name="connsiteX16" fmla="*/ 3415 w 2111812"/>
                                    <a:gd name="connsiteY16" fmla="*/ 1044930 h 1066701"/>
                                    <a:gd name="connsiteX17" fmla="*/ 221129 w 2111812"/>
                                    <a:gd name="connsiteY17" fmla="*/ 1066701 h 1066701"/>
                                    <a:gd name="connsiteX0" fmla="*/ 285631 w 2106694"/>
                                    <a:gd name="connsiteY0" fmla="*/ 70219 h 1066701"/>
                                    <a:gd name="connsiteX1" fmla="*/ 427145 w 2106694"/>
                                    <a:gd name="connsiteY1" fmla="*/ 385905 h 1066701"/>
                                    <a:gd name="connsiteX2" fmla="*/ 710172 w 2106694"/>
                                    <a:gd name="connsiteY2" fmla="*/ 233503 h 1066701"/>
                                    <a:gd name="connsiteX3" fmla="*/ 1123832 w 2106694"/>
                                    <a:gd name="connsiteY3" fmla="*/ 483877 h 1066701"/>
                                    <a:gd name="connsiteX4" fmla="*/ 1406860 w 2106694"/>
                                    <a:gd name="connsiteY4" fmla="*/ 179077 h 1066701"/>
                                    <a:gd name="connsiteX5" fmla="*/ 1733432 w 2106694"/>
                                    <a:gd name="connsiteY5" fmla="*/ 4904 h 1066701"/>
                                    <a:gd name="connsiteX6" fmla="*/ 2092660 w 2106694"/>
                                    <a:gd name="connsiteY6" fmla="*/ 91991 h 1066701"/>
                                    <a:gd name="connsiteX7" fmla="*/ 2016459 w 2106694"/>
                                    <a:gd name="connsiteY7" fmla="*/ 527418 h 1066701"/>
                                    <a:gd name="connsiteX8" fmla="*/ 1853986 w 2106694"/>
                                    <a:gd name="connsiteY8" fmla="*/ 794559 h 1066701"/>
                                    <a:gd name="connsiteX9" fmla="*/ 1625386 w 2106694"/>
                                    <a:gd name="connsiteY9" fmla="*/ 1055816 h 1066701"/>
                                    <a:gd name="connsiteX10" fmla="*/ 1385900 w 2106694"/>
                                    <a:gd name="connsiteY10" fmla="*/ 957843 h 1066701"/>
                                    <a:gd name="connsiteX11" fmla="*/ 1102870 w 2106694"/>
                                    <a:gd name="connsiteY11" fmla="*/ 1001384 h 1066701"/>
                                    <a:gd name="connsiteX12" fmla="*/ 874273 w 2106694"/>
                                    <a:gd name="connsiteY12" fmla="*/ 1023158 h 1066701"/>
                                    <a:gd name="connsiteX13" fmla="*/ 634786 w 2106694"/>
                                    <a:gd name="connsiteY13" fmla="*/ 1044930 h 1066701"/>
                                    <a:gd name="connsiteX14" fmla="*/ 319100 w 2106694"/>
                                    <a:gd name="connsiteY14" fmla="*/ 1001385 h 1066701"/>
                                    <a:gd name="connsiteX15" fmla="*/ 155815 w 2106694"/>
                                    <a:gd name="connsiteY15" fmla="*/ 859873 h 1066701"/>
                                    <a:gd name="connsiteX16" fmla="*/ 14300 w 2106694"/>
                                    <a:gd name="connsiteY16" fmla="*/ 881644 h 1066701"/>
                                    <a:gd name="connsiteX17" fmla="*/ 3415 w 2106694"/>
                                    <a:gd name="connsiteY17" fmla="*/ 1044930 h 1066701"/>
                                    <a:gd name="connsiteX18" fmla="*/ 221129 w 2106694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85900 w 2105971"/>
                                    <a:gd name="connsiteY10" fmla="*/ 957843 h 1066701"/>
                                    <a:gd name="connsiteX11" fmla="*/ 1102870 w 2105971"/>
                                    <a:gd name="connsiteY11" fmla="*/ 1001384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53243 w 2105971"/>
                                    <a:gd name="connsiteY10" fmla="*/ 936072 h 1066701"/>
                                    <a:gd name="connsiteX11" fmla="*/ 1102870 w 2105971"/>
                                    <a:gd name="connsiteY11" fmla="*/ 1001384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53243 w 2105971"/>
                                    <a:gd name="connsiteY10" fmla="*/ 936072 h 1066701"/>
                                    <a:gd name="connsiteX11" fmla="*/ 1113756 w 2105971"/>
                                    <a:gd name="connsiteY11" fmla="*/ 1044927 h 1066701"/>
                                    <a:gd name="connsiteX12" fmla="*/ 874273 w 2105971"/>
                                    <a:gd name="connsiteY12" fmla="*/ 1023158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05971"/>
                                    <a:gd name="connsiteY0" fmla="*/ 70219 h 1066701"/>
                                    <a:gd name="connsiteX1" fmla="*/ 427145 w 2105971"/>
                                    <a:gd name="connsiteY1" fmla="*/ 385905 h 1066701"/>
                                    <a:gd name="connsiteX2" fmla="*/ 710172 w 2105971"/>
                                    <a:gd name="connsiteY2" fmla="*/ 233503 h 1066701"/>
                                    <a:gd name="connsiteX3" fmla="*/ 1123832 w 2105971"/>
                                    <a:gd name="connsiteY3" fmla="*/ 483877 h 1066701"/>
                                    <a:gd name="connsiteX4" fmla="*/ 1406860 w 2105971"/>
                                    <a:gd name="connsiteY4" fmla="*/ 179077 h 1066701"/>
                                    <a:gd name="connsiteX5" fmla="*/ 1733432 w 2105971"/>
                                    <a:gd name="connsiteY5" fmla="*/ 4904 h 1066701"/>
                                    <a:gd name="connsiteX6" fmla="*/ 2092660 w 2105971"/>
                                    <a:gd name="connsiteY6" fmla="*/ 91991 h 1066701"/>
                                    <a:gd name="connsiteX7" fmla="*/ 2016459 w 2105971"/>
                                    <a:gd name="connsiteY7" fmla="*/ 527418 h 1066701"/>
                                    <a:gd name="connsiteX8" fmla="*/ 1897529 w 2105971"/>
                                    <a:gd name="connsiteY8" fmla="*/ 827216 h 1066701"/>
                                    <a:gd name="connsiteX9" fmla="*/ 1625386 w 2105971"/>
                                    <a:gd name="connsiteY9" fmla="*/ 1055816 h 1066701"/>
                                    <a:gd name="connsiteX10" fmla="*/ 1353243 w 2105971"/>
                                    <a:gd name="connsiteY10" fmla="*/ 936072 h 1066701"/>
                                    <a:gd name="connsiteX11" fmla="*/ 1113756 w 2105971"/>
                                    <a:gd name="connsiteY11" fmla="*/ 1044927 h 1066701"/>
                                    <a:gd name="connsiteX12" fmla="*/ 874273 w 2105971"/>
                                    <a:gd name="connsiteY12" fmla="*/ 1055815 h 1066701"/>
                                    <a:gd name="connsiteX13" fmla="*/ 634786 w 2105971"/>
                                    <a:gd name="connsiteY13" fmla="*/ 1044930 h 1066701"/>
                                    <a:gd name="connsiteX14" fmla="*/ 319100 w 2105971"/>
                                    <a:gd name="connsiteY14" fmla="*/ 1001385 h 1066701"/>
                                    <a:gd name="connsiteX15" fmla="*/ 155815 w 2105971"/>
                                    <a:gd name="connsiteY15" fmla="*/ 859873 h 1066701"/>
                                    <a:gd name="connsiteX16" fmla="*/ 14300 w 2105971"/>
                                    <a:gd name="connsiteY16" fmla="*/ 881644 h 1066701"/>
                                    <a:gd name="connsiteX17" fmla="*/ 3415 w 2105971"/>
                                    <a:gd name="connsiteY17" fmla="*/ 1044930 h 1066701"/>
                                    <a:gd name="connsiteX18" fmla="*/ 221129 w 2105971"/>
                                    <a:gd name="connsiteY18" fmla="*/ 1066701 h 1066701"/>
                                    <a:gd name="connsiteX0" fmla="*/ 285631 w 2133484"/>
                                    <a:gd name="connsiteY0" fmla="*/ 70026 h 1066508"/>
                                    <a:gd name="connsiteX1" fmla="*/ 427145 w 2133484"/>
                                    <a:gd name="connsiteY1" fmla="*/ 385712 h 1066508"/>
                                    <a:gd name="connsiteX2" fmla="*/ 710172 w 2133484"/>
                                    <a:gd name="connsiteY2" fmla="*/ 233310 h 1066508"/>
                                    <a:gd name="connsiteX3" fmla="*/ 1123832 w 2133484"/>
                                    <a:gd name="connsiteY3" fmla="*/ 483684 h 1066508"/>
                                    <a:gd name="connsiteX4" fmla="*/ 1406860 w 2133484"/>
                                    <a:gd name="connsiteY4" fmla="*/ 178884 h 1066508"/>
                                    <a:gd name="connsiteX5" fmla="*/ 1733432 w 2133484"/>
                                    <a:gd name="connsiteY5" fmla="*/ 4711 h 1066508"/>
                                    <a:gd name="connsiteX6" fmla="*/ 2092660 w 2133484"/>
                                    <a:gd name="connsiteY6" fmla="*/ 91798 h 1066508"/>
                                    <a:gd name="connsiteX7" fmla="*/ 2103545 w 2133484"/>
                                    <a:gd name="connsiteY7" fmla="*/ 516339 h 1066508"/>
                                    <a:gd name="connsiteX8" fmla="*/ 1897529 w 2133484"/>
                                    <a:gd name="connsiteY8" fmla="*/ 827023 h 1066508"/>
                                    <a:gd name="connsiteX9" fmla="*/ 1625386 w 2133484"/>
                                    <a:gd name="connsiteY9" fmla="*/ 1055623 h 1066508"/>
                                    <a:gd name="connsiteX10" fmla="*/ 1353243 w 2133484"/>
                                    <a:gd name="connsiteY10" fmla="*/ 935879 h 1066508"/>
                                    <a:gd name="connsiteX11" fmla="*/ 1113756 w 2133484"/>
                                    <a:gd name="connsiteY11" fmla="*/ 1044734 h 1066508"/>
                                    <a:gd name="connsiteX12" fmla="*/ 874273 w 2133484"/>
                                    <a:gd name="connsiteY12" fmla="*/ 1055622 h 1066508"/>
                                    <a:gd name="connsiteX13" fmla="*/ 634786 w 2133484"/>
                                    <a:gd name="connsiteY13" fmla="*/ 1044737 h 1066508"/>
                                    <a:gd name="connsiteX14" fmla="*/ 319100 w 2133484"/>
                                    <a:gd name="connsiteY14" fmla="*/ 1001192 h 1066508"/>
                                    <a:gd name="connsiteX15" fmla="*/ 155815 w 2133484"/>
                                    <a:gd name="connsiteY15" fmla="*/ 859680 h 1066508"/>
                                    <a:gd name="connsiteX16" fmla="*/ 14300 w 2133484"/>
                                    <a:gd name="connsiteY16" fmla="*/ 881451 h 1066508"/>
                                    <a:gd name="connsiteX17" fmla="*/ 3415 w 2133484"/>
                                    <a:gd name="connsiteY17" fmla="*/ 1044737 h 1066508"/>
                                    <a:gd name="connsiteX18" fmla="*/ 221129 w 2133484"/>
                                    <a:gd name="connsiteY18" fmla="*/ 1066508 h 1066508"/>
                                    <a:gd name="connsiteX0" fmla="*/ 285631 w 2130934"/>
                                    <a:gd name="connsiteY0" fmla="*/ 70026 h 1066508"/>
                                    <a:gd name="connsiteX1" fmla="*/ 427145 w 2130934"/>
                                    <a:gd name="connsiteY1" fmla="*/ 385712 h 1066508"/>
                                    <a:gd name="connsiteX2" fmla="*/ 710172 w 2130934"/>
                                    <a:gd name="connsiteY2" fmla="*/ 233310 h 1066508"/>
                                    <a:gd name="connsiteX3" fmla="*/ 1123832 w 2130934"/>
                                    <a:gd name="connsiteY3" fmla="*/ 483684 h 1066508"/>
                                    <a:gd name="connsiteX4" fmla="*/ 1406860 w 2130934"/>
                                    <a:gd name="connsiteY4" fmla="*/ 178884 h 1066508"/>
                                    <a:gd name="connsiteX5" fmla="*/ 1733432 w 2130934"/>
                                    <a:gd name="connsiteY5" fmla="*/ 4711 h 1066508"/>
                                    <a:gd name="connsiteX6" fmla="*/ 2092660 w 2130934"/>
                                    <a:gd name="connsiteY6" fmla="*/ 91798 h 1066508"/>
                                    <a:gd name="connsiteX7" fmla="*/ 2103545 w 2130934"/>
                                    <a:gd name="connsiteY7" fmla="*/ 516339 h 1066508"/>
                                    <a:gd name="connsiteX8" fmla="*/ 1941072 w 2130934"/>
                                    <a:gd name="connsiteY8" fmla="*/ 859680 h 1066508"/>
                                    <a:gd name="connsiteX9" fmla="*/ 1625386 w 2130934"/>
                                    <a:gd name="connsiteY9" fmla="*/ 1055623 h 1066508"/>
                                    <a:gd name="connsiteX10" fmla="*/ 1353243 w 2130934"/>
                                    <a:gd name="connsiteY10" fmla="*/ 935879 h 1066508"/>
                                    <a:gd name="connsiteX11" fmla="*/ 1113756 w 2130934"/>
                                    <a:gd name="connsiteY11" fmla="*/ 1044734 h 1066508"/>
                                    <a:gd name="connsiteX12" fmla="*/ 874273 w 2130934"/>
                                    <a:gd name="connsiteY12" fmla="*/ 1055622 h 1066508"/>
                                    <a:gd name="connsiteX13" fmla="*/ 634786 w 2130934"/>
                                    <a:gd name="connsiteY13" fmla="*/ 1044737 h 1066508"/>
                                    <a:gd name="connsiteX14" fmla="*/ 319100 w 2130934"/>
                                    <a:gd name="connsiteY14" fmla="*/ 1001192 h 1066508"/>
                                    <a:gd name="connsiteX15" fmla="*/ 155815 w 2130934"/>
                                    <a:gd name="connsiteY15" fmla="*/ 859680 h 1066508"/>
                                    <a:gd name="connsiteX16" fmla="*/ 14300 w 2130934"/>
                                    <a:gd name="connsiteY16" fmla="*/ 881451 h 1066508"/>
                                    <a:gd name="connsiteX17" fmla="*/ 3415 w 2130934"/>
                                    <a:gd name="connsiteY17" fmla="*/ 1044737 h 1066508"/>
                                    <a:gd name="connsiteX18" fmla="*/ 221129 w 2130934"/>
                                    <a:gd name="connsiteY18" fmla="*/ 1066508 h 1066508"/>
                                    <a:gd name="connsiteX0" fmla="*/ 285631 w 2130934"/>
                                    <a:gd name="connsiteY0" fmla="*/ 70026 h 1066508"/>
                                    <a:gd name="connsiteX1" fmla="*/ 427145 w 2130934"/>
                                    <a:gd name="connsiteY1" fmla="*/ 385712 h 1066508"/>
                                    <a:gd name="connsiteX2" fmla="*/ 710172 w 2130934"/>
                                    <a:gd name="connsiteY2" fmla="*/ 233310 h 1066508"/>
                                    <a:gd name="connsiteX3" fmla="*/ 1123832 w 2130934"/>
                                    <a:gd name="connsiteY3" fmla="*/ 483684 h 1066508"/>
                                    <a:gd name="connsiteX4" fmla="*/ 1406860 w 2130934"/>
                                    <a:gd name="connsiteY4" fmla="*/ 178884 h 1066508"/>
                                    <a:gd name="connsiteX5" fmla="*/ 1733432 w 2130934"/>
                                    <a:gd name="connsiteY5" fmla="*/ 4711 h 1066508"/>
                                    <a:gd name="connsiteX6" fmla="*/ 2092660 w 2130934"/>
                                    <a:gd name="connsiteY6" fmla="*/ 91798 h 1066508"/>
                                    <a:gd name="connsiteX7" fmla="*/ 2103545 w 2130934"/>
                                    <a:gd name="connsiteY7" fmla="*/ 516339 h 1066508"/>
                                    <a:gd name="connsiteX8" fmla="*/ 1941072 w 2130934"/>
                                    <a:gd name="connsiteY8" fmla="*/ 859680 h 1066508"/>
                                    <a:gd name="connsiteX9" fmla="*/ 1647157 w 2130934"/>
                                    <a:gd name="connsiteY9" fmla="*/ 968538 h 1066508"/>
                                    <a:gd name="connsiteX10" fmla="*/ 1353243 w 2130934"/>
                                    <a:gd name="connsiteY10" fmla="*/ 935879 h 1066508"/>
                                    <a:gd name="connsiteX11" fmla="*/ 1113756 w 2130934"/>
                                    <a:gd name="connsiteY11" fmla="*/ 1044734 h 1066508"/>
                                    <a:gd name="connsiteX12" fmla="*/ 874273 w 2130934"/>
                                    <a:gd name="connsiteY12" fmla="*/ 1055622 h 1066508"/>
                                    <a:gd name="connsiteX13" fmla="*/ 634786 w 2130934"/>
                                    <a:gd name="connsiteY13" fmla="*/ 1044737 h 1066508"/>
                                    <a:gd name="connsiteX14" fmla="*/ 319100 w 2130934"/>
                                    <a:gd name="connsiteY14" fmla="*/ 1001192 h 1066508"/>
                                    <a:gd name="connsiteX15" fmla="*/ 155815 w 2130934"/>
                                    <a:gd name="connsiteY15" fmla="*/ 859680 h 1066508"/>
                                    <a:gd name="connsiteX16" fmla="*/ 14300 w 2130934"/>
                                    <a:gd name="connsiteY16" fmla="*/ 881451 h 1066508"/>
                                    <a:gd name="connsiteX17" fmla="*/ 3415 w 2130934"/>
                                    <a:gd name="connsiteY17" fmla="*/ 1044737 h 1066508"/>
                                    <a:gd name="connsiteX18" fmla="*/ 221129 w 2130934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647157 w 2128520"/>
                                    <a:gd name="connsiteY9" fmla="*/ 968538 h 1066508"/>
                                    <a:gd name="connsiteX10" fmla="*/ 1353243 w 2128520"/>
                                    <a:gd name="connsiteY10" fmla="*/ 935879 h 1066508"/>
                                    <a:gd name="connsiteX11" fmla="*/ 1113756 w 2128520"/>
                                    <a:gd name="connsiteY11" fmla="*/ 1044734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647157 w 2128520"/>
                                    <a:gd name="connsiteY9" fmla="*/ 968538 h 1066508"/>
                                    <a:gd name="connsiteX10" fmla="*/ 1429443 w 2128520"/>
                                    <a:gd name="connsiteY10" fmla="*/ 935879 h 1066508"/>
                                    <a:gd name="connsiteX11" fmla="*/ 1113756 w 2128520"/>
                                    <a:gd name="connsiteY11" fmla="*/ 1044734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745129 w 2128520"/>
                                    <a:gd name="connsiteY9" fmla="*/ 990309 h 1066508"/>
                                    <a:gd name="connsiteX10" fmla="*/ 1429443 w 2128520"/>
                                    <a:gd name="connsiteY10" fmla="*/ 935879 h 1066508"/>
                                    <a:gd name="connsiteX11" fmla="*/ 1113756 w 2128520"/>
                                    <a:gd name="connsiteY11" fmla="*/ 1044734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66508"/>
                                    <a:gd name="connsiteX1" fmla="*/ 427145 w 2128520"/>
                                    <a:gd name="connsiteY1" fmla="*/ 385712 h 1066508"/>
                                    <a:gd name="connsiteX2" fmla="*/ 710172 w 2128520"/>
                                    <a:gd name="connsiteY2" fmla="*/ 233310 h 1066508"/>
                                    <a:gd name="connsiteX3" fmla="*/ 1123832 w 2128520"/>
                                    <a:gd name="connsiteY3" fmla="*/ 483684 h 1066508"/>
                                    <a:gd name="connsiteX4" fmla="*/ 1406860 w 2128520"/>
                                    <a:gd name="connsiteY4" fmla="*/ 178884 h 1066508"/>
                                    <a:gd name="connsiteX5" fmla="*/ 1733432 w 2128520"/>
                                    <a:gd name="connsiteY5" fmla="*/ 4711 h 1066508"/>
                                    <a:gd name="connsiteX6" fmla="*/ 2092660 w 2128520"/>
                                    <a:gd name="connsiteY6" fmla="*/ 91798 h 1066508"/>
                                    <a:gd name="connsiteX7" fmla="*/ 2103545 w 2128520"/>
                                    <a:gd name="connsiteY7" fmla="*/ 516339 h 1066508"/>
                                    <a:gd name="connsiteX8" fmla="*/ 1984615 w 2128520"/>
                                    <a:gd name="connsiteY8" fmla="*/ 870565 h 1066508"/>
                                    <a:gd name="connsiteX9" fmla="*/ 1745129 w 2128520"/>
                                    <a:gd name="connsiteY9" fmla="*/ 990309 h 1066508"/>
                                    <a:gd name="connsiteX10" fmla="*/ 1429443 w 2128520"/>
                                    <a:gd name="connsiteY10" fmla="*/ 935879 h 1066508"/>
                                    <a:gd name="connsiteX11" fmla="*/ 1146413 w 2128520"/>
                                    <a:gd name="connsiteY11" fmla="*/ 1001191 h 1066508"/>
                                    <a:gd name="connsiteX12" fmla="*/ 874273 w 2128520"/>
                                    <a:gd name="connsiteY12" fmla="*/ 1055622 h 1066508"/>
                                    <a:gd name="connsiteX13" fmla="*/ 634786 w 2128520"/>
                                    <a:gd name="connsiteY13" fmla="*/ 1044737 h 1066508"/>
                                    <a:gd name="connsiteX14" fmla="*/ 319100 w 2128520"/>
                                    <a:gd name="connsiteY14" fmla="*/ 1001192 h 1066508"/>
                                    <a:gd name="connsiteX15" fmla="*/ 155815 w 2128520"/>
                                    <a:gd name="connsiteY15" fmla="*/ 859680 h 1066508"/>
                                    <a:gd name="connsiteX16" fmla="*/ 14300 w 2128520"/>
                                    <a:gd name="connsiteY16" fmla="*/ 881451 h 1066508"/>
                                    <a:gd name="connsiteX17" fmla="*/ 3415 w 2128520"/>
                                    <a:gd name="connsiteY17" fmla="*/ 1044737 h 1066508"/>
                                    <a:gd name="connsiteX18" fmla="*/ 221129 w 2128520"/>
                                    <a:gd name="connsiteY18" fmla="*/ 1066508 h 1066508"/>
                                    <a:gd name="connsiteX0" fmla="*/ 285631 w 2128520"/>
                                    <a:gd name="connsiteY0" fmla="*/ 70026 h 1099165"/>
                                    <a:gd name="connsiteX1" fmla="*/ 427145 w 2128520"/>
                                    <a:gd name="connsiteY1" fmla="*/ 385712 h 1099165"/>
                                    <a:gd name="connsiteX2" fmla="*/ 710172 w 2128520"/>
                                    <a:gd name="connsiteY2" fmla="*/ 233310 h 1099165"/>
                                    <a:gd name="connsiteX3" fmla="*/ 1123832 w 2128520"/>
                                    <a:gd name="connsiteY3" fmla="*/ 483684 h 1099165"/>
                                    <a:gd name="connsiteX4" fmla="*/ 1406860 w 2128520"/>
                                    <a:gd name="connsiteY4" fmla="*/ 178884 h 1099165"/>
                                    <a:gd name="connsiteX5" fmla="*/ 1733432 w 2128520"/>
                                    <a:gd name="connsiteY5" fmla="*/ 4711 h 1099165"/>
                                    <a:gd name="connsiteX6" fmla="*/ 2092660 w 2128520"/>
                                    <a:gd name="connsiteY6" fmla="*/ 91798 h 1099165"/>
                                    <a:gd name="connsiteX7" fmla="*/ 2103545 w 2128520"/>
                                    <a:gd name="connsiteY7" fmla="*/ 516339 h 1099165"/>
                                    <a:gd name="connsiteX8" fmla="*/ 1984615 w 2128520"/>
                                    <a:gd name="connsiteY8" fmla="*/ 870565 h 1099165"/>
                                    <a:gd name="connsiteX9" fmla="*/ 1745129 w 2128520"/>
                                    <a:gd name="connsiteY9" fmla="*/ 990309 h 1099165"/>
                                    <a:gd name="connsiteX10" fmla="*/ 1429443 w 2128520"/>
                                    <a:gd name="connsiteY10" fmla="*/ 935879 h 1099165"/>
                                    <a:gd name="connsiteX11" fmla="*/ 1146413 w 2128520"/>
                                    <a:gd name="connsiteY11" fmla="*/ 1001191 h 1099165"/>
                                    <a:gd name="connsiteX12" fmla="*/ 874273 w 2128520"/>
                                    <a:gd name="connsiteY12" fmla="*/ 1055622 h 1099165"/>
                                    <a:gd name="connsiteX13" fmla="*/ 634786 w 2128520"/>
                                    <a:gd name="connsiteY13" fmla="*/ 1044737 h 1099165"/>
                                    <a:gd name="connsiteX14" fmla="*/ 319100 w 2128520"/>
                                    <a:gd name="connsiteY14" fmla="*/ 1001192 h 1099165"/>
                                    <a:gd name="connsiteX15" fmla="*/ 155815 w 2128520"/>
                                    <a:gd name="connsiteY15" fmla="*/ 859680 h 1099165"/>
                                    <a:gd name="connsiteX16" fmla="*/ 14300 w 2128520"/>
                                    <a:gd name="connsiteY16" fmla="*/ 881451 h 1099165"/>
                                    <a:gd name="connsiteX17" fmla="*/ 3415 w 2128520"/>
                                    <a:gd name="connsiteY17" fmla="*/ 1044737 h 1099165"/>
                                    <a:gd name="connsiteX18" fmla="*/ 166701 w 2128520"/>
                                    <a:gd name="connsiteY18" fmla="*/ 1099165 h 1099165"/>
                                    <a:gd name="connsiteX0" fmla="*/ 285631 w 2128520"/>
                                    <a:gd name="connsiteY0" fmla="*/ 70026 h 1110050"/>
                                    <a:gd name="connsiteX1" fmla="*/ 427145 w 2128520"/>
                                    <a:gd name="connsiteY1" fmla="*/ 385712 h 1110050"/>
                                    <a:gd name="connsiteX2" fmla="*/ 710172 w 2128520"/>
                                    <a:gd name="connsiteY2" fmla="*/ 233310 h 1110050"/>
                                    <a:gd name="connsiteX3" fmla="*/ 1123832 w 2128520"/>
                                    <a:gd name="connsiteY3" fmla="*/ 483684 h 1110050"/>
                                    <a:gd name="connsiteX4" fmla="*/ 1406860 w 2128520"/>
                                    <a:gd name="connsiteY4" fmla="*/ 178884 h 1110050"/>
                                    <a:gd name="connsiteX5" fmla="*/ 1733432 w 2128520"/>
                                    <a:gd name="connsiteY5" fmla="*/ 4711 h 1110050"/>
                                    <a:gd name="connsiteX6" fmla="*/ 2092660 w 2128520"/>
                                    <a:gd name="connsiteY6" fmla="*/ 91798 h 1110050"/>
                                    <a:gd name="connsiteX7" fmla="*/ 2103545 w 2128520"/>
                                    <a:gd name="connsiteY7" fmla="*/ 516339 h 1110050"/>
                                    <a:gd name="connsiteX8" fmla="*/ 1984615 w 2128520"/>
                                    <a:gd name="connsiteY8" fmla="*/ 870565 h 1110050"/>
                                    <a:gd name="connsiteX9" fmla="*/ 1745129 w 2128520"/>
                                    <a:gd name="connsiteY9" fmla="*/ 990309 h 1110050"/>
                                    <a:gd name="connsiteX10" fmla="*/ 1429443 w 2128520"/>
                                    <a:gd name="connsiteY10" fmla="*/ 935879 h 1110050"/>
                                    <a:gd name="connsiteX11" fmla="*/ 1146413 w 2128520"/>
                                    <a:gd name="connsiteY11" fmla="*/ 1001191 h 1110050"/>
                                    <a:gd name="connsiteX12" fmla="*/ 874273 w 2128520"/>
                                    <a:gd name="connsiteY12" fmla="*/ 1055622 h 1110050"/>
                                    <a:gd name="connsiteX13" fmla="*/ 634786 w 2128520"/>
                                    <a:gd name="connsiteY13" fmla="*/ 1044737 h 1110050"/>
                                    <a:gd name="connsiteX14" fmla="*/ 319100 w 2128520"/>
                                    <a:gd name="connsiteY14" fmla="*/ 1001192 h 1110050"/>
                                    <a:gd name="connsiteX15" fmla="*/ 155815 w 2128520"/>
                                    <a:gd name="connsiteY15" fmla="*/ 859680 h 1110050"/>
                                    <a:gd name="connsiteX16" fmla="*/ 14300 w 2128520"/>
                                    <a:gd name="connsiteY16" fmla="*/ 881451 h 1110050"/>
                                    <a:gd name="connsiteX17" fmla="*/ 3415 w 2128520"/>
                                    <a:gd name="connsiteY17" fmla="*/ 1044737 h 1110050"/>
                                    <a:gd name="connsiteX18" fmla="*/ 166701 w 2128520"/>
                                    <a:gd name="connsiteY18" fmla="*/ 1099165 h 1110050"/>
                                    <a:gd name="connsiteX19" fmla="*/ 177586 w 2128520"/>
                                    <a:gd name="connsiteY19" fmla="*/ 1110050 h 1110050"/>
                                    <a:gd name="connsiteX0" fmla="*/ 285631 w 2128520"/>
                                    <a:gd name="connsiteY0" fmla="*/ 70026 h 1153593"/>
                                    <a:gd name="connsiteX1" fmla="*/ 427145 w 2128520"/>
                                    <a:gd name="connsiteY1" fmla="*/ 385712 h 1153593"/>
                                    <a:gd name="connsiteX2" fmla="*/ 710172 w 2128520"/>
                                    <a:gd name="connsiteY2" fmla="*/ 233310 h 1153593"/>
                                    <a:gd name="connsiteX3" fmla="*/ 1123832 w 2128520"/>
                                    <a:gd name="connsiteY3" fmla="*/ 483684 h 1153593"/>
                                    <a:gd name="connsiteX4" fmla="*/ 1406860 w 2128520"/>
                                    <a:gd name="connsiteY4" fmla="*/ 178884 h 1153593"/>
                                    <a:gd name="connsiteX5" fmla="*/ 1733432 w 2128520"/>
                                    <a:gd name="connsiteY5" fmla="*/ 4711 h 1153593"/>
                                    <a:gd name="connsiteX6" fmla="*/ 2092660 w 2128520"/>
                                    <a:gd name="connsiteY6" fmla="*/ 91798 h 1153593"/>
                                    <a:gd name="connsiteX7" fmla="*/ 2103545 w 2128520"/>
                                    <a:gd name="connsiteY7" fmla="*/ 516339 h 1153593"/>
                                    <a:gd name="connsiteX8" fmla="*/ 1984615 w 2128520"/>
                                    <a:gd name="connsiteY8" fmla="*/ 870565 h 1153593"/>
                                    <a:gd name="connsiteX9" fmla="*/ 1745129 w 2128520"/>
                                    <a:gd name="connsiteY9" fmla="*/ 990309 h 1153593"/>
                                    <a:gd name="connsiteX10" fmla="*/ 1429443 w 2128520"/>
                                    <a:gd name="connsiteY10" fmla="*/ 935879 h 1153593"/>
                                    <a:gd name="connsiteX11" fmla="*/ 1146413 w 2128520"/>
                                    <a:gd name="connsiteY11" fmla="*/ 1001191 h 1153593"/>
                                    <a:gd name="connsiteX12" fmla="*/ 874273 w 2128520"/>
                                    <a:gd name="connsiteY12" fmla="*/ 1055622 h 1153593"/>
                                    <a:gd name="connsiteX13" fmla="*/ 634786 w 2128520"/>
                                    <a:gd name="connsiteY13" fmla="*/ 1044737 h 1153593"/>
                                    <a:gd name="connsiteX14" fmla="*/ 319100 w 2128520"/>
                                    <a:gd name="connsiteY14" fmla="*/ 1001192 h 1153593"/>
                                    <a:gd name="connsiteX15" fmla="*/ 155815 w 2128520"/>
                                    <a:gd name="connsiteY15" fmla="*/ 859680 h 1153593"/>
                                    <a:gd name="connsiteX16" fmla="*/ 14300 w 2128520"/>
                                    <a:gd name="connsiteY16" fmla="*/ 881451 h 1153593"/>
                                    <a:gd name="connsiteX17" fmla="*/ 3415 w 2128520"/>
                                    <a:gd name="connsiteY17" fmla="*/ 1044737 h 1153593"/>
                                    <a:gd name="connsiteX18" fmla="*/ 166701 w 2128520"/>
                                    <a:gd name="connsiteY18" fmla="*/ 1099165 h 1153593"/>
                                    <a:gd name="connsiteX19" fmla="*/ 471501 w 2128520"/>
                                    <a:gd name="connsiteY19" fmla="*/ 1153593 h 1153593"/>
                                    <a:gd name="connsiteX0" fmla="*/ 285631 w 2128520"/>
                                    <a:gd name="connsiteY0" fmla="*/ 70026 h 1154431"/>
                                    <a:gd name="connsiteX1" fmla="*/ 427145 w 2128520"/>
                                    <a:gd name="connsiteY1" fmla="*/ 385712 h 1154431"/>
                                    <a:gd name="connsiteX2" fmla="*/ 710172 w 2128520"/>
                                    <a:gd name="connsiteY2" fmla="*/ 233310 h 1154431"/>
                                    <a:gd name="connsiteX3" fmla="*/ 1123832 w 2128520"/>
                                    <a:gd name="connsiteY3" fmla="*/ 483684 h 1154431"/>
                                    <a:gd name="connsiteX4" fmla="*/ 1406860 w 2128520"/>
                                    <a:gd name="connsiteY4" fmla="*/ 178884 h 1154431"/>
                                    <a:gd name="connsiteX5" fmla="*/ 1733432 w 2128520"/>
                                    <a:gd name="connsiteY5" fmla="*/ 4711 h 1154431"/>
                                    <a:gd name="connsiteX6" fmla="*/ 2092660 w 2128520"/>
                                    <a:gd name="connsiteY6" fmla="*/ 91798 h 1154431"/>
                                    <a:gd name="connsiteX7" fmla="*/ 2103545 w 2128520"/>
                                    <a:gd name="connsiteY7" fmla="*/ 516339 h 1154431"/>
                                    <a:gd name="connsiteX8" fmla="*/ 1984615 w 2128520"/>
                                    <a:gd name="connsiteY8" fmla="*/ 870565 h 1154431"/>
                                    <a:gd name="connsiteX9" fmla="*/ 1745129 w 2128520"/>
                                    <a:gd name="connsiteY9" fmla="*/ 990309 h 1154431"/>
                                    <a:gd name="connsiteX10" fmla="*/ 1429443 w 2128520"/>
                                    <a:gd name="connsiteY10" fmla="*/ 935879 h 1154431"/>
                                    <a:gd name="connsiteX11" fmla="*/ 1146413 w 2128520"/>
                                    <a:gd name="connsiteY11" fmla="*/ 1001191 h 1154431"/>
                                    <a:gd name="connsiteX12" fmla="*/ 874273 w 2128520"/>
                                    <a:gd name="connsiteY12" fmla="*/ 1055622 h 1154431"/>
                                    <a:gd name="connsiteX13" fmla="*/ 634786 w 2128520"/>
                                    <a:gd name="connsiteY13" fmla="*/ 1044737 h 1154431"/>
                                    <a:gd name="connsiteX14" fmla="*/ 319100 w 2128520"/>
                                    <a:gd name="connsiteY14" fmla="*/ 1001192 h 1154431"/>
                                    <a:gd name="connsiteX15" fmla="*/ 155815 w 2128520"/>
                                    <a:gd name="connsiteY15" fmla="*/ 859680 h 1154431"/>
                                    <a:gd name="connsiteX16" fmla="*/ 14300 w 2128520"/>
                                    <a:gd name="connsiteY16" fmla="*/ 881451 h 1154431"/>
                                    <a:gd name="connsiteX17" fmla="*/ 3415 w 2128520"/>
                                    <a:gd name="connsiteY17" fmla="*/ 1044737 h 1154431"/>
                                    <a:gd name="connsiteX18" fmla="*/ 166701 w 2128520"/>
                                    <a:gd name="connsiteY18" fmla="*/ 1099165 h 1154431"/>
                                    <a:gd name="connsiteX19" fmla="*/ 471501 w 2128520"/>
                                    <a:gd name="connsiteY19" fmla="*/ 1153593 h 1154431"/>
                                    <a:gd name="connsiteX20" fmla="*/ 460615 w 2128520"/>
                                    <a:gd name="connsiteY20" fmla="*/ 1131821 h 1154431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634786 w 2128520"/>
                                    <a:gd name="connsiteY13" fmla="*/ 1044737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634786 w 2128520"/>
                                    <a:gd name="connsiteY13" fmla="*/ 1044737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21" fmla="*/ 830729 w 2128520"/>
                                    <a:gd name="connsiteY21" fmla="*/ 1164477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634786 w 2128520"/>
                                    <a:gd name="connsiteY13" fmla="*/ 1044737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21" fmla="*/ 1222615 w 2128520"/>
                                    <a:gd name="connsiteY21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874273 w 2128520"/>
                                    <a:gd name="connsiteY12" fmla="*/ 1055622 h 1176004"/>
                                    <a:gd name="connsiteX13" fmla="*/ 787186 w 2128520"/>
                                    <a:gd name="connsiteY13" fmla="*/ 935880 h 1176004"/>
                                    <a:gd name="connsiteX14" fmla="*/ 319100 w 2128520"/>
                                    <a:gd name="connsiteY14" fmla="*/ 1001192 h 1176004"/>
                                    <a:gd name="connsiteX15" fmla="*/ 155815 w 2128520"/>
                                    <a:gd name="connsiteY15" fmla="*/ 859680 h 1176004"/>
                                    <a:gd name="connsiteX16" fmla="*/ 14300 w 2128520"/>
                                    <a:gd name="connsiteY16" fmla="*/ 881451 h 1176004"/>
                                    <a:gd name="connsiteX17" fmla="*/ 3415 w 2128520"/>
                                    <a:gd name="connsiteY17" fmla="*/ 1044737 h 1176004"/>
                                    <a:gd name="connsiteX18" fmla="*/ 166701 w 2128520"/>
                                    <a:gd name="connsiteY18" fmla="*/ 1099165 h 1176004"/>
                                    <a:gd name="connsiteX19" fmla="*/ 471501 w 2128520"/>
                                    <a:gd name="connsiteY19" fmla="*/ 1153593 h 1176004"/>
                                    <a:gd name="connsiteX20" fmla="*/ 852501 w 2128520"/>
                                    <a:gd name="connsiteY20" fmla="*/ 1175364 h 1176004"/>
                                    <a:gd name="connsiteX21" fmla="*/ 1222615 w 2128520"/>
                                    <a:gd name="connsiteY21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787186 w 2128520"/>
                                    <a:gd name="connsiteY12" fmla="*/ 935880 h 1176004"/>
                                    <a:gd name="connsiteX13" fmla="*/ 319100 w 2128520"/>
                                    <a:gd name="connsiteY13" fmla="*/ 1001192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146413 w 2128520"/>
                                    <a:gd name="connsiteY11" fmla="*/ 1001191 h 1176004"/>
                                    <a:gd name="connsiteX12" fmla="*/ 787186 w 2128520"/>
                                    <a:gd name="connsiteY12" fmla="*/ 935880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87186 w 2128520"/>
                                    <a:gd name="connsiteY12" fmla="*/ 935880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285631 w 2128520"/>
                                    <a:gd name="connsiteY0" fmla="*/ 700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32757 w 2128520"/>
                                    <a:gd name="connsiteY12" fmla="*/ 946766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350946 w 2128520"/>
                                    <a:gd name="connsiteY0" fmla="*/ 222426 h 1176004"/>
                                    <a:gd name="connsiteX1" fmla="*/ 427145 w 2128520"/>
                                    <a:gd name="connsiteY1" fmla="*/ 385712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32757 w 2128520"/>
                                    <a:gd name="connsiteY12" fmla="*/ 946766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  <a:gd name="connsiteX0" fmla="*/ 350946 w 2128520"/>
                                    <a:gd name="connsiteY0" fmla="*/ 222426 h 1176004"/>
                                    <a:gd name="connsiteX1" fmla="*/ 470688 w 2128520"/>
                                    <a:gd name="connsiteY1" fmla="*/ 374827 h 1176004"/>
                                    <a:gd name="connsiteX2" fmla="*/ 710172 w 2128520"/>
                                    <a:gd name="connsiteY2" fmla="*/ 233310 h 1176004"/>
                                    <a:gd name="connsiteX3" fmla="*/ 1123832 w 2128520"/>
                                    <a:gd name="connsiteY3" fmla="*/ 483684 h 1176004"/>
                                    <a:gd name="connsiteX4" fmla="*/ 1406860 w 2128520"/>
                                    <a:gd name="connsiteY4" fmla="*/ 178884 h 1176004"/>
                                    <a:gd name="connsiteX5" fmla="*/ 1733432 w 2128520"/>
                                    <a:gd name="connsiteY5" fmla="*/ 4711 h 1176004"/>
                                    <a:gd name="connsiteX6" fmla="*/ 2092660 w 2128520"/>
                                    <a:gd name="connsiteY6" fmla="*/ 91798 h 1176004"/>
                                    <a:gd name="connsiteX7" fmla="*/ 2103545 w 2128520"/>
                                    <a:gd name="connsiteY7" fmla="*/ 516339 h 1176004"/>
                                    <a:gd name="connsiteX8" fmla="*/ 1984615 w 2128520"/>
                                    <a:gd name="connsiteY8" fmla="*/ 870565 h 1176004"/>
                                    <a:gd name="connsiteX9" fmla="*/ 1745129 w 2128520"/>
                                    <a:gd name="connsiteY9" fmla="*/ 990309 h 1176004"/>
                                    <a:gd name="connsiteX10" fmla="*/ 1429443 w 2128520"/>
                                    <a:gd name="connsiteY10" fmla="*/ 935879 h 1176004"/>
                                    <a:gd name="connsiteX11" fmla="*/ 1091985 w 2128520"/>
                                    <a:gd name="connsiteY11" fmla="*/ 1033848 h 1176004"/>
                                    <a:gd name="connsiteX12" fmla="*/ 732757 w 2128520"/>
                                    <a:gd name="connsiteY12" fmla="*/ 946766 h 1176004"/>
                                    <a:gd name="connsiteX13" fmla="*/ 460615 w 2128520"/>
                                    <a:gd name="connsiteY13" fmla="*/ 1033849 h 1176004"/>
                                    <a:gd name="connsiteX14" fmla="*/ 155815 w 2128520"/>
                                    <a:gd name="connsiteY14" fmla="*/ 859680 h 1176004"/>
                                    <a:gd name="connsiteX15" fmla="*/ 14300 w 2128520"/>
                                    <a:gd name="connsiteY15" fmla="*/ 881451 h 1176004"/>
                                    <a:gd name="connsiteX16" fmla="*/ 3415 w 2128520"/>
                                    <a:gd name="connsiteY16" fmla="*/ 1044737 h 1176004"/>
                                    <a:gd name="connsiteX17" fmla="*/ 166701 w 2128520"/>
                                    <a:gd name="connsiteY17" fmla="*/ 1099165 h 1176004"/>
                                    <a:gd name="connsiteX18" fmla="*/ 471501 w 2128520"/>
                                    <a:gd name="connsiteY18" fmla="*/ 1153593 h 1176004"/>
                                    <a:gd name="connsiteX19" fmla="*/ 852501 w 2128520"/>
                                    <a:gd name="connsiteY19" fmla="*/ 1175364 h 1176004"/>
                                    <a:gd name="connsiteX20" fmla="*/ 1222615 w 2128520"/>
                                    <a:gd name="connsiteY20" fmla="*/ 1110048 h 11760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128520" h="1176004">
                                      <a:moveTo>
                                        <a:pt x="350946" y="222426"/>
                                      </a:moveTo>
                                      <a:cubicBezTo>
                                        <a:pt x="434403" y="333097"/>
                                        <a:pt x="410817" y="373013"/>
                                        <a:pt x="470688" y="374827"/>
                                      </a:cubicBezTo>
                                      <a:cubicBezTo>
                                        <a:pt x="530559" y="376641"/>
                                        <a:pt x="601315" y="215167"/>
                                        <a:pt x="710172" y="233310"/>
                                      </a:cubicBezTo>
                                      <a:cubicBezTo>
                                        <a:pt x="819029" y="251453"/>
                                        <a:pt x="1007717" y="492755"/>
                                        <a:pt x="1123832" y="483684"/>
                                      </a:cubicBezTo>
                                      <a:cubicBezTo>
                                        <a:pt x="1239947" y="474613"/>
                                        <a:pt x="1305260" y="258713"/>
                                        <a:pt x="1406860" y="178884"/>
                                      </a:cubicBezTo>
                                      <a:cubicBezTo>
                                        <a:pt x="1508460" y="99055"/>
                                        <a:pt x="1619132" y="19225"/>
                                        <a:pt x="1733432" y="4711"/>
                                      </a:cubicBezTo>
                                      <a:cubicBezTo>
                                        <a:pt x="1847732" y="-9803"/>
                                        <a:pt x="2030975" y="6527"/>
                                        <a:pt x="2092660" y="91798"/>
                                      </a:cubicBezTo>
                                      <a:cubicBezTo>
                                        <a:pt x="2154345" y="177069"/>
                                        <a:pt x="2121552" y="386545"/>
                                        <a:pt x="2103545" y="516339"/>
                                      </a:cubicBezTo>
                                      <a:cubicBezTo>
                                        <a:pt x="2085538" y="646133"/>
                                        <a:pt x="2049794" y="782499"/>
                                        <a:pt x="1984615" y="870565"/>
                                      </a:cubicBezTo>
                                      <a:cubicBezTo>
                                        <a:pt x="1919436" y="958631"/>
                                        <a:pt x="1823143" y="963095"/>
                                        <a:pt x="1745129" y="990309"/>
                                      </a:cubicBezTo>
                                      <a:cubicBezTo>
                                        <a:pt x="1647158" y="984866"/>
                                        <a:pt x="1476615" y="908665"/>
                                        <a:pt x="1429443" y="935879"/>
                                      </a:cubicBezTo>
                                      <a:cubicBezTo>
                                        <a:pt x="1393293" y="955002"/>
                                        <a:pt x="1096521" y="1036116"/>
                                        <a:pt x="1091985" y="1033848"/>
                                      </a:cubicBezTo>
                                      <a:cubicBezTo>
                                        <a:pt x="984942" y="1033848"/>
                                        <a:pt x="870642" y="946766"/>
                                        <a:pt x="732757" y="946766"/>
                                      </a:cubicBezTo>
                                      <a:cubicBezTo>
                                        <a:pt x="700100" y="932252"/>
                                        <a:pt x="467419" y="1036117"/>
                                        <a:pt x="460615" y="1033849"/>
                                      </a:cubicBezTo>
                                      <a:cubicBezTo>
                                        <a:pt x="404372" y="1024778"/>
                                        <a:pt x="160351" y="861947"/>
                                        <a:pt x="155815" y="859680"/>
                                      </a:cubicBezTo>
                                      <a:cubicBezTo>
                                        <a:pt x="126786" y="836095"/>
                                        <a:pt x="16568" y="881451"/>
                                        <a:pt x="14300" y="881451"/>
                                      </a:cubicBezTo>
                                      <a:cubicBezTo>
                                        <a:pt x="-9286" y="886894"/>
                                        <a:pt x="3415" y="1042469"/>
                                        <a:pt x="3415" y="1044737"/>
                                      </a:cubicBezTo>
                                      <a:cubicBezTo>
                                        <a:pt x="7044" y="1073766"/>
                                        <a:pt x="159898" y="1096897"/>
                                        <a:pt x="166701" y="1099165"/>
                                      </a:cubicBezTo>
                                      <a:cubicBezTo>
                                        <a:pt x="195729" y="1110050"/>
                                        <a:pt x="469233" y="1151325"/>
                                        <a:pt x="471501" y="1153593"/>
                                      </a:cubicBezTo>
                                      <a:cubicBezTo>
                                        <a:pt x="520487" y="1159036"/>
                                        <a:pt x="854769" y="1179900"/>
                                        <a:pt x="852501" y="1175364"/>
                                      </a:cubicBezTo>
                                      <a:cubicBezTo>
                                        <a:pt x="912372" y="1177178"/>
                                        <a:pt x="1227151" y="1112316"/>
                                        <a:pt x="1222615" y="11100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" name="Freihandform 12"/>
                              <wps:cNvSpPr/>
                              <wps:spPr>
                                <a:xfrm>
                                  <a:off x="0" y="2972882"/>
                                  <a:ext cx="2105140" cy="1119094"/>
                                </a:xfrm>
                                <a:custGeom>
                                  <a:avLst/>
                                  <a:gdLst>
                                    <a:gd name="connsiteX0" fmla="*/ 544286 w 3755571"/>
                                    <a:gd name="connsiteY0" fmla="*/ 0 h 2419048"/>
                                    <a:gd name="connsiteX1" fmla="*/ 315686 w 3755571"/>
                                    <a:gd name="connsiteY1" fmla="*/ 32657 h 2419048"/>
                                    <a:gd name="connsiteX2" fmla="*/ 261257 w 3755571"/>
                                    <a:gd name="connsiteY2" fmla="*/ 54429 h 2419048"/>
                                    <a:gd name="connsiteX3" fmla="*/ 119743 w 3755571"/>
                                    <a:gd name="connsiteY3" fmla="*/ 130629 h 2419048"/>
                                    <a:gd name="connsiteX4" fmla="*/ 32657 w 3755571"/>
                                    <a:gd name="connsiteY4" fmla="*/ 370114 h 2419048"/>
                                    <a:gd name="connsiteX5" fmla="*/ 0 w 3755571"/>
                                    <a:gd name="connsiteY5" fmla="*/ 598714 h 2419048"/>
                                    <a:gd name="connsiteX6" fmla="*/ 32657 w 3755571"/>
                                    <a:gd name="connsiteY6" fmla="*/ 892629 h 2419048"/>
                                    <a:gd name="connsiteX7" fmla="*/ 87086 w 3755571"/>
                                    <a:gd name="connsiteY7" fmla="*/ 1219200 h 2419048"/>
                                    <a:gd name="connsiteX8" fmla="*/ 108857 w 3755571"/>
                                    <a:gd name="connsiteY8" fmla="*/ 1262743 h 2419048"/>
                                    <a:gd name="connsiteX9" fmla="*/ 283028 w 3755571"/>
                                    <a:gd name="connsiteY9" fmla="*/ 1447800 h 2419048"/>
                                    <a:gd name="connsiteX10" fmla="*/ 468086 w 3755571"/>
                                    <a:gd name="connsiteY10" fmla="*/ 1676400 h 2419048"/>
                                    <a:gd name="connsiteX11" fmla="*/ 674914 w 3755571"/>
                                    <a:gd name="connsiteY11" fmla="*/ 1905000 h 2419048"/>
                                    <a:gd name="connsiteX12" fmla="*/ 859971 w 3755571"/>
                                    <a:gd name="connsiteY12" fmla="*/ 2046514 h 2419048"/>
                                    <a:gd name="connsiteX13" fmla="*/ 1371600 w 3755571"/>
                                    <a:gd name="connsiteY13" fmla="*/ 2318657 h 2419048"/>
                                    <a:gd name="connsiteX14" fmla="*/ 1643743 w 3755571"/>
                                    <a:gd name="connsiteY14" fmla="*/ 2329543 h 2419048"/>
                                    <a:gd name="connsiteX15" fmla="*/ 1992086 w 3755571"/>
                                    <a:gd name="connsiteY15" fmla="*/ 2351314 h 2419048"/>
                                    <a:gd name="connsiteX16" fmla="*/ 2264228 w 3755571"/>
                                    <a:gd name="connsiteY16" fmla="*/ 2383971 h 2419048"/>
                                    <a:gd name="connsiteX17" fmla="*/ 2525486 w 3755571"/>
                                    <a:gd name="connsiteY17" fmla="*/ 2383971 h 2419048"/>
                                    <a:gd name="connsiteX18" fmla="*/ 2743200 w 3755571"/>
                                    <a:gd name="connsiteY18" fmla="*/ 2394857 h 2419048"/>
                                    <a:gd name="connsiteX19" fmla="*/ 2939143 w 3755571"/>
                                    <a:gd name="connsiteY19" fmla="*/ 2383971 h 2419048"/>
                                    <a:gd name="connsiteX20" fmla="*/ 3135086 w 3755571"/>
                                    <a:gd name="connsiteY20" fmla="*/ 2383971 h 2419048"/>
                                    <a:gd name="connsiteX21" fmla="*/ 3309257 w 3755571"/>
                                    <a:gd name="connsiteY21" fmla="*/ 2416629 h 2419048"/>
                                    <a:gd name="connsiteX22" fmla="*/ 3450771 w 3755571"/>
                                    <a:gd name="connsiteY22" fmla="*/ 2416629 h 2419048"/>
                                    <a:gd name="connsiteX23" fmla="*/ 3592286 w 3755571"/>
                                    <a:gd name="connsiteY23" fmla="*/ 2416629 h 2419048"/>
                                    <a:gd name="connsiteX24" fmla="*/ 3690257 w 3755571"/>
                                    <a:gd name="connsiteY24" fmla="*/ 2405743 h 2419048"/>
                                    <a:gd name="connsiteX25" fmla="*/ 3755571 w 3755571"/>
                                    <a:gd name="connsiteY25" fmla="*/ 2405743 h 2419048"/>
                                    <a:gd name="connsiteX0" fmla="*/ 315686 w 3755571"/>
                                    <a:gd name="connsiteY0" fmla="*/ 0 h 2386391"/>
                                    <a:gd name="connsiteX1" fmla="*/ 261257 w 3755571"/>
                                    <a:gd name="connsiteY1" fmla="*/ 21772 h 2386391"/>
                                    <a:gd name="connsiteX2" fmla="*/ 119743 w 3755571"/>
                                    <a:gd name="connsiteY2" fmla="*/ 97972 h 2386391"/>
                                    <a:gd name="connsiteX3" fmla="*/ 32657 w 3755571"/>
                                    <a:gd name="connsiteY3" fmla="*/ 337457 h 2386391"/>
                                    <a:gd name="connsiteX4" fmla="*/ 0 w 3755571"/>
                                    <a:gd name="connsiteY4" fmla="*/ 566057 h 2386391"/>
                                    <a:gd name="connsiteX5" fmla="*/ 32657 w 3755571"/>
                                    <a:gd name="connsiteY5" fmla="*/ 859972 h 2386391"/>
                                    <a:gd name="connsiteX6" fmla="*/ 87086 w 3755571"/>
                                    <a:gd name="connsiteY6" fmla="*/ 1186543 h 2386391"/>
                                    <a:gd name="connsiteX7" fmla="*/ 108857 w 3755571"/>
                                    <a:gd name="connsiteY7" fmla="*/ 1230086 h 2386391"/>
                                    <a:gd name="connsiteX8" fmla="*/ 283028 w 3755571"/>
                                    <a:gd name="connsiteY8" fmla="*/ 1415143 h 2386391"/>
                                    <a:gd name="connsiteX9" fmla="*/ 468086 w 3755571"/>
                                    <a:gd name="connsiteY9" fmla="*/ 1643743 h 2386391"/>
                                    <a:gd name="connsiteX10" fmla="*/ 674914 w 3755571"/>
                                    <a:gd name="connsiteY10" fmla="*/ 1872343 h 2386391"/>
                                    <a:gd name="connsiteX11" fmla="*/ 859971 w 3755571"/>
                                    <a:gd name="connsiteY11" fmla="*/ 2013857 h 2386391"/>
                                    <a:gd name="connsiteX12" fmla="*/ 1371600 w 3755571"/>
                                    <a:gd name="connsiteY12" fmla="*/ 2286000 h 2386391"/>
                                    <a:gd name="connsiteX13" fmla="*/ 1643743 w 3755571"/>
                                    <a:gd name="connsiteY13" fmla="*/ 2296886 h 2386391"/>
                                    <a:gd name="connsiteX14" fmla="*/ 1992086 w 3755571"/>
                                    <a:gd name="connsiteY14" fmla="*/ 2318657 h 2386391"/>
                                    <a:gd name="connsiteX15" fmla="*/ 2264228 w 3755571"/>
                                    <a:gd name="connsiteY15" fmla="*/ 2351314 h 2386391"/>
                                    <a:gd name="connsiteX16" fmla="*/ 2525486 w 3755571"/>
                                    <a:gd name="connsiteY16" fmla="*/ 2351314 h 2386391"/>
                                    <a:gd name="connsiteX17" fmla="*/ 2743200 w 3755571"/>
                                    <a:gd name="connsiteY17" fmla="*/ 2362200 h 2386391"/>
                                    <a:gd name="connsiteX18" fmla="*/ 2939143 w 3755571"/>
                                    <a:gd name="connsiteY18" fmla="*/ 2351314 h 2386391"/>
                                    <a:gd name="connsiteX19" fmla="*/ 3135086 w 3755571"/>
                                    <a:gd name="connsiteY19" fmla="*/ 2351314 h 2386391"/>
                                    <a:gd name="connsiteX20" fmla="*/ 3309257 w 3755571"/>
                                    <a:gd name="connsiteY20" fmla="*/ 2383972 h 2386391"/>
                                    <a:gd name="connsiteX21" fmla="*/ 3450771 w 3755571"/>
                                    <a:gd name="connsiteY21" fmla="*/ 2383972 h 2386391"/>
                                    <a:gd name="connsiteX22" fmla="*/ 3592286 w 3755571"/>
                                    <a:gd name="connsiteY22" fmla="*/ 2383972 h 2386391"/>
                                    <a:gd name="connsiteX23" fmla="*/ 3690257 w 3755571"/>
                                    <a:gd name="connsiteY23" fmla="*/ 2373086 h 2386391"/>
                                    <a:gd name="connsiteX24" fmla="*/ 3755571 w 3755571"/>
                                    <a:gd name="connsiteY24" fmla="*/ 2373086 h 2386391"/>
                                    <a:gd name="connsiteX0" fmla="*/ 261257 w 3755571"/>
                                    <a:gd name="connsiteY0" fmla="*/ 0 h 2364619"/>
                                    <a:gd name="connsiteX1" fmla="*/ 119743 w 3755571"/>
                                    <a:gd name="connsiteY1" fmla="*/ 76200 h 2364619"/>
                                    <a:gd name="connsiteX2" fmla="*/ 32657 w 3755571"/>
                                    <a:gd name="connsiteY2" fmla="*/ 315685 h 2364619"/>
                                    <a:gd name="connsiteX3" fmla="*/ 0 w 3755571"/>
                                    <a:gd name="connsiteY3" fmla="*/ 544285 h 2364619"/>
                                    <a:gd name="connsiteX4" fmla="*/ 32657 w 3755571"/>
                                    <a:gd name="connsiteY4" fmla="*/ 838200 h 2364619"/>
                                    <a:gd name="connsiteX5" fmla="*/ 87086 w 3755571"/>
                                    <a:gd name="connsiteY5" fmla="*/ 1164771 h 2364619"/>
                                    <a:gd name="connsiteX6" fmla="*/ 108857 w 3755571"/>
                                    <a:gd name="connsiteY6" fmla="*/ 1208314 h 2364619"/>
                                    <a:gd name="connsiteX7" fmla="*/ 283028 w 3755571"/>
                                    <a:gd name="connsiteY7" fmla="*/ 1393371 h 2364619"/>
                                    <a:gd name="connsiteX8" fmla="*/ 468086 w 3755571"/>
                                    <a:gd name="connsiteY8" fmla="*/ 1621971 h 2364619"/>
                                    <a:gd name="connsiteX9" fmla="*/ 674914 w 3755571"/>
                                    <a:gd name="connsiteY9" fmla="*/ 1850571 h 2364619"/>
                                    <a:gd name="connsiteX10" fmla="*/ 859971 w 3755571"/>
                                    <a:gd name="connsiteY10" fmla="*/ 1992085 h 2364619"/>
                                    <a:gd name="connsiteX11" fmla="*/ 1371600 w 3755571"/>
                                    <a:gd name="connsiteY11" fmla="*/ 2264228 h 2364619"/>
                                    <a:gd name="connsiteX12" fmla="*/ 1643743 w 3755571"/>
                                    <a:gd name="connsiteY12" fmla="*/ 2275114 h 2364619"/>
                                    <a:gd name="connsiteX13" fmla="*/ 1992086 w 3755571"/>
                                    <a:gd name="connsiteY13" fmla="*/ 2296885 h 2364619"/>
                                    <a:gd name="connsiteX14" fmla="*/ 2264228 w 3755571"/>
                                    <a:gd name="connsiteY14" fmla="*/ 2329542 h 2364619"/>
                                    <a:gd name="connsiteX15" fmla="*/ 2525486 w 3755571"/>
                                    <a:gd name="connsiteY15" fmla="*/ 2329542 h 2364619"/>
                                    <a:gd name="connsiteX16" fmla="*/ 2743200 w 3755571"/>
                                    <a:gd name="connsiteY16" fmla="*/ 2340428 h 2364619"/>
                                    <a:gd name="connsiteX17" fmla="*/ 2939143 w 3755571"/>
                                    <a:gd name="connsiteY17" fmla="*/ 2329542 h 2364619"/>
                                    <a:gd name="connsiteX18" fmla="*/ 3135086 w 3755571"/>
                                    <a:gd name="connsiteY18" fmla="*/ 2329542 h 2364619"/>
                                    <a:gd name="connsiteX19" fmla="*/ 3309257 w 3755571"/>
                                    <a:gd name="connsiteY19" fmla="*/ 2362200 h 2364619"/>
                                    <a:gd name="connsiteX20" fmla="*/ 3450771 w 3755571"/>
                                    <a:gd name="connsiteY20" fmla="*/ 2362200 h 2364619"/>
                                    <a:gd name="connsiteX21" fmla="*/ 3592286 w 3755571"/>
                                    <a:gd name="connsiteY21" fmla="*/ 2362200 h 2364619"/>
                                    <a:gd name="connsiteX22" fmla="*/ 3690257 w 3755571"/>
                                    <a:gd name="connsiteY22" fmla="*/ 2351314 h 2364619"/>
                                    <a:gd name="connsiteX23" fmla="*/ 3755571 w 3755571"/>
                                    <a:gd name="connsiteY23" fmla="*/ 2351314 h 2364619"/>
                                    <a:gd name="connsiteX0" fmla="*/ 119743 w 3755571"/>
                                    <a:gd name="connsiteY0" fmla="*/ 0 h 2288419"/>
                                    <a:gd name="connsiteX1" fmla="*/ 32657 w 3755571"/>
                                    <a:gd name="connsiteY1" fmla="*/ 239485 h 2288419"/>
                                    <a:gd name="connsiteX2" fmla="*/ 0 w 3755571"/>
                                    <a:gd name="connsiteY2" fmla="*/ 468085 h 2288419"/>
                                    <a:gd name="connsiteX3" fmla="*/ 32657 w 3755571"/>
                                    <a:gd name="connsiteY3" fmla="*/ 762000 h 2288419"/>
                                    <a:gd name="connsiteX4" fmla="*/ 87086 w 3755571"/>
                                    <a:gd name="connsiteY4" fmla="*/ 1088571 h 2288419"/>
                                    <a:gd name="connsiteX5" fmla="*/ 108857 w 3755571"/>
                                    <a:gd name="connsiteY5" fmla="*/ 1132114 h 2288419"/>
                                    <a:gd name="connsiteX6" fmla="*/ 283028 w 3755571"/>
                                    <a:gd name="connsiteY6" fmla="*/ 1317171 h 2288419"/>
                                    <a:gd name="connsiteX7" fmla="*/ 468086 w 3755571"/>
                                    <a:gd name="connsiteY7" fmla="*/ 1545771 h 2288419"/>
                                    <a:gd name="connsiteX8" fmla="*/ 674914 w 3755571"/>
                                    <a:gd name="connsiteY8" fmla="*/ 1774371 h 2288419"/>
                                    <a:gd name="connsiteX9" fmla="*/ 859971 w 3755571"/>
                                    <a:gd name="connsiteY9" fmla="*/ 1915885 h 2288419"/>
                                    <a:gd name="connsiteX10" fmla="*/ 1371600 w 3755571"/>
                                    <a:gd name="connsiteY10" fmla="*/ 2188028 h 2288419"/>
                                    <a:gd name="connsiteX11" fmla="*/ 1643743 w 3755571"/>
                                    <a:gd name="connsiteY11" fmla="*/ 2198914 h 2288419"/>
                                    <a:gd name="connsiteX12" fmla="*/ 1992086 w 3755571"/>
                                    <a:gd name="connsiteY12" fmla="*/ 2220685 h 2288419"/>
                                    <a:gd name="connsiteX13" fmla="*/ 2264228 w 3755571"/>
                                    <a:gd name="connsiteY13" fmla="*/ 2253342 h 2288419"/>
                                    <a:gd name="connsiteX14" fmla="*/ 2525486 w 3755571"/>
                                    <a:gd name="connsiteY14" fmla="*/ 2253342 h 2288419"/>
                                    <a:gd name="connsiteX15" fmla="*/ 2743200 w 3755571"/>
                                    <a:gd name="connsiteY15" fmla="*/ 2264228 h 2288419"/>
                                    <a:gd name="connsiteX16" fmla="*/ 2939143 w 3755571"/>
                                    <a:gd name="connsiteY16" fmla="*/ 2253342 h 2288419"/>
                                    <a:gd name="connsiteX17" fmla="*/ 3135086 w 3755571"/>
                                    <a:gd name="connsiteY17" fmla="*/ 2253342 h 2288419"/>
                                    <a:gd name="connsiteX18" fmla="*/ 3309257 w 3755571"/>
                                    <a:gd name="connsiteY18" fmla="*/ 2286000 h 2288419"/>
                                    <a:gd name="connsiteX19" fmla="*/ 3450771 w 3755571"/>
                                    <a:gd name="connsiteY19" fmla="*/ 2286000 h 2288419"/>
                                    <a:gd name="connsiteX20" fmla="*/ 3592286 w 3755571"/>
                                    <a:gd name="connsiteY20" fmla="*/ 2286000 h 2288419"/>
                                    <a:gd name="connsiteX21" fmla="*/ 3690257 w 3755571"/>
                                    <a:gd name="connsiteY21" fmla="*/ 2275114 h 2288419"/>
                                    <a:gd name="connsiteX22" fmla="*/ 3755571 w 3755571"/>
                                    <a:gd name="connsiteY22" fmla="*/ 2275114 h 2288419"/>
                                    <a:gd name="connsiteX0" fmla="*/ 119743 w 3755571"/>
                                    <a:gd name="connsiteY0" fmla="*/ 24297 h 2312716"/>
                                    <a:gd name="connsiteX1" fmla="*/ 124679 w 3755571"/>
                                    <a:gd name="connsiteY1" fmla="*/ 11846 h 2312716"/>
                                    <a:gd name="connsiteX2" fmla="*/ 32657 w 3755571"/>
                                    <a:gd name="connsiteY2" fmla="*/ 263782 h 2312716"/>
                                    <a:gd name="connsiteX3" fmla="*/ 0 w 3755571"/>
                                    <a:gd name="connsiteY3" fmla="*/ 492382 h 2312716"/>
                                    <a:gd name="connsiteX4" fmla="*/ 32657 w 3755571"/>
                                    <a:gd name="connsiteY4" fmla="*/ 786297 h 2312716"/>
                                    <a:gd name="connsiteX5" fmla="*/ 87086 w 3755571"/>
                                    <a:gd name="connsiteY5" fmla="*/ 1112868 h 2312716"/>
                                    <a:gd name="connsiteX6" fmla="*/ 108857 w 3755571"/>
                                    <a:gd name="connsiteY6" fmla="*/ 1156411 h 2312716"/>
                                    <a:gd name="connsiteX7" fmla="*/ 283028 w 3755571"/>
                                    <a:gd name="connsiteY7" fmla="*/ 1341468 h 2312716"/>
                                    <a:gd name="connsiteX8" fmla="*/ 468086 w 3755571"/>
                                    <a:gd name="connsiteY8" fmla="*/ 1570068 h 2312716"/>
                                    <a:gd name="connsiteX9" fmla="*/ 674914 w 3755571"/>
                                    <a:gd name="connsiteY9" fmla="*/ 1798668 h 2312716"/>
                                    <a:gd name="connsiteX10" fmla="*/ 859971 w 3755571"/>
                                    <a:gd name="connsiteY10" fmla="*/ 1940182 h 2312716"/>
                                    <a:gd name="connsiteX11" fmla="*/ 1371600 w 3755571"/>
                                    <a:gd name="connsiteY11" fmla="*/ 2212325 h 2312716"/>
                                    <a:gd name="connsiteX12" fmla="*/ 1643743 w 3755571"/>
                                    <a:gd name="connsiteY12" fmla="*/ 2223211 h 2312716"/>
                                    <a:gd name="connsiteX13" fmla="*/ 1992086 w 3755571"/>
                                    <a:gd name="connsiteY13" fmla="*/ 2244982 h 2312716"/>
                                    <a:gd name="connsiteX14" fmla="*/ 2264228 w 3755571"/>
                                    <a:gd name="connsiteY14" fmla="*/ 2277639 h 2312716"/>
                                    <a:gd name="connsiteX15" fmla="*/ 2525486 w 3755571"/>
                                    <a:gd name="connsiteY15" fmla="*/ 2277639 h 2312716"/>
                                    <a:gd name="connsiteX16" fmla="*/ 2743200 w 3755571"/>
                                    <a:gd name="connsiteY16" fmla="*/ 2288525 h 2312716"/>
                                    <a:gd name="connsiteX17" fmla="*/ 2939143 w 3755571"/>
                                    <a:gd name="connsiteY17" fmla="*/ 2277639 h 2312716"/>
                                    <a:gd name="connsiteX18" fmla="*/ 3135086 w 3755571"/>
                                    <a:gd name="connsiteY18" fmla="*/ 2277639 h 2312716"/>
                                    <a:gd name="connsiteX19" fmla="*/ 3309257 w 3755571"/>
                                    <a:gd name="connsiteY19" fmla="*/ 2310297 h 2312716"/>
                                    <a:gd name="connsiteX20" fmla="*/ 3450771 w 3755571"/>
                                    <a:gd name="connsiteY20" fmla="*/ 2310297 h 2312716"/>
                                    <a:gd name="connsiteX21" fmla="*/ 3592286 w 3755571"/>
                                    <a:gd name="connsiteY21" fmla="*/ 2310297 h 2312716"/>
                                    <a:gd name="connsiteX22" fmla="*/ 3690257 w 3755571"/>
                                    <a:gd name="connsiteY22" fmla="*/ 2299411 h 2312716"/>
                                    <a:gd name="connsiteX23" fmla="*/ 3755571 w 3755571"/>
                                    <a:gd name="connsiteY23" fmla="*/ 2299411 h 2312716"/>
                                    <a:gd name="connsiteX0" fmla="*/ 119743 w 3755571"/>
                                    <a:gd name="connsiteY0" fmla="*/ 95371 h 2383790"/>
                                    <a:gd name="connsiteX1" fmla="*/ 168222 w 3755571"/>
                                    <a:gd name="connsiteY1" fmla="*/ 6720 h 2383790"/>
                                    <a:gd name="connsiteX2" fmla="*/ 32657 w 3755571"/>
                                    <a:gd name="connsiteY2" fmla="*/ 334856 h 2383790"/>
                                    <a:gd name="connsiteX3" fmla="*/ 0 w 3755571"/>
                                    <a:gd name="connsiteY3" fmla="*/ 563456 h 2383790"/>
                                    <a:gd name="connsiteX4" fmla="*/ 32657 w 3755571"/>
                                    <a:gd name="connsiteY4" fmla="*/ 857371 h 2383790"/>
                                    <a:gd name="connsiteX5" fmla="*/ 87086 w 3755571"/>
                                    <a:gd name="connsiteY5" fmla="*/ 1183942 h 2383790"/>
                                    <a:gd name="connsiteX6" fmla="*/ 108857 w 3755571"/>
                                    <a:gd name="connsiteY6" fmla="*/ 1227485 h 2383790"/>
                                    <a:gd name="connsiteX7" fmla="*/ 283028 w 3755571"/>
                                    <a:gd name="connsiteY7" fmla="*/ 1412542 h 2383790"/>
                                    <a:gd name="connsiteX8" fmla="*/ 468086 w 3755571"/>
                                    <a:gd name="connsiteY8" fmla="*/ 1641142 h 2383790"/>
                                    <a:gd name="connsiteX9" fmla="*/ 674914 w 3755571"/>
                                    <a:gd name="connsiteY9" fmla="*/ 1869742 h 2383790"/>
                                    <a:gd name="connsiteX10" fmla="*/ 859971 w 3755571"/>
                                    <a:gd name="connsiteY10" fmla="*/ 2011256 h 2383790"/>
                                    <a:gd name="connsiteX11" fmla="*/ 1371600 w 3755571"/>
                                    <a:gd name="connsiteY11" fmla="*/ 2283399 h 2383790"/>
                                    <a:gd name="connsiteX12" fmla="*/ 1643743 w 3755571"/>
                                    <a:gd name="connsiteY12" fmla="*/ 2294285 h 2383790"/>
                                    <a:gd name="connsiteX13" fmla="*/ 1992086 w 3755571"/>
                                    <a:gd name="connsiteY13" fmla="*/ 2316056 h 2383790"/>
                                    <a:gd name="connsiteX14" fmla="*/ 2264228 w 3755571"/>
                                    <a:gd name="connsiteY14" fmla="*/ 2348713 h 2383790"/>
                                    <a:gd name="connsiteX15" fmla="*/ 2525486 w 3755571"/>
                                    <a:gd name="connsiteY15" fmla="*/ 2348713 h 2383790"/>
                                    <a:gd name="connsiteX16" fmla="*/ 2743200 w 3755571"/>
                                    <a:gd name="connsiteY16" fmla="*/ 2359599 h 2383790"/>
                                    <a:gd name="connsiteX17" fmla="*/ 2939143 w 3755571"/>
                                    <a:gd name="connsiteY17" fmla="*/ 2348713 h 2383790"/>
                                    <a:gd name="connsiteX18" fmla="*/ 3135086 w 3755571"/>
                                    <a:gd name="connsiteY18" fmla="*/ 2348713 h 2383790"/>
                                    <a:gd name="connsiteX19" fmla="*/ 3309257 w 3755571"/>
                                    <a:gd name="connsiteY19" fmla="*/ 2381371 h 2383790"/>
                                    <a:gd name="connsiteX20" fmla="*/ 3450771 w 3755571"/>
                                    <a:gd name="connsiteY20" fmla="*/ 2381371 h 2383790"/>
                                    <a:gd name="connsiteX21" fmla="*/ 3592286 w 3755571"/>
                                    <a:gd name="connsiteY21" fmla="*/ 2381371 h 2383790"/>
                                    <a:gd name="connsiteX22" fmla="*/ 3690257 w 3755571"/>
                                    <a:gd name="connsiteY22" fmla="*/ 2370485 h 2383790"/>
                                    <a:gd name="connsiteX23" fmla="*/ 3755571 w 3755571"/>
                                    <a:gd name="connsiteY23" fmla="*/ 2370485 h 2383790"/>
                                    <a:gd name="connsiteX0" fmla="*/ 43543 w 3755571"/>
                                    <a:gd name="connsiteY0" fmla="*/ 84927 h 2384231"/>
                                    <a:gd name="connsiteX1" fmla="*/ 168222 w 3755571"/>
                                    <a:gd name="connsiteY1" fmla="*/ 7161 h 2384231"/>
                                    <a:gd name="connsiteX2" fmla="*/ 32657 w 3755571"/>
                                    <a:gd name="connsiteY2" fmla="*/ 335297 h 2384231"/>
                                    <a:gd name="connsiteX3" fmla="*/ 0 w 3755571"/>
                                    <a:gd name="connsiteY3" fmla="*/ 563897 h 2384231"/>
                                    <a:gd name="connsiteX4" fmla="*/ 32657 w 3755571"/>
                                    <a:gd name="connsiteY4" fmla="*/ 857812 h 2384231"/>
                                    <a:gd name="connsiteX5" fmla="*/ 87086 w 3755571"/>
                                    <a:gd name="connsiteY5" fmla="*/ 1184383 h 2384231"/>
                                    <a:gd name="connsiteX6" fmla="*/ 108857 w 3755571"/>
                                    <a:gd name="connsiteY6" fmla="*/ 1227926 h 2384231"/>
                                    <a:gd name="connsiteX7" fmla="*/ 283028 w 3755571"/>
                                    <a:gd name="connsiteY7" fmla="*/ 1412983 h 2384231"/>
                                    <a:gd name="connsiteX8" fmla="*/ 468086 w 3755571"/>
                                    <a:gd name="connsiteY8" fmla="*/ 1641583 h 2384231"/>
                                    <a:gd name="connsiteX9" fmla="*/ 674914 w 3755571"/>
                                    <a:gd name="connsiteY9" fmla="*/ 1870183 h 2384231"/>
                                    <a:gd name="connsiteX10" fmla="*/ 859971 w 3755571"/>
                                    <a:gd name="connsiteY10" fmla="*/ 2011697 h 2384231"/>
                                    <a:gd name="connsiteX11" fmla="*/ 1371600 w 3755571"/>
                                    <a:gd name="connsiteY11" fmla="*/ 2283840 h 2384231"/>
                                    <a:gd name="connsiteX12" fmla="*/ 1643743 w 3755571"/>
                                    <a:gd name="connsiteY12" fmla="*/ 2294726 h 2384231"/>
                                    <a:gd name="connsiteX13" fmla="*/ 1992086 w 3755571"/>
                                    <a:gd name="connsiteY13" fmla="*/ 2316497 h 2384231"/>
                                    <a:gd name="connsiteX14" fmla="*/ 2264228 w 3755571"/>
                                    <a:gd name="connsiteY14" fmla="*/ 2349154 h 2384231"/>
                                    <a:gd name="connsiteX15" fmla="*/ 2525486 w 3755571"/>
                                    <a:gd name="connsiteY15" fmla="*/ 2349154 h 2384231"/>
                                    <a:gd name="connsiteX16" fmla="*/ 2743200 w 3755571"/>
                                    <a:gd name="connsiteY16" fmla="*/ 2360040 h 2384231"/>
                                    <a:gd name="connsiteX17" fmla="*/ 2939143 w 3755571"/>
                                    <a:gd name="connsiteY17" fmla="*/ 2349154 h 2384231"/>
                                    <a:gd name="connsiteX18" fmla="*/ 3135086 w 3755571"/>
                                    <a:gd name="connsiteY18" fmla="*/ 2349154 h 2384231"/>
                                    <a:gd name="connsiteX19" fmla="*/ 3309257 w 3755571"/>
                                    <a:gd name="connsiteY19" fmla="*/ 2381812 h 2384231"/>
                                    <a:gd name="connsiteX20" fmla="*/ 3450771 w 3755571"/>
                                    <a:gd name="connsiteY20" fmla="*/ 2381812 h 2384231"/>
                                    <a:gd name="connsiteX21" fmla="*/ 3592286 w 3755571"/>
                                    <a:gd name="connsiteY21" fmla="*/ 2381812 h 2384231"/>
                                    <a:gd name="connsiteX22" fmla="*/ 3690257 w 3755571"/>
                                    <a:gd name="connsiteY22" fmla="*/ 2370926 h 2384231"/>
                                    <a:gd name="connsiteX23" fmla="*/ 3755571 w 3755571"/>
                                    <a:gd name="connsiteY23" fmla="*/ 2370926 h 2384231"/>
                                    <a:gd name="connsiteX0" fmla="*/ 168222 w 3755571"/>
                                    <a:gd name="connsiteY0" fmla="*/ 0 h 2377070"/>
                                    <a:gd name="connsiteX1" fmla="*/ 32657 w 3755571"/>
                                    <a:gd name="connsiteY1" fmla="*/ 328136 h 2377070"/>
                                    <a:gd name="connsiteX2" fmla="*/ 0 w 3755571"/>
                                    <a:gd name="connsiteY2" fmla="*/ 556736 h 2377070"/>
                                    <a:gd name="connsiteX3" fmla="*/ 32657 w 3755571"/>
                                    <a:gd name="connsiteY3" fmla="*/ 850651 h 2377070"/>
                                    <a:gd name="connsiteX4" fmla="*/ 87086 w 3755571"/>
                                    <a:gd name="connsiteY4" fmla="*/ 1177222 h 2377070"/>
                                    <a:gd name="connsiteX5" fmla="*/ 108857 w 3755571"/>
                                    <a:gd name="connsiteY5" fmla="*/ 1220765 h 2377070"/>
                                    <a:gd name="connsiteX6" fmla="*/ 283028 w 3755571"/>
                                    <a:gd name="connsiteY6" fmla="*/ 1405822 h 2377070"/>
                                    <a:gd name="connsiteX7" fmla="*/ 468086 w 3755571"/>
                                    <a:gd name="connsiteY7" fmla="*/ 1634422 h 2377070"/>
                                    <a:gd name="connsiteX8" fmla="*/ 674914 w 3755571"/>
                                    <a:gd name="connsiteY8" fmla="*/ 1863022 h 2377070"/>
                                    <a:gd name="connsiteX9" fmla="*/ 859971 w 3755571"/>
                                    <a:gd name="connsiteY9" fmla="*/ 2004536 h 2377070"/>
                                    <a:gd name="connsiteX10" fmla="*/ 1371600 w 3755571"/>
                                    <a:gd name="connsiteY10" fmla="*/ 2276679 h 2377070"/>
                                    <a:gd name="connsiteX11" fmla="*/ 1643743 w 3755571"/>
                                    <a:gd name="connsiteY11" fmla="*/ 2287565 h 2377070"/>
                                    <a:gd name="connsiteX12" fmla="*/ 1992086 w 3755571"/>
                                    <a:gd name="connsiteY12" fmla="*/ 2309336 h 2377070"/>
                                    <a:gd name="connsiteX13" fmla="*/ 2264228 w 3755571"/>
                                    <a:gd name="connsiteY13" fmla="*/ 2341993 h 2377070"/>
                                    <a:gd name="connsiteX14" fmla="*/ 2525486 w 3755571"/>
                                    <a:gd name="connsiteY14" fmla="*/ 2341993 h 2377070"/>
                                    <a:gd name="connsiteX15" fmla="*/ 2743200 w 3755571"/>
                                    <a:gd name="connsiteY15" fmla="*/ 2352879 h 2377070"/>
                                    <a:gd name="connsiteX16" fmla="*/ 2939143 w 3755571"/>
                                    <a:gd name="connsiteY16" fmla="*/ 2341993 h 2377070"/>
                                    <a:gd name="connsiteX17" fmla="*/ 3135086 w 3755571"/>
                                    <a:gd name="connsiteY17" fmla="*/ 2341993 h 2377070"/>
                                    <a:gd name="connsiteX18" fmla="*/ 3309257 w 3755571"/>
                                    <a:gd name="connsiteY18" fmla="*/ 2374651 h 2377070"/>
                                    <a:gd name="connsiteX19" fmla="*/ 3450771 w 3755571"/>
                                    <a:gd name="connsiteY19" fmla="*/ 2374651 h 2377070"/>
                                    <a:gd name="connsiteX20" fmla="*/ 3592286 w 3755571"/>
                                    <a:gd name="connsiteY20" fmla="*/ 2374651 h 2377070"/>
                                    <a:gd name="connsiteX21" fmla="*/ 3690257 w 3755571"/>
                                    <a:gd name="connsiteY21" fmla="*/ 2363765 h 2377070"/>
                                    <a:gd name="connsiteX22" fmla="*/ 3755571 w 3755571"/>
                                    <a:gd name="connsiteY22" fmla="*/ 2363765 h 2377070"/>
                                    <a:gd name="connsiteX0" fmla="*/ 181982 w 3769331"/>
                                    <a:gd name="connsiteY0" fmla="*/ 0 h 2377070"/>
                                    <a:gd name="connsiteX1" fmla="*/ 13760 w 3769331"/>
                                    <a:gd name="connsiteY1" fmla="*/ 164850 h 2377070"/>
                                    <a:gd name="connsiteX2" fmla="*/ 13760 w 3769331"/>
                                    <a:gd name="connsiteY2" fmla="*/ 556736 h 2377070"/>
                                    <a:gd name="connsiteX3" fmla="*/ 46417 w 3769331"/>
                                    <a:gd name="connsiteY3" fmla="*/ 850651 h 2377070"/>
                                    <a:gd name="connsiteX4" fmla="*/ 100846 w 3769331"/>
                                    <a:gd name="connsiteY4" fmla="*/ 1177222 h 2377070"/>
                                    <a:gd name="connsiteX5" fmla="*/ 122617 w 3769331"/>
                                    <a:gd name="connsiteY5" fmla="*/ 1220765 h 2377070"/>
                                    <a:gd name="connsiteX6" fmla="*/ 296788 w 3769331"/>
                                    <a:gd name="connsiteY6" fmla="*/ 1405822 h 2377070"/>
                                    <a:gd name="connsiteX7" fmla="*/ 481846 w 3769331"/>
                                    <a:gd name="connsiteY7" fmla="*/ 1634422 h 2377070"/>
                                    <a:gd name="connsiteX8" fmla="*/ 688674 w 3769331"/>
                                    <a:gd name="connsiteY8" fmla="*/ 1863022 h 2377070"/>
                                    <a:gd name="connsiteX9" fmla="*/ 873731 w 3769331"/>
                                    <a:gd name="connsiteY9" fmla="*/ 2004536 h 2377070"/>
                                    <a:gd name="connsiteX10" fmla="*/ 1385360 w 3769331"/>
                                    <a:gd name="connsiteY10" fmla="*/ 2276679 h 2377070"/>
                                    <a:gd name="connsiteX11" fmla="*/ 1657503 w 3769331"/>
                                    <a:gd name="connsiteY11" fmla="*/ 2287565 h 2377070"/>
                                    <a:gd name="connsiteX12" fmla="*/ 2005846 w 3769331"/>
                                    <a:gd name="connsiteY12" fmla="*/ 2309336 h 2377070"/>
                                    <a:gd name="connsiteX13" fmla="*/ 2277988 w 3769331"/>
                                    <a:gd name="connsiteY13" fmla="*/ 2341993 h 2377070"/>
                                    <a:gd name="connsiteX14" fmla="*/ 2539246 w 3769331"/>
                                    <a:gd name="connsiteY14" fmla="*/ 2341993 h 2377070"/>
                                    <a:gd name="connsiteX15" fmla="*/ 2756960 w 3769331"/>
                                    <a:gd name="connsiteY15" fmla="*/ 2352879 h 2377070"/>
                                    <a:gd name="connsiteX16" fmla="*/ 2952903 w 3769331"/>
                                    <a:gd name="connsiteY16" fmla="*/ 2341993 h 2377070"/>
                                    <a:gd name="connsiteX17" fmla="*/ 3148846 w 3769331"/>
                                    <a:gd name="connsiteY17" fmla="*/ 2341993 h 2377070"/>
                                    <a:gd name="connsiteX18" fmla="*/ 3323017 w 3769331"/>
                                    <a:gd name="connsiteY18" fmla="*/ 2374651 h 2377070"/>
                                    <a:gd name="connsiteX19" fmla="*/ 3464531 w 3769331"/>
                                    <a:gd name="connsiteY19" fmla="*/ 2374651 h 2377070"/>
                                    <a:gd name="connsiteX20" fmla="*/ 3606046 w 3769331"/>
                                    <a:gd name="connsiteY20" fmla="*/ 2374651 h 2377070"/>
                                    <a:gd name="connsiteX21" fmla="*/ 3704017 w 3769331"/>
                                    <a:gd name="connsiteY21" fmla="*/ 2363765 h 2377070"/>
                                    <a:gd name="connsiteX22" fmla="*/ 3769331 w 3769331"/>
                                    <a:gd name="connsiteY22" fmla="*/ 2363765 h 2377070"/>
                                    <a:gd name="connsiteX0" fmla="*/ 234144 w 3821493"/>
                                    <a:gd name="connsiteY0" fmla="*/ 0 h 2377070"/>
                                    <a:gd name="connsiteX1" fmla="*/ 65922 w 3821493"/>
                                    <a:gd name="connsiteY1" fmla="*/ 164850 h 2377070"/>
                                    <a:gd name="connsiteX2" fmla="*/ 608 w 3821493"/>
                                    <a:gd name="connsiteY2" fmla="*/ 426108 h 2377070"/>
                                    <a:gd name="connsiteX3" fmla="*/ 98579 w 3821493"/>
                                    <a:gd name="connsiteY3" fmla="*/ 850651 h 2377070"/>
                                    <a:gd name="connsiteX4" fmla="*/ 153008 w 3821493"/>
                                    <a:gd name="connsiteY4" fmla="*/ 1177222 h 2377070"/>
                                    <a:gd name="connsiteX5" fmla="*/ 174779 w 3821493"/>
                                    <a:gd name="connsiteY5" fmla="*/ 1220765 h 2377070"/>
                                    <a:gd name="connsiteX6" fmla="*/ 348950 w 3821493"/>
                                    <a:gd name="connsiteY6" fmla="*/ 1405822 h 2377070"/>
                                    <a:gd name="connsiteX7" fmla="*/ 534008 w 3821493"/>
                                    <a:gd name="connsiteY7" fmla="*/ 1634422 h 2377070"/>
                                    <a:gd name="connsiteX8" fmla="*/ 740836 w 3821493"/>
                                    <a:gd name="connsiteY8" fmla="*/ 1863022 h 2377070"/>
                                    <a:gd name="connsiteX9" fmla="*/ 925893 w 3821493"/>
                                    <a:gd name="connsiteY9" fmla="*/ 2004536 h 2377070"/>
                                    <a:gd name="connsiteX10" fmla="*/ 1437522 w 3821493"/>
                                    <a:gd name="connsiteY10" fmla="*/ 2276679 h 2377070"/>
                                    <a:gd name="connsiteX11" fmla="*/ 1709665 w 3821493"/>
                                    <a:gd name="connsiteY11" fmla="*/ 2287565 h 2377070"/>
                                    <a:gd name="connsiteX12" fmla="*/ 2058008 w 3821493"/>
                                    <a:gd name="connsiteY12" fmla="*/ 2309336 h 2377070"/>
                                    <a:gd name="connsiteX13" fmla="*/ 2330150 w 3821493"/>
                                    <a:gd name="connsiteY13" fmla="*/ 2341993 h 2377070"/>
                                    <a:gd name="connsiteX14" fmla="*/ 2591408 w 3821493"/>
                                    <a:gd name="connsiteY14" fmla="*/ 2341993 h 2377070"/>
                                    <a:gd name="connsiteX15" fmla="*/ 2809122 w 3821493"/>
                                    <a:gd name="connsiteY15" fmla="*/ 2352879 h 2377070"/>
                                    <a:gd name="connsiteX16" fmla="*/ 3005065 w 3821493"/>
                                    <a:gd name="connsiteY16" fmla="*/ 2341993 h 2377070"/>
                                    <a:gd name="connsiteX17" fmla="*/ 3201008 w 3821493"/>
                                    <a:gd name="connsiteY17" fmla="*/ 2341993 h 2377070"/>
                                    <a:gd name="connsiteX18" fmla="*/ 3375179 w 3821493"/>
                                    <a:gd name="connsiteY18" fmla="*/ 2374651 h 2377070"/>
                                    <a:gd name="connsiteX19" fmla="*/ 3516693 w 3821493"/>
                                    <a:gd name="connsiteY19" fmla="*/ 2374651 h 2377070"/>
                                    <a:gd name="connsiteX20" fmla="*/ 3658208 w 3821493"/>
                                    <a:gd name="connsiteY20" fmla="*/ 2374651 h 2377070"/>
                                    <a:gd name="connsiteX21" fmla="*/ 3756179 w 3821493"/>
                                    <a:gd name="connsiteY21" fmla="*/ 2363765 h 2377070"/>
                                    <a:gd name="connsiteX22" fmla="*/ 3821493 w 3821493"/>
                                    <a:gd name="connsiteY22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188285 w 3834999"/>
                                    <a:gd name="connsiteY5" fmla="*/ 1220765 h 2377070"/>
                                    <a:gd name="connsiteX6" fmla="*/ 362456 w 3834999"/>
                                    <a:gd name="connsiteY6" fmla="*/ 1405822 h 2377070"/>
                                    <a:gd name="connsiteX7" fmla="*/ 547514 w 3834999"/>
                                    <a:gd name="connsiteY7" fmla="*/ 1634422 h 2377070"/>
                                    <a:gd name="connsiteX8" fmla="*/ 754342 w 3834999"/>
                                    <a:gd name="connsiteY8" fmla="*/ 1863022 h 2377070"/>
                                    <a:gd name="connsiteX9" fmla="*/ 939399 w 3834999"/>
                                    <a:gd name="connsiteY9" fmla="*/ 2004536 h 2377070"/>
                                    <a:gd name="connsiteX10" fmla="*/ 1451028 w 3834999"/>
                                    <a:gd name="connsiteY10" fmla="*/ 2276679 h 2377070"/>
                                    <a:gd name="connsiteX11" fmla="*/ 1723171 w 3834999"/>
                                    <a:gd name="connsiteY11" fmla="*/ 2287565 h 2377070"/>
                                    <a:gd name="connsiteX12" fmla="*/ 2071514 w 3834999"/>
                                    <a:gd name="connsiteY12" fmla="*/ 2309336 h 2377070"/>
                                    <a:gd name="connsiteX13" fmla="*/ 2343656 w 3834999"/>
                                    <a:gd name="connsiteY13" fmla="*/ 2341993 h 2377070"/>
                                    <a:gd name="connsiteX14" fmla="*/ 2604914 w 3834999"/>
                                    <a:gd name="connsiteY14" fmla="*/ 2341993 h 2377070"/>
                                    <a:gd name="connsiteX15" fmla="*/ 2822628 w 3834999"/>
                                    <a:gd name="connsiteY15" fmla="*/ 2352879 h 2377070"/>
                                    <a:gd name="connsiteX16" fmla="*/ 3018571 w 3834999"/>
                                    <a:gd name="connsiteY16" fmla="*/ 2341993 h 2377070"/>
                                    <a:gd name="connsiteX17" fmla="*/ 3214514 w 3834999"/>
                                    <a:gd name="connsiteY17" fmla="*/ 2341993 h 2377070"/>
                                    <a:gd name="connsiteX18" fmla="*/ 3388685 w 3834999"/>
                                    <a:gd name="connsiteY18" fmla="*/ 2374651 h 2377070"/>
                                    <a:gd name="connsiteX19" fmla="*/ 3530199 w 3834999"/>
                                    <a:gd name="connsiteY19" fmla="*/ 2374651 h 2377070"/>
                                    <a:gd name="connsiteX20" fmla="*/ 3671714 w 3834999"/>
                                    <a:gd name="connsiteY20" fmla="*/ 2374651 h 2377070"/>
                                    <a:gd name="connsiteX21" fmla="*/ 3769685 w 3834999"/>
                                    <a:gd name="connsiteY21" fmla="*/ 2363765 h 2377070"/>
                                    <a:gd name="connsiteX22" fmla="*/ 3834999 w 3834999"/>
                                    <a:gd name="connsiteY22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362456 w 3834999"/>
                                    <a:gd name="connsiteY5" fmla="*/ 1405822 h 2377070"/>
                                    <a:gd name="connsiteX6" fmla="*/ 547514 w 3834999"/>
                                    <a:gd name="connsiteY6" fmla="*/ 1634422 h 2377070"/>
                                    <a:gd name="connsiteX7" fmla="*/ 754342 w 3834999"/>
                                    <a:gd name="connsiteY7" fmla="*/ 1863022 h 2377070"/>
                                    <a:gd name="connsiteX8" fmla="*/ 939399 w 3834999"/>
                                    <a:gd name="connsiteY8" fmla="*/ 20045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47514 w 3834999"/>
                                    <a:gd name="connsiteY6" fmla="*/ 1634422 h 2377070"/>
                                    <a:gd name="connsiteX7" fmla="*/ 754342 w 3834999"/>
                                    <a:gd name="connsiteY7" fmla="*/ 1863022 h 2377070"/>
                                    <a:gd name="connsiteX8" fmla="*/ 939399 w 3834999"/>
                                    <a:gd name="connsiteY8" fmla="*/ 20045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14857 w 3834999"/>
                                    <a:gd name="connsiteY6" fmla="*/ 1677965 h 2377070"/>
                                    <a:gd name="connsiteX7" fmla="*/ 754342 w 3834999"/>
                                    <a:gd name="connsiteY7" fmla="*/ 1863022 h 2377070"/>
                                    <a:gd name="connsiteX8" fmla="*/ 939399 w 3834999"/>
                                    <a:gd name="connsiteY8" fmla="*/ 20045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14857 w 3834999"/>
                                    <a:gd name="connsiteY6" fmla="*/ 1677965 h 2377070"/>
                                    <a:gd name="connsiteX7" fmla="*/ 754342 w 3834999"/>
                                    <a:gd name="connsiteY7" fmla="*/ 1863022 h 2377070"/>
                                    <a:gd name="connsiteX8" fmla="*/ 1048257 w 3834999"/>
                                    <a:gd name="connsiteY8" fmla="*/ 2080736 h 2377070"/>
                                    <a:gd name="connsiteX9" fmla="*/ 1451028 w 3834999"/>
                                    <a:gd name="connsiteY9" fmla="*/ 2276679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070"/>
                                    <a:gd name="connsiteX1" fmla="*/ 79428 w 3834999"/>
                                    <a:gd name="connsiteY1" fmla="*/ 164850 h 2377070"/>
                                    <a:gd name="connsiteX2" fmla="*/ 14114 w 3834999"/>
                                    <a:gd name="connsiteY2" fmla="*/ 426108 h 2377070"/>
                                    <a:gd name="connsiteX3" fmla="*/ 14113 w 3834999"/>
                                    <a:gd name="connsiteY3" fmla="*/ 741794 h 2377070"/>
                                    <a:gd name="connsiteX4" fmla="*/ 166514 w 3834999"/>
                                    <a:gd name="connsiteY4" fmla="*/ 1177222 h 2377070"/>
                                    <a:gd name="connsiteX5" fmla="*/ 297142 w 3834999"/>
                                    <a:gd name="connsiteY5" fmla="*/ 1449364 h 2377070"/>
                                    <a:gd name="connsiteX6" fmla="*/ 514857 w 3834999"/>
                                    <a:gd name="connsiteY6" fmla="*/ 1677965 h 2377070"/>
                                    <a:gd name="connsiteX7" fmla="*/ 754342 w 3834999"/>
                                    <a:gd name="connsiteY7" fmla="*/ 1863022 h 2377070"/>
                                    <a:gd name="connsiteX8" fmla="*/ 1048257 w 3834999"/>
                                    <a:gd name="connsiteY8" fmla="*/ 2080736 h 2377070"/>
                                    <a:gd name="connsiteX9" fmla="*/ 1298628 w 3834999"/>
                                    <a:gd name="connsiteY9" fmla="*/ 2211365 h 2377070"/>
                                    <a:gd name="connsiteX10" fmla="*/ 1723171 w 3834999"/>
                                    <a:gd name="connsiteY10" fmla="*/ 2287565 h 2377070"/>
                                    <a:gd name="connsiteX11" fmla="*/ 2071514 w 3834999"/>
                                    <a:gd name="connsiteY11" fmla="*/ 2309336 h 2377070"/>
                                    <a:gd name="connsiteX12" fmla="*/ 2343656 w 3834999"/>
                                    <a:gd name="connsiteY12" fmla="*/ 2341993 h 2377070"/>
                                    <a:gd name="connsiteX13" fmla="*/ 2604914 w 3834999"/>
                                    <a:gd name="connsiteY13" fmla="*/ 2341993 h 2377070"/>
                                    <a:gd name="connsiteX14" fmla="*/ 2822628 w 3834999"/>
                                    <a:gd name="connsiteY14" fmla="*/ 2352879 h 2377070"/>
                                    <a:gd name="connsiteX15" fmla="*/ 3018571 w 3834999"/>
                                    <a:gd name="connsiteY15" fmla="*/ 2341993 h 2377070"/>
                                    <a:gd name="connsiteX16" fmla="*/ 3214514 w 3834999"/>
                                    <a:gd name="connsiteY16" fmla="*/ 2341993 h 2377070"/>
                                    <a:gd name="connsiteX17" fmla="*/ 3388685 w 3834999"/>
                                    <a:gd name="connsiteY17" fmla="*/ 2374651 h 2377070"/>
                                    <a:gd name="connsiteX18" fmla="*/ 3530199 w 3834999"/>
                                    <a:gd name="connsiteY18" fmla="*/ 2374651 h 2377070"/>
                                    <a:gd name="connsiteX19" fmla="*/ 3671714 w 3834999"/>
                                    <a:gd name="connsiteY19" fmla="*/ 2374651 h 2377070"/>
                                    <a:gd name="connsiteX20" fmla="*/ 3769685 w 3834999"/>
                                    <a:gd name="connsiteY20" fmla="*/ 2363765 h 2377070"/>
                                    <a:gd name="connsiteX21" fmla="*/ 3834999 w 3834999"/>
                                    <a:gd name="connsiteY21" fmla="*/ 2363765 h 2377070"/>
                                    <a:gd name="connsiteX0" fmla="*/ 247650 w 3834999"/>
                                    <a:gd name="connsiteY0" fmla="*/ 0 h 2377525"/>
                                    <a:gd name="connsiteX1" fmla="*/ 79428 w 3834999"/>
                                    <a:gd name="connsiteY1" fmla="*/ 164850 h 2377525"/>
                                    <a:gd name="connsiteX2" fmla="*/ 14114 w 3834999"/>
                                    <a:gd name="connsiteY2" fmla="*/ 426108 h 2377525"/>
                                    <a:gd name="connsiteX3" fmla="*/ 14113 w 3834999"/>
                                    <a:gd name="connsiteY3" fmla="*/ 741794 h 2377525"/>
                                    <a:gd name="connsiteX4" fmla="*/ 166514 w 3834999"/>
                                    <a:gd name="connsiteY4" fmla="*/ 1177222 h 2377525"/>
                                    <a:gd name="connsiteX5" fmla="*/ 297142 w 3834999"/>
                                    <a:gd name="connsiteY5" fmla="*/ 1449364 h 2377525"/>
                                    <a:gd name="connsiteX6" fmla="*/ 514857 w 3834999"/>
                                    <a:gd name="connsiteY6" fmla="*/ 1677965 h 2377525"/>
                                    <a:gd name="connsiteX7" fmla="*/ 754342 w 3834999"/>
                                    <a:gd name="connsiteY7" fmla="*/ 1863022 h 2377525"/>
                                    <a:gd name="connsiteX8" fmla="*/ 1048257 w 3834999"/>
                                    <a:gd name="connsiteY8" fmla="*/ 2080736 h 2377525"/>
                                    <a:gd name="connsiteX9" fmla="*/ 1298628 w 3834999"/>
                                    <a:gd name="connsiteY9" fmla="*/ 2211365 h 2377525"/>
                                    <a:gd name="connsiteX10" fmla="*/ 1723171 w 3834999"/>
                                    <a:gd name="connsiteY10" fmla="*/ 2287565 h 2377525"/>
                                    <a:gd name="connsiteX11" fmla="*/ 2071514 w 3834999"/>
                                    <a:gd name="connsiteY11" fmla="*/ 2309336 h 2377525"/>
                                    <a:gd name="connsiteX12" fmla="*/ 2343656 w 3834999"/>
                                    <a:gd name="connsiteY12" fmla="*/ 2341993 h 2377525"/>
                                    <a:gd name="connsiteX13" fmla="*/ 2604914 w 3834999"/>
                                    <a:gd name="connsiteY13" fmla="*/ 2341993 h 2377525"/>
                                    <a:gd name="connsiteX14" fmla="*/ 2822628 w 3834999"/>
                                    <a:gd name="connsiteY14" fmla="*/ 2352879 h 2377525"/>
                                    <a:gd name="connsiteX15" fmla="*/ 3018571 w 3834999"/>
                                    <a:gd name="connsiteY15" fmla="*/ 2341993 h 2377525"/>
                                    <a:gd name="connsiteX16" fmla="*/ 3214514 w 3834999"/>
                                    <a:gd name="connsiteY16" fmla="*/ 2341993 h 2377525"/>
                                    <a:gd name="connsiteX17" fmla="*/ 3530199 w 3834999"/>
                                    <a:gd name="connsiteY17" fmla="*/ 2374651 h 2377525"/>
                                    <a:gd name="connsiteX18" fmla="*/ 3671714 w 3834999"/>
                                    <a:gd name="connsiteY18" fmla="*/ 2374651 h 2377525"/>
                                    <a:gd name="connsiteX19" fmla="*/ 3769685 w 3834999"/>
                                    <a:gd name="connsiteY19" fmla="*/ 2363765 h 2377525"/>
                                    <a:gd name="connsiteX20" fmla="*/ 3834999 w 3834999"/>
                                    <a:gd name="connsiteY20" fmla="*/ 2363765 h 2377525"/>
                                    <a:gd name="connsiteX0" fmla="*/ 247650 w 3834999"/>
                                    <a:gd name="connsiteY0" fmla="*/ 0 h 2374651"/>
                                    <a:gd name="connsiteX1" fmla="*/ 79428 w 3834999"/>
                                    <a:gd name="connsiteY1" fmla="*/ 164850 h 2374651"/>
                                    <a:gd name="connsiteX2" fmla="*/ 14114 w 3834999"/>
                                    <a:gd name="connsiteY2" fmla="*/ 426108 h 2374651"/>
                                    <a:gd name="connsiteX3" fmla="*/ 14113 w 3834999"/>
                                    <a:gd name="connsiteY3" fmla="*/ 741794 h 2374651"/>
                                    <a:gd name="connsiteX4" fmla="*/ 166514 w 3834999"/>
                                    <a:gd name="connsiteY4" fmla="*/ 1177222 h 2374651"/>
                                    <a:gd name="connsiteX5" fmla="*/ 297142 w 3834999"/>
                                    <a:gd name="connsiteY5" fmla="*/ 1449364 h 2374651"/>
                                    <a:gd name="connsiteX6" fmla="*/ 514857 w 3834999"/>
                                    <a:gd name="connsiteY6" fmla="*/ 1677965 h 2374651"/>
                                    <a:gd name="connsiteX7" fmla="*/ 754342 w 3834999"/>
                                    <a:gd name="connsiteY7" fmla="*/ 1863022 h 2374651"/>
                                    <a:gd name="connsiteX8" fmla="*/ 1048257 w 3834999"/>
                                    <a:gd name="connsiteY8" fmla="*/ 2080736 h 2374651"/>
                                    <a:gd name="connsiteX9" fmla="*/ 1298628 w 3834999"/>
                                    <a:gd name="connsiteY9" fmla="*/ 2211365 h 2374651"/>
                                    <a:gd name="connsiteX10" fmla="*/ 1723171 w 3834999"/>
                                    <a:gd name="connsiteY10" fmla="*/ 2287565 h 2374651"/>
                                    <a:gd name="connsiteX11" fmla="*/ 2071514 w 3834999"/>
                                    <a:gd name="connsiteY11" fmla="*/ 2309336 h 2374651"/>
                                    <a:gd name="connsiteX12" fmla="*/ 2343656 w 3834999"/>
                                    <a:gd name="connsiteY12" fmla="*/ 2341993 h 2374651"/>
                                    <a:gd name="connsiteX13" fmla="*/ 2604914 w 3834999"/>
                                    <a:gd name="connsiteY13" fmla="*/ 2341993 h 2374651"/>
                                    <a:gd name="connsiteX14" fmla="*/ 2822628 w 3834999"/>
                                    <a:gd name="connsiteY14" fmla="*/ 2352879 h 2374651"/>
                                    <a:gd name="connsiteX15" fmla="*/ 3018571 w 3834999"/>
                                    <a:gd name="connsiteY15" fmla="*/ 2341993 h 2374651"/>
                                    <a:gd name="connsiteX16" fmla="*/ 3214514 w 3834999"/>
                                    <a:gd name="connsiteY16" fmla="*/ 2341993 h 2374651"/>
                                    <a:gd name="connsiteX17" fmla="*/ 3530199 w 3834999"/>
                                    <a:gd name="connsiteY17" fmla="*/ 2374651 h 2374651"/>
                                    <a:gd name="connsiteX18" fmla="*/ 3769685 w 3834999"/>
                                    <a:gd name="connsiteY18" fmla="*/ 2363765 h 2374651"/>
                                    <a:gd name="connsiteX19" fmla="*/ 3834999 w 3834999"/>
                                    <a:gd name="connsiteY19" fmla="*/ 2363765 h 2374651"/>
                                    <a:gd name="connsiteX0" fmla="*/ 247650 w 3834999"/>
                                    <a:gd name="connsiteY0" fmla="*/ 0 h 2365193"/>
                                    <a:gd name="connsiteX1" fmla="*/ 79428 w 3834999"/>
                                    <a:gd name="connsiteY1" fmla="*/ 164850 h 2365193"/>
                                    <a:gd name="connsiteX2" fmla="*/ 14114 w 3834999"/>
                                    <a:gd name="connsiteY2" fmla="*/ 426108 h 2365193"/>
                                    <a:gd name="connsiteX3" fmla="*/ 14113 w 3834999"/>
                                    <a:gd name="connsiteY3" fmla="*/ 741794 h 2365193"/>
                                    <a:gd name="connsiteX4" fmla="*/ 166514 w 3834999"/>
                                    <a:gd name="connsiteY4" fmla="*/ 1177222 h 2365193"/>
                                    <a:gd name="connsiteX5" fmla="*/ 297142 w 3834999"/>
                                    <a:gd name="connsiteY5" fmla="*/ 1449364 h 2365193"/>
                                    <a:gd name="connsiteX6" fmla="*/ 514857 w 3834999"/>
                                    <a:gd name="connsiteY6" fmla="*/ 1677965 h 2365193"/>
                                    <a:gd name="connsiteX7" fmla="*/ 754342 w 3834999"/>
                                    <a:gd name="connsiteY7" fmla="*/ 1863022 h 2365193"/>
                                    <a:gd name="connsiteX8" fmla="*/ 1048257 w 3834999"/>
                                    <a:gd name="connsiteY8" fmla="*/ 2080736 h 2365193"/>
                                    <a:gd name="connsiteX9" fmla="*/ 1298628 w 3834999"/>
                                    <a:gd name="connsiteY9" fmla="*/ 2211365 h 2365193"/>
                                    <a:gd name="connsiteX10" fmla="*/ 1723171 w 3834999"/>
                                    <a:gd name="connsiteY10" fmla="*/ 2287565 h 2365193"/>
                                    <a:gd name="connsiteX11" fmla="*/ 2071514 w 3834999"/>
                                    <a:gd name="connsiteY11" fmla="*/ 2309336 h 2365193"/>
                                    <a:gd name="connsiteX12" fmla="*/ 2343656 w 3834999"/>
                                    <a:gd name="connsiteY12" fmla="*/ 2341993 h 2365193"/>
                                    <a:gd name="connsiteX13" fmla="*/ 2604914 w 3834999"/>
                                    <a:gd name="connsiteY13" fmla="*/ 2341993 h 2365193"/>
                                    <a:gd name="connsiteX14" fmla="*/ 2822628 w 3834999"/>
                                    <a:gd name="connsiteY14" fmla="*/ 2352879 h 2365193"/>
                                    <a:gd name="connsiteX15" fmla="*/ 3018571 w 3834999"/>
                                    <a:gd name="connsiteY15" fmla="*/ 2341993 h 2365193"/>
                                    <a:gd name="connsiteX16" fmla="*/ 3214514 w 3834999"/>
                                    <a:gd name="connsiteY16" fmla="*/ 2341993 h 2365193"/>
                                    <a:gd name="connsiteX17" fmla="*/ 3530199 w 3834999"/>
                                    <a:gd name="connsiteY17" fmla="*/ 2341994 h 2365193"/>
                                    <a:gd name="connsiteX18" fmla="*/ 3769685 w 3834999"/>
                                    <a:gd name="connsiteY18" fmla="*/ 2363765 h 2365193"/>
                                    <a:gd name="connsiteX19" fmla="*/ 3834999 w 3834999"/>
                                    <a:gd name="connsiteY19" fmla="*/ 2363765 h 2365193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297142 w 3769685"/>
                                    <a:gd name="connsiteY5" fmla="*/ 1449364 h 2363765"/>
                                    <a:gd name="connsiteX6" fmla="*/ 514857 w 3769685"/>
                                    <a:gd name="connsiteY6" fmla="*/ 1677965 h 2363765"/>
                                    <a:gd name="connsiteX7" fmla="*/ 754342 w 3769685"/>
                                    <a:gd name="connsiteY7" fmla="*/ 1863022 h 2363765"/>
                                    <a:gd name="connsiteX8" fmla="*/ 1048257 w 3769685"/>
                                    <a:gd name="connsiteY8" fmla="*/ 2080736 h 2363765"/>
                                    <a:gd name="connsiteX9" fmla="*/ 1298628 w 3769685"/>
                                    <a:gd name="connsiteY9" fmla="*/ 2211365 h 2363765"/>
                                    <a:gd name="connsiteX10" fmla="*/ 1723171 w 3769685"/>
                                    <a:gd name="connsiteY10" fmla="*/ 2287565 h 2363765"/>
                                    <a:gd name="connsiteX11" fmla="*/ 2071514 w 3769685"/>
                                    <a:gd name="connsiteY11" fmla="*/ 2309336 h 2363765"/>
                                    <a:gd name="connsiteX12" fmla="*/ 2343656 w 3769685"/>
                                    <a:gd name="connsiteY12" fmla="*/ 2341993 h 2363765"/>
                                    <a:gd name="connsiteX13" fmla="*/ 2604914 w 3769685"/>
                                    <a:gd name="connsiteY13" fmla="*/ 2341993 h 2363765"/>
                                    <a:gd name="connsiteX14" fmla="*/ 2822628 w 3769685"/>
                                    <a:gd name="connsiteY14" fmla="*/ 2352879 h 2363765"/>
                                    <a:gd name="connsiteX15" fmla="*/ 3018571 w 3769685"/>
                                    <a:gd name="connsiteY15" fmla="*/ 2341993 h 2363765"/>
                                    <a:gd name="connsiteX16" fmla="*/ 3214514 w 3769685"/>
                                    <a:gd name="connsiteY16" fmla="*/ 2341993 h 2363765"/>
                                    <a:gd name="connsiteX17" fmla="*/ 3530199 w 3769685"/>
                                    <a:gd name="connsiteY17" fmla="*/ 2341994 h 2363765"/>
                                    <a:gd name="connsiteX18" fmla="*/ 3769685 w 3769685"/>
                                    <a:gd name="connsiteY18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754342 w 3769685"/>
                                    <a:gd name="connsiteY6" fmla="*/ 1863022 h 2363765"/>
                                    <a:gd name="connsiteX7" fmla="*/ 1048257 w 3769685"/>
                                    <a:gd name="connsiteY7" fmla="*/ 2080736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04713 w 3769685"/>
                                    <a:gd name="connsiteY6" fmla="*/ 1743279 h 2363765"/>
                                    <a:gd name="connsiteX7" fmla="*/ 1048257 w 3769685"/>
                                    <a:gd name="connsiteY7" fmla="*/ 2080736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04713 w 3769685"/>
                                    <a:gd name="connsiteY6" fmla="*/ 1743279 h 2363765"/>
                                    <a:gd name="connsiteX7" fmla="*/ 1298628 w 3769685"/>
                                    <a:gd name="connsiteY7" fmla="*/ 1808593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298628 w 3769685"/>
                                    <a:gd name="connsiteY7" fmla="*/ 1808593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53057 w 3769685"/>
                                    <a:gd name="connsiteY7" fmla="*/ 1754164 h 2363765"/>
                                    <a:gd name="connsiteX8" fmla="*/ 1298628 w 3769685"/>
                                    <a:gd name="connsiteY8" fmla="*/ 2211365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53057 w 3769685"/>
                                    <a:gd name="connsiteY7" fmla="*/ 1754164 h 2363765"/>
                                    <a:gd name="connsiteX8" fmla="*/ 1646971 w 3769685"/>
                                    <a:gd name="connsiteY8" fmla="*/ 1808593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85714 w 3769685"/>
                                    <a:gd name="connsiteY7" fmla="*/ 1688850 h 2363765"/>
                                    <a:gd name="connsiteX8" fmla="*/ 1646971 w 3769685"/>
                                    <a:gd name="connsiteY8" fmla="*/ 1808593 h 2363765"/>
                                    <a:gd name="connsiteX9" fmla="*/ 1723171 w 3769685"/>
                                    <a:gd name="connsiteY9" fmla="*/ 2287565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63765"/>
                                    <a:gd name="connsiteX1" fmla="*/ 79428 w 3769685"/>
                                    <a:gd name="connsiteY1" fmla="*/ 164850 h 2363765"/>
                                    <a:gd name="connsiteX2" fmla="*/ 14114 w 3769685"/>
                                    <a:gd name="connsiteY2" fmla="*/ 426108 h 2363765"/>
                                    <a:gd name="connsiteX3" fmla="*/ 14113 w 3769685"/>
                                    <a:gd name="connsiteY3" fmla="*/ 741794 h 2363765"/>
                                    <a:gd name="connsiteX4" fmla="*/ 166514 w 3769685"/>
                                    <a:gd name="connsiteY4" fmla="*/ 1177222 h 2363765"/>
                                    <a:gd name="connsiteX5" fmla="*/ 514857 w 3769685"/>
                                    <a:gd name="connsiteY5" fmla="*/ 1677965 h 2363765"/>
                                    <a:gd name="connsiteX6" fmla="*/ 1080913 w 3769685"/>
                                    <a:gd name="connsiteY6" fmla="*/ 1667079 h 2363765"/>
                                    <a:gd name="connsiteX7" fmla="*/ 1385714 w 3769685"/>
                                    <a:gd name="connsiteY7" fmla="*/ 1688850 h 2363765"/>
                                    <a:gd name="connsiteX8" fmla="*/ 1646971 w 3769685"/>
                                    <a:gd name="connsiteY8" fmla="*/ 1808593 h 2363765"/>
                                    <a:gd name="connsiteX9" fmla="*/ 1984428 w 3769685"/>
                                    <a:gd name="connsiteY9" fmla="*/ 1873908 h 2363765"/>
                                    <a:gd name="connsiteX10" fmla="*/ 2071514 w 3769685"/>
                                    <a:gd name="connsiteY10" fmla="*/ 2309336 h 2363765"/>
                                    <a:gd name="connsiteX11" fmla="*/ 2343656 w 3769685"/>
                                    <a:gd name="connsiteY11" fmla="*/ 2341993 h 2363765"/>
                                    <a:gd name="connsiteX12" fmla="*/ 2604914 w 3769685"/>
                                    <a:gd name="connsiteY12" fmla="*/ 2341993 h 2363765"/>
                                    <a:gd name="connsiteX13" fmla="*/ 2822628 w 3769685"/>
                                    <a:gd name="connsiteY13" fmla="*/ 2352879 h 2363765"/>
                                    <a:gd name="connsiteX14" fmla="*/ 3018571 w 3769685"/>
                                    <a:gd name="connsiteY14" fmla="*/ 2341993 h 2363765"/>
                                    <a:gd name="connsiteX15" fmla="*/ 3214514 w 3769685"/>
                                    <a:gd name="connsiteY15" fmla="*/ 2341993 h 2363765"/>
                                    <a:gd name="connsiteX16" fmla="*/ 3530199 w 3769685"/>
                                    <a:gd name="connsiteY16" fmla="*/ 2341994 h 2363765"/>
                                    <a:gd name="connsiteX17" fmla="*/ 3769685 w 3769685"/>
                                    <a:gd name="connsiteY17" fmla="*/ 2363765 h 2363765"/>
                                    <a:gd name="connsiteX0" fmla="*/ 247650 w 3769685"/>
                                    <a:gd name="connsiteY0" fmla="*/ 0 h 2370622"/>
                                    <a:gd name="connsiteX1" fmla="*/ 79428 w 3769685"/>
                                    <a:gd name="connsiteY1" fmla="*/ 164850 h 2370622"/>
                                    <a:gd name="connsiteX2" fmla="*/ 14114 w 3769685"/>
                                    <a:gd name="connsiteY2" fmla="*/ 426108 h 2370622"/>
                                    <a:gd name="connsiteX3" fmla="*/ 14113 w 3769685"/>
                                    <a:gd name="connsiteY3" fmla="*/ 741794 h 2370622"/>
                                    <a:gd name="connsiteX4" fmla="*/ 166514 w 3769685"/>
                                    <a:gd name="connsiteY4" fmla="*/ 1177222 h 2370622"/>
                                    <a:gd name="connsiteX5" fmla="*/ 514857 w 3769685"/>
                                    <a:gd name="connsiteY5" fmla="*/ 1677965 h 2370622"/>
                                    <a:gd name="connsiteX6" fmla="*/ 1080913 w 3769685"/>
                                    <a:gd name="connsiteY6" fmla="*/ 1667079 h 2370622"/>
                                    <a:gd name="connsiteX7" fmla="*/ 1385714 w 3769685"/>
                                    <a:gd name="connsiteY7" fmla="*/ 1688850 h 2370622"/>
                                    <a:gd name="connsiteX8" fmla="*/ 1646971 w 3769685"/>
                                    <a:gd name="connsiteY8" fmla="*/ 1808593 h 2370622"/>
                                    <a:gd name="connsiteX9" fmla="*/ 1984428 w 3769685"/>
                                    <a:gd name="connsiteY9" fmla="*/ 1873908 h 2370622"/>
                                    <a:gd name="connsiteX10" fmla="*/ 2332771 w 3769685"/>
                                    <a:gd name="connsiteY10" fmla="*/ 1950107 h 2370622"/>
                                    <a:gd name="connsiteX11" fmla="*/ 2343656 w 3769685"/>
                                    <a:gd name="connsiteY11" fmla="*/ 2341993 h 2370622"/>
                                    <a:gd name="connsiteX12" fmla="*/ 2604914 w 3769685"/>
                                    <a:gd name="connsiteY12" fmla="*/ 2341993 h 2370622"/>
                                    <a:gd name="connsiteX13" fmla="*/ 2822628 w 3769685"/>
                                    <a:gd name="connsiteY13" fmla="*/ 2352879 h 2370622"/>
                                    <a:gd name="connsiteX14" fmla="*/ 3018571 w 3769685"/>
                                    <a:gd name="connsiteY14" fmla="*/ 2341993 h 2370622"/>
                                    <a:gd name="connsiteX15" fmla="*/ 3214514 w 3769685"/>
                                    <a:gd name="connsiteY15" fmla="*/ 2341993 h 2370622"/>
                                    <a:gd name="connsiteX16" fmla="*/ 3530199 w 3769685"/>
                                    <a:gd name="connsiteY16" fmla="*/ 2341994 h 2370622"/>
                                    <a:gd name="connsiteX17" fmla="*/ 3769685 w 3769685"/>
                                    <a:gd name="connsiteY17" fmla="*/ 2363765 h 2370622"/>
                                    <a:gd name="connsiteX0" fmla="*/ 247650 w 3769685"/>
                                    <a:gd name="connsiteY0" fmla="*/ 0 h 2374937"/>
                                    <a:gd name="connsiteX1" fmla="*/ 79428 w 3769685"/>
                                    <a:gd name="connsiteY1" fmla="*/ 164850 h 2374937"/>
                                    <a:gd name="connsiteX2" fmla="*/ 14114 w 3769685"/>
                                    <a:gd name="connsiteY2" fmla="*/ 426108 h 2374937"/>
                                    <a:gd name="connsiteX3" fmla="*/ 14113 w 3769685"/>
                                    <a:gd name="connsiteY3" fmla="*/ 741794 h 2374937"/>
                                    <a:gd name="connsiteX4" fmla="*/ 166514 w 3769685"/>
                                    <a:gd name="connsiteY4" fmla="*/ 1177222 h 2374937"/>
                                    <a:gd name="connsiteX5" fmla="*/ 514857 w 3769685"/>
                                    <a:gd name="connsiteY5" fmla="*/ 1677965 h 2374937"/>
                                    <a:gd name="connsiteX6" fmla="*/ 1080913 w 3769685"/>
                                    <a:gd name="connsiteY6" fmla="*/ 1667079 h 2374937"/>
                                    <a:gd name="connsiteX7" fmla="*/ 1385714 w 3769685"/>
                                    <a:gd name="connsiteY7" fmla="*/ 1688850 h 2374937"/>
                                    <a:gd name="connsiteX8" fmla="*/ 1646971 w 3769685"/>
                                    <a:gd name="connsiteY8" fmla="*/ 1808593 h 2374937"/>
                                    <a:gd name="connsiteX9" fmla="*/ 1984428 w 3769685"/>
                                    <a:gd name="connsiteY9" fmla="*/ 1873908 h 2374937"/>
                                    <a:gd name="connsiteX10" fmla="*/ 2332771 w 3769685"/>
                                    <a:gd name="connsiteY10" fmla="*/ 1950107 h 2374937"/>
                                    <a:gd name="connsiteX11" fmla="*/ 2343656 w 3769685"/>
                                    <a:gd name="connsiteY11" fmla="*/ 2341993 h 2374937"/>
                                    <a:gd name="connsiteX12" fmla="*/ 2822628 w 3769685"/>
                                    <a:gd name="connsiteY12" fmla="*/ 2352879 h 2374937"/>
                                    <a:gd name="connsiteX13" fmla="*/ 3018571 w 3769685"/>
                                    <a:gd name="connsiteY13" fmla="*/ 2341993 h 2374937"/>
                                    <a:gd name="connsiteX14" fmla="*/ 3214514 w 3769685"/>
                                    <a:gd name="connsiteY14" fmla="*/ 2341993 h 2374937"/>
                                    <a:gd name="connsiteX15" fmla="*/ 3530199 w 3769685"/>
                                    <a:gd name="connsiteY15" fmla="*/ 2341994 h 2374937"/>
                                    <a:gd name="connsiteX16" fmla="*/ 3769685 w 3769685"/>
                                    <a:gd name="connsiteY16" fmla="*/ 2363765 h 2374937"/>
                                    <a:gd name="connsiteX0" fmla="*/ 247650 w 3769685"/>
                                    <a:gd name="connsiteY0" fmla="*/ 0 h 2374937"/>
                                    <a:gd name="connsiteX1" fmla="*/ 79428 w 3769685"/>
                                    <a:gd name="connsiteY1" fmla="*/ 164850 h 2374937"/>
                                    <a:gd name="connsiteX2" fmla="*/ 14114 w 3769685"/>
                                    <a:gd name="connsiteY2" fmla="*/ 426108 h 2374937"/>
                                    <a:gd name="connsiteX3" fmla="*/ 14113 w 3769685"/>
                                    <a:gd name="connsiteY3" fmla="*/ 741794 h 2374937"/>
                                    <a:gd name="connsiteX4" fmla="*/ 166514 w 3769685"/>
                                    <a:gd name="connsiteY4" fmla="*/ 1177222 h 2374937"/>
                                    <a:gd name="connsiteX5" fmla="*/ 514857 w 3769685"/>
                                    <a:gd name="connsiteY5" fmla="*/ 1677965 h 2374937"/>
                                    <a:gd name="connsiteX6" fmla="*/ 1080913 w 3769685"/>
                                    <a:gd name="connsiteY6" fmla="*/ 1667079 h 2374937"/>
                                    <a:gd name="connsiteX7" fmla="*/ 1385714 w 3769685"/>
                                    <a:gd name="connsiteY7" fmla="*/ 1688850 h 2374937"/>
                                    <a:gd name="connsiteX8" fmla="*/ 1646971 w 3769685"/>
                                    <a:gd name="connsiteY8" fmla="*/ 1808593 h 2374937"/>
                                    <a:gd name="connsiteX9" fmla="*/ 1984428 w 3769685"/>
                                    <a:gd name="connsiteY9" fmla="*/ 1873908 h 2374937"/>
                                    <a:gd name="connsiteX10" fmla="*/ 2332771 w 3769685"/>
                                    <a:gd name="connsiteY10" fmla="*/ 1950107 h 2374937"/>
                                    <a:gd name="connsiteX11" fmla="*/ 2343656 w 3769685"/>
                                    <a:gd name="connsiteY11" fmla="*/ 2341993 h 2374937"/>
                                    <a:gd name="connsiteX12" fmla="*/ 2822628 w 3769685"/>
                                    <a:gd name="connsiteY12" fmla="*/ 2352879 h 2374937"/>
                                    <a:gd name="connsiteX13" fmla="*/ 3214514 w 3769685"/>
                                    <a:gd name="connsiteY13" fmla="*/ 2341993 h 2374937"/>
                                    <a:gd name="connsiteX14" fmla="*/ 3530199 w 3769685"/>
                                    <a:gd name="connsiteY14" fmla="*/ 2341994 h 2374937"/>
                                    <a:gd name="connsiteX15" fmla="*/ 3769685 w 3769685"/>
                                    <a:gd name="connsiteY15" fmla="*/ 2363765 h 2374937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080913 w 3769685"/>
                                    <a:gd name="connsiteY6" fmla="*/ 1667079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84428 w 3769685"/>
                                    <a:gd name="connsiteY9" fmla="*/ 1873908 h 2383688"/>
                                    <a:gd name="connsiteX10" fmla="*/ 2332771 w 3769685"/>
                                    <a:gd name="connsiteY10" fmla="*/ 1950107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080913 w 3769685"/>
                                    <a:gd name="connsiteY6" fmla="*/ 1667079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84428 w 3769685"/>
                                    <a:gd name="connsiteY9" fmla="*/ 1873908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080913 w 3769685"/>
                                    <a:gd name="connsiteY6" fmla="*/ 1667079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95313 w 3769685"/>
                                    <a:gd name="connsiteY9" fmla="*/ 1808594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1995313 w 3769685"/>
                                    <a:gd name="connsiteY9" fmla="*/ 1808594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85714 w 3769685"/>
                                    <a:gd name="connsiteY7" fmla="*/ 1688850 h 2383688"/>
                                    <a:gd name="connsiteX8" fmla="*/ 1646971 w 3769685"/>
                                    <a:gd name="connsiteY8" fmla="*/ 1808593 h 2383688"/>
                                    <a:gd name="connsiteX9" fmla="*/ 2115056 w 3769685"/>
                                    <a:gd name="connsiteY9" fmla="*/ 1667080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85714 w 3769685"/>
                                    <a:gd name="connsiteY7" fmla="*/ 1688850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343657 w 3769685"/>
                                    <a:gd name="connsiteY10" fmla="*/ 1863022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419857 w 3769685"/>
                                    <a:gd name="connsiteY10" fmla="*/ 1754165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115056 w 3769685"/>
                                    <a:gd name="connsiteY9" fmla="*/ 1667080 h 2383688"/>
                                    <a:gd name="connsiteX10" fmla="*/ 2441629 w 3769685"/>
                                    <a:gd name="connsiteY10" fmla="*/ 1667079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01400 w 3769685"/>
                                    <a:gd name="connsiteY8" fmla="*/ 1732393 h 2383688"/>
                                    <a:gd name="connsiteX9" fmla="*/ 2082399 w 3769685"/>
                                    <a:gd name="connsiteY9" fmla="*/ 1579995 h 2383688"/>
                                    <a:gd name="connsiteX10" fmla="*/ 2441629 w 3769685"/>
                                    <a:gd name="connsiteY10" fmla="*/ 1667079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712285 w 3769685"/>
                                    <a:gd name="connsiteY8" fmla="*/ 1677964 h 2383688"/>
                                    <a:gd name="connsiteX9" fmla="*/ 2082399 w 3769685"/>
                                    <a:gd name="connsiteY9" fmla="*/ 1579995 h 2383688"/>
                                    <a:gd name="connsiteX10" fmla="*/ 2441629 w 3769685"/>
                                    <a:gd name="connsiteY10" fmla="*/ 1667079 h 2383688"/>
                                    <a:gd name="connsiteX11" fmla="*/ 2583142 w 3769685"/>
                                    <a:gd name="connsiteY11" fmla="*/ 1895679 h 2383688"/>
                                    <a:gd name="connsiteX12" fmla="*/ 2822628 w 3769685"/>
                                    <a:gd name="connsiteY12" fmla="*/ 2352879 h 2383688"/>
                                    <a:gd name="connsiteX13" fmla="*/ 3214514 w 3769685"/>
                                    <a:gd name="connsiteY13" fmla="*/ 2341993 h 2383688"/>
                                    <a:gd name="connsiteX14" fmla="*/ 3530199 w 3769685"/>
                                    <a:gd name="connsiteY14" fmla="*/ 2341994 h 2383688"/>
                                    <a:gd name="connsiteX15" fmla="*/ 3769685 w 3769685"/>
                                    <a:gd name="connsiteY15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24456 w 3769685"/>
                                    <a:gd name="connsiteY6" fmla="*/ 1558222 h 2383688"/>
                                    <a:gd name="connsiteX7" fmla="*/ 1374828 w 3769685"/>
                                    <a:gd name="connsiteY7" fmla="*/ 1645307 h 2383688"/>
                                    <a:gd name="connsiteX8" fmla="*/ 1390650 w 3769685"/>
                                    <a:gd name="connsiteY8" fmla="*/ 1578427 h 2383688"/>
                                    <a:gd name="connsiteX9" fmla="*/ 1712285 w 3769685"/>
                                    <a:gd name="connsiteY9" fmla="*/ 1677964 h 2383688"/>
                                    <a:gd name="connsiteX10" fmla="*/ 2082399 w 3769685"/>
                                    <a:gd name="connsiteY10" fmla="*/ 1579995 h 2383688"/>
                                    <a:gd name="connsiteX11" fmla="*/ 2441629 w 3769685"/>
                                    <a:gd name="connsiteY11" fmla="*/ 1667079 h 2383688"/>
                                    <a:gd name="connsiteX12" fmla="*/ 2583142 w 3769685"/>
                                    <a:gd name="connsiteY12" fmla="*/ 1895679 h 2383688"/>
                                    <a:gd name="connsiteX13" fmla="*/ 2822628 w 3769685"/>
                                    <a:gd name="connsiteY13" fmla="*/ 2352879 h 2383688"/>
                                    <a:gd name="connsiteX14" fmla="*/ 3214514 w 3769685"/>
                                    <a:gd name="connsiteY14" fmla="*/ 2341993 h 2383688"/>
                                    <a:gd name="connsiteX15" fmla="*/ 3530199 w 3769685"/>
                                    <a:gd name="connsiteY15" fmla="*/ 2341994 h 2383688"/>
                                    <a:gd name="connsiteX16" fmla="*/ 3769685 w 3769685"/>
                                    <a:gd name="connsiteY16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514857 w 3769685"/>
                                    <a:gd name="connsiteY5" fmla="*/ 1677965 h 2383688"/>
                                    <a:gd name="connsiteX6" fmla="*/ 1113570 w 3769685"/>
                                    <a:gd name="connsiteY6" fmla="*/ 1525565 h 2383688"/>
                                    <a:gd name="connsiteX7" fmla="*/ 1374828 w 3769685"/>
                                    <a:gd name="connsiteY7" fmla="*/ 1645307 h 2383688"/>
                                    <a:gd name="connsiteX8" fmla="*/ 1390650 w 3769685"/>
                                    <a:gd name="connsiteY8" fmla="*/ 1578427 h 2383688"/>
                                    <a:gd name="connsiteX9" fmla="*/ 1712285 w 3769685"/>
                                    <a:gd name="connsiteY9" fmla="*/ 1677964 h 2383688"/>
                                    <a:gd name="connsiteX10" fmla="*/ 2082399 w 3769685"/>
                                    <a:gd name="connsiteY10" fmla="*/ 1579995 h 2383688"/>
                                    <a:gd name="connsiteX11" fmla="*/ 2441629 w 3769685"/>
                                    <a:gd name="connsiteY11" fmla="*/ 1667079 h 2383688"/>
                                    <a:gd name="connsiteX12" fmla="*/ 2583142 w 3769685"/>
                                    <a:gd name="connsiteY12" fmla="*/ 1895679 h 2383688"/>
                                    <a:gd name="connsiteX13" fmla="*/ 2822628 w 3769685"/>
                                    <a:gd name="connsiteY13" fmla="*/ 2352879 h 2383688"/>
                                    <a:gd name="connsiteX14" fmla="*/ 3214514 w 3769685"/>
                                    <a:gd name="connsiteY14" fmla="*/ 2341993 h 2383688"/>
                                    <a:gd name="connsiteX15" fmla="*/ 3530199 w 3769685"/>
                                    <a:gd name="connsiteY15" fmla="*/ 2341994 h 2383688"/>
                                    <a:gd name="connsiteX16" fmla="*/ 3769685 w 3769685"/>
                                    <a:gd name="connsiteY16" fmla="*/ 2363765 h 2383688"/>
                                    <a:gd name="connsiteX0" fmla="*/ 247650 w 3769685"/>
                                    <a:gd name="connsiteY0" fmla="*/ 0 h 2383688"/>
                                    <a:gd name="connsiteX1" fmla="*/ 79428 w 3769685"/>
                                    <a:gd name="connsiteY1" fmla="*/ 164850 h 2383688"/>
                                    <a:gd name="connsiteX2" fmla="*/ 14114 w 3769685"/>
                                    <a:gd name="connsiteY2" fmla="*/ 426108 h 2383688"/>
                                    <a:gd name="connsiteX3" fmla="*/ 14113 w 3769685"/>
                                    <a:gd name="connsiteY3" fmla="*/ 741794 h 2383688"/>
                                    <a:gd name="connsiteX4" fmla="*/ 166514 w 3769685"/>
                                    <a:gd name="connsiteY4" fmla="*/ 1177222 h 2383688"/>
                                    <a:gd name="connsiteX5" fmla="*/ 612829 w 3769685"/>
                                    <a:gd name="connsiteY5" fmla="*/ 1623536 h 2383688"/>
                                    <a:gd name="connsiteX6" fmla="*/ 1113570 w 3769685"/>
                                    <a:gd name="connsiteY6" fmla="*/ 1525565 h 2383688"/>
                                    <a:gd name="connsiteX7" fmla="*/ 1374828 w 3769685"/>
                                    <a:gd name="connsiteY7" fmla="*/ 1645307 h 2383688"/>
                                    <a:gd name="connsiteX8" fmla="*/ 1390650 w 3769685"/>
                                    <a:gd name="connsiteY8" fmla="*/ 1578427 h 2383688"/>
                                    <a:gd name="connsiteX9" fmla="*/ 1712285 w 3769685"/>
                                    <a:gd name="connsiteY9" fmla="*/ 1677964 h 2383688"/>
                                    <a:gd name="connsiteX10" fmla="*/ 2082399 w 3769685"/>
                                    <a:gd name="connsiteY10" fmla="*/ 1579995 h 2383688"/>
                                    <a:gd name="connsiteX11" fmla="*/ 2441629 w 3769685"/>
                                    <a:gd name="connsiteY11" fmla="*/ 1667079 h 2383688"/>
                                    <a:gd name="connsiteX12" fmla="*/ 2583142 w 3769685"/>
                                    <a:gd name="connsiteY12" fmla="*/ 1895679 h 2383688"/>
                                    <a:gd name="connsiteX13" fmla="*/ 2822628 w 3769685"/>
                                    <a:gd name="connsiteY13" fmla="*/ 2352879 h 2383688"/>
                                    <a:gd name="connsiteX14" fmla="*/ 3214514 w 3769685"/>
                                    <a:gd name="connsiteY14" fmla="*/ 2341993 h 2383688"/>
                                    <a:gd name="connsiteX15" fmla="*/ 3530199 w 3769685"/>
                                    <a:gd name="connsiteY15" fmla="*/ 2341994 h 2383688"/>
                                    <a:gd name="connsiteX16" fmla="*/ 3769685 w 3769685"/>
                                    <a:gd name="connsiteY16" fmla="*/ 2363765 h 2383688"/>
                                    <a:gd name="connsiteX0" fmla="*/ 251574 w 3773609"/>
                                    <a:gd name="connsiteY0" fmla="*/ 0 h 2383688"/>
                                    <a:gd name="connsiteX1" fmla="*/ 83352 w 3773609"/>
                                    <a:gd name="connsiteY1" fmla="*/ 164850 h 2383688"/>
                                    <a:gd name="connsiteX2" fmla="*/ 18038 w 3773609"/>
                                    <a:gd name="connsiteY2" fmla="*/ 426108 h 2383688"/>
                                    <a:gd name="connsiteX3" fmla="*/ 18037 w 3773609"/>
                                    <a:gd name="connsiteY3" fmla="*/ 741794 h 2383688"/>
                                    <a:gd name="connsiteX4" fmla="*/ 224867 w 3773609"/>
                                    <a:gd name="connsiteY4" fmla="*/ 1155450 h 2383688"/>
                                    <a:gd name="connsiteX5" fmla="*/ 616753 w 3773609"/>
                                    <a:gd name="connsiteY5" fmla="*/ 1623536 h 2383688"/>
                                    <a:gd name="connsiteX6" fmla="*/ 1117494 w 3773609"/>
                                    <a:gd name="connsiteY6" fmla="*/ 1525565 h 2383688"/>
                                    <a:gd name="connsiteX7" fmla="*/ 1378752 w 3773609"/>
                                    <a:gd name="connsiteY7" fmla="*/ 1645307 h 2383688"/>
                                    <a:gd name="connsiteX8" fmla="*/ 1394574 w 3773609"/>
                                    <a:gd name="connsiteY8" fmla="*/ 1578427 h 2383688"/>
                                    <a:gd name="connsiteX9" fmla="*/ 1716209 w 3773609"/>
                                    <a:gd name="connsiteY9" fmla="*/ 1677964 h 2383688"/>
                                    <a:gd name="connsiteX10" fmla="*/ 2086323 w 3773609"/>
                                    <a:gd name="connsiteY10" fmla="*/ 1579995 h 2383688"/>
                                    <a:gd name="connsiteX11" fmla="*/ 2445553 w 3773609"/>
                                    <a:gd name="connsiteY11" fmla="*/ 1667079 h 2383688"/>
                                    <a:gd name="connsiteX12" fmla="*/ 2587066 w 3773609"/>
                                    <a:gd name="connsiteY12" fmla="*/ 1895679 h 2383688"/>
                                    <a:gd name="connsiteX13" fmla="*/ 2826552 w 3773609"/>
                                    <a:gd name="connsiteY13" fmla="*/ 2352879 h 2383688"/>
                                    <a:gd name="connsiteX14" fmla="*/ 3218438 w 3773609"/>
                                    <a:gd name="connsiteY14" fmla="*/ 2341993 h 2383688"/>
                                    <a:gd name="connsiteX15" fmla="*/ 3534123 w 3773609"/>
                                    <a:gd name="connsiteY15" fmla="*/ 2341994 h 2383688"/>
                                    <a:gd name="connsiteX16" fmla="*/ 3773609 w 3773609"/>
                                    <a:gd name="connsiteY16" fmla="*/ 2363765 h 2383688"/>
                                    <a:gd name="connsiteX0" fmla="*/ 251574 w 3773609"/>
                                    <a:gd name="connsiteY0" fmla="*/ 0 h 2383688"/>
                                    <a:gd name="connsiteX1" fmla="*/ 83352 w 3773609"/>
                                    <a:gd name="connsiteY1" fmla="*/ 164850 h 2383688"/>
                                    <a:gd name="connsiteX2" fmla="*/ 18038 w 3773609"/>
                                    <a:gd name="connsiteY2" fmla="*/ 426108 h 2383688"/>
                                    <a:gd name="connsiteX3" fmla="*/ 18037 w 3773609"/>
                                    <a:gd name="connsiteY3" fmla="*/ 741794 h 2383688"/>
                                    <a:gd name="connsiteX4" fmla="*/ 224867 w 3773609"/>
                                    <a:gd name="connsiteY4" fmla="*/ 1155450 h 2383688"/>
                                    <a:gd name="connsiteX5" fmla="*/ 616753 w 3773609"/>
                                    <a:gd name="connsiteY5" fmla="*/ 1623536 h 2383688"/>
                                    <a:gd name="connsiteX6" fmla="*/ 1117494 w 3773609"/>
                                    <a:gd name="connsiteY6" fmla="*/ 1525565 h 2383688"/>
                                    <a:gd name="connsiteX7" fmla="*/ 1394574 w 3773609"/>
                                    <a:gd name="connsiteY7" fmla="*/ 1578427 h 2383688"/>
                                    <a:gd name="connsiteX8" fmla="*/ 1716209 w 3773609"/>
                                    <a:gd name="connsiteY8" fmla="*/ 1677964 h 2383688"/>
                                    <a:gd name="connsiteX9" fmla="*/ 2086323 w 3773609"/>
                                    <a:gd name="connsiteY9" fmla="*/ 1579995 h 2383688"/>
                                    <a:gd name="connsiteX10" fmla="*/ 2445553 w 3773609"/>
                                    <a:gd name="connsiteY10" fmla="*/ 1667079 h 2383688"/>
                                    <a:gd name="connsiteX11" fmla="*/ 2587066 w 3773609"/>
                                    <a:gd name="connsiteY11" fmla="*/ 1895679 h 2383688"/>
                                    <a:gd name="connsiteX12" fmla="*/ 2826552 w 3773609"/>
                                    <a:gd name="connsiteY12" fmla="*/ 2352879 h 2383688"/>
                                    <a:gd name="connsiteX13" fmla="*/ 3218438 w 3773609"/>
                                    <a:gd name="connsiteY13" fmla="*/ 2341993 h 2383688"/>
                                    <a:gd name="connsiteX14" fmla="*/ 3534123 w 3773609"/>
                                    <a:gd name="connsiteY14" fmla="*/ 2341994 h 2383688"/>
                                    <a:gd name="connsiteX15" fmla="*/ 3773609 w 3773609"/>
                                    <a:gd name="connsiteY15" fmla="*/ 2363765 h 2383688"/>
                                    <a:gd name="connsiteX0" fmla="*/ 251574 w 3773609"/>
                                    <a:gd name="connsiteY0" fmla="*/ 0 h 2388505"/>
                                    <a:gd name="connsiteX1" fmla="*/ 83352 w 3773609"/>
                                    <a:gd name="connsiteY1" fmla="*/ 164850 h 2388505"/>
                                    <a:gd name="connsiteX2" fmla="*/ 18038 w 3773609"/>
                                    <a:gd name="connsiteY2" fmla="*/ 426108 h 2388505"/>
                                    <a:gd name="connsiteX3" fmla="*/ 18037 w 3773609"/>
                                    <a:gd name="connsiteY3" fmla="*/ 741794 h 2388505"/>
                                    <a:gd name="connsiteX4" fmla="*/ 224867 w 3773609"/>
                                    <a:gd name="connsiteY4" fmla="*/ 1155450 h 2388505"/>
                                    <a:gd name="connsiteX5" fmla="*/ 616753 w 3773609"/>
                                    <a:gd name="connsiteY5" fmla="*/ 1623536 h 2388505"/>
                                    <a:gd name="connsiteX6" fmla="*/ 1117494 w 3773609"/>
                                    <a:gd name="connsiteY6" fmla="*/ 1525565 h 2388505"/>
                                    <a:gd name="connsiteX7" fmla="*/ 1394574 w 3773609"/>
                                    <a:gd name="connsiteY7" fmla="*/ 1578427 h 2388505"/>
                                    <a:gd name="connsiteX8" fmla="*/ 1716209 w 3773609"/>
                                    <a:gd name="connsiteY8" fmla="*/ 1677964 h 2388505"/>
                                    <a:gd name="connsiteX9" fmla="*/ 2086323 w 3773609"/>
                                    <a:gd name="connsiteY9" fmla="*/ 1579995 h 2388505"/>
                                    <a:gd name="connsiteX10" fmla="*/ 2445553 w 3773609"/>
                                    <a:gd name="connsiteY10" fmla="*/ 1667079 h 2388505"/>
                                    <a:gd name="connsiteX11" fmla="*/ 2695923 w 3773609"/>
                                    <a:gd name="connsiteY11" fmla="*/ 1830365 h 2388505"/>
                                    <a:gd name="connsiteX12" fmla="*/ 2826552 w 3773609"/>
                                    <a:gd name="connsiteY12" fmla="*/ 2352879 h 2388505"/>
                                    <a:gd name="connsiteX13" fmla="*/ 3218438 w 3773609"/>
                                    <a:gd name="connsiteY13" fmla="*/ 2341993 h 2388505"/>
                                    <a:gd name="connsiteX14" fmla="*/ 3534123 w 3773609"/>
                                    <a:gd name="connsiteY14" fmla="*/ 2341994 h 2388505"/>
                                    <a:gd name="connsiteX15" fmla="*/ 3773609 w 3773609"/>
                                    <a:gd name="connsiteY15" fmla="*/ 2363765 h 2388505"/>
                                    <a:gd name="connsiteX0" fmla="*/ 251574 w 3773609"/>
                                    <a:gd name="connsiteY0" fmla="*/ 0 h 2367008"/>
                                    <a:gd name="connsiteX1" fmla="*/ 83352 w 3773609"/>
                                    <a:gd name="connsiteY1" fmla="*/ 164850 h 2367008"/>
                                    <a:gd name="connsiteX2" fmla="*/ 18038 w 3773609"/>
                                    <a:gd name="connsiteY2" fmla="*/ 426108 h 2367008"/>
                                    <a:gd name="connsiteX3" fmla="*/ 18037 w 3773609"/>
                                    <a:gd name="connsiteY3" fmla="*/ 741794 h 2367008"/>
                                    <a:gd name="connsiteX4" fmla="*/ 224867 w 3773609"/>
                                    <a:gd name="connsiteY4" fmla="*/ 1155450 h 2367008"/>
                                    <a:gd name="connsiteX5" fmla="*/ 616753 w 3773609"/>
                                    <a:gd name="connsiteY5" fmla="*/ 1623536 h 2367008"/>
                                    <a:gd name="connsiteX6" fmla="*/ 1117494 w 3773609"/>
                                    <a:gd name="connsiteY6" fmla="*/ 1525565 h 2367008"/>
                                    <a:gd name="connsiteX7" fmla="*/ 1394574 w 3773609"/>
                                    <a:gd name="connsiteY7" fmla="*/ 1578427 h 2367008"/>
                                    <a:gd name="connsiteX8" fmla="*/ 1716209 w 3773609"/>
                                    <a:gd name="connsiteY8" fmla="*/ 1677964 h 2367008"/>
                                    <a:gd name="connsiteX9" fmla="*/ 2086323 w 3773609"/>
                                    <a:gd name="connsiteY9" fmla="*/ 1579995 h 2367008"/>
                                    <a:gd name="connsiteX10" fmla="*/ 2445553 w 3773609"/>
                                    <a:gd name="connsiteY10" fmla="*/ 1667079 h 2367008"/>
                                    <a:gd name="connsiteX11" fmla="*/ 2695923 w 3773609"/>
                                    <a:gd name="connsiteY11" fmla="*/ 1830365 h 2367008"/>
                                    <a:gd name="connsiteX12" fmla="*/ 2924524 w 3773609"/>
                                    <a:gd name="connsiteY12" fmla="*/ 1993650 h 2367008"/>
                                    <a:gd name="connsiteX13" fmla="*/ 3218438 w 3773609"/>
                                    <a:gd name="connsiteY13" fmla="*/ 2341993 h 2367008"/>
                                    <a:gd name="connsiteX14" fmla="*/ 3534123 w 3773609"/>
                                    <a:gd name="connsiteY14" fmla="*/ 2341994 h 2367008"/>
                                    <a:gd name="connsiteX15" fmla="*/ 3773609 w 3773609"/>
                                    <a:gd name="connsiteY15" fmla="*/ 2363765 h 2367008"/>
                                    <a:gd name="connsiteX0" fmla="*/ 251574 w 3773609"/>
                                    <a:gd name="connsiteY0" fmla="*/ 0 h 2370232"/>
                                    <a:gd name="connsiteX1" fmla="*/ 83352 w 3773609"/>
                                    <a:gd name="connsiteY1" fmla="*/ 164850 h 2370232"/>
                                    <a:gd name="connsiteX2" fmla="*/ 18038 w 3773609"/>
                                    <a:gd name="connsiteY2" fmla="*/ 426108 h 2370232"/>
                                    <a:gd name="connsiteX3" fmla="*/ 18037 w 3773609"/>
                                    <a:gd name="connsiteY3" fmla="*/ 741794 h 2370232"/>
                                    <a:gd name="connsiteX4" fmla="*/ 224867 w 3773609"/>
                                    <a:gd name="connsiteY4" fmla="*/ 1155450 h 2370232"/>
                                    <a:gd name="connsiteX5" fmla="*/ 616753 w 3773609"/>
                                    <a:gd name="connsiteY5" fmla="*/ 1623536 h 2370232"/>
                                    <a:gd name="connsiteX6" fmla="*/ 1117494 w 3773609"/>
                                    <a:gd name="connsiteY6" fmla="*/ 1525565 h 2370232"/>
                                    <a:gd name="connsiteX7" fmla="*/ 1394574 w 3773609"/>
                                    <a:gd name="connsiteY7" fmla="*/ 1578427 h 2370232"/>
                                    <a:gd name="connsiteX8" fmla="*/ 1716209 w 3773609"/>
                                    <a:gd name="connsiteY8" fmla="*/ 1677964 h 2370232"/>
                                    <a:gd name="connsiteX9" fmla="*/ 2086323 w 3773609"/>
                                    <a:gd name="connsiteY9" fmla="*/ 1579995 h 2370232"/>
                                    <a:gd name="connsiteX10" fmla="*/ 2445553 w 3773609"/>
                                    <a:gd name="connsiteY10" fmla="*/ 1667079 h 2370232"/>
                                    <a:gd name="connsiteX11" fmla="*/ 2695923 w 3773609"/>
                                    <a:gd name="connsiteY11" fmla="*/ 1830365 h 2370232"/>
                                    <a:gd name="connsiteX12" fmla="*/ 2565295 w 3773609"/>
                                    <a:gd name="connsiteY12" fmla="*/ 1950107 h 2370232"/>
                                    <a:gd name="connsiteX13" fmla="*/ 3218438 w 3773609"/>
                                    <a:gd name="connsiteY13" fmla="*/ 2341993 h 2370232"/>
                                    <a:gd name="connsiteX14" fmla="*/ 3534123 w 3773609"/>
                                    <a:gd name="connsiteY14" fmla="*/ 2341994 h 2370232"/>
                                    <a:gd name="connsiteX15" fmla="*/ 3773609 w 3773609"/>
                                    <a:gd name="connsiteY15" fmla="*/ 2363765 h 2370232"/>
                                    <a:gd name="connsiteX0" fmla="*/ 251574 w 3773609"/>
                                    <a:gd name="connsiteY0" fmla="*/ 0 h 2370232"/>
                                    <a:gd name="connsiteX1" fmla="*/ 83352 w 3773609"/>
                                    <a:gd name="connsiteY1" fmla="*/ 164850 h 2370232"/>
                                    <a:gd name="connsiteX2" fmla="*/ 18038 w 3773609"/>
                                    <a:gd name="connsiteY2" fmla="*/ 426108 h 2370232"/>
                                    <a:gd name="connsiteX3" fmla="*/ 18037 w 3773609"/>
                                    <a:gd name="connsiteY3" fmla="*/ 741794 h 2370232"/>
                                    <a:gd name="connsiteX4" fmla="*/ 224867 w 3773609"/>
                                    <a:gd name="connsiteY4" fmla="*/ 1155450 h 2370232"/>
                                    <a:gd name="connsiteX5" fmla="*/ 616753 w 3773609"/>
                                    <a:gd name="connsiteY5" fmla="*/ 1623536 h 2370232"/>
                                    <a:gd name="connsiteX6" fmla="*/ 1117494 w 3773609"/>
                                    <a:gd name="connsiteY6" fmla="*/ 1525565 h 2370232"/>
                                    <a:gd name="connsiteX7" fmla="*/ 1394574 w 3773609"/>
                                    <a:gd name="connsiteY7" fmla="*/ 1578427 h 2370232"/>
                                    <a:gd name="connsiteX8" fmla="*/ 1716209 w 3773609"/>
                                    <a:gd name="connsiteY8" fmla="*/ 1677964 h 2370232"/>
                                    <a:gd name="connsiteX9" fmla="*/ 2086323 w 3773609"/>
                                    <a:gd name="connsiteY9" fmla="*/ 1579995 h 2370232"/>
                                    <a:gd name="connsiteX10" fmla="*/ 2445553 w 3773609"/>
                                    <a:gd name="connsiteY10" fmla="*/ 1667079 h 2370232"/>
                                    <a:gd name="connsiteX11" fmla="*/ 2663266 w 3773609"/>
                                    <a:gd name="connsiteY11" fmla="*/ 1775936 h 2370232"/>
                                    <a:gd name="connsiteX12" fmla="*/ 2565295 w 3773609"/>
                                    <a:gd name="connsiteY12" fmla="*/ 1950107 h 2370232"/>
                                    <a:gd name="connsiteX13" fmla="*/ 3218438 w 3773609"/>
                                    <a:gd name="connsiteY13" fmla="*/ 2341993 h 2370232"/>
                                    <a:gd name="connsiteX14" fmla="*/ 3534123 w 3773609"/>
                                    <a:gd name="connsiteY14" fmla="*/ 2341994 h 2370232"/>
                                    <a:gd name="connsiteX15" fmla="*/ 3773609 w 3773609"/>
                                    <a:gd name="connsiteY15" fmla="*/ 2363765 h 2370232"/>
                                    <a:gd name="connsiteX0" fmla="*/ 251574 w 3773609"/>
                                    <a:gd name="connsiteY0" fmla="*/ 0 h 2389226"/>
                                    <a:gd name="connsiteX1" fmla="*/ 83352 w 3773609"/>
                                    <a:gd name="connsiteY1" fmla="*/ 164850 h 2389226"/>
                                    <a:gd name="connsiteX2" fmla="*/ 18038 w 3773609"/>
                                    <a:gd name="connsiteY2" fmla="*/ 426108 h 2389226"/>
                                    <a:gd name="connsiteX3" fmla="*/ 18037 w 3773609"/>
                                    <a:gd name="connsiteY3" fmla="*/ 741794 h 2389226"/>
                                    <a:gd name="connsiteX4" fmla="*/ 224867 w 3773609"/>
                                    <a:gd name="connsiteY4" fmla="*/ 1155450 h 2389226"/>
                                    <a:gd name="connsiteX5" fmla="*/ 616753 w 3773609"/>
                                    <a:gd name="connsiteY5" fmla="*/ 1623536 h 2389226"/>
                                    <a:gd name="connsiteX6" fmla="*/ 1117494 w 3773609"/>
                                    <a:gd name="connsiteY6" fmla="*/ 1525565 h 2389226"/>
                                    <a:gd name="connsiteX7" fmla="*/ 1394574 w 3773609"/>
                                    <a:gd name="connsiteY7" fmla="*/ 1578427 h 2389226"/>
                                    <a:gd name="connsiteX8" fmla="*/ 1716209 w 3773609"/>
                                    <a:gd name="connsiteY8" fmla="*/ 1677964 h 2389226"/>
                                    <a:gd name="connsiteX9" fmla="*/ 2086323 w 3773609"/>
                                    <a:gd name="connsiteY9" fmla="*/ 1579995 h 2389226"/>
                                    <a:gd name="connsiteX10" fmla="*/ 2445553 w 3773609"/>
                                    <a:gd name="connsiteY10" fmla="*/ 1667079 h 2389226"/>
                                    <a:gd name="connsiteX11" fmla="*/ 2663266 w 3773609"/>
                                    <a:gd name="connsiteY11" fmla="*/ 1775936 h 2389226"/>
                                    <a:gd name="connsiteX12" fmla="*/ 2565295 w 3773609"/>
                                    <a:gd name="connsiteY12" fmla="*/ 1950107 h 2389226"/>
                                    <a:gd name="connsiteX13" fmla="*/ 2293152 w 3773609"/>
                                    <a:gd name="connsiteY13" fmla="*/ 1786822 h 2389226"/>
                                    <a:gd name="connsiteX14" fmla="*/ 3534123 w 3773609"/>
                                    <a:gd name="connsiteY14" fmla="*/ 2341994 h 2389226"/>
                                    <a:gd name="connsiteX15" fmla="*/ 3773609 w 3773609"/>
                                    <a:gd name="connsiteY15" fmla="*/ 2363765 h 2389226"/>
                                    <a:gd name="connsiteX0" fmla="*/ 251574 w 3773609"/>
                                    <a:gd name="connsiteY0" fmla="*/ 0 h 2363765"/>
                                    <a:gd name="connsiteX1" fmla="*/ 83352 w 3773609"/>
                                    <a:gd name="connsiteY1" fmla="*/ 164850 h 2363765"/>
                                    <a:gd name="connsiteX2" fmla="*/ 18038 w 3773609"/>
                                    <a:gd name="connsiteY2" fmla="*/ 426108 h 2363765"/>
                                    <a:gd name="connsiteX3" fmla="*/ 18037 w 3773609"/>
                                    <a:gd name="connsiteY3" fmla="*/ 741794 h 2363765"/>
                                    <a:gd name="connsiteX4" fmla="*/ 224867 w 3773609"/>
                                    <a:gd name="connsiteY4" fmla="*/ 1155450 h 2363765"/>
                                    <a:gd name="connsiteX5" fmla="*/ 616753 w 3773609"/>
                                    <a:gd name="connsiteY5" fmla="*/ 1623536 h 2363765"/>
                                    <a:gd name="connsiteX6" fmla="*/ 1117494 w 3773609"/>
                                    <a:gd name="connsiteY6" fmla="*/ 1525565 h 2363765"/>
                                    <a:gd name="connsiteX7" fmla="*/ 1394574 w 3773609"/>
                                    <a:gd name="connsiteY7" fmla="*/ 1578427 h 2363765"/>
                                    <a:gd name="connsiteX8" fmla="*/ 1716209 w 3773609"/>
                                    <a:gd name="connsiteY8" fmla="*/ 1677964 h 2363765"/>
                                    <a:gd name="connsiteX9" fmla="*/ 2086323 w 3773609"/>
                                    <a:gd name="connsiteY9" fmla="*/ 1579995 h 2363765"/>
                                    <a:gd name="connsiteX10" fmla="*/ 2445553 w 3773609"/>
                                    <a:gd name="connsiteY10" fmla="*/ 1667079 h 2363765"/>
                                    <a:gd name="connsiteX11" fmla="*/ 2663266 w 3773609"/>
                                    <a:gd name="connsiteY11" fmla="*/ 1775936 h 2363765"/>
                                    <a:gd name="connsiteX12" fmla="*/ 2565295 w 3773609"/>
                                    <a:gd name="connsiteY12" fmla="*/ 1950107 h 2363765"/>
                                    <a:gd name="connsiteX13" fmla="*/ 2293152 w 3773609"/>
                                    <a:gd name="connsiteY13" fmla="*/ 1786822 h 2363765"/>
                                    <a:gd name="connsiteX14" fmla="*/ 2010123 w 3773609"/>
                                    <a:gd name="connsiteY14" fmla="*/ 1743279 h 2363765"/>
                                    <a:gd name="connsiteX15" fmla="*/ 3773609 w 3773609"/>
                                    <a:gd name="connsiteY15" fmla="*/ 2363765 h 236376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616753 w 2667361"/>
                                    <a:gd name="connsiteY5" fmla="*/ 1623536 h 1950125"/>
                                    <a:gd name="connsiteX6" fmla="*/ 1117494 w 2667361"/>
                                    <a:gd name="connsiteY6" fmla="*/ 1525565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1117494 w 2667361"/>
                                    <a:gd name="connsiteY6" fmla="*/ 1525565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1106608 w 2667361"/>
                                    <a:gd name="connsiteY6" fmla="*/ 1503793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394574 w 2667361"/>
                                    <a:gd name="connsiteY7" fmla="*/ 1578427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133317 w 2667361"/>
                                    <a:gd name="connsiteY7" fmla="*/ 1513113 h 1950125"/>
                                    <a:gd name="connsiteX8" fmla="*/ 1716209 w 2667361"/>
                                    <a:gd name="connsiteY8" fmla="*/ 1677964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133317 w 2667361"/>
                                    <a:gd name="connsiteY7" fmla="*/ 1513113 h 1950125"/>
                                    <a:gd name="connsiteX8" fmla="*/ 1465838 w 2667361"/>
                                    <a:gd name="connsiteY8" fmla="*/ 1264307 h 1950125"/>
                                    <a:gd name="connsiteX9" fmla="*/ 2086323 w 2667361"/>
                                    <a:gd name="connsiteY9" fmla="*/ 1579995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667361"/>
                                    <a:gd name="connsiteY0" fmla="*/ 0 h 1950125"/>
                                    <a:gd name="connsiteX1" fmla="*/ 83352 w 2667361"/>
                                    <a:gd name="connsiteY1" fmla="*/ 164850 h 1950125"/>
                                    <a:gd name="connsiteX2" fmla="*/ 18038 w 2667361"/>
                                    <a:gd name="connsiteY2" fmla="*/ 426108 h 1950125"/>
                                    <a:gd name="connsiteX3" fmla="*/ 18037 w 2667361"/>
                                    <a:gd name="connsiteY3" fmla="*/ 741794 h 1950125"/>
                                    <a:gd name="connsiteX4" fmla="*/ 224867 w 2667361"/>
                                    <a:gd name="connsiteY4" fmla="*/ 1155450 h 1950125"/>
                                    <a:gd name="connsiteX5" fmla="*/ 486125 w 2667361"/>
                                    <a:gd name="connsiteY5" fmla="*/ 1514679 h 1950125"/>
                                    <a:gd name="connsiteX6" fmla="*/ 758265 w 2667361"/>
                                    <a:gd name="connsiteY6" fmla="*/ 1329622 h 1950125"/>
                                    <a:gd name="connsiteX7" fmla="*/ 1133317 w 2667361"/>
                                    <a:gd name="connsiteY7" fmla="*/ 1513113 h 1950125"/>
                                    <a:gd name="connsiteX8" fmla="*/ 1465838 w 2667361"/>
                                    <a:gd name="connsiteY8" fmla="*/ 1264307 h 1950125"/>
                                    <a:gd name="connsiteX9" fmla="*/ 1737981 w 2667361"/>
                                    <a:gd name="connsiteY9" fmla="*/ 1373166 h 1950125"/>
                                    <a:gd name="connsiteX10" fmla="*/ 2445553 w 2667361"/>
                                    <a:gd name="connsiteY10" fmla="*/ 1667079 h 1950125"/>
                                    <a:gd name="connsiteX11" fmla="*/ 2663266 w 2667361"/>
                                    <a:gd name="connsiteY11" fmla="*/ 1775936 h 1950125"/>
                                    <a:gd name="connsiteX12" fmla="*/ 2565295 w 2667361"/>
                                    <a:gd name="connsiteY12" fmla="*/ 1950107 h 1950125"/>
                                    <a:gd name="connsiteX13" fmla="*/ 2293152 w 2667361"/>
                                    <a:gd name="connsiteY13" fmla="*/ 1786822 h 1950125"/>
                                    <a:gd name="connsiteX14" fmla="*/ 2010123 w 2667361"/>
                                    <a:gd name="connsiteY14" fmla="*/ 1743279 h 1950125"/>
                                    <a:gd name="connsiteX15" fmla="*/ 1770637 w 2667361"/>
                                    <a:gd name="connsiteY15" fmla="*/ 1873908 h 1950125"/>
                                    <a:gd name="connsiteX0" fmla="*/ 251574 w 2708030"/>
                                    <a:gd name="connsiteY0" fmla="*/ 0 h 1950125"/>
                                    <a:gd name="connsiteX1" fmla="*/ 83352 w 2708030"/>
                                    <a:gd name="connsiteY1" fmla="*/ 164850 h 1950125"/>
                                    <a:gd name="connsiteX2" fmla="*/ 18038 w 2708030"/>
                                    <a:gd name="connsiteY2" fmla="*/ 426108 h 1950125"/>
                                    <a:gd name="connsiteX3" fmla="*/ 18037 w 2708030"/>
                                    <a:gd name="connsiteY3" fmla="*/ 741794 h 1950125"/>
                                    <a:gd name="connsiteX4" fmla="*/ 224867 w 2708030"/>
                                    <a:gd name="connsiteY4" fmla="*/ 1155450 h 1950125"/>
                                    <a:gd name="connsiteX5" fmla="*/ 486125 w 2708030"/>
                                    <a:gd name="connsiteY5" fmla="*/ 1514679 h 1950125"/>
                                    <a:gd name="connsiteX6" fmla="*/ 758265 w 2708030"/>
                                    <a:gd name="connsiteY6" fmla="*/ 1329622 h 1950125"/>
                                    <a:gd name="connsiteX7" fmla="*/ 1133317 w 2708030"/>
                                    <a:gd name="connsiteY7" fmla="*/ 1513113 h 1950125"/>
                                    <a:gd name="connsiteX8" fmla="*/ 1465838 w 2708030"/>
                                    <a:gd name="connsiteY8" fmla="*/ 1264307 h 1950125"/>
                                    <a:gd name="connsiteX9" fmla="*/ 1737981 w 2708030"/>
                                    <a:gd name="connsiteY9" fmla="*/ 1373166 h 1950125"/>
                                    <a:gd name="connsiteX10" fmla="*/ 1835953 w 2708030"/>
                                    <a:gd name="connsiteY10" fmla="*/ 1579993 h 1950125"/>
                                    <a:gd name="connsiteX11" fmla="*/ 2663266 w 2708030"/>
                                    <a:gd name="connsiteY11" fmla="*/ 1775936 h 1950125"/>
                                    <a:gd name="connsiteX12" fmla="*/ 2565295 w 2708030"/>
                                    <a:gd name="connsiteY12" fmla="*/ 1950107 h 1950125"/>
                                    <a:gd name="connsiteX13" fmla="*/ 2293152 w 2708030"/>
                                    <a:gd name="connsiteY13" fmla="*/ 1786822 h 1950125"/>
                                    <a:gd name="connsiteX14" fmla="*/ 2010123 w 2708030"/>
                                    <a:gd name="connsiteY14" fmla="*/ 1743279 h 1950125"/>
                                    <a:gd name="connsiteX15" fmla="*/ 1770637 w 2708030"/>
                                    <a:gd name="connsiteY15" fmla="*/ 1873908 h 1950125"/>
                                    <a:gd name="connsiteX0" fmla="*/ 251574 w 2708030"/>
                                    <a:gd name="connsiteY0" fmla="*/ 0 h 1950125"/>
                                    <a:gd name="connsiteX1" fmla="*/ 83352 w 2708030"/>
                                    <a:gd name="connsiteY1" fmla="*/ 164850 h 1950125"/>
                                    <a:gd name="connsiteX2" fmla="*/ 18038 w 2708030"/>
                                    <a:gd name="connsiteY2" fmla="*/ 426108 h 1950125"/>
                                    <a:gd name="connsiteX3" fmla="*/ 18037 w 2708030"/>
                                    <a:gd name="connsiteY3" fmla="*/ 741794 h 1950125"/>
                                    <a:gd name="connsiteX4" fmla="*/ 224867 w 2708030"/>
                                    <a:gd name="connsiteY4" fmla="*/ 1155450 h 1950125"/>
                                    <a:gd name="connsiteX5" fmla="*/ 486125 w 2708030"/>
                                    <a:gd name="connsiteY5" fmla="*/ 1427594 h 1950125"/>
                                    <a:gd name="connsiteX6" fmla="*/ 758265 w 2708030"/>
                                    <a:gd name="connsiteY6" fmla="*/ 1329622 h 1950125"/>
                                    <a:gd name="connsiteX7" fmla="*/ 1133317 w 2708030"/>
                                    <a:gd name="connsiteY7" fmla="*/ 1513113 h 1950125"/>
                                    <a:gd name="connsiteX8" fmla="*/ 1465838 w 2708030"/>
                                    <a:gd name="connsiteY8" fmla="*/ 1264307 h 1950125"/>
                                    <a:gd name="connsiteX9" fmla="*/ 1737981 w 2708030"/>
                                    <a:gd name="connsiteY9" fmla="*/ 1373166 h 1950125"/>
                                    <a:gd name="connsiteX10" fmla="*/ 1835953 w 2708030"/>
                                    <a:gd name="connsiteY10" fmla="*/ 1579993 h 1950125"/>
                                    <a:gd name="connsiteX11" fmla="*/ 2663266 w 2708030"/>
                                    <a:gd name="connsiteY11" fmla="*/ 1775936 h 1950125"/>
                                    <a:gd name="connsiteX12" fmla="*/ 2565295 w 2708030"/>
                                    <a:gd name="connsiteY12" fmla="*/ 1950107 h 1950125"/>
                                    <a:gd name="connsiteX13" fmla="*/ 2293152 w 2708030"/>
                                    <a:gd name="connsiteY13" fmla="*/ 1786822 h 1950125"/>
                                    <a:gd name="connsiteX14" fmla="*/ 2010123 w 2708030"/>
                                    <a:gd name="connsiteY14" fmla="*/ 1743279 h 1950125"/>
                                    <a:gd name="connsiteX15" fmla="*/ 1770637 w 2708030"/>
                                    <a:gd name="connsiteY15" fmla="*/ 1873908 h 1950125"/>
                                    <a:gd name="connsiteX0" fmla="*/ 251574 w 2588288"/>
                                    <a:gd name="connsiteY0" fmla="*/ 0 h 1951940"/>
                                    <a:gd name="connsiteX1" fmla="*/ 83352 w 2588288"/>
                                    <a:gd name="connsiteY1" fmla="*/ 164850 h 1951940"/>
                                    <a:gd name="connsiteX2" fmla="*/ 18038 w 2588288"/>
                                    <a:gd name="connsiteY2" fmla="*/ 426108 h 1951940"/>
                                    <a:gd name="connsiteX3" fmla="*/ 18037 w 2588288"/>
                                    <a:gd name="connsiteY3" fmla="*/ 741794 h 1951940"/>
                                    <a:gd name="connsiteX4" fmla="*/ 224867 w 2588288"/>
                                    <a:gd name="connsiteY4" fmla="*/ 1155450 h 1951940"/>
                                    <a:gd name="connsiteX5" fmla="*/ 486125 w 2588288"/>
                                    <a:gd name="connsiteY5" fmla="*/ 1427594 h 1951940"/>
                                    <a:gd name="connsiteX6" fmla="*/ 758265 w 2588288"/>
                                    <a:gd name="connsiteY6" fmla="*/ 1329622 h 1951940"/>
                                    <a:gd name="connsiteX7" fmla="*/ 1133317 w 2588288"/>
                                    <a:gd name="connsiteY7" fmla="*/ 1513113 h 1951940"/>
                                    <a:gd name="connsiteX8" fmla="*/ 1465838 w 2588288"/>
                                    <a:gd name="connsiteY8" fmla="*/ 1264307 h 1951940"/>
                                    <a:gd name="connsiteX9" fmla="*/ 1737981 w 2588288"/>
                                    <a:gd name="connsiteY9" fmla="*/ 1373166 h 1951940"/>
                                    <a:gd name="connsiteX10" fmla="*/ 1835953 w 2588288"/>
                                    <a:gd name="connsiteY10" fmla="*/ 1579993 h 1951940"/>
                                    <a:gd name="connsiteX11" fmla="*/ 1661780 w 2588288"/>
                                    <a:gd name="connsiteY11" fmla="*/ 1667078 h 1951940"/>
                                    <a:gd name="connsiteX12" fmla="*/ 2565295 w 2588288"/>
                                    <a:gd name="connsiteY12" fmla="*/ 1950107 h 1951940"/>
                                    <a:gd name="connsiteX13" fmla="*/ 2293152 w 2588288"/>
                                    <a:gd name="connsiteY13" fmla="*/ 1786822 h 1951940"/>
                                    <a:gd name="connsiteX14" fmla="*/ 2010123 w 2588288"/>
                                    <a:gd name="connsiteY14" fmla="*/ 1743279 h 1951940"/>
                                    <a:gd name="connsiteX15" fmla="*/ 1770637 w 2588288"/>
                                    <a:gd name="connsiteY15" fmla="*/ 1873908 h 1951940"/>
                                    <a:gd name="connsiteX0" fmla="*/ 251574 w 2311227"/>
                                    <a:gd name="connsiteY0" fmla="*/ 0 h 1873908"/>
                                    <a:gd name="connsiteX1" fmla="*/ 83352 w 2311227"/>
                                    <a:gd name="connsiteY1" fmla="*/ 164850 h 1873908"/>
                                    <a:gd name="connsiteX2" fmla="*/ 18038 w 2311227"/>
                                    <a:gd name="connsiteY2" fmla="*/ 426108 h 1873908"/>
                                    <a:gd name="connsiteX3" fmla="*/ 18037 w 2311227"/>
                                    <a:gd name="connsiteY3" fmla="*/ 741794 h 1873908"/>
                                    <a:gd name="connsiteX4" fmla="*/ 224867 w 2311227"/>
                                    <a:gd name="connsiteY4" fmla="*/ 1155450 h 1873908"/>
                                    <a:gd name="connsiteX5" fmla="*/ 486125 w 2311227"/>
                                    <a:gd name="connsiteY5" fmla="*/ 1427594 h 1873908"/>
                                    <a:gd name="connsiteX6" fmla="*/ 758265 w 2311227"/>
                                    <a:gd name="connsiteY6" fmla="*/ 1329622 h 1873908"/>
                                    <a:gd name="connsiteX7" fmla="*/ 1133317 w 2311227"/>
                                    <a:gd name="connsiteY7" fmla="*/ 1513113 h 1873908"/>
                                    <a:gd name="connsiteX8" fmla="*/ 1465838 w 2311227"/>
                                    <a:gd name="connsiteY8" fmla="*/ 1264307 h 1873908"/>
                                    <a:gd name="connsiteX9" fmla="*/ 1737981 w 2311227"/>
                                    <a:gd name="connsiteY9" fmla="*/ 1373166 h 1873908"/>
                                    <a:gd name="connsiteX10" fmla="*/ 1835953 w 2311227"/>
                                    <a:gd name="connsiteY10" fmla="*/ 1579993 h 1873908"/>
                                    <a:gd name="connsiteX11" fmla="*/ 1661780 w 2311227"/>
                                    <a:gd name="connsiteY11" fmla="*/ 1667078 h 1873908"/>
                                    <a:gd name="connsiteX12" fmla="*/ 1454952 w 2311227"/>
                                    <a:gd name="connsiteY12" fmla="*/ 1536450 h 1873908"/>
                                    <a:gd name="connsiteX13" fmla="*/ 2293152 w 2311227"/>
                                    <a:gd name="connsiteY13" fmla="*/ 1786822 h 1873908"/>
                                    <a:gd name="connsiteX14" fmla="*/ 2010123 w 2311227"/>
                                    <a:gd name="connsiteY14" fmla="*/ 1743279 h 1873908"/>
                                    <a:gd name="connsiteX15" fmla="*/ 1770637 w 2311227"/>
                                    <a:gd name="connsiteY15" fmla="*/ 1873908 h 1873908"/>
                                    <a:gd name="connsiteX0" fmla="*/ 251574 w 2030446"/>
                                    <a:gd name="connsiteY0" fmla="*/ 0 h 1873908"/>
                                    <a:gd name="connsiteX1" fmla="*/ 83352 w 2030446"/>
                                    <a:gd name="connsiteY1" fmla="*/ 164850 h 1873908"/>
                                    <a:gd name="connsiteX2" fmla="*/ 18038 w 2030446"/>
                                    <a:gd name="connsiteY2" fmla="*/ 426108 h 1873908"/>
                                    <a:gd name="connsiteX3" fmla="*/ 18037 w 2030446"/>
                                    <a:gd name="connsiteY3" fmla="*/ 741794 h 1873908"/>
                                    <a:gd name="connsiteX4" fmla="*/ 224867 w 2030446"/>
                                    <a:gd name="connsiteY4" fmla="*/ 1155450 h 1873908"/>
                                    <a:gd name="connsiteX5" fmla="*/ 486125 w 2030446"/>
                                    <a:gd name="connsiteY5" fmla="*/ 1427594 h 1873908"/>
                                    <a:gd name="connsiteX6" fmla="*/ 758265 w 2030446"/>
                                    <a:gd name="connsiteY6" fmla="*/ 1329622 h 1873908"/>
                                    <a:gd name="connsiteX7" fmla="*/ 1133317 w 2030446"/>
                                    <a:gd name="connsiteY7" fmla="*/ 1513113 h 1873908"/>
                                    <a:gd name="connsiteX8" fmla="*/ 1465838 w 2030446"/>
                                    <a:gd name="connsiteY8" fmla="*/ 1264307 h 1873908"/>
                                    <a:gd name="connsiteX9" fmla="*/ 1737981 w 2030446"/>
                                    <a:gd name="connsiteY9" fmla="*/ 1373166 h 1873908"/>
                                    <a:gd name="connsiteX10" fmla="*/ 1835953 w 2030446"/>
                                    <a:gd name="connsiteY10" fmla="*/ 1579993 h 1873908"/>
                                    <a:gd name="connsiteX11" fmla="*/ 1661780 w 2030446"/>
                                    <a:gd name="connsiteY11" fmla="*/ 1667078 h 1873908"/>
                                    <a:gd name="connsiteX12" fmla="*/ 1454952 w 2030446"/>
                                    <a:gd name="connsiteY12" fmla="*/ 1536450 h 1873908"/>
                                    <a:gd name="connsiteX13" fmla="*/ 1063067 w 2030446"/>
                                    <a:gd name="connsiteY13" fmla="*/ 1667079 h 1873908"/>
                                    <a:gd name="connsiteX14" fmla="*/ 2010123 w 2030446"/>
                                    <a:gd name="connsiteY14" fmla="*/ 1743279 h 1873908"/>
                                    <a:gd name="connsiteX15" fmla="*/ 1770637 w 2030446"/>
                                    <a:gd name="connsiteY15" fmla="*/ 1873908 h 1873908"/>
                                    <a:gd name="connsiteX0" fmla="*/ 251574 w 1837971"/>
                                    <a:gd name="connsiteY0" fmla="*/ 0 h 1873908"/>
                                    <a:gd name="connsiteX1" fmla="*/ 83352 w 1837971"/>
                                    <a:gd name="connsiteY1" fmla="*/ 164850 h 1873908"/>
                                    <a:gd name="connsiteX2" fmla="*/ 18038 w 1837971"/>
                                    <a:gd name="connsiteY2" fmla="*/ 426108 h 1873908"/>
                                    <a:gd name="connsiteX3" fmla="*/ 18037 w 1837971"/>
                                    <a:gd name="connsiteY3" fmla="*/ 741794 h 1873908"/>
                                    <a:gd name="connsiteX4" fmla="*/ 224867 w 1837971"/>
                                    <a:gd name="connsiteY4" fmla="*/ 1155450 h 1873908"/>
                                    <a:gd name="connsiteX5" fmla="*/ 486125 w 1837971"/>
                                    <a:gd name="connsiteY5" fmla="*/ 1427594 h 1873908"/>
                                    <a:gd name="connsiteX6" fmla="*/ 758265 w 1837971"/>
                                    <a:gd name="connsiteY6" fmla="*/ 1329622 h 1873908"/>
                                    <a:gd name="connsiteX7" fmla="*/ 1133317 w 1837971"/>
                                    <a:gd name="connsiteY7" fmla="*/ 1513113 h 1873908"/>
                                    <a:gd name="connsiteX8" fmla="*/ 1465838 w 1837971"/>
                                    <a:gd name="connsiteY8" fmla="*/ 1264307 h 1873908"/>
                                    <a:gd name="connsiteX9" fmla="*/ 1737981 w 1837971"/>
                                    <a:gd name="connsiteY9" fmla="*/ 1373166 h 1873908"/>
                                    <a:gd name="connsiteX10" fmla="*/ 1835953 w 1837971"/>
                                    <a:gd name="connsiteY10" fmla="*/ 1579993 h 1873908"/>
                                    <a:gd name="connsiteX11" fmla="*/ 1661780 w 1837971"/>
                                    <a:gd name="connsiteY11" fmla="*/ 1667078 h 1873908"/>
                                    <a:gd name="connsiteX12" fmla="*/ 1454952 w 1837971"/>
                                    <a:gd name="connsiteY12" fmla="*/ 1536450 h 1873908"/>
                                    <a:gd name="connsiteX13" fmla="*/ 1063067 w 1837971"/>
                                    <a:gd name="connsiteY13" fmla="*/ 1667079 h 1873908"/>
                                    <a:gd name="connsiteX14" fmla="*/ 758266 w 1837971"/>
                                    <a:gd name="connsiteY14" fmla="*/ 1547337 h 1873908"/>
                                    <a:gd name="connsiteX15" fmla="*/ 1770637 w 1837971"/>
                                    <a:gd name="connsiteY15" fmla="*/ 1873908 h 1873908"/>
                                    <a:gd name="connsiteX0" fmla="*/ 251574 w 1837971"/>
                                    <a:gd name="connsiteY0" fmla="*/ 0 h 1699737"/>
                                    <a:gd name="connsiteX1" fmla="*/ 83352 w 1837971"/>
                                    <a:gd name="connsiteY1" fmla="*/ 164850 h 1699737"/>
                                    <a:gd name="connsiteX2" fmla="*/ 18038 w 1837971"/>
                                    <a:gd name="connsiteY2" fmla="*/ 426108 h 1699737"/>
                                    <a:gd name="connsiteX3" fmla="*/ 18037 w 1837971"/>
                                    <a:gd name="connsiteY3" fmla="*/ 741794 h 1699737"/>
                                    <a:gd name="connsiteX4" fmla="*/ 224867 w 1837971"/>
                                    <a:gd name="connsiteY4" fmla="*/ 1155450 h 1699737"/>
                                    <a:gd name="connsiteX5" fmla="*/ 486125 w 1837971"/>
                                    <a:gd name="connsiteY5" fmla="*/ 1427594 h 1699737"/>
                                    <a:gd name="connsiteX6" fmla="*/ 758265 w 1837971"/>
                                    <a:gd name="connsiteY6" fmla="*/ 1329622 h 1699737"/>
                                    <a:gd name="connsiteX7" fmla="*/ 1133317 w 1837971"/>
                                    <a:gd name="connsiteY7" fmla="*/ 1513113 h 1699737"/>
                                    <a:gd name="connsiteX8" fmla="*/ 1465838 w 1837971"/>
                                    <a:gd name="connsiteY8" fmla="*/ 1264307 h 1699737"/>
                                    <a:gd name="connsiteX9" fmla="*/ 1737981 w 1837971"/>
                                    <a:gd name="connsiteY9" fmla="*/ 1373166 h 1699737"/>
                                    <a:gd name="connsiteX10" fmla="*/ 1835953 w 1837971"/>
                                    <a:gd name="connsiteY10" fmla="*/ 1579993 h 1699737"/>
                                    <a:gd name="connsiteX11" fmla="*/ 1661780 w 1837971"/>
                                    <a:gd name="connsiteY11" fmla="*/ 1667078 h 1699737"/>
                                    <a:gd name="connsiteX12" fmla="*/ 1454952 w 1837971"/>
                                    <a:gd name="connsiteY12" fmla="*/ 1536450 h 1699737"/>
                                    <a:gd name="connsiteX13" fmla="*/ 1063067 w 1837971"/>
                                    <a:gd name="connsiteY13" fmla="*/ 1667079 h 1699737"/>
                                    <a:gd name="connsiteX14" fmla="*/ 758266 w 1837971"/>
                                    <a:gd name="connsiteY14" fmla="*/ 1547337 h 1699737"/>
                                    <a:gd name="connsiteX15" fmla="*/ 736494 w 1837971"/>
                                    <a:gd name="connsiteY15" fmla="*/ 1699737 h 1699737"/>
                                    <a:gd name="connsiteX0" fmla="*/ 251574 w 1837971"/>
                                    <a:gd name="connsiteY0" fmla="*/ 0 h 1710586"/>
                                    <a:gd name="connsiteX1" fmla="*/ 83352 w 1837971"/>
                                    <a:gd name="connsiteY1" fmla="*/ 164850 h 1710586"/>
                                    <a:gd name="connsiteX2" fmla="*/ 18038 w 1837971"/>
                                    <a:gd name="connsiteY2" fmla="*/ 426108 h 1710586"/>
                                    <a:gd name="connsiteX3" fmla="*/ 18037 w 1837971"/>
                                    <a:gd name="connsiteY3" fmla="*/ 741794 h 1710586"/>
                                    <a:gd name="connsiteX4" fmla="*/ 224867 w 1837971"/>
                                    <a:gd name="connsiteY4" fmla="*/ 1155450 h 1710586"/>
                                    <a:gd name="connsiteX5" fmla="*/ 486125 w 1837971"/>
                                    <a:gd name="connsiteY5" fmla="*/ 1427594 h 1710586"/>
                                    <a:gd name="connsiteX6" fmla="*/ 758265 w 1837971"/>
                                    <a:gd name="connsiteY6" fmla="*/ 1329622 h 1710586"/>
                                    <a:gd name="connsiteX7" fmla="*/ 1133317 w 1837971"/>
                                    <a:gd name="connsiteY7" fmla="*/ 1513113 h 1710586"/>
                                    <a:gd name="connsiteX8" fmla="*/ 1465838 w 1837971"/>
                                    <a:gd name="connsiteY8" fmla="*/ 1264307 h 1710586"/>
                                    <a:gd name="connsiteX9" fmla="*/ 1737981 w 1837971"/>
                                    <a:gd name="connsiteY9" fmla="*/ 1373166 h 1710586"/>
                                    <a:gd name="connsiteX10" fmla="*/ 1835953 w 1837971"/>
                                    <a:gd name="connsiteY10" fmla="*/ 1579993 h 1710586"/>
                                    <a:gd name="connsiteX11" fmla="*/ 1661780 w 1837971"/>
                                    <a:gd name="connsiteY11" fmla="*/ 1667078 h 1710586"/>
                                    <a:gd name="connsiteX12" fmla="*/ 1454952 w 1837971"/>
                                    <a:gd name="connsiteY12" fmla="*/ 1536450 h 1710586"/>
                                    <a:gd name="connsiteX13" fmla="*/ 1063067 w 1837971"/>
                                    <a:gd name="connsiteY13" fmla="*/ 1667079 h 1710586"/>
                                    <a:gd name="connsiteX14" fmla="*/ 758266 w 1837971"/>
                                    <a:gd name="connsiteY14" fmla="*/ 1547337 h 1710586"/>
                                    <a:gd name="connsiteX15" fmla="*/ 736494 w 1837971"/>
                                    <a:gd name="connsiteY15" fmla="*/ 1699737 h 1710586"/>
                                    <a:gd name="connsiteX16" fmla="*/ 687003 w 1837971"/>
                                    <a:gd name="connsiteY16" fmla="*/ 1698171 h 1710586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736494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425746 w 1837971"/>
                                    <a:gd name="connsiteY17" fmla="*/ 1676399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18" fmla="*/ 186260 w 1837971"/>
                                    <a:gd name="connsiteY18" fmla="*/ 1447799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18" fmla="*/ 55631 w 1837971"/>
                                    <a:gd name="connsiteY18" fmla="*/ 1458684 h 1705605"/>
                                    <a:gd name="connsiteX0" fmla="*/ 251574 w 1837971"/>
                                    <a:gd name="connsiteY0" fmla="*/ 0 h 1705605"/>
                                    <a:gd name="connsiteX1" fmla="*/ 83352 w 1837971"/>
                                    <a:gd name="connsiteY1" fmla="*/ 164850 h 1705605"/>
                                    <a:gd name="connsiteX2" fmla="*/ 18038 w 1837971"/>
                                    <a:gd name="connsiteY2" fmla="*/ 426108 h 1705605"/>
                                    <a:gd name="connsiteX3" fmla="*/ 18037 w 1837971"/>
                                    <a:gd name="connsiteY3" fmla="*/ 741794 h 1705605"/>
                                    <a:gd name="connsiteX4" fmla="*/ 224867 w 1837971"/>
                                    <a:gd name="connsiteY4" fmla="*/ 1155450 h 1705605"/>
                                    <a:gd name="connsiteX5" fmla="*/ 486125 w 1837971"/>
                                    <a:gd name="connsiteY5" fmla="*/ 1427594 h 1705605"/>
                                    <a:gd name="connsiteX6" fmla="*/ 758265 w 1837971"/>
                                    <a:gd name="connsiteY6" fmla="*/ 1329622 h 1705605"/>
                                    <a:gd name="connsiteX7" fmla="*/ 1133317 w 1837971"/>
                                    <a:gd name="connsiteY7" fmla="*/ 1513113 h 1705605"/>
                                    <a:gd name="connsiteX8" fmla="*/ 1465838 w 1837971"/>
                                    <a:gd name="connsiteY8" fmla="*/ 1264307 h 1705605"/>
                                    <a:gd name="connsiteX9" fmla="*/ 1737981 w 1837971"/>
                                    <a:gd name="connsiteY9" fmla="*/ 1373166 h 1705605"/>
                                    <a:gd name="connsiteX10" fmla="*/ 1835953 w 1837971"/>
                                    <a:gd name="connsiteY10" fmla="*/ 1579993 h 1705605"/>
                                    <a:gd name="connsiteX11" fmla="*/ 1661780 w 1837971"/>
                                    <a:gd name="connsiteY11" fmla="*/ 1667078 h 1705605"/>
                                    <a:gd name="connsiteX12" fmla="*/ 1454952 w 1837971"/>
                                    <a:gd name="connsiteY12" fmla="*/ 1536450 h 1705605"/>
                                    <a:gd name="connsiteX13" fmla="*/ 1063067 w 1837971"/>
                                    <a:gd name="connsiteY13" fmla="*/ 1667079 h 1705605"/>
                                    <a:gd name="connsiteX14" fmla="*/ 758266 w 1837971"/>
                                    <a:gd name="connsiteY14" fmla="*/ 1547337 h 1705605"/>
                                    <a:gd name="connsiteX15" fmla="*/ 649408 w 1837971"/>
                                    <a:gd name="connsiteY15" fmla="*/ 1699737 h 1705605"/>
                                    <a:gd name="connsiteX16" fmla="*/ 436632 w 1837971"/>
                                    <a:gd name="connsiteY16" fmla="*/ 1676400 h 1705605"/>
                                    <a:gd name="connsiteX17" fmla="*/ 197146 w 1837971"/>
                                    <a:gd name="connsiteY17" fmla="*/ 1458684 h 1705605"/>
                                    <a:gd name="connsiteX18" fmla="*/ 55631 w 1837971"/>
                                    <a:gd name="connsiteY18" fmla="*/ 1458684 h 1705605"/>
                                    <a:gd name="connsiteX19" fmla="*/ 33860 w 1837971"/>
                                    <a:gd name="connsiteY19" fmla="*/ 1447799 h 1705605"/>
                                    <a:gd name="connsiteX0" fmla="*/ 359229 w 1945626"/>
                                    <a:gd name="connsiteY0" fmla="*/ 0 h 1705605"/>
                                    <a:gd name="connsiteX1" fmla="*/ 191007 w 1945626"/>
                                    <a:gd name="connsiteY1" fmla="*/ 164850 h 1705605"/>
                                    <a:gd name="connsiteX2" fmla="*/ 125693 w 1945626"/>
                                    <a:gd name="connsiteY2" fmla="*/ 426108 h 1705605"/>
                                    <a:gd name="connsiteX3" fmla="*/ 125692 w 1945626"/>
                                    <a:gd name="connsiteY3" fmla="*/ 741794 h 1705605"/>
                                    <a:gd name="connsiteX4" fmla="*/ 332522 w 1945626"/>
                                    <a:gd name="connsiteY4" fmla="*/ 1155450 h 1705605"/>
                                    <a:gd name="connsiteX5" fmla="*/ 593780 w 1945626"/>
                                    <a:gd name="connsiteY5" fmla="*/ 1427594 h 1705605"/>
                                    <a:gd name="connsiteX6" fmla="*/ 865920 w 1945626"/>
                                    <a:gd name="connsiteY6" fmla="*/ 1329622 h 1705605"/>
                                    <a:gd name="connsiteX7" fmla="*/ 1240972 w 1945626"/>
                                    <a:gd name="connsiteY7" fmla="*/ 1513113 h 1705605"/>
                                    <a:gd name="connsiteX8" fmla="*/ 1573493 w 1945626"/>
                                    <a:gd name="connsiteY8" fmla="*/ 1264307 h 1705605"/>
                                    <a:gd name="connsiteX9" fmla="*/ 1845636 w 1945626"/>
                                    <a:gd name="connsiteY9" fmla="*/ 1373166 h 1705605"/>
                                    <a:gd name="connsiteX10" fmla="*/ 1943608 w 1945626"/>
                                    <a:gd name="connsiteY10" fmla="*/ 1579993 h 1705605"/>
                                    <a:gd name="connsiteX11" fmla="*/ 1769435 w 1945626"/>
                                    <a:gd name="connsiteY11" fmla="*/ 1667078 h 1705605"/>
                                    <a:gd name="connsiteX12" fmla="*/ 1562607 w 1945626"/>
                                    <a:gd name="connsiteY12" fmla="*/ 1536450 h 1705605"/>
                                    <a:gd name="connsiteX13" fmla="*/ 1170722 w 1945626"/>
                                    <a:gd name="connsiteY13" fmla="*/ 1667079 h 1705605"/>
                                    <a:gd name="connsiteX14" fmla="*/ 865921 w 1945626"/>
                                    <a:gd name="connsiteY14" fmla="*/ 1547337 h 1705605"/>
                                    <a:gd name="connsiteX15" fmla="*/ 757063 w 1945626"/>
                                    <a:gd name="connsiteY15" fmla="*/ 1699737 h 1705605"/>
                                    <a:gd name="connsiteX16" fmla="*/ 544287 w 1945626"/>
                                    <a:gd name="connsiteY16" fmla="*/ 1676400 h 1705605"/>
                                    <a:gd name="connsiteX17" fmla="*/ 304801 w 1945626"/>
                                    <a:gd name="connsiteY17" fmla="*/ 1458684 h 1705605"/>
                                    <a:gd name="connsiteX18" fmla="*/ 163286 w 1945626"/>
                                    <a:gd name="connsiteY18" fmla="*/ 1458684 h 1705605"/>
                                    <a:gd name="connsiteX19" fmla="*/ 0 w 1945626"/>
                                    <a:gd name="connsiteY19" fmla="*/ 1545770 h 1705605"/>
                                    <a:gd name="connsiteX0" fmla="*/ 374986 w 1961383"/>
                                    <a:gd name="connsiteY0" fmla="*/ 0 h 1705605"/>
                                    <a:gd name="connsiteX1" fmla="*/ 206764 w 1961383"/>
                                    <a:gd name="connsiteY1" fmla="*/ 164850 h 1705605"/>
                                    <a:gd name="connsiteX2" fmla="*/ 141450 w 1961383"/>
                                    <a:gd name="connsiteY2" fmla="*/ 426108 h 1705605"/>
                                    <a:gd name="connsiteX3" fmla="*/ 141449 w 1961383"/>
                                    <a:gd name="connsiteY3" fmla="*/ 741794 h 1705605"/>
                                    <a:gd name="connsiteX4" fmla="*/ 348279 w 1961383"/>
                                    <a:gd name="connsiteY4" fmla="*/ 1155450 h 1705605"/>
                                    <a:gd name="connsiteX5" fmla="*/ 609537 w 1961383"/>
                                    <a:gd name="connsiteY5" fmla="*/ 1427594 h 1705605"/>
                                    <a:gd name="connsiteX6" fmla="*/ 881677 w 1961383"/>
                                    <a:gd name="connsiteY6" fmla="*/ 1329622 h 1705605"/>
                                    <a:gd name="connsiteX7" fmla="*/ 1256729 w 1961383"/>
                                    <a:gd name="connsiteY7" fmla="*/ 1513113 h 1705605"/>
                                    <a:gd name="connsiteX8" fmla="*/ 1589250 w 1961383"/>
                                    <a:gd name="connsiteY8" fmla="*/ 1264307 h 1705605"/>
                                    <a:gd name="connsiteX9" fmla="*/ 1861393 w 1961383"/>
                                    <a:gd name="connsiteY9" fmla="*/ 1373166 h 1705605"/>
                                    <a:gd name="connsiteX10" fmla="*/ 1959365 w 1961383"/>
                                    <a:gd name="connsiteY10" fmla="*/ 1579993 h 1705605"/>
                                    <a:gd name="connsiteX11" fmla="*/ 1785192 w 1961383"/>
                                    <a:gd name="connsiteY11" fmla="*/ 1667078 h 1705605"/>
                                    <a:gd name="connsiteX12" fmla="*/ 1578364 w 1961383"/>
                                    <a:gd name="connsiteY12" fmla="*/ 1536450 h 1705605"/>
                                    <a:gd name="connsiteX13" fmla="*/ 1186479 w 1961383"/>
                                    <a:gd name="connsiteY13" fmla="*/ 1667079 h 1705605"/>
                                    <a:gd name="connsiteX14" fmla="*/ 881678 w 1961383"/>
                                    <a:gd name="connsiteY14" fmla="*/ 1547337 h 1705605"/>
                                    <a:gd name="connsiteX15" fmla="*/ 772820 w 1961383"/>
                                    <a:gd name="connsiteY15" fmla="*/ 1699737 h 1705605"/>
                                    <a:gd name="connsiteX16" fmla="*/ 560044 w 1961383"/>
                                    <a:gd name="connsiteY16" fmla="*/ 1676400 h 1705605"/>
                                    <a:gd name="connsiteX17" fmla="*/ 320558 w 1961383"/>
                                    <a:gd name="connsiteY17" fmla="*/ 1458684 h 1705605"/>
                                    <a:gd name="connsiteX18" fmla="*/ 179043 w 1961383"/>
                                    <a:gd name="connsiteY18" fmla="*/ 1458684 h 1705605"/>
                                    <a:gd name="connsiteX19" fmla="*/ 15757 w 1961383"/>
                                    <a:gd name="connsiteY19" fmla="*/ 1545770 h 1705605"/>
                                    <a:gd name="connsiteX20" fmla="*/ 4872 w 1961383"/>
                                    <a:gd name="connsiteY20" fmla="*/ 1534885 h 1705605"/>
                                    <a:gd name="connsiteX0" fmla="*/ 446314 w 2032711"/>
                                    <a:gd name="connsiteY0" fmla="*/ 0 h 1796158"/>
                                    <a:gd name="connsiteX1" fmla="*/ 278092 w 2032711"/>
                                    <a:gd name="connsiteY1" fmla="*/ 164850 h 1796158"/>
                                    <a:gd name="connsiteX2" fmla="*/ 212778 w 2032711"/>
                                    <a:gd name="connsiteY2" fmla="*/ 426108 h 1796158"/>
                                    <a:gd name="connsiteX3" fmla="*/ 212777 w 2032711"/>
                                    <a:gd name="connsiteY3" fmla="*/ 741794 h 1796158"/>
                                    <a:gd name="connsiteX4" fmla="*/ 419607 w 2032711"/>
                                    <a:gd name="connsiteY4" fmla="*/ 1155450 h 1796158"/>
                                    <a:gd name="connsiteX5" fmla="*/ 680865 w 2032711"/>
                                    <a:gd name="connsiteY5" fmla="*/ 1427594 h 1796158"/>
                                    <a:gd name="connsiteX6" fmla="*/ 953005 w 2032711"/>
                                    <a:gd name="connsiteY6" fmla="*/ 1329622 h 1796158"/>
                                    <a:gd name="connsiteX7" fmla="*/ 1328057 w 2032711"/>
                                    <a:gd name="connsiteY7" fmla="*/ 1513113 h 1796158"/>
                                    <a:gd name="connsiteX8" fmla="*/ 1660578 w 2032711"/>
                                    <a:gd name="connsiteY8" fmla="*/ 1264307 h 1796158"/>
                                    <a:gd name="connsiteX9" fmla="*/ 1932721 w 2032711"/>
                                    <a:gd name="connsiteY9" fmla="*/ 1373166 h 1796158"/>
                                    <a:gd name="connsiteX10" fmla="*/ 2030693 w 2032711"/>
                                    <a:gd name="connsiteY10" fmla="*/ 1579993 h 1796158"/>
                                    <a:gd name="connsiteX11" fmla="*/ 1856520 w 2032711"/>
                                    <a:gd name="connsiteY11" fmla="*/ 1667078 h 1796158"/>
                                    <a:gd name="connsiteX12" fmla="*/ 1649692 w 2032711"/>
                                    <a:gd name="connsiteY12" fmla="*/ 1536450 h 1796158"/>
                                    <a:gd name="connsiteX13" fmla="*/ 1257807 w 2032711"/>
                                    <a:gd name="connsiteY13" fmla="*/ 1667079 h 1796158"/>
                                    <a:gd name="connsiteX14" fmla="*/ 953006 w 2032711"/>
                                    <a:gd name="connsiteY14" fmla="*/ 1547337 h 1796158"/>
                                    <a:gd name="connsiteX15" fmla="*/ 844148 w 2032711"/>
                                    <a:gd name="connsiteY15" fmla="*/ 1699737 h 1796158"/>
                                    <a:gd name="connsiteX16" fmla="*/ 631372 w 2032711"/>
                                    <a:gd name="connsiteY16" fmla="*/ 1676400 h 1796158"/>
                                    <a:gd name="connsiteX17" fmla="*/ 391886 w 2032711"/>
                                    <a:gd name="connsiteY17" fmla="*/ 1458684 h 1796158"/>
                                    <a:gd name="connsiteX18" fmla="*/ 250371 w 2032711"/>
                                    <a:gd name="connsiteY18" fmla="*/ 1458684 h 1796158"/>
                                    <a:gd name="connsiteX19" fmla="*/ 87085 w 2032711"/>
                                    <a:gd name="connsiteY19" fmla="*/ 1545770 h 1796158"/>
                                    <a:gd name="connsiteX20" fmla="*/ 0 w 2032711"/>
                                    <a:gd name="connsiteY20" fmla="*/ 1796143 h 1796158"/>
                                    <a:gd name="connsiteX0" fmla="*/ 446314 w 2047182"/>
                                    <a:gd name="connsiteY0" fmla="*/ 0 h 1796158"/>
                                    <a:gd name="connsiteX1" fmla="*/ 278092 w 2047182"/>
                                    <a:gd name="connsiteY1" fmla="*/ 164850 h 1796158"/>
                                    <a:gd name="connsiteX2" fmla="*/ 212778 w 2047182"/>
                                    <a:gd name="connsiteY2" fmla="*/ 426108 h 1796158"/>
                                    <a:gd name="connsiteX3" fmla="*/ 212777 w 2047182"/>
                                    <a:gd name="connsiteY3" fmla="*/ 741794 h 1796158"/>
                                    <a:gd name="connsiteX4" fmla="*/ 419607 w 2047182"/>
                                    <a:gd name="connsiteY4" fmla="*/ 1155450 h 1796158"/>
                                    <a:gd name="connsiteX5" fmla="*/ 680865 w 2047182"/>
                                    <a:gd name="connsiteY5" fmla="*/ 1427594 h 1796158"/>
                                    <a:gd name="connsiteX6" fmla="*/ 953005 w 2047182"/>
                                    <a:gd name="connsiteY6" fmla="*/ 1329622 h 1796158"/>
                                    <a:gd name="connsiteX7" fmla="*/ 1328057 w 2047182"/>
                                    <a:gd name="connsiteY7" fmla="*/ 1513113 h 1796158"/>
                                    <a:gd name="connsiteX8" fmla="*/ 1660578 w 2047182"/>
                                    <a:gd name="connsiteY8" fmla="*/ 1264307 h 1796158"/>
                                    <a:gd name="connsiteX9" fmla="*/ 1998035 w 2047182"/>
                                    <a:gd name="connsiteY9" fmla="*/ 1068366 h 1796158"/>
                                    <a:gd name="connsiteX10" fmla="*/ 2030693 w 2047182"/>
                                    <a:gd name="connsiteY10" fmla="*/ 1579993 h 1796158"/>
                                    <a:gd name="connsiteX11" fmla="*/ 1856520 w 2047182"/>
                                    <a:gd name="connsiteY11" fmla="*/ 1667078 h 1796158"/>
                                    <a:gd name="connsiteX12" fmla="*/ 1649692 w 2047182"/>
                                    <a:gd name="connsiteY12" fmla="*/ 1536450 h 1796158"/>
                                    <a:gd name="connsiteX13" fmla="*/ 1257807 w 2047182"/>
                                    <a:gd name="connsiteY13" fmla="*/ 1667079 h 1796158"/>
                                    <a:gd name="connsiteX14" fmla="*/ 953006 w 2047182"/>
                                    <a:gd name="connsiteY14" fmla="*/ 1547337 h 1796158"/>
                                    <a:gd name="connsiteX15" fmla="*/ 844148 w 2047182"/>
                                    <a:gd name="connsiteY15" fmla="*/ 1699737 h 1796158"/>
                                    <a:gd name="connsiteX16" fmla="*/ 631372 w 2047182"/>
                                    <a:gd name="connsiteY16" fmla="*/ 1676400 h 1796158"/>
                                    <a:gd name="connsiteX17" fmla="*/ 391886 w 2047182"/>
                                    <a:gd name="connsiteY17" fmla="*/ 1458684 h 1796158"/>
                                    <a:gd name="connsiteX18" fmla="*/ 250371 w 2047182"/>
                                    <a:gd name="connsiteY18" fmla="*/ 1458684 h 1796158"/>
                                    <a:gd name="connsiteX19" fmla="*/ 87085 w 2047182"/>
                                    <a:gd name="connsiteY19" fmla="*/ 1545770 h 1796158"/>
                                    <a:gd name="connsiteX20" fmla="*/ 0 w 2047182"/>
                                    <a:gd name="connsiteY20" fmla="*/ 1796143 h 1796158"/>
                                    <a:gd name="connsiteX0" fmla="*/ 446314 w 2063456"/>
                                    <a:gd name="connsiteY0" fmla="*/ 0 h 1796158"/>
                                    <a:gd name="connsiteX1" fmla="*/ 278092 w 2063456"/>
                                    <a:gd name="connsiteY1" fmla="*/ 164850 h 1796158"/>
                                    <a:gd name="connsiteX2" fmla="*/ 212778 w 2063456"/>
                                    <a:gd name="connsiteY2" fmla="*/ 426108 h 1796158"/>
                                    <a:gd name="connsiteX3" fmla="*/ 212777 w 2063456"/>
                                    <a:gd name="connsiteY3" fmla="*/ 741794 h 1796158"/>
                                    <a:gd name="connsiteX4" fmla="*/ 419607 w 2063456"/>
                                    <a:gd name="connsiteY4" fmla="*/ 1155450 h 1796158"/>
                                    <a:gd name="connsiteX5" fmla="*/ 680865 w 2063456"/>
                                    <a:gd name="connsiteY5" fmla="*/ 1427594 h 1796158"/>
                                    <a:gd name="connsiteX6" fmla="*/ 953005 w 2063456"/>
                                    <a:gd name="connsiteY6" fmla="*/ 1329622 h 1796158"/>
                                    <a:gd name="connsiteX7" fmla="*/ 1328057 w 2063456"/>
                                    <a:gd name="connsiteY7" fmla="*/ 1513113 h 1796158"/>
                                    <a:gd name="connsiteX8" fmla="*/ 1660578 w 2063456"/>
                                    <a:gd name="connsiteY8" fmla="*/ 1264307 h 1796158"/>
                                    <a:gd name="connsiteX9" fmla="*/ 1998035 w 2063456"/>
                                    <a:gd name="connsiteY9" fmla="*/ 1068366 h 1796158"/>
                                    <a:gd name="connsiteX10" fmla="*/ 2052465 w 2063456"/>
                                    <a:gd name="connsiteY10" fmla="*/ 1340508 h 1796158"/>
                                    <a:gd name="connsiteX11" fmla="*/ 1856520 w 2063456"/>
                                    <a:gd name="connsiteY11" fmla="*/ 1667078 h 1796158"/>
                                    <a:gd name="connsiteX12" fmla="*/ 1649692 w 2063456"/>
                                    <a:gd name="connsiteY12" fmla="*/ 1536450 h 1796158"/>
                                    <a:gd name="connsiteX13" fmla="*/ 1257807 w 2063456"/>
                                    <a:gd name="connsiteY13" fmla="*/ 1667079 h 1796158"/>
                                    <a:gd name="connsiteX14" fmla="*/ 953006 w 2063456"/>
                                    <a:gd name="connsiteY14" fmla="*/ 1547337 h 1796158"/>
                                    <a:gd name="connsiteX15" fmla="*/ 844148 w 2063456"/>
                                    <a:gd name="connsiteY15" fmla="*/ 1699737 h 1796158"/>
                                    <a:gd name="connsiteX16" fmla="*/ 631372 w 2063456"/>
                                    <a:gd name="connsiteY16" fmla="*/ 1676400 h 1796158"/>
                                    <a:gd name="connsiteX17" fmla="*/ 391886 w 2063456"/>
                                    <a:gd name="connsiteY17" fmla="*/ 1458684 h 1796158"/>
                                    <a:gd name="connsiteX18" fmla="*/ 250371 w 2063456"/>
                                    <a:gd name="connsiteY18" fmla="*/ 1458684 h 1796158"/>
                                    <a:gd name="connsiteX19" fmla="*/ 87085 w 2063456"/>
                                    <a:gd name="connsiteY19" fmla="*/ 1545770 h 1796158"/>
                                    <a:gd name="connsiteX20" fmla="*/ 0 w 2063456"/>
                                    <a:gd name="connsiteY20" fmla="*/ 1796143 h 1796158"/>
                                    <a:gd name="connsiteX0" fmla="*/ 446314 w 2063456"/>
                                    <a:gd name="connsiteY0" fmla="*/ 0 h 1796158"/>
                                    <a:gd name="connsiteX1" fmla="*/ 278092 w 2063456"/>
                                    <a:gd name="connsiteY1" fmla="*/ 164850 h 1796158"/>
                                    <a:gd name="connsiteX2" fmla="*/ 212778 w 2063456"/>
                                    <a:gd name="connsiteY2" fmla="*/ 426108 h 1796158"/>
                                    <a:gd name="connsiteX3" fmla="*/ 212777 w 2063456"/>
                                    <a:gd name="connsiteY3" fmla="*/ 741794 h 1796158"/>
                                    <a:gd name="connsiteX4" fmla="*/ 419607 w 2063456"/>
                                    <a:gd name="connsiteY4" fmla="*/ 1155450 h 1796158"/>
                                    <a:gd name="connsiteX5" fmla="*/ 680865 w 2063456"/>
                                    <a:gd name="connsiteY5" fmla="*/ 1427594 h 1796158"/>
                                    <a:gd name="connsiteX6" fmla="*/ 953005 w 2063456"/>
                                    <a:gd name="connsiteY6" fmla="*/ 1329622 h 1796158"/>
                                    <a:gd name="connsiteX7" fmla="*/ 1328057 w 2063456"/>
                                    <a:gd name="connsiteY7" fmla="*/ 1513113 h 1796158"/>
                                    <a:gd name="connsiteX8" fmla="*/ 1660578 w 2063456"/>
                                    <a:gd name="connsiteY8" fmla="*/ 1264307 h 1796158"/>
                                    <a:gd name="connsiteX9" fmla="*/ 1998035 w 2063456"/>
                                    <a:gd name="connsiteY9" fmla="*/ 1068366 h 1796158"/>
                                    <a:gd name="connsiteX10" fmla="*/ 2052465 w 2063456"/>
                                    <a:gd name="connsiteY10" fmla="*/ 1340508 h 1796158"/>
                                    <a:gd name="connsiteX11" fmla="*/ 1856520 w 2063456"/>
                                    <a:gd name="connsiteY11" fmla="*/ 1667078 h 1796158"/>
                                    <a:gd name="connsiteX12" fmla="*/ 1649692 w 2063456"/>
                                    <a:gd name="connsiteY12" fmla="*/ 1536450 h 1796158"/>
                                    <a:gd name="connsiteX13" fmla="*/ 1257807 w 2063456"/>
                                    <a:gd name="connsiteY13" fmla="*/ 1667079 h 1796158"/>
                                    <a:gd name="connsiteX14" fmla="*/ 1007435 w 2063456"/>
                                    <a:gd name="connsiteY14" fmla="*/ 1634422 h 1796158"/>
                                    <a:gd name="connsiteX15" fmla="*/ 844148 w 2063456"/>
                                    <a:gd name="connsiteY15" fmla="*/ 1699737 h 1796158"/>
                                    <a:gd name="connsiteX16" fmla="*/ 631372 w 2063456"/>
                                    <a:gd name="connsiteY16" fmla="*/ 1676400 h 1796158"/>
                                    <a:gd name="connsiteX17" fmla="*/ 391886 w 2063456"/>
                                    <a:gd name="connsiteY17" fmla="*/ 1458684 h 1796158"/>
                                    <a:gd name="connsiteX18" fmla="*/ 250371 w 2063456"/>
                                    <a:gd name="connsiteY18" fmla="*/ 1458684 h 1796158"/>
                                    <a:gd name="connsiteX19" fmla="*/ 87085 w 2063456"/>
                                    <a:gd name="connsiteY19" fmla="*/ 1545770 h 1796158"/>
                                    <a:gd name="connsiteX20" fmla="*/ 0 w 2063456"/>
                                    <a:gd name="connsiteY20" fmla="*/ 1796143 h 1796158"/>
                                    <a:gd name="connsiteX0" fmla="*/ 446314 w 2063456"/>
                                    <a:gd name="connsiteY0" fmla="*/ 0 h 1796158"/>
                                    <a:gd name="connsiteX1" fmla="*/ 278092 w 2063456"/>
                                    <a:gd name="connsiteY1" fmla="*/ 164850 h 1796158"/>
                                    <a:gd name="connsiteX2" fmla="*/ 212778 w 2063456"/>
                                    <a:gd name="connsiteY2" fmla="*/ 426108 h 1796158"/>
                                    <a:gd name="connsiteX3" fmla="*/ 212777 w 2063456"/>
                                    <a:gd name="connsiteY3" fmla="*/ 741794 h 1796158"/>
                                    <a:gd name="connsiteX4" fmla="*/ 419607 w 2063456"/>
                                    <a:gd name="connsiteY4" fmla="*/ 1155450 h 1796158"/>
                                    <a:gd name="connsiteX5" fmla="*/ 680865 w 2063456"/>
                                    <a:gd name="connsiteY5" fmla="*/ 1427594 h 1796158"/>
                                    <a:gd name="connsiteX6" fmla="*/ 953005 w 2063456"/>
                                    <a:gd name="connsiteY6" fmla="*/ 1329622 h 1796158"/>
                                    <a:gd name="connsiteX7" fmla="*/ 1328057 w 2063456"/>
                                    <a:gd name="connsiteY7" fmla="*/ 1513113 h 1796158"/>
                                    <a:gd name="connsiteX8" fmla="*/ 1660578 w 2063456"/>
                                    <a:gd name="connsiteY8" fmla="*/ 1264307 h 1796158"/>
                                    <a:gd name="connsiteX9" fmla="*/ 1998035 w 2063456"/>
                                    <a:gd name="connsiteY9" fmla="*/ 1068366 h 1796158"/>
                                    <a:gd name="connsiteX10" fmla="*/ 2052465 w 2063456"/>
                                    <a:gd name="connsiteY10" fmla="*/ 1340508 h 1796158"/>
                                    <a:gd name="connsiteX11" fmla="*/ 1856520 w 2063456"/>
                                    <a:gd name="connsiteY11" fmla="*/ 1667078 h 1796158"/>
                                    <a:gd name="connsiteX12" fmla="*/ 1649692 w 2063456"/>
                                    <a:gd name="connsiteY12" fmla="*/ 1536450 h 1796158"/>
                                    <a:gd name="connsiteX13" fmla="*/ 1257807 w 2063456"/>
                                    <a:gd name="connsiteY13" fmla="*/ 1667079 h 1796158"/>
                                    <a:gd name="connsiteX14" fmla="*/ 1007435 w 2063456"/>
                                    <a:gd name="connsiteY14" fmla="*/ 1667079 h 1796158"/>
                                    <a:gd name="connsiteX15" fmla="*/ 844148 w 2063456"/>
                                    <a:gd name="connsiteY15" fmla="*/ 1699737 h 1796158"/>
                                    <a:gd name="connsiteX16" fmla="*/ 631372 w 2063456"/>
                                    <a:gd name="connsiteY16" fmla="*/ 1676400 h 1796158"/>
                                    <a:gd name="connsiteX17" fmla="*/ 391886 w 2063456"/>
                                    <a:gd name="connsiteY17" fmla="*/ 1458684 h 1796158"/>
                                    <a:gd name="connsiteX18" fmla="*/ 250371 w 2063456"/>
                                    <a:gd name="connsiteY18" fmla="*/ 1458684 h 1796158"/>
                                    <a:gd name="connsiteX19" fmla="*/ 87085 w 2063456"/>
                                    <a:gd name="connsiteY19" fmla="*/ 1545770 h 1796158"/>
                                    <a:gd name="connsiteX20" fmla="*/ 0 w 2063456"/>
                                    <a:gd name="connsiteY20" fmla="*/ 1796143 h 1796158"/>
                                    <a:gd name="connsiteX0" fmla="*/ 448799 w 2065941"/>
                                    <a:gd name="connsiteY0" fmla="*/ 0 h 1816914"/>
                                    <a:gd name="connsiteX1" fmla="*/ 280577 w 2065941"/>
                                    <a:gd name="connsiteY1" fmla="*/ 164850 h 1816914"/>
                                    <a:gd name="connsiteX2" fmla="*/ 215263 w 2065941"/>
                                    <a:gd name="connsiteY2" fmla="*/ 426108 h 1816914"/>
                                    <a:gd name="connsiteX3" fmla="*/ 215262 w 2065941"/>
                                    <a:gd name="connsiteY3" fmla="*/ 741794 h 1816914"/>
                                    <a:gd name="connsiteX4" fmla="*/ 422092 w 2065941"/>
                                    <a:gd name="connsiteY4" fmla="*/ 1155450 h 1816914"/>
                                    <a:gd name="connsiteX5" fmla="*/ 683350 w 2065941"/>
                                    <a:gd name="connsiteY5" fmla="*/ 1427594 h 1816914"/>
                                    <a:gd name="connsiteX6" fmla="*/ 955490 w 2065941"/>
                                    <a:gd name="connsiteY6" fmla="*/ 1329622 h 1816914"/>
                                    <a:gd name="connsiteX7" fmla="*/ 1330542 w 2065941"/>
                                    <a:gd name="connsiteY7" fmla="*/ 1513113 h 1816914"/>
                                    <a:gd name="connsiteX8" fmla="*/ 1663063 w 2065941"/>
                                    <a:gd name="connsiteY8" fmla="*/ 1264307 h 1816914"/>
                                    <a:gd name="connsiteX9" fmla="*/ 2000520 w 2065941"/>
                                    <a:gd name="connsiteY9" fmla="*/ 1068366 h 1816914"/>
                                    <a:gd name="connsiteX10" fmla="*/ 2054950 w 2065941"/>
                                    <a:gd name="connsiteY10" fmla="*/ 1340508 h 1816914"/>
                                    <a:gd name="connsiteX11" fmla="*/ 1859005 w 2065941"/>
                                    <a:gd name="connsiteY11" fmla="*/ 1667078 h 1816914"/>
                                    <a:gd name="connsiteX12" fmla="*/ 1652177 w 2065941"/>
                                    <a:gd name="connsiteY12" fmla="*/ 1536450 h 1816914"/>
                                    <a:gd name="connsiteX13" fmla="*/ 1260292 w 2065941"/>
                                    <a:gd name="connsiteY13" fmla="*/ 1667079 h 1816914"/>
                                    <a:gd name="connsiteX14" fmla="*/ 1009920 w 2065941"/>
                                    <a:gd name="connsiteY14" fmla="*/ 1667079 h 1816914"/>
                                    <a:gd name="connsiteX15" fmla="*/ 846633 w 2065941"/>
                                    <a:gd name="connsiteY15" fmla="*/ 1699737 h 1816914"/>
                                    <a:gd name="connsiteX16" fmla="*/ 633857 w 2065941"/>
                                    <a:gd name="connsiteY16" fmla="*/ 1676400 h 1816914"/>
                                    <a:gd name="connsiteX17" fmla="*/ 394371 w 2065941"/>
                                    <a:gd name="connsiteY17" fmla="*/ 1458684 h 1816914"/>
                                    <a:gd name="connsiteX18" fmla="*/ 252856 w 2065941"/>
                                    <a:gd name="connsiteY18" fmla="*/ 1458684 h 1816914"/>
                                    <a:gd name="connsiteX19" fmla="*/ 89570 w 2065941"/>
                                    <a:gd name="connsiteY19" fmla="*/ 1545770 h 1816914"/>
                                    <a:gd name="connsiteX20" fmla="*/ 2485 w 2065941"/>
                                    <a:gd name="connsiteY20" fmla="*/ 1796143 h 1816914"/>
                                    <a:gd name="connsiteX21" fmla="*/ 24257 w 2065941"/>
                                    <a:gd name="connsiteY21" fmla="*/ 1803401 h 1816914"/>
                                    <a:gd name="connsiteX0" fmla="*/ 446980 w 2064122"/>
                                    <a:gd name="connsiteY0" fmla="*/ 0 h 2010230"/>
                                    <a:gd name="connsiteX1" fmla="*/ 278758 w 2064122"/>
                                    <a:gd name="connsiteY1" fmla="*/ 164850 h 2010230"/>
                                    <a:gd name="connsiteX2" fmla="*/ 213444 w 2064122"/>
                                    <a:gd name="connsiteY2" fmla="*/ 426108 h 2010230"/>
                                    <a:gd name="connsiteX3" fmla="*/ 213443 w 2064122"/>
                                    <a:gd name="connsiteY3" fmla="*/ 741794 h 2010230"/>
                                    <a:gd name="connsiteX4" fmla="*/ 420273 w 2064122"/>
                                    <a:gd name="connsiteY4" fmla="*/ 1155450 h 2010230"/>
                                    <a:gd name="connsiteX5" fmla="*/ 681531 w 2064122"/>
                                    <a:gd name="connsiteY5" fmla="*/ 1427594 h 2010230"/>
                                    <a:gd name="connsiteX6" fmla="*/ 953671 w 2064122"/>
                                    <a:gd name="connsiteY6" fmla="*/ 1329622 h 2010230"/>
                                    <a:gd name="connsiteX7" fmla="*/ 1328723 w 2064122"/>
                                    <a:gd name="connsiteY7" fmla="*/ 1513113 h 2010230"/>
                                    <a:gd name="connsiteX8" fmla="*/ 1661244 w 2064122"/>
                                    <a:gd name="connsiteY8" fmla="*/ 1264307 h 2010230"/>
                                    <a:gd name="connsiteX9" fmla="*/ 1998701 w 2064122"/>
                                    <a:gd name="connsiteY9" fmla="*/ 1068366 h 2010230"/>
                                    <a:gd name="connsiteX10" fmla="*/ 2053131 w 2064122"/>
                                    <a:gd name="connsiteY10" fmla="*/ 1340508 h 2010230"/>
                                    <a:gd name="connsiteX11" fmla="*/ 1857186 w 2064122"/>
                                    <a:gd name="connsiteY11" fmla="*/ 1667078 h 2010230"/>
                                    <a:gd name="connsiteX12" fmla="*/ 1650358 w 2064122"/>
                                    <a:gd name="connsiteY12" fmla="*/ 1536450 h 2010230"/>
                                    <a:gd name="connsiteX13" fmla="*/ 1258473 w 2064122"/>
                                    <a:gd name="connsiteY13" fmla="*/ 1667079 h 2010230"/>
                                    <a:gd name="connsiteX14" fmla="*/ 1008101 w 2064122"/>
                                    <a:gd name="connsiteY14" fmla="*/ 1667079 h 2010230"/>
                                    <a:gd name="connsiteX15" fmla="*/ 844814 w 2064122"/>
                                    <a:gd name="connsiteY15" fmla="*/ 1699737 h 2010230"/>
                                    <a:gd name="connsiteX16" fmla="*/ 632038 w 2064122"/>
                                    <a:gd name="connsiteY16" fmla="*/ 1676400 h 2010230"/>
                                    <a:gd name="connsiteX17" fmla="*/ 392552 w 2064122"/>
                                    <a:gd name="connsiteY17" fmla="*/ 1458684 h 2010230"/>
                                    <a:gd name="connsiteX18" fmla="*/ 251037 w 2064122"/>
                                    <a:gd name="connsiteY18" fmla="*/ 1458684 h 2010230"/>
                                    <a:gd name="connsiteX19" fmla="*/ 87751 w 2064122"/>
                                    <a:gd name="connsiteY19" fmla="*/ 1545770 h 2010230"/>
                                    <a:gd name="connsiteX20" fmla="*/ 666 w 2064122"/>
                                    <a:gd name="connsiteY20" fmla="*/ 1796143 h 2010230"/>
                                    <a:gd name="connsiteX21" fmla="*/ 120409 w 2064122"/>
                                    <a:gd name="connsiteY21" fmla="*/ 2010230 h 2010230"/>
                                    <a:gd name="connsiteX0" fmla="*/ 446980 w 2064122"/>
                                    <a:gd name="connsiteY0" fmla="*/ 0 h 2020996"/>
                                    <a:gd name="connsiteX1" fmla="*/ 278758 w 2064122"/>
                                    <a:gd name="connsiteY1" fmla="*/ 164850 h 2020996"/>
                                    <a:gd name="connsiteX2" fmla="*/ 213444 w 2064122"/>
                                    <a:gd name="connsiteY2" fmla="*/ 426108 h 2020996"/>
                                    <a:gd name="connsiteX3" fmla="*/ 213443 w 2064122"/>
                                    <a:gd name="connsiteY3" fmla="*/ 741794 h 2020996"/>
                                    <a:gd name="connsiteX4" fmla="*/ 420273 w 2064122"/>
                                    <a:gd name="connsiteY4" fmla="*/ 1155450 h 2020996"/>
                                    <a:gd name="connsiteX5" fmla="*/ 681531 w 2064122"/>
                                    <a:gd name="connsiteY5" fmla="*/ 1427594 h 2020996"/>
                                    <a:gd name="connsiteX6" fmla="*/ 953671 w 2064122"/>
                                    <a:gd name="connsiteY6" fmla="*/ 1329622 h 2020996"/>
                                    <a:gd name="connsiteX7" fmla="*/ 1328723 w 2064122"/>
                                    <a:gd name="connsiteY7" fmla="*/ 1513113 h 2020996"/>
                                    <a:gd name="connsiteX8" fmla="*/ 1661244 w 2064122"/>
                                    <a:gd name="connsiteY8" fmla="*/ 1264307 h 2020996"/>
                                    <a:gd name="connsiteX9" fmla="*/ 1998701 w 2064122"/>
                                    <a:gd name="connsiteY9" fmla="*/ 1068366 h 2020996"/>
                                    <a:gd name="connsiteX10" fmla="*/ 2053131 w 2064122"/>
                                    <a:gd name="connsiteY10" fmla="*/ 1340508 h 2020996"/>
                                    <a:gd name="connsiteX11" fmla="*/ 1857186 w 2064122"/>
                                    <a:gd name="connsiteY11" fmla="*/ 1667078 h 2020996"/>
                                    <a:gd name="connsiteX12" fmla="*/ 1650358 w 2064122"/>
                                    <a:gd name="connsiteY12" fmla="*/ 1536450 h 2020996"/>
                                    <a:gd name="connsiteX13" fmla="*/ 1258473 w 2064122"/>
                                    <a:gd name="connsiteY13" fmla="*/ 1667079 h 2020996"/>
                                    <a:gd name="connsiteX14" fmla="*/ 1008101 w 2064122"/>
                                    <a:gd name="connsiteY14" fmla="*/ 1667079 h 2020996"/>
                                    <a:gd name="connsiteX15" fmla="*/ 844814 w 2064122"/>
                                    <a:gd name="connsiteY15" fmla="*/ 1699737 h 2020996"/>
                                    <a:gd name="connsiteX16" fmla="*/ 632038 w 2064122"/>
                                    <a:gd name="connsiteY16" fmla="*/ 1676400 h 2020996"/>
                                    <a:gd name="connsiteX17" fmla="*/ 392552 w 2064122"/>
                                    <a:gd name="connsiteY17" fmla="*/ 1458684 h 2020996"/>
                                    <a:gd name="connsiteX18" fmla="*/ 251037 w 2064122"/>
                                    <a:gd name="connsiteY18" fmla="*/ 1458684 h 2020996"/>
                                    <a:gd name="connsiteX19" fmla="*/ 87751 w 2064122"/>
                                    <a:gd name="connsiteY19" fmla="*/ 1545770 h 2020996"/>
                                    <a:gd name="connsiteX20" fmla="*/ 666 w 2064122"/>
                                    <a:gd name="connsiteY20" fmla="*/ 1796143 h 2020996"/>
                                    <a:gd name="connsiteX21" fmla="*/ 120409 w 2064122"/>
                                    <a:gd name="connsiteY21" fmla="*/ 2010230 h 2020996"/>
                                    <a:gd name="connsiteX22" fmla="*/ 98638 w 2064122"/>
                                    <a:gd name="connsiteY22" fmla="*/ 1988459 h 2020996"/>
                                    <a:gd name="connsiteX0" fmla="*/ 446980 w 2064122"/>
                                    <a:gd name="connsiteY0" fmla="*/ 0 h 2022884"/>
                                    <a:gd name="connsiteX1" fmla="*/ 278758 w 2064122"/>
                                    <a:gd name="connsiteY1" fmla="*/ 164850 h 2022884"/>
                                    <a:gd name="connsiteX2" fmla="*/ 213444 w 2064122"/>
                                    <a:gd name="connsiteY2" fmla="*/ 426108 h 2022884"/>
                                    <a:gd name="connsiteX3" fmla="*/ 213443 w 2064122"/>
                                    <a:gd name="connsiteY3" fmla="*/ 741794 h 2022884"/>
                                    <a:gd name="connsiteX4" fmla="*/ 420273 w 2064122"/>
                                    <a:gd name="connsiteY4" fmla="*/ 1155450 h 2022884"/>
                                    <a:gd name="connsiteX5" fmla="*/ 681531 w 2064122"/>
                                    <a:gd name="connsiteY5" fmla="*/ 1427594 h 2022884"/>
                                    <a:gd name="connsiteX6" fmla="*/ 953671 w 2064122"/>
                                    <a:gd name="connsiteY6" fmla="*/ 1329622 h 2022884"/>
                                    <a:gd name="connsiteX7" fmla="*/ 1328723 w 2064122"/>
                                    <a:gd name="connsiteY7" fmla="*/ 1513113 h 2022884"/>
                                    <a:gd name="connsiteX8" fmla="*/ 1661244 w 2064122"/>
                                    <a:gd name="connsiteY8" fmla="*/ 1264307 h 2022884"/>
                                    <a:gd name="connsiteX9" fmla="*/ 1998701 w 2064122"/>
                                    <a:gd name="connsiteY9" fmla="*/ 1068366 h 2022884"/>
                                    <a:gd name="connsiteX10" fmla="*/ 2053131 w 2064122"/>
                                    <a:gd name="connsiteY10" fmla="*/ 1340508 h 2022884"/>
                                    <a:gd name="connsiteX11" fmla="*/ 1857186 w 2064122"/>
                                    <a:gd name="connsiteY11" fmla="*/ 1667078 h 2022884"/>
                                    <a:gd name="connsiteX12" fmla="*/ 1650358 w 2064122"/>
                                    <a:gd name="connsiteY12" fmla="*/ 1536450 h 2022884"/>
                                    <a:gd name="connsiteX13" fmla="*/ 1258473 w 2064122"/>
                                    <a:gd name="connsiteY13" fmla="*/ 1667079 h 2022884"/>
                                    <a:gd name="connsiteX14" fmla="*/ 1008101 w 2064122"/>
                                    <a:gd name="connsiteY14" fmla="*/ 1667079 h 2022884"/>
                                    <a:gd name="connsiteX15" fmla="*/ 844814 w 2064122"/>
                                    <a:gd name="connsiteY15" fmla="*/ 1699737 h 2022884"/>
                                    <a:gd name="connsiteX16" fmla="*/ 632038 w 2064122"/>
                                    <a:gd name="connsiteY16" fmla="*/ 1676400 h 2022884"/>
                                    <a:gd name="connsiteX17" fmla="*/ 392552 w 2064122"/>
                                    <a:gd name="connsiteY17" fmla="*/ 1458684 h 2022884"/>
                                    <a:gd name="connsiteX18" fmla="*/ 251037 w 2064122"/>
                                    <a:gd name="connsiteY18" fmla="*/ 1458684 h 2022884"/>
                                    <a:gd name="connsiteX19" fmla="*/ 87751 w 2064122"/>
                                    <a:gd name="connsiteY19" fmla="*/ 1545770 h 2022884"/>
                                    <a:gd name="connsiteX20" fmla="*/ 666 w 2064122"/>
                                    <a:gd name="connsiteY20" fmla="*/ 1796143 h 2022884"/>
                                    <a:gd name="connsiteX21" fmla="*/ 120409 w 2064122"/>
                                    <a:gd name="connsiteY21" fmla="*/ 2010230 h 2022884"/>
                                    <a:gd name="connsiteX22" fmla="*/ 436095 w 2064122"/>
                                    <a:gd name="connsiteY22" fmla="*/ 1999345 h 2022884"/>
                                    <a:gd name="connsiteX0" fmla="*/ 534066 w 2064122"/>
                                    <a:gd name="connsiteY0" fmla="*/ 0 h 2066427"/>
                                    <a:gd name="connsiteX1" fmla="*/ 278758 w 2064122"/>
                                    <a:gd name="connsiteY1" fmla="*/ 208393 h 2066427"/>
                                    <a:gd name="connsiteX2" fmla="*/ 213444 w 2064122"/>
                                    <a:gd name="connsiteY2" fmla="*/ 469651 h 2066427"/>
                                    <a:gd name="connsiteX3" fmla="*/ 213443 w 2064122"/>
                                    <a:gd name="connsiteY3" fmla="*/ 785337 h 2066427"/>
                                    <a:gd name="connsiteX4" fmla="*/ 420273 w 2064122"/>
                                    <a:gd name="connsiteY4" fmla="*/ 1198993 h 2066427"/>
                                    <a:gd name="connsiteX5" fmla="*/ 681531 w 2064122"/>
                                    <a:gd name="connsiteY5" fmla="*/ 1471137 h 2066427"/>
                                    <a:gd name="connsiteX6" fmla="*/ 953671 w 2064122"/>
                                    <a:gd name="connsiteY6" fmla="*/ 1373165 h 2066427"/>
                                    <a:gd name="connsiteX7" fmla="*/ 1328723 w 2064122"/>
                                    <a:gd name="connsiteY7" fmla="*/ 1556656 h 2066427"/>
                                    <a:gd name="connsiteX8" fmla="*/ 1661244 w 2064122"/>
                                    <a:gd name="connsiteY8" fmla="*/ 1307850 h 2066427"/>
                                    <a:gd name="connsiteX9" fmla="*/ 1998701 w 2064122"/>
                                    <a:gd name="connsiteY9" fmla="*/ 1111909 h 2066427"/>
                                    <a:gd name="connsiteX10" fmla="*/ 2053131 w 2064122"/>
                                    <a:gd name="connsiteY10" fmla="*/ 1384051 h 2066427"/>
                                    <a:gd name="connsiteX11" fmla="*/ 1857186 w 2064122"/>
                                    <a:gd name="connsiteY11" fmla="*/ 1710621 h 2066427"/>
                                    <a:gd name="connsiteX12" fmla="*/ 1650358 w 2064122"/>
                                    <a:gd name="connsiteY12" fmla="*/ 1579993 h 2066427"/>
                                    <a:gd name="connsiteX13" fmla="*/ 1258473 w 2064122"/>
                                    <a:gd name="connsiteY13" fmla="*/ 1710622 h 2066427"/>
                                    <a:gd name="connsiteX14" fmla="*/ 1008101 w 2064122"/>
                                    <a:gd name="connsiteY14" fmla="*/ 1710622 h 2066427"/>
                                    <a:gd name="connsiteX15" fmla="*/ 844814 w 2064122"/>
                                    <a:gd name="connsiteY15" fmla="*/ 1743280 h 2066427"/>
                                    <a:gd name="connsiteX16" fmla="*/ 632038 w 2064122"/>
                                    <a:gd name="connsiteY16" fmla="*/ 1719943 h 2066427"/>
                                    <a:gd name="connsiteX17" fmla="*/ 392552 w 2064122"/>
                                    <a:gd name="connsiteY17" fmla="*/ 1502227 h 2066427"/>
                                    <a:gd name="connsiteX18" fmla="*/ 251037 w 2064122"/>
                                    <a:gd name="connsiteY18" fmla="*/ 1502227 h 2066427"/>
                                    <a:gd name="connsiteX19" fmla="*/ 87751 w 2064122"/>
                                    <a:gd name="connsiteY19" fmla="*/ 1589313 h 2066427"/>
                                    <a:gd name="connsiteX20" fmla="*/ 666 w 2064122"/>
                                    <a:gd name="connsiteY20" fmla="*/ 1839686 h 2066427"/>
                                    <a:gd name="connsiteX21" fmla="*/ 120409 w 2064122"/>
                                    <a:gd name="connsiteY21" fmla="*/ 2053773 h 2066427"/>
                                    <a:gd name="connsiteX22" fmla="*/ 436095 w 2064122"/>
                                    <a:gd name="connsiteY22" fmla="*/ 2042888 h 2066427"/>
                                    <a:gd name="connsiteX0" fmla="*/ 534066 w 2102652"/>
                                    <a:gd name="connsiteY0" fmla="*/ 0 h 2066427"/>
                                    <a:gd name="connsiteX1" fmla="*/ 278758 w 2102652"/>
                                    <a:gd name="connsiteY1" fmla="*/ 208393 h 2066427"/>
                                    <a:gd name="connsiteX2" fmla="*/ 213444 w 2102652"/>
                                    <a:gd name="connsiteY2" fmla="*/ 469651 h 2066427"/>
                                    <a:gd name="connsiteX3" fmla="*/ 213443 w 2102652"/>
                                    <a:gd name="connsiteY3" fmla="*/ 785337 h 2066427"/>
                                    <a:gd name="connsiteX4" fmla="*/ 420273 w 2102652"/>
                                    <a:gd name="connsiteY4" fmla="*/ 1198993 h 2066427"/>
                                    <a:gd name="connsiteX5" fmla="*/ 681531 w 2102652"/>
                                    <a:gd name="connsiteY5" fmla="*/ 1471137 h 2066427"/>
                                    <a:gd name="connsiteX6" fmla="*/ 953671 w 2102652"/>
                                    <a:gd name="connsiteY6" fmla="*/ 1373165 h 2066427"/>
                                    <a:gd name="connsiteX7" fmla="*/ 1328723 w 2102652"/>
                                    <a:gd name="connsiteY7" fmla="*/ 1556656 h 2066427"/>
                                    <a:gd name="connsiteX8" fmla="*/ 1661244 w 2102652"/>
                                    <a:gd name="connsiteY8" fmla="*/ 1307850 h 2066427"/>
                                    <a:gd name="connsiteX9" fmla="*/ 1998701 w 2102652"/>
                                    <a:gd name="connsiteY9" fmla="*/ 1111909 h 2066427"/>
                                    <a:gd name="connsiteX10" fmla="*/ 2096674 w 2102652"/>
                                    <a:gd name="connsiteY10" fmla="*/ 1384051 h 2066427"/>
                                    <a:gd name="connsiteX11" fmla="*/ 1857186 w 2102652"/>
                                    <a:gd name="connsiteY11" fmla="*/ 1710621 h 2066427"/>
                                    <a:gd name="connsiteX12" fmla="*/ 1650358 w 2102652"/>
                                    <a:gd name="connsiteY12" fmla="*/ 1579993 h 2066427"/>
                                    <a:gd name="connsiteX13" fmla="*/ 1258473 w 2102652"/>
                                    <a:gd name="connsiteY13" fmla="*/ 1710622 h 2066427"/>
                                    <a:gd name="connsiteX14" fmla="*/ 1008101 w 2102652"/>
                                    <a:gd name="connsiteY14" fmla="*/ 1710622 h 2066427"/>
                                    <a:gd name="connsiteX15" fmla="*/ 844814 w 2102652"/>
                                    <a:gd name="connsiteY15" fmla="*/ 1743280 h 2066427"/>
                                    <a:gd name="connsiteX16" fmla="*/ 632038 w 2102652"/>
                                    <a:gd name="connsiteY16" fmla="*/ 1719943 h 2066427"/>
                                    <a:gd name="connsiteX17" fmla="*/ 392552 w 2102652"/>
                                    <a:gd name="connsiteY17" fmla="*/ 1502227 h 2066427"/>
                                    <a:gd name="connsiteX18" fmla="*/ 251037 w 2102652"/>
                                    <a:gd name="connsiteY18" fmla="*/ 1502227 h 2066427"/>
                                    <a:gd name="connsiteX19" fmla="*/ 87751 w 2102652"/>
                                    <a:gd name="connsiteY19" fmla="*/ 1589313 h 2066427"/>
                                    <a:gd name="connsiteX20" fmla="*/ 666 w 2102652"/>
                                    <a:gd name="connsiteY20" fmla="*/ 1839686 h 2066427"/>
                                    <a:gd name="connsiteX21" fmla="*/ 120409 w 2102652"/>
                                    <a:gd name="connsiteY21" fmla="*/ 2053773 h 2066427"/>
                                    <a:gd name="connsiteX22" fmla="*/ 436095 w 2102652"/>
                                    <a:gd name="connsiteY22" fmla="*/ 2042888 h 2066427"/>
                                    <a:gd name="connsiteX0" fmla="*/ 534066 w 2112397"/>
                                    <a:gd name="connsiteY0" fmla="*/ 0 h 2066427"/>
                                    <a:gd name="connsiteX1" fmla="*/ 278758 w 2112397"/>
                                    <a:gd name="connsiteY1" fmla="*/ 208393 h 2066427"/>
                                    <a:gd name="connsiteX2" fmla="*/ 213444 w 2112397"/>
                                    <a:gd name="connsiteY2" fmla="*/ 469651 h 2066427"/>
                                    <a:gd name="connsiteX3" fmla="*/ 213443 w 2112397"/>
                                    <a:gd name="connsiteY3" fmla="*/ 785337 h 2066427"/>
                                    <a:gd name="connsiteX4" fmla="*/ 420273 w 2112397"/>
                                    <a:gd name="connsiteY4" fmla="*/ 1198993 h 2066427"/>
                                    <a:gd name="connsiteX5" fmla="*/ 681531 w 2112397"/>
                                    <a:gd name="connsiteY5" fmla="*/ 1471137 h 2066427"/>
                                    <a:gd name="connsiteX6" fmla="*/ 953671 w 2112397"/>
                                    <a:gd name="connsiteY6" fmla="*/ 1373165 h 2066427"/>
                                    <a:gd name="connsiteX7" fmla="*/ 1328723 w 2112397"/>
                                    <a:gd name="connsiteY7" fmla="*/ 1556656 h 2066427"/>
                                    <a:gd name="connsiteX8" fmla="*/ 1661244 w 2112397"/>
                                    <a:gd name="connsiteY8" fmla="*/ 1307850 h 2066427"/>
                                    <a:gd name="connsiteX9" fmla="*/ 2042244 w 2112397"/>
                                    <a:gd name="connsiteY9" fmla="*/ 1057481 h 2066427"/>
                                    <a:gd name="connsiteX10" fmla="*/ 2096674 w 2112397"/>
                                    <a:gd name="connsiteY10" fmla="*/ 1384051 h 2066427"/>
                                    <a:gd name="connsiteX11" fmla="*/ 1857186 w 2112397"/>
                                    <a:gd name="connsiteY11" fmla="*/ 1710621 h 2066427"/>
                                    <a:gd name="connsiteX12" fmla="*/ 1650358 w 2112397"/>
                                    <a:gd name="connsiteY12" fmla="*/ 1579993 h 2066427"/>
                                    <a:gd name="connsiteX13" fmla="*/ 1258473 w 2112397"/>
                                    <a:gd name="connsiteY13" fmla="*/ 1710622 h 2066427"/>
                                    <a:gd name="connsiteX14" fmla="*/ 1008101 w 2112397"/>
                                    <a:gd name="connsiteY14" fmla="*/ 1710622 h 2066427"/>
                                    <a:gd name="connsiteX15" fmla="*/ 844814 w 2112397"/>
                                    <a:gd name="connsiteY15" fmla="*/ 1743280 h 2066427"/>
                                    <a:gd name="connsiteX16" fmla="*/ 632038 w 2112397"/>
                                    <a:gd name="connsiteY16" fmla="*/ 1719943 h 2066427"/>
                                    <a:gd name="connsiteX17" fmla="*/ 392552 w 2112397"/>
                                    <a:gd name="connsiteY17" fmla="*/ 1502227 h 2066427"/>
                                    <a:gd name="connsiteX18" fmla="*/ 251037 w 2112397"/>
                                    <a:gd name="connsiteY18" fmla="*/ 1502227 h 2066427"/>
                                    <a:gd name="connsiteX19" fmla="*/ 87751 w 2112397"/>
                                    <a:gd name="connsiteY19" fmla="*/ 1589313 h 2066427"/>
                                    <a:gd name="connsiteX20" fmla="*/ 666 w 2112397"/>
                                    <a:gd name="connsiteY20" fmla="*/ 1839686 h 2066427"/>
                                    <a:gd name="connsiteX21" fmla="*/ 120409 w 2112397"/>
                                    <a:gd name="connsiteY21" fmla="*/ 2053773 h 2066427"/>
                                    <a:gd name="connsiteX22" fmla="*/ 436095 w 2112397"/>
                                    <a:gd name="connsiteY22" fmla="*/ 2042888 h 2066427"/>
                                    <a:gd name="connsiteX0" fmla="*/ 534066 w 2112397"/>
                                    <a:gd name="connsiteY0" fmla="*/ 0 h 2066427"/>
                                    <a:gd name="connsiteX1" fmla="*/ 278758 w 2112397"/>
                                    <a:gd name="connsiteY1" fmla="*/ 208393 h 2066427"/>
                                    <a:gd name="connsiteX2" fmla="*/ 213444 w 2112397"/>
                                    <a:gd name="connsiteY2" fmla="*/ 469651 h 2066427"/>
                                    <a:gd name="connsiteX3" fmla="*/ 213443 w 2112397"/>
                                    <a:gd name="connsiteY3" fmla="*/ 785337 h 2066427"/>
                                    <a:gd name="connsiteX4" fmla="*/ 420273 w 2112397"/>
                                    <a:gd name="connsiteY4" fmla="*/ 1198993 h 2066427"/>
                                    <a:gd name="connsiteX5" fmla="*/ 681531 w 2112397"/>
                                    <a:gd name="connsiteY5" fmla="*/ 1471137 h 2066427"/>
                                    <a:gd name="connsiteX6" fmla="*/ 953671 w 2112397"/>
                                    <a:gd name="connsiteY6" fmla="*/ 1373165 h 2066427"/>
                                    <a:gd name="connsiteX7" fmla="*/ 1328723 w 2112397"/>
                                    <a:gd name="connsiteY7" fmla="*/ 1556656 h 2066427"/>
                                    <a:gd name="connsiteX8" fmla="*/ 1661244 w 2112397"/>
                                    <a:gd name="connsiteY8" fmla="*/ 1307850 h 2066427"/>
                                    <a:gd name="connsiteX9" fmla="*/ 2042244 w 2112397"/>
                                    <a:gd name="connsiteY9" fmla="*/ 1057481 h 2066427"/>
                                    <a:gd name="connsiteX10" fmla="*/ 2096674 w 2112397"/>
                                    <a:gd name="connsiteY10" fmla="*/ 1384051 h 2066427"/>
                                    <a:gd name="connsiteX11" fmla="*/ 1857186 w 2112397"/>
                                    <a:gd name="connsiteY11" fmla="*/ 1710621 h 2066427"/>
                                    <a:gd name="connsiteX12" fmla="*/ 1650358 w 2112397"/>
                                    <a:gd name="connsiteY12" fmla="*/ 1579993 h 2066427"/>
                                    <a:gd name="connsiteX13" fmla="*/ 1258473 w 2112397"/>
                                    <a:gd name="connsiteY13" fmla="*/ 1710622 h 2066427"/>
                                    <a:gd name="connsiteX14" fmla="*/ 844814 w 2112397"/>
                                    <a:gd name="connsiteY14" fmla="*/ 1743280 h 2066427"/>
                                    <a:gd name="connsiteX15" fmla="*/ 632038 w 2112397"/>
                                    <a:gd name="connsiteY15" fmla="*/ 1719943 h 2066427"/>
                                    <a:gd name="connsiteX16" fmla="*/ 392552 w 2112397"/>
                                    <a:gd name="connsiteY16" fmla="*/ 1502227 h 2066427"/>
                                    <a:gd name="connsiteX17" fmla="*/ 251037 w 2112397"/>
                                    <a:gd name="connsiteY17" fmla="*/ 1502227 h 2066427"/>
                                    <a:gd name="connsiteX18" fmla="*/ 87751 w 2112397"/>
                                    <a:gd name="connsiteY18" fmla="*/ 1589313 h 2066427"/>
                                    <a:gd name="connsiteX19" fmla="*/ 666 w 2112397"/>
                                    <a:gd name="connsiteY19" fmla="*/ 1839686 h 2066427"/>
                                    <a:gd name="connsiteX20" fmla="*/ 120409 w 2112397"/>
                                    <a:gd name="connsiteY20" fmla="*/ 2053773 h 2066427"/>
                                    <a:gd name="connsiteX21" fmla="*/ 436095 w 2112397"/>
                                    <a:gd name="connsiteY21" fmla="*/ 2042888 h 2066427"/>
                                    <a:gd name="connsiteX0" fmla="*/ 534066 w 2112397"/>
                                    <a:gd name="connsiteY0" fmla="*/ 0 h 2066427"/>
                                    <a:gd name="connsiteX1" fmla="*/ 278758 w 2112397"/>
                                    <a:gd name="connsiteY1" fmla="*/ 208393 h 2066427"/>
                                    <a:gd name="connsiteX2" fmla="*/ 213444 w 2112397"/>
                                    <a:gd name="connsiteY2" fmla="*/ 469651 h 2066427"/>
                                    <a:gd name="connsiteX3" fmla="*/ 213443 w 2112397"/>
                                    <a:gd name="connsiteY3" fmla="*/ 785337 h 2066427"/>
                                    <a:gd name="connsiteX4" fmla="*/ 420273 w 2112397"/>
                                    <a:gd name="connsiteY4" fmla="*/ 1198993 h 2066427"/>
                                    <a:gd name="connsiteX5" fmla="*/ 681531 w 2112397"/>
                                    <a:gd name="connsiteY5" fmla="*/ 1471137 h 2066427"/>
                                    <a:gd name="connsiteX6" fmla="*/ 953671 w 2112397"/>
                                    <a:gd name="connsiteY6" fmla="*/ 1373165 h 2066427"/>
                                    <a:gd name="connsiteX7" fmla="*/ 1328723 w 2112397"/>
                                    <a:gd name="connsiteY7" fmla="*/ 1556656 h 2066427"/>
                                    <a:gd name="connsiteX8" fmla="*/ 1661244 w 2112397"/>
                                    <a:gd name="connsiteY8" fmla="*/ 1307850 h 2066427"/>
                                    <a:gd name="connsiteX9" fmla="*/ 2042244 w 2112397"/>
                                    <a:gd name="connsiteY9" fmla="*/ 1057481 h 2066427"/>
                                    <a:gd name="connsiteX10" fmla="*/ 2096674 w 2112397"/>
                                    <a:gd name="connsiteY10" fmla="*/ 1384051 h 2066427"/>
                                    <a:gd name="connsiteX11" fmla="*/ 1857186 w 2112397"/>
                                    <a:gd name="connsiteY11" fmla="*/ 1710621 h 2066427"/>
                                    <a:gd name="connsiteX12" fmla="*/ 1650358 w 2112397"/>
                                    <a:gd name="connsiteY12" fmla="*/ 1579993 h 2066427"/>
                                    <a:gd name="connsiteX13" fmla="*/ 1258473 w 2112397"/>
                                    <a:gd name="connsiteY13" fmla="*/ 1710622 h 2066427"/>
                                    <a:gd name="connsiteX14" fmla="*/ 953672 w 2112397"/>
                                    <a:gd name="connsiteY14" fmla="*/ 1699737 h 2066427"/>
                                    <a:gd name="connsiteX15" fmla="*/ 632038 w 2112397"/>
                                    <a:gd name="connsiteY15" fmla="*/ 1719943 h 2066427"/>
                                    <a:gd name="connsiteX16" fmla="*/ 392552 w 2112397"/>
                                    <a:gd name="connsiteY16" fmla="*/ 1502227 h 2066427"/>
                                    <a:gd name="connsiteX17" fmla="*/ 251037 w 2112397"/>
                                    <a:gd name="connsiteY17" fmla="*/ 1502227 h 2066427"/>
                                    <a:gd name="connsiteX18" fmla="*/ 87751 w 2112397"/>
                                    <a:gd name="connsiteY18" fmla="*/ 1589313 h 2066427"/>
                                    <a:gd name="connsiteX19" fmla="*/ 666 w 2112397"/>
                                    <a:gd name="connsiteY19" fmla="*/ 1839686 h 2066427"/>
                                    <a:gd name="connsiteX20" fmla="*/ 120409 w 2112397"/>
                                    <a:gd name="connsiteY20" fmla="*/ 2053773 h 2066427"/>
                                    <a:gd name="connsiteX21" fmla="*/ 436095 w 2112397"/>
                                    <a:gd name="connsiteY21" fmla="*/ 2042888 h 2066427"/>
                                    <a:gd name="connsiteX0" fmla="*/ 534066 w 2105140"/>
                                    <a:gd name="connsiteY0" fmla="*/ 0 h 2066427"/>
                                    <a:gd name="connsiteX1" fmla="*/ 278758 w 2105140"/>
                                    <a:gd name="connsiteY1" fmla="*/ 208393 h 2066427"/>
                                    <a:gd name="connsiteX2" fmla="*/ 213444 w 2105140"/>
                                    <a:gd name="connsiteY2" fmla="*/ 469651 h 2066427"/>
                                    <a:gd name="connsiteX3" fmla="*/ 213443 w 2105140"/>
                                    <a:gd name="connsiteY3" fmla="*/ 785337 h 2066427"/>
                                    <a:gd name="connsiteX4" fmla="*/ 420273 w 2105140"/>
                                    <a:gd name="connsiteY4" fmla="*/ 1198993 h 2066427"/>
                                    <a:gd name="connsiteX5" fmla="*/ 681531 w 2105140"/>
                                    <a:gd name="connsiteY5" fmla="*/ 1471137 h 2066427"/>
                                    <a:gd name="connsiteX6" fmla="*/ 953671 w 2105140"/>
                                    <a:gd name="connsiteY6" fmla="*/ 1373165 h 2066427"/>
                                    <a:gd name="connsiteX7" fmla="*/ 1328723 w 2105140"/>
                                    <a:gd name="connsiteY7" fmla="*/ 1556656 h 2066427"/>
                                    <a:gd name="connsiteX8" fmla="*/ 1661244 w 2105140"/>
                                    <a:gd name="connsiteY8" fmla="*/ 1307850 h 2066427"/>
                                    <a:gd name="connsiteX9" fmla="*/ 2042244 w 2105140"/>
                                    <a:gd name="connsiteY9" fmla="*/ 1057481 h 2066427"/>
                                    <a:gd name="connsiteX10" fmla="*/ 2096674 w 2105140"/>
                                    <a:gd name="connsiteY10" fmla="*/ 1384051 h 2066427"/>
                                    <a:gd name="connsiteX11" fmla="*/ 1955157 w 2105140"/>
                                    <a:gd name="connsiteY11" fmla="*/ 1634421 h 2066427"/>
                                    <a:gd name="connsiteX12" fmla="*/ 1650358 w 2105140"/>
                                    <a:gd name="connsiteY12" fmla="*/ 1579993 h 2066427"/>
                                    <a:gd name="connsiteX13" fmla="*/ 1258473 w 2105140"/>
                                    <a:gd name="connsiteY13" fmla="*/ 1710622 h 2066427"/>
                                    <a:gd name="connsiteX14" fmla="*/ 953672 w 2105140"/>
                                    <a:gd name="connsiteY14" fmla="*/ 1699737 h 2066427"/>
                                    <a:gd name="connsiteX15" fmla="*/ 632038 w 2105140"/>
                                    <a:gd name="connsiteY15" fmla="*/ 1719943 h 2066427"/>
                                    <a:gd name="connsiteX16" fmla="*/ 392552 w 2105140"/>
                                    <a:gd name="connsiteY16" fmla="*/ 1502227 h 2066427"/>
                                    <a:gd name="connsiteX17" fmla="*/ 251037 w 2105140"/>
                                    <a:gd name="connsiteY17" fmla="*/ 1502227 h 2066427"/>
                                    <a:gd name="connsiteX18" fmla="*/ 87751 w 2105140"/>
                                    <a:gd name="connsiteY18" fmla="*/ 1589313 h 2066427"/>
                                    <a:gd name="connsiteX19" fmla="*/ 666 w 2105140"/>
                                    <a:gd name="connsiteY19" fmla="*/ 1839686 h 2066427"/>
                                    <a:gd name="connsiteX20" fmla="*/ 120409 w 2105140"/>
                                    <a:gd name="connsiteY20" fmla="*/ 2053773 h 2066427"/>
                                    <a:gd name="connsiteX21" fmla="*/ 436095 w 2105140"/>
                                    <a:gd name="connsiteY21" fmla="*/ 2042888 h 2066427"/>
                                    <a:gd name="connsiteX0" fmla="*/ 534066 w 2105140"/>
                                    <a:gd name="connsiteY0" fmla="*/ 0 h 2141103"/>
                                    <a:gd name="connsiteX1" fmla="*/ 278758 w 2105140"/>
                                    <a:gd name="connsiteY1" fmla="*/ 208393 h 2141103"/>
                                    <a:gd name="connsiteX2" fmla="*/ 213444 w 2105140"/>
                                    <a:gd name="connsiteY2" fmla="*/ 469651 h 2141103"/>
                                    <a:gd name="connsiteX3" fmla="*/ 213443 w 2105140"/>
                                    <a:gd name="connsiteY3" fmla="*/ 785337 h 2141103"/>
                                    <a:gd name="connsiteX4" fmla="*/ 420273 w 2105140"/>
                                    <a:gd name="connsiteY4" fmla="*/ 1198993 h 2141103"/>
                                    <a:gd name="connsiteX5" fmla="*/ 681531 w 2105140"/>
                                    <a:gd name="connsiteY5" fmla="*/ 1471137 h 2141103"/>
                                    <a:gd name="connsiteX6" fmla="*/ 953671 w 2105140"/>
                                    <a:gd name="connsiteY6" fmla="*/ 1373165 h 2141103"/>
                                    <a:gd name="connsiteX7" fmla="*/ 1328723 w 2105140"/>
                                    <a:gd name="connsiteY7" fmla="*/ 1556656 h 2141103"/>
                                    <a:gd name="connsiteX8" fmla="*/ 1661244 w 2105140"/>
                                    <a:gd name="connsiteY8" fmla="*/ 1307850 h 2141103"/>
                                    <a:gd name="connsiteX9" fmla="*/ 2042244 w 2105140"/>
                                    <a:gd name="connsiteY9" fmla="*/ 1057481 h 2141103"/>
                                    <a:gd name="connsiteX10" fmla="*/ 2096674 w 2105140"/>
                                    <a:gd name="connsiteY10" fmla="*/ 1384051 h 2141103"/>
                                    <a:gd name="connsiteX11" fmla="*/ 1955157 w 2105140"/>
                                    <a:gd name="connsiteY11" fmla="*/ 1634421 h 2141103"/>
                                    <a:gd name="connsiteX12" fmla="*/ 1650358 w 2105140"/>
                                    <a:gd name="connsiteY12" fmla="*/ 1579993 h 2141103"/>
                                    <a:gd name="connsiteX13" fmla="*/ 1258473 w 2105140"/>
                                    <a:gd name="connsiteY13" fmla="*/ 1710622 h 2141103"/>
                                    <a:gd name="connsiteX14" fmla="*/ 953672 w 2105140"/>
                                    <a:gd name="connsiteY14" fmla="*/ 1699737 h 2141103"/>
                                    <a:gd name="connsiteX15" fmla="*/ 632038 w 2105140"/>
                                    <a:gd name="connsiteY15" fmla="*/ 1719943 h 2141103"/>
                                    <a:gd name="connsiteX16" fmla="*/ 392552 w 2105140"/>
                                    <a:gd name="connsiteY16" fmla="*/ 1502227 h 2141103"/>
                                    <a:gd name="connsiteX17" fmla="*/ 251037 w 2105140"/>
                                    <a:gd name="connsiteY17" fmla="*/ 1502227 h 2141103"/>
                                    <a:gd name="connsiteX18" fmla="*/ 87751 w 2105140"/>
                                    <a:gd name="connsiteY18" fmla="*/ 1589313 h 2141103"/>
                                    <a:gd name="connsiteX19" fmla="*/ 666 w 2105140"/>
                                    <a:gd name="connsiteY19" fmla="*/ 1839686 h 2141103"/>
                                    <a:gd name="connsiteX20" fmla="*/ 120409 w 2105140"/>
                                    <a:gd name="connsiteY20" fmla="*/ 2053773 h 2141103"/>
                                    <a:gd name="connsiteX21" fmla="*/ 436095 w 2105140"/>
                                    <a:gd name="connsiteY21" fmla="*/ 2140859 h 2141103"/>
                                    <a:gd name="connsiteX0" fmla="*/ 534066 w 2105140"/>
                                    <a:gd name="connsiteY0" fmla="*/ 0 h 2162631"/>
                                    <a:gd name="connsiteX1" fmla="*/ 278758 w 2105140"/>
                                    <a:gd name="connsiteY1" fmla="*/ 208393 h 2162631"/>
                                    <a:gd name="connsiteX2" fmla="*/ 213444 w 2105140"/>
                                    <a:gd name="connsiteY2" fmla="*/ 469651 h 2162631"/>
                                    <a:gd name="connsiteX3" fmla="*/ 213443 w 2105140"/>
                                    <a:gd name="connsiteY3" fmla="*/ 785337 h 2162631"/>
                                    <a:gd name="connsiteX4" fmla="*/ 420273 w 2105140"/>
                                    <a:gd name="connsiteY4" fmla="*/ 1198993 h 2162631"/>
                                    <a:gd name="connsiteX5" fmla="*/ 681531 w 2105140"/>
                                    <a:gd name="connsiteY5" fmla="*/ 1471137 h 2162631"/>
                                    <a:gd name="connsiteX6" fmla="*/ 953671 w 2105140"/>
                                    <a:gd name="connsiteY6" fmla="*/ 1373165 h 2162631"/>
                                    <a:gd name="connsiteX7" fmla="*/ 1328723 w 2105140"/>
                                    <a:gd name="connsiteY7" fmla="*/ 1556656 h 2162631"/>
                                    <a:gd name="connsiteX8" fmla="*/ 1661244 w 2105140"/>
                                    <a:gd name="connsiteY8" fmla="*/ 1307850 h 2162631"/>
                                    <a:gd name="connsiteX9" fmla="*/ 2042244 w 2105140"/>
                                    <a:gd name="connsiteY9" fmla="*/ 1057481 h 2162631"/>
                                    <a:gd name="connsiteX10" fmla="*/ 2096674 w 2105140"/>
                                    <a:gd name="connsiteY10" fmla="*/ 1384051 h 2162631"/>
                                    <a:gd name="connsiteX11" fmla="*/ 1955157 w 2105140"/>
                                    <a:gd name="connsiteY11" fmla="*/ 1634421 h 2162631"/>
                                    <a:gd name="connsiteX12" fmla="*/ 1650358 w 2105140"/>
                                    <a:gd name="connsiteY12" fmla="*/ 1579993 h 2162631"/>
                                    <a:gd name="connsiteX13" fmla="*/ 1258473 w 2105140"/>
                                    <a:gd name="connsiteY13" fmla="*/ 1710622 h 2162631"/>
                                    <a:gd name="connsiteX14" fmla="*/ 953672 w 2105140"/>
                                    <a:gd name="connsiteY14" fmla="*/ 1699737 h 2162631"/>
                                    <a:gd name="connsiteX15" fmla="*/ 632038 w 2105140"/>
                                    <a:gd name="connsiteY15" fmla="*/ 1719943 h 2162631"/>
                                    <a:gd name="connsiteX16" fmla="*/ 392552 w 2105140"/>
                                    <a:gd name="connsiteY16" fmla="*/ 1502227 h 2162631"/>
                                    <a:gd name="connsiteX17" fmla="*/ 251037 w 2105140"/>
                                    <a:gd name="connsiteY17" fmla="*/ 1502227 h 2162631"/>
                                    <a:gd name="connsiteX18" fmla="*/ 87751 w 2105140"/>
                                    <a:gd name="connsiteY18" fmla="*/ 1589313 h 2162631"/>
                                    <a:gd name="connsiteX19" fmla="*/ 666 w 2105140"/>
                                    <a:gd name="connsiteY19" fmla="*/ 1839686 h 2162631"/>
                                    <a:gd name="connsiteX20" fmla="*/ 120409 w 2105140"/>
                                    <a:gd name="connsiteY20" fmla="*/ 2053773 h 2162631"/>
                                    <a:gd name="connsiteX21" fmla="*/ 436095 w 2105140"/>
                                    <a:gd name="connsiteY21" fmla="*/ 2140859 h 2162631"/>
                                    <a:gd name="connsiteX22" fmla="*/ 414324 w 2105140"/>
                                    <a:gd name="connsiteY22" fmla="*/ 2162631 h 2162631"/>
                                    <a:gd name="connsiteX0" fmla="*/ 534066 w 2105140"/>
                                    <a:gd name="connsiteY0" fmla="*/ 0 h 2173517"/>
                                    <a:gd name="connsiteX1" fmla="*/ 278758 w 2105140"/>
                                    <a:gd name="connsiteY1" fmla="*/ 208393 h 2173517"/>
                                    <a:gd name="connsiteX2" fmla="*/ 213444 w 2105140"/>
                                    <a:gd name="connsiteY2" fmla="*/ 469651 h 2173517"/>
                                    <a:gd name="connsiteX3" fmla="*/ 213443 w 2105140"/>
                                    <a:gd name="connsiteY3" fmla="*/ 785337 h 2173517"/>
                                    <a:gd name="connsiteX4" fmla="*/ 420273 w 2105140"/>
                                    <a:gd name="connsiteY4" fmla="*/ 1198993 h 2173517"/>
                                    <a:gd name="connsiteX5" fmla="*/ 681531 w 2105140"/>
                                    <a:gd name="connsiteY5" fmla="*/ 1471137 h 2173517"/>
                                    <a:gd name="connsiteX6" fmla="*/ 953671 w 2105140"/>
                                    <a:gd name="connsiteY6" fmla="*/ 1373165 h 2173517"/>
                                    <a:gd name="connsiteX7" fmla="*/ 1328723 w 2105140"/>
                                    <a:gd name="connsiteY7" fmla="*/ 1556656 h 2173517"/>
                                    <a:gd name="connsiteX8" fmla="*/ 1661244 w 2105140"/>
                                    <a:gd name="connsiteY8" fmla="*/ 1307850 h 2173517"/>
                                    <a:gd name="connsiteX9" fmla="*/ 2042244 w 2105140"/>
                                    <a:gd name="connsiteY9" fmla="*/ 1057481 h 2173517"/>
                                    <a:gd name="connsiteX10" fmla="*/ 2096674 w 2105140"/>
                                    <a:gd name="connsiteY10" fmla="*/ 1384051 h 2173517"/>
                                    <a:gd name="connsiteX11" fmla="*/ 1955157 w 2105140"/>
                                    <a:gd name="connsiteY11" fmla="*/ 1634421 h 2173517"/>
                                    <a:gd name="connsiteX12" fmla="*/ 1650358 w 2105140"/>
                                    <a:gd name="connsiteY12" fmla="*/ 1579993 h 2173517"/>
                                    <a:gd name="connsiteX13" fmla="*/ 1258473 w 2105140"/>
                                    <a:gd name="connsiteY13" fmla="*/ 1710622 h 2173517"/>
                                    <a:gd name="connsiteX14" fmla="*/ 953672 w 2105140"/>
                                    <a:gd name="connsiteY14" fmla="*/ 1699737 h 2173517"/>
                                    <a:gd name="connsiteX15" fmla="*/ 632038 w 2105140"/>
                                    <a:gd name="connsiteY15" fmla="*/ 1719943 h 2173517"/>
                                    <a:gd name="connsiteX16" fmla="*/ 392552 w 2105140"/>
                                    <a:gd name="connsiteY16" fmla="*/ 1502227 h 2173517"/>
                                    <a:gd name="connsiteX17" fmla="*/ 251037 w 2105140"/>
                                    <a:gd name="connsiteY17" fmla="*/ 1502227 h 2173517"/>
                                    <a:gd name="connsiteX18" fmla="*/ 87751 w 2105140"/>
                                    <a:gd name="connsiteY18" fmla="*/ 1589313 h 2173517"/>
                                    <a:gd name="connsiteX19" fmla="*/ 666 w 2105140"/>
                                    <a:gd name="connsiteY19" fmla="*/ 1839686 h 2173517"/>
                                    <a:gd name="connsiteX20" fmla="*/ 120409 w 2105140"/>
                                    <a:gd name="connsiteY20" fmla="*/ 2053773 h 2173517"/>
                                    <a:gd name="connsiteX21" fmla="*/ 436095 w 2105140"/>
                                    <a:gd name="connsiteY21" fmla="*/ 2140859 h 2173517"/>
                                    <a:gd name="connsiteX22" fmla="*/ 708238 w 2105140"/>
                                    <a:gd name="connsiteY22" fmla="*/ 2173517 h 2173517"/>
                                    <a:gd name="connsiteX0" fmla="*/ 534066 w 2105140"/>
                                    <a:gd name="connsiteY0" fmla="*/ 0 h 2175936"/>
                                    <a:gd name="connsiteX1" fmla="*/ 278758 w 2105140"/>
                                    <a:gd name="connsiteY1" fmla="*/ 208393 h 2175936"/>
                                    <a:gd name="connsiteX2" fmla="*/ 213444 w 2105140"/>
                                    <a:gd name="connsiteY2" fmla="*/ 469651 h 2175936"/>
                                    <a:gd name="connsiteX3" fmla="*/ 213443 w 2105140"/>
                                    <a:gd name="connsiteY3" fmla="*/ 785337 h 2175936"/>
                                    <a:gd name="connsiteX4" fmla="*/ 420273 w 2105140"/>
                                    <a:gd name="connsiteY4" fmla="*/ 1198993 h 2175936"/>
                                    <a:gd name="connsiteX5" fmla="*/ 681531 w 2105140"/>
                                    <a:gd name="connsiteY5" fmla="*/ 1471137 h 2175936"/>
                                    <a:gd name="connsiteX6" fmla="*/ 953671 w 2105140"/>
                                    <a:gd name="connsiteY6" fmla="*/ 1373165 h 2175936"/>
                                    <a:gd name="connsiteX7" fmla="*/ 1328723 w 2105140"/>
                                    <a:gd name="connsiteY7" fmla="*/ 1556656 h 2175936"/>
                                    <a:gd name="connsiteX8" fmla="*/ 1661244 w 2105140"/>
                                    <a:gd name="connsiteY8" fmla="*/ 1307850 h 2175936"/>
                                    <a:gd name="connsiteX9" fmla="*/ 2042244 w 2105140"/>
                                    <a:gd name="connsiteY9" fmla="*/ 1057481 h 2175936"/>
                                    <a:gd name="connsiteX10" fmla="*/ 2096674 w 2105140"/>
                                    <a:gd name="connsiteY10" fmla="*/ 1384051 h 2175936"/>
                                    <a:gd name="connsiteX11" fmla="*/ 1955157 w 2105140"/>
                                    <a:gd name="connsiteY11" fmla="*/ 1634421 h 2175936"/>
                                    <a:gd name="connsiteX12" fmla="*/ 1650358 w 2105140"/>
                                    <a:gd name="connsiteY12" fmla="*/ 1579993 h 2175936"/>
                                    <a:gd name="connsiteX13" fmla="*/ 1258473 w 2105140"/>
                                    <a:gd name="connsiteY13" fmla="*/ 1710622 h 2175936"/>
                                    <a:gd name="connsiteX14" fmla="*/ 953672 w 2105140"/>
                                    <a:gd name="connsiteY14" fmla="*/ 1699737 h 2175936"/>
                                    <a:gd name="connsiteX15" fmla="*/ 632038 w 2105140"/>
                                    <a:gd name="connsiteY15" fmla="*/ 1719943 h 2175936"/>
                                    <a:gd name="connsiteX16" fmla="*/ 392552 w 2105140"/>
                                    <a:gd name="connsiteY16" fmla="*/ 1502227 h 2175936"/>
                                    <a:gd name="connsiteX17" fmla="*/ 251037 w 2105140"/>
                                    <a:gd name="connsiteY17" fmla="*/ 1502227 h 2175936"/>
                                    <a:gd name="connsiteX18" fmla="*/ 87751 w 2105140"/>
                                    <a:gd name="connsiteY18" fmla="*/ 1589313 h 2175936"/>
                                    <a:gd name="connsiteX19" fmla="*/ 666 w 2105140"/>
                                    <a:gd name="connsiteY19" fmla="*/ 1839686 h 2175936"/>
                                    <a:gd name="connsiteX20" fmla="*/ 120409 w 2105140"/>
                                    <a:gd name="connsiteY20" fmla="*/ 2053773 h 2175936"/>
                                    <a:gd name="connsiteX21" fmla="*/ 436095 w 2105140"/>
                                    <a:gd name="connsiteY21" fmla="*/ 2140859 h 2175936"/>
                                    <a:gd name="connsiteX22" fmla="*/ 708238 w 2105140"/>
                                    <a:gd name="connsiteY22" fmla="*/ 2173517 h 2175936"/>
                                    <a:gd name="connsiteX23" fmla="*/ 730009 w 2105140"/>
                                    <a:gd name="connsiteY23" fmla="*/ 2173517 h 2175936"/>
                                    <a:gd name="connsiteX0" fmla="*/ 534066 w 2105140"/>
                                    <a:gd name="connsiteY0" fmla="*/ 0 h 2174627"/>
                                    <a:gd name="connsiteX1" fmla="*/ 278758 w 2105140"/>
                                    <a:gd name="connsiteY1" fmla="*/ 208393 h 2174627"/>
                                    <a:gd name="connsiteX2" fmla="*/ 213444 w 2105140"/>
                                    <a:gd name="connsiteY2" fmla="*/ 469651 h 2174627"/>
                                    <a:gd name="connsiteX3" fmla="*/ 213443 w 2105140"/>
                                    <a:gd name="connsiteY3" fmla="*/ 785337 h 2174627"/>
                                    <a:gd name="connsiteX4" fmla="*/ 420273 w 2105140"/>
                                    <a:gd name="connsiteY4" fmla="*/ 1198993 h 2174627"/>
                                    <a:gd name="connsiteX5" fmla="*/ 681531 w 2105140"/>
                                    <a:gd name="connsiteY5" fmla="*/ 1471137 h 2174627"/>
                                    <a:gd name="connsiteX6" fmla="*/ 953671 w 2105140"/>
                                    <a:gd name="connsiteY6" fmla="*/ 1373165 h 2174627"/>
                                    <a:gd name="connsiteX7" fmla="*/ 1328723 w 2105140"/>
                                    <a:gd name="connsiteY7" fmla="*/ 1556656 h 2174627"/>
                                    <a:gd name="connsiteX8" fmla="*/ 1661244 w 2105140"/>
                                    <a:gd name="connsiteY8" fmla="*/ 1307850 h 2174627"/>
                                    <a:gd name="connsiteX9" fmla="*/ 2042244 w 2105140"/>
                                    <a:gd name="connsiteY9" fmla="*/ 1057481 h 2174627"/>
                                    <a:gd name="connsiteX10" fmla="*/ 2096674 w 2105140"/>
                                    <a:gd name="connsiteY10" fmla="*/ 1384051 h 2174627"/>
                                    <a:gd name="connsiteX11" fmla="*/ 1955157 w 2105140"/>
                                    <a:gd name="connsiteY11" fmla="*/ 1634421 h 2174627"/>
                                    <a:gd name="connsiteX12" fmla="*/ 1650358 w 2105140"/>
                                    <a:gd name="connsiteY12" fmla="*/ 1579993 h 2174627"/>
                                    <a:gd name="connsiteX13" fmla="*/ 1258473 w 2105140"/>
                                    <a:gd name="connsiteY13" fmla="*/ 1710622 h 2174627"/>
                                    <a:gd name="connsiteX14" fmla="*/ 953672 w 2105140"/>
                                    <a:gd name="connsiteY14" fmla="*/ 1699737 h 2174627"/>
                                    <a:gd name="connsiteX15" fmla="*/ 632038 w 2105140"/>
                                    <a:gd name="connsiteY15" fmla="*/ 1719943 h 2174627"/>
                                    <a:gd name="connsiteX16" fmla="*/ 392552 w 2105140"/>
                                    <a:gd name="connsiteY16" fmla="*/ 1502227 h 2174627"/>
                                    <a:gd name="connsiteX17" fmla="*/ 251037 w 2105140"/>
                                    <a:gd name="connsiteY17" fmla="*/ 1502227 h 2174627"/>
                                    <a:gd name="connsiteX18" fmla="*/ 87751 w 2105140"/>
                                    <a:gd name="connsiteY18" fmla="*/ 1589313 h 2174627"/>
                                    <a:gd name="connsiteX19" fmla="*/ 666 w 2105140"/>
                                    <a:gd name="connsiteY19" fmla="*/ 1839686 h 2174627"/>
                                    <a:gd name="connsiteX20" fmla="*/ 120409 w 2105140"/>
                                    <a:gd name="connsiteY20" fmla="*/ 2053773 h 2174627"/>
                                    <a:gd name="connsiteX21" fmla="*/ 436095 w 2105140"/>
                                    <a:gd name="connsiteY21" fmla="*/ 2140859 h 2174627"/>
                                    <a:gd name="connsiteX22" fmla="*/ 708238 w 2105140"/>
                                    <a:gd name="connsiteY22" fmla="*/ 2173517 h 2174627"/>
                                    <a:gd name="connsiteX23" fmla="*/ 947724 w 2105140"/>
                                    <a:gd name="connsiteY23" fmla="*/ 2162631 h 2174627"/>
                                    <a:gd name="connsiteX0" fmla="*/ 534066 w 2105140"/>
                                    <a:gd name="connsiteY0" fmla="*/ 0 h 2174627"/>
                                    <a:gd name="connsiteX1" fmla="*/ 278758 w 2105140"/>
                                    <a:gd name="connsiteY1" fmla="*/ 208393 h 2174627"/>
                                    <a:gd name="connsiteX2" fmla="*/ 213444 w 2105140"/>
                                    <a:gd name="connsiteY2" fmla="*/ 469651 h 2174627"/>
                                    <a:gd name="connsiteX3" fmla="*/ 213443 w 2105140"/>
                                    <a:gd name="connsiteY3" fmla="*/ 785337 h 2174627"/>
                                    <a:gd name="connsiteX4" fmla="*/ 420273 w 2105140"/>
                                    <a:gd name="connsiteY4" fmla="*/ 1198993 h 2174627"/>
                                    <a:gd name="connsiteX5" fmla="*/ 681531 w 2105140"/>
                                    <a:gd name="connsiteY5" fmla="*/ 1471137 h 2174627"/>
                                    <a:gd name="connsiteX6" fmla="*/ 953671 w 2105140"/>
                                    <a:gd name="connsiteY6" fmla="*/ 1373165 h 2174627"/>
                                    <a:gd name="connsiteX7" fmla="*/ 1328723 w 2105140"/>
                                    <a:gd name="connsiteY7" fmla="*/ 1556656 h 2174627"/>
                                    <a:gd name="connsiteX8" fmla="*/ 1661244 w 2105140"/>
                                    <a:gd name="connsiteY8" fmla="*/ 1307850 h 2174627"/>
                                    <a:gd name="connsiteX9" fmla="*/ 2042244 w 2105140"/>
                                    <a:gd name="connsiteY9" fmla="*/ 1057481 h 2174627"/>
                                    <a:gd name="connsiteX10" fmla="*/ 2096674 w 2105140"/>
                                    <a:gd name="connsiteY10" fmla="*/ 1384051 h 2174627"/>
                                    <a:gd name="connsiteX11" fmla="*/ 1955157 w 2105140"/>
                                    <a:gd name="connsiteY11" fmla="*/ 1634421 h 2174627"/>
                                    <a:gd name="connsiteX12" fmla="*/ 1650358 w 2105140"/>
                                    <a:gd name="connsiteY12" fmla="*/ 1579993 h 2174627"/>
                                    <a:gd name="connsiteX13" fmla="*/ 1258473 w 2105140"/>
                                    <a:gd name="connsiteY13" fmla="*/ 1710622 h 2174627"/>
                                    <a:gd name="connsiteX14" fmla="*/ 953672 w 2105140"/>
                                    <a:gd name="connsiteY14" fmla="*/ 1699737 h 2174627"/>
                                    <a:gd name="connsiteX15" fmla="*/ 632038 w 2105140"/>
                                    <a:gd name="connsiteY15" fmla="*/ 1719943 h 2174627"/>
                                    <a:gd name="connsiteX16" fmla="*/ 392552 w 2105140"/>
                                    <a:gd name="connsiteY16" fmla="*/ 1502227 h 2174627"/>
                                    <a:gd name="connsiteX17" fmla="*/ 251037 w 2105140"/>
                                    <a:gd name="connsiteY17" fmla="*/ 1502227 h 2174627"/>
                                    <a:gd name="connsiteX18" fmla="*/ 87751 w 2105140"/>
                                    <a:gd name="connsiteY18" fmla="*/ 1589313 h 2174627"/>
                                    <a:gd name="connsiteX19" fmla="*/ 666 w 2105140"/>
                                    <a:gd name="connsiteY19" fmla="*/ 1839686 h 2174627"/>
                                    <a:gd name="connsiteX20" fmla="*/ 120409 w 2105140"/>
                                    <a:gd name="connsiteY20" fmla="*/ 2053773 h 2174627"/>
                                    <a:gd name="connsiteX21" fmla="*/ 436095 w 2105140"/>
                                    <a:gd name="connsiteY21" fmla="*/ 2140859 h 2174627"/>
                                    <a:gd name="connsiteX22" fmla="*/ 708238 w 2105140"/>
                                    <a:gd name="connsiteY22" fmla="*/ 2173517 h 2174627"/>
                                    <a:gd name="connsiteX23" fmla="*/ 947724 w 2105140"/>
                                    <a:gd name="connsiteY23" fmla="*/ 2162631 h 2174627"/>
                                    <a:gd name="connsiteX24" fmla="*/ 925952 w 2105140"/>
                                    <a:gd name="connsiteY24" fmla="*/ 2140860 h 2174627"/>
                                    <a:gd name="connsiteX0" fmla="*/ 534066 w 2105140"/>
                                    <a:gd name="connsiteY0" fmla="*/ 0 h 2174627"/>
                                    <a:gd name="connsiteX1" fmla="*/ 278758 w 2105140"/>
                                    <a:gd name="connsiteY1" fmla="*/ 208393 h 2174627"/>
                                    <a:gd name="connsiteX2" fmla="*/ 213444 w 2105140"/>
                                    <a:gd name="connsiteY2" fmla="*/ 469651 h 2174627"/>
                                    <a:gd name="connsiteX3" fmla="*/ 213443 w 2105140"/>
                                    <a:gd name="connsiteY3" fmla="*/ 785337 h 2174627"/>
                                    <a:gd name="connsiteX4" fmla="*/ 420273 w 2105140"/>
                                    <a:gd name="connsiteY4" fmla="*/ 1198993 h 2174627"/>
                                    <a:gd name="connsiteX5" fmla="*/ 681531 w 2105140"/>
                                    <a:gd name="connsiteY5" fmla="*/ 1471137 h 2174627"/>
                                    <a:gd name="connsiteX6" fmla="*/ 953671 w 2105140"/>
                                    <a:gd name="connsiteY6" fmla="*/ 1373165 h 2174627"/>
                                    <a:gd name="connsiteX7" fmla="*/ 1328723 w 2105140"/>
                                    <a:gd name="connsiteY7" fmla="*/ 1556656 h 2174627"/>
                                    <a:gd name="connsiteX8" fmla="*/ 1661244 w 2105140"/>
                                    <a:gd name="connsiteY8" fmla="*/ 1307850 h 2174627"/>
                                    <a:gd name="connsiteX9" fmla="*/ 2042244 w 2105140"/>
                                    <a:gd name="connsiteY9" fmla="*/ 1057481 h 2174627"/>
                                    <a:gd name="connsiteX10" fmla="*/ 2096674 w 2105140"/>
                                    <a:gd name="connsiteY10" fmla="*/ 1384051 h 2174627"/>
                                    <a:gd name="connsiteX11" fmla="*/ 1955157 w 2105140"/>
                                    <a:gd name="connsiteY11" fmla="*/ 1634421 h 2174627"/>
                                    <a:gd name="connsiteX12" fmla="*/ 1650358 w 2105140"/>
                                    <a:gd name="connsiteY12" fmla="*/ 1579993 h 2174627"/>
                                    <a:gd name="connsiteX13" fmla="*/ 1258473 w 2105140"/>
                                    <a:gd name="connsiteY13" fmla="*/ 1710622 h 2174627"/>
                                    <a:gd name="connsiteX14" fmla="*/ 953672 w 2105140"/>
                                    <a:gd name="connsiteY14" fmla="*/ 1699737 h 2174627"/>
                                    <a:gd name="connsiteX15" fmla="*/ 632038 w 2105140"/>
                                    <a:gd name="connsiteY15" fmla="*/ 1719943 h 2174627"/>
                                    <a:gd name="connsiteX16" fmla="*/ 392552 w 2105140"/>
                                    <a:gd name="connsiteY16" fmla="*/ 1502227 h 2174627"/>
                                    <a:gd name="connsiteX17" fmla="*/ 251037 w 2105140"/>
                                    <a:gd name="connsiteY17" fmla="*/ 1502227 h 2174627"/>
                                    <a:gd name="connsiteX18" fmla="*/ 87751 w 2105140"/>
                                    <a:gd name="connsiteY18" fmla="*/ 1589313 h 2174627"/>
                                    <a:gd name="connsiteX19" fmla="*/ 666 w 2105140"/>
                                    <a:gd name="connsiteY19" fmla="*/ 1839686 h 2174627"/>
                                    <a:gd name="connsiteX20" fmla="*/ 120409 w 2105140"/>
                                    <a:gd name="connsiteY20" fmla="*/ 2053773 h 2174627"/>
                                    <a:gd name="connsiteX21" fmla="*/ 436095 w 2105140"/>
                                    <a:gd name="connsiteY21" fmla="*/ 2140859 h 2174627"/>
                                    <a:gd name="connsiteX22" fmla="*/ 708238 w 2105140"/>
                                    <a:gd name="connsiteY22" fmla="*/ 2173517 h 2174627"/>
                                    <a:gd name="connsiteX23" fmla="*/ 947724 w 2105140"/>
                                    <a:gd name="connsiteY23" fmla="*/ 2162631 h 2174627"/>
                                    <a:gd name="connsiteX24" fmla="*/ 1426695 w 2105140"/>
                                    <a:gd name="connsiteY24" fmla="*/ 2119088 h 2174627"/>
                                    <a:gd name="connsiteX0" fmla="*/ 534066 w 2105140"/>
                                    <a:gd name="connsiteY0" fmla="*/ 0 h 2175936"/>
                                    <a:gd name="connsiteX1" fmla="*/ 278758 w 2105140"/>
                                    <a:gd name="connsiteY1" fmla="*/ 208393 h 2175936"/>
                                    <a:gd name="connsiteX2" fmla="*/ 213444 w 2105140"/>
                                    <a:gd name="connsiteY2" fmla="*/ 469651 h 2175936"/>
                                    <a:gd name="connsiteX3" fmla="*/ 213443 w 2105140"/>
                                    <a:gd name="connsiteY3" fmla="*/ 785337 h 2175936"/>
                                    <a:gd name="connsiteX4" fmla="*/ 420273 w 2105140"/>
                                    <a:gd name="connsiteY4" fmla="*/ 1198993 h 2175936"/>
                                    <a:gd name="connsiteX5" fmla="*/ 681531 w 2105140"/>
                                    <a:gd name="connsiteY5" fmla="*/ 1471137 h 2175936"/>
                                    <a:gd name="connsiteX6" fmla="*/ 953671 w 2105140"/>
                                    <a:gd name="connsiteY6" fmla="*/ 1373165 h 2175936"/>
                                    <a:gd name="connsiteX7" fmla="*/ 1328723 w 2105140"/>
                                    <a:gd name="connsiteY7" fmla="*/ 1556656 h 2175936"/>
                                    <a:gd name="connsiteX8" fmla="*/ 1661244 w 2105140"/>
                                    <a:gd name="connsiteY8" fmla="*/ 1307850 h 2175936"/>
                                    <a:gd name="connsiteX9" fmla="*/ 2042244 w 2105140"/>
                                    <a:gd name="connsiteY9" fmla="*/ 1057481 h 2175936"/>
                                    <a:gd name="connsiteX10" fmla="*/ 2096674 w 2105140"/>
                                    <a:gd name="connsiteY10" fmla="*/ 1384051 h 2175936"/>
                                    <a:gd name="connsiteX11" fmla="*/ 1955157 w 2105140"/>
                                    <a:gd name="connsiteY11" fmla="*/ 1634421 h 2175936"/>
                                    <a:gd name="connsiteX12" fmla="*/ 1650358 w 2105140"/>
                                    <a:gd name="connsiteY12" fmla="*/ 1579993 h 2175936"/>
                                    <a:gd name="connsiteX13" fmla="*/ 1258473 w 2105140"/>
                                    <a:gd name="connsiteY13" fmla="*/ 1710622 h 2175936"/>
                                    <a:gd name="connsiteX14" fmla="*/ 953672 w 2105140"/>
                                    <a:gd name="connsiteY14" fmla="*/ 1699737 h 2175936"/>
                                    <a:gd name="connsiteX15" fmla="*/ 632038 w 2105140"/>
                                    <a:gd name="connsiteY15" fmla="*/ 1719943 h 2175936"/>
                                    <a:gd name="connsiteX16" fmla="*/ 392552 w 2105140"/>
                                    <a:gd name="connsiteY16" fmla="*/ 1502227 h 2175936"/>
                                    <a:gd name="connsiteX17" fmla="*/ 251037 w 2105140"/>
                                    <a:gd name="connsiteY17" fmla="*/ 1502227 h 2175936"/>
                                    <a:gd name="connsiteX18" fmla="*/ 87751 w 2105140"/>
                                    <a:gd name="connsiteY18" fmla="*/ 1589313 h 2175936"/>
                                    <a:gd name="connsiteX19" fmla="*/ 666 w 2105140"/>
                                    <a:gd name="connsiteY19" fmla="*/ 1839686 h 2175936"/>
                                    <a:gd name="connsiteX20" fmla="*/ 120409 w 2105140"/>
                                    <a:gd name="connsiteY20" fmla="*/ 2053773 h 2175936"/>
                                    <a:gd name="connsiteX21" fmla="*/ 436095 w 2105140"/>
                                    <a:gd name="connsiteY21" fmla="*/ 2140859 h 2175936"/>
                                    <a:gd name="connsiteX22" fmla="*/ 708238 w 2105140"/>
                                    <a:gd name="connsiteY22" fmla="*/ 2173517 h 2175936"/>
                                    <a:gd name="connsiteX23" fmla="*/ 1045696 w 2105140"/>
                                    <a:gd name="connsiteY23" fmla="*/ 2173517 h 2175936"/>
                                    <a:gd name="connsiteX24" fmla="*/ 1426695 w 2105140"/>
                                    <a:gd name="connsiteY24" fmla="*/ 2119088 h 2175936"/>
                                    <a:gd name="connsiteX0" fmla="*/ 534066 w 2105140"/>
                                    <a:gd name="connsiteY0" fmla="*/ 0 h 2175936"/>
                                    <a:gd name="connsiteX1" fmla="*/ 278758 w 2105140"/>
                                    <a:gd name="connsiteY1" fmla="*/ 208393 h 2175936"/>
                                    <a:gd name="connsiteX2" fmla="*/ 213444 w 2105140"/>
                                    <a:gd name="connsiteY2" fmla="*/ 469651 h 2175936"/>
                                    <a:gd name="connsiteX3" fmla="*/ 213443 w 2105140"/>
                                    <a:gd name="connsiteY3" fmla="*/ 785337 h 2175936"/>
                                    <a:gd name="connsiteX4" fmla="*/ 420273 w 2105140"/>
                                    <a:gd name="connsiteY4" fmla="*/ 1198993 h 2175936"/>
                                    <a:gd name="connsiteX5" fmla="*/ 681531 w 2105140"/>
                                    <a:gd name="connsiteY5" fmla="*/ 1471137 h 2175936"/>
                                    <a:gd name="connsiteX6" fmla="*/ 953671 w 2105140"/>
                                    <a:gd name="connsiteY6" fmla="*/ 1373165 h 2175936"/>
                                    <a:gd name="connsiteX7" fmla="*/ 1328723 w 2105140"/>
                                    <a:gd name="connsiteY7" fmla="*/ 1556656 h 2175936"/>
                                    <a:gd name="connsiteX8" fmla="*/ 1661244 w 2105140"/>
                                    <a:gd name="connsiteY8" fmla="*/ 1307850 h 2175936"/>
                                    <a:gd name="connsiteX9" fmla="*/ 2042244 w 2105140"/>
                                    <a:gd name="connsiteY9" fmla="*/ 1057481 h 2175936"/>
                                    <a:gd name="connsiteX10" fmla="*/ 2096674 w 2105140"/>
                                    <a:gd name="connsiteY10" fmla="*/ 1384051 h 2175936"/>
                                    <a:gd name="connsiteX11" fmla="*/ 1955157 w 2105140"/>
                                    <a:gd name="connsiteY11" fmla="*/ 1634421 h 2175936"/>
                                    <a:gd name="connsiteX12" fmla="*/ 1650358 w 2105140"/>
                                    <a:gd name="connsiteY12" fmla="*/ 1579993 h 2175936"/>
                                    <a:gd name="connsiteX13" fmla="*/ 1258473 w 2105140"/>
                                    <a:gd name="connsiteY13" fmla="*/ 1710622 h 2175936"/>
                                    <a:gd name="connsiteX14" fmla="*/ 953672 w 2105140"/>
                                    <a:gd name="connsiteY14" fmla="*/ 1601765 h 2175936"/>
                                    <a:gd name="connsiteX15" fmla="*/ 632038 w 2105140"/>
                                    <a:gd name="connsiteY15" fmla="*/ 1719943 h 2175936"/>
                                    <a:gd name="connsiteX16" fmla="*/ 392552 w 2105140"/>
                                    <a:gd name="connsiteY16" fmla="*/ 1502227 h 2175936"/>
                                    <a:gd name="connsiteX17" fmla="*/ 251037 w 2105140"/>
                                    <a:gd name="connsiteY17" fmla="*/ 1502227 h 2175936"/>
                                    <a:gd name="connsiteX18" fmla="*/ 87751 w 2105140"/>
                                    <a:gd name="connsiteY18" fmla="*/ 1589313 h 2175936"/>
                                    <a:gd name="connsiteX19" fmla="*/ 666 w 2105140"/>
                                    <a:gd name="connsiteY19" fmla="*/ 1839686 h 2175936"/>
                                    <a:gd name="connsiteX20" fmla="*/ 120409 w 2105140"/>
                                    <a:gd name="connsiteY20" fmla="*/ 2053773 h 2175936"/>
                                    <a:gd name="connsiteX21" fmla="*/ 436095 w 2105140"/>
                                    <a:gd name="connsiteY21" fmla="*/ 2140859 h 2175936"/>
                                    <a:gd name="connsiteX22" fmla="*/ 708238 w 2105140"/>
                                    <a:gd name="connsiteY22" fmla="*/ 2173517 h 2175936"/>
                                    <a:gd name="connsiteX23" fmla="*/ 1045696 w 2105140"/>
                                    <a:gd name="connsiteY23" fmla="*/ 2173517 h 2175936"/>
                                    <a:gd name="connsiteX24" fmla="*/ 1426695 w 2105140"/>
                                    <a:gd name="connsiteY24" fmla="*/ 2119088 h 2175936"/>
                                    <a:gd name="connsiteX0" fmla="*/ 278758 w 2105140"/>
                                    <a:gd name="connsiteY0" fmla="*/ 0 h 1967543"/>
                                    <a:gd name="connsiteX1" fmla="*/ 213444 w 2105140"/>
                                    <a:gd name="connsiteY1" fmla="*/ 261258 h 1967543"/>
                                    <a:gd name="connsiteX2" fmla="*/ 213443 w 2105140"/>
                                    <a:gd name="connsiteY2" fmla="*/ 576944 h 1967543"/>
                                    <a:gd name="connsiteX3" fmla="*/ 420273 w 2105140"/>
                                    <a:gd name="connsiteY3" fmla="*/ 990600 h 1967543"/>
                                    <a:gd name="connsiteX4" fmla="*/ 681531 w 2105140"/>
                                    <a:gd name="connsiteY4" fmla="*/ 1262744 h 1967543"/>
                                    <a:gd name="connsiteX5" fmla="*/ 953671 w 2105140"/>
                                    <a:gd name="connsiteY5" fmla="*/ 1164772 h 1967543"/>
                                    <a:gd name="connsiteX6" fmla="*/ 1328723 w 2105140"/>
                                    <a:gd name="connsiteY6" fmla="*/ 1348263 h 1967543"/>
                                    <a:gd name="connsiteX7" fmla="*/ 1661244 w 2105140"/>
                                    <a:gd name="connsiteY7" fmla="*/ 1099457 h 1967543"/>
                                    <a:gd name="connsiteX8" fmla="*/ 2042244 w 2105140"/>
                                    <a:gd name="connsiteY8" fmla="*/ 849088 h 1967543"/>
                                    <a:gd name="connsiteX9" fmla="*/ 2096674 w 2105140"/>
                                    <a:gd name="connsiteY9" fmla="*/ 1175658 h 1967543"/>
                                    <a:gd name="connsiteX10" fmla="*/ 1955157 w 2105140"/>
                                    <a:gd name="connsiteY10" fmla="*/ 1426028 h 1967543"/>
                                    <a:gd name="connsiteX11" fmla="*/ 1650358 w 2105140"/>
                                    <a:gd name="connsiteY11" fmla="*/ 1371600 h 1967543"/>
                                    <a:gd name="connsiteX12" fmla="*/ 1258473 w 2105140"/>
                                    <a:gd name="connsiteY12" fmla="*/ 1502229 h 1967543"/>
                                    <a:gd name="connsiteX13" fmla="*/ 953672 w 2105140"/>
                                    <a:gd name="connsiteY13" fmla="*/ 1393372 h 1967543"/>
                                    <a:gd name="connsiteX14" fmla="*/ 632038 w 2105140"/>
                                    <a:gd name="connsiteY14" fmla="*/ 1511550 h 1967543"/>
                                    <a:gd name="connsiteX15" fmla="*/ 392552 w 2105140"/>
                                    <a:gd name="connsiteY15" fmla="*/ 1293834 h 1967543"/>
                                    <a:gd name="connsiteX16" fmla="*/ 251037 w 2105140"/>
                                    <a:gd name="connsiteY16" fmla="*/ 1293834 h 1967543"/>
                                    <a:gd name="connsiteX17" fmla="*/ 87751 w 2105140"/>
                                    <a:gd name="connsiteY17" fmla="*/ 1380920 h 1967543"/>
                                    <a:gd name="connsiteX18" fmla="*/ 666 w 2105140"/>
                                    <a:gd name="connsiteY18" fmla="*/ 1631293 h 1967543"/>
                                    <a:gd name="connsiteX19" fmla="*/ 120409 w 2105140"/>
                                    <a:gd name="connsiteY19" fmla="*/ 1845380 h 1967543"/>
                                    <a:gd name="connsiteX20" fmla="*/ 436095 w 2105140"/>
                                    <a:gd name="connsiteY20" fmla="*/ 1932466 h 1967543"/>
                                    <a:gd name="connsiteX21" fmla="*/ 708238 w 2105140"/>
                                    <a:gd name="connsiteY21" fmla="*/ 1965124 h 1967543"/>
                                    <a:gd name="connsiteX22" fmla="*/ 1045696 w 2105140"/>
                                    <a:gd name="connsiteY22" fmla="*/ 1965124 h 1967543"/>
                                    <a:gd name="connsiteX23" fmla="*/ 1426695 w 2105140"/>
                                    <a:gd name="connsiteY23" fmla="*/ 1910695 h 1967543"/>
                                    <a:gd name="connsiteX0" fmla="*/ 213444 w 2105140"/>
                                    <a:gd name="connsiteY0" fmla="*/ 0 h 1706285"/>
                                    <a:gd name="connsiteX1" fmla="*/ 213443 w 2105140"/>
                                    <a:gd name="connsiteY1" fmla="*/ 315686 h 1706285"/>
                                    <a:gd name="connsiteX2" fmla="*/ 420273 w 2105140"/>
                                    <a:gd name="connsiteY2" fmla="*/ 729342 h 1706285"/>
                                    <a:gd name="connsiteX3" fmla="*/ 681531 w 2105140"/>
                                    <a:gd name="connsiteY3" fmla="*/ 1001486 h 1706285"/>
                                    <a:gd name="connsiteX4" fmla="*/ 953671 w 2105140"/>
                                    <a:gd name="connsiteY4" fmla="*/ 903514 h 1706285"/>
                                    <a:gd name="connsiteX5" fmla="*/ 1328723 w 2105140"/>
                                    <a:gd name="connsiteY5" fmla="*/ 1087005 h 1706285"/>
                                    <a:gd name="connsiteX6" fmla="*/ 1661244 w 2105140"/>
                                    <a:gd name="connsiteY6" fmla="*/ 838199 h 1706285"/>
                                    <a:gd name="connsiteX7" fmla="*/ 2042244 w 2105140"/>
                                    <a:gd name="connsiteY7" fmla="*/ 587830 h 1706285"/>
                                    <a:gd name="connsiteX8" fmla="*/ 2096674 w 2105140"/>
                                    <a:gd name="connsiteY8" fmla="*/ 914400 h 1706285"/>
                                    <a:gd name="connsiteX9" fmla="*/ 1955157 w 2105140"/>
                                    <a:gd name="connsiteY9" fmla="*/ 1164770 h 1706285"/>
                                    <a:gd name="connsiteX10" fmla="*/ 1650358 w 2105140"/>
                                    <a:gd name="connsiteY10" fmla="*/ 1110342 h 1706285"/>
                                    <a:gd name="connsiteX11" fmla="*/ 1258473 w 2105140"/>
                                    <a:gd name="connsiteY11" fmla="*/ 1240971 h 1706285"/>
                                    <a:gd name="connsiteX12" fmla="*/ 953672 w 2105140"/>
                                    <a:gd name="connsiteY12" fmla="*/ 1132114 h 1706285"/>
                                    <a:gd name="connsiteX13" fmla="*/ 632038 w 2105140"/>
                                    <a:gd name="connsiteY13" fmla="*/ 1250292 h 1706285"/>
                                    <a:gd name="connsiteX14" fmla="*/ 392552 w 2105140"/>
                                    <a:gd name="connsiteY14" fmla="*/ 1032576 h 1706285"/>
                                    <a:gd name="connsiteX15" fmla="*/ 251037 w 2105140"/>
                                    <a:gd name="connsiteY15" fmla="*/ 1032576 h 1706285"/>
                                    <a:gd name="connsiteX16" fmla="*/ 87751 w 2105140"/>
                                    <a:gd name="connsiteY16" fmla="*/ 1119662 h 1706285"/>
                                    <a:gd name="connsiteX17" fmla="*/ 666 w 2105140"/>
                                    <a:gd name="connsiteY17" fmla="*/ 1370035 h 1706285"/>
                                    <a:gd name="connsiteX18" fmla="*/ 120409 w 2105140"/>
                                    <a:gd name="connsiteY18" fmla="*/ 1584122 h 1706285"/>
                                    <a:gd name="connsiteX19" fmla="*/ 436095 w 2105140"/>
                                    <a:gd name="connsiteY19" fmla="*/ 1671208 h 1706285"/>
                                    <a:gd name="connsiteX20" fmla="*/ 708238 w 2105140"/>
                                    <a:gd name="connsiteY20" fmla="*/ 1703866 h 1706285"/>
                                    <a:gd name="connsiteX21" fmla="*/ 1045696 w 2105140"/>
                                    <a:gd name="connsiteY21" fmla="*/ 1703866 h 1706285"/>
                                    <a:gd name="connsiteX22" fmla="*/ 1426695 w 2105140"/>
                                    <a:gd name="connsiteY22" fmla="*/ 1649437 h 1706285"/>
                                    <a:gd name="connsiteX0" fmla="*/ 213443 w 2105140"/>
                                    <a:gd name="connsiteY0" fmla="*/ 0 h 1390599"/>
                                    <a:gd name="connsiteX1" fmla="*/ 420273 w 2105140"/>
                                    <a:gd name="connsiteY1" fmla="*/ 413656 h 1390599"/>
                                    <a:gd name="connsiteX2" fmla="*/ 681531 w 2105140"/>
                                    <a:gd name="connsiteY2" fmla="*/ 685800 h 1390599"/>
                                    <a:gd name="connsiteX3" fmla="*/ 953671 w 2105140"/>
                                    <a:gd name="connsiteY3" fmla="*/ 587828 h 1390599"/>
                                    <a:gd name="connsiteX4" fmla="*/ 1328723 w 2105140"/>
                                    <a:gd name="connsiteY4" fmla="*/ 771319 h 1390599"/>
                                    <a:gd name="connsiteX5" fmla="*/ 1661244 w 2105140"/>
                                    <a:gd name="connsiteY5" fmla="*/ 522513 h 1390599"/>
                                    <a:gd name="connsiteX6" fmla="*/ 2042244 w 2105140"/>
                                    <a:gd name="connsiteY6" fmla="*/ 272144 h 1390599"/>
                                    <a:gd name="connsiteX7" fmla="*/ 2096674 w 2105140"/>
                                    <a:gd name="connsiteY7" fmla="*/ 598714 h 1390599"/>
                                    <a:gd name="connsiteX8" fmla="*/ 1955157 w 2105140"/>
                                    <a:gd name="connsiteY8" fmla="*/ 849084 h 1390599"/>
                                    <a:gd name="connsiteX9" fmla="*/ 1650358 w 2105140"/>
                                    <a:gd name="connsiteY9" fmla="*/ 794656 h 1390599"/>
                                    <a:gd name="connsiteX10" fmla="*/ 1258473 w 2105140"/>
                                    <a:gd name="connsiteY10" fmla="*/ 925285 h 1390599"/>
                                    <a:gd name="connsiteX11" fmla="*/ 953672 w 2105140"/>
                                    <a:gd name="connsiteY11" fmla="*/ 816428 h 1390599"/>
                                    <a:gd name="connsiteX12" fmla="*/ 632038 w 2105140"/>
                                    <a:gd name="connsiteY12" fmla="*/ 934606 h 1390599"/>
                                    <a:gd name="connsiteX13" fmla="*/ 392552 w 2105140"/>
                                    <a:gd name="connsiteY13" fmla="*/ 716890 h 1390599"/>
                                    <a:gd name="connsiteX14" fmla="*/ 251037 w 2105140"/>
                                    <a:gd name="connsiteY14" fmla="*/ 716890 h 1390599"/>
                                    <a:gd name="connsiteX15" fmla="*/ 87751 w 2105140"/>
                                    <a:gd name="connsiteY15" fmla="*/ 803976 h 1390599"/>
                                    <a:gd name="connsiteX16" fmla="*/ 666 w 2105140"/>
                                    <a:gd name="connsiteY16" fmla="*/ 1054349 h 1390599"/>
                                    <a:gd name="connsiteX17" fmla="*/ 120409 w 2105140"/>
                                    <a:gd name="connsiteY17" fmla="*/ 1268436 h 1390599"/>
                                    <a:gd name="connsiteX18" fmla="*/ 436095 w 2105140"/>
                                    <a:gd name="connsiteY18" fmla="*/ 1355522 h 1390599"/>
                                    <a:gd name="connsiteX19" fmla="*/ 708238 w 2105140"/>
                                    <a:gd name="connsiteY19" fmla="*/ 1388180 h 1390599"/>
                                    <a:gd name="connsiteX20" fmla="*/ 1045696 w 2105140"/>
                                    <a:gd name="connsiteY20" fmla="*/ 1388180 h 1390599"/>
                                    <a:gd name="connsiteX21" fmla="*/ 1426695 w 2105140"/>
                                    <a:gd name="connsiteY21" fmla="*/ 1333751 h 1390599"/>
                                    <a:gd name="connsiteX0" fmla="*/ 420273 w 2105140"/>
                                    <a:gd name="connsiteY0" fmla="*/ 142151 h 1119094"/>
                                    <a:gd name="connsiteX1" fmla="*/ 681531 w 2105140"/>
                                    <a:gd name="connsiteY1" fmla="*/ 414295 h 1119094"/>
                                    <a:gd name="connsiteX2" fmla="*/ 953671 w 2105140"/>
                                    <a:gd name="connsiteY2" fmla="*/ 316323 h 1119094"/>
                                    <a:gd name="connsiteX3" fmla="*/ 1328723 w 2105140"/>
                                    <a:gd name="connsiteY3" fmla="*/ 499814 h 1119094"/>
                                    <a:gd name="connsiteX4" fmla="*/ 1661244 w 2105140"/>
                                    <a:gd name="connsiteY4" fmla="*/ 251008 h 1119094"/>
                                    <a:gd name="connsiteX5" fmla="*/ 2042244 w 2105140"/>
                                    <a:gd name="connsiteY5" fmla="*/ 639 h 1119094"/>
                                    <a:gd name="connsiteX6" fmla="*/ 2096674 w 2105140"/>
                                    <a:gd name="connsiteY6" fmla="*/ 327209 h 1119094"/>
                                    <a:gd name="connsiteX7" fmla="*/ 1955157 w 2105140"/>
                                    <a:gd name="connsiteY7" fmla="*/ 577579 h 1119094"/>
                                    <a:gd name="connsiteX8" fmla="*/ 1650358 w 2105140"/>
                                    <a:gd name="connsiteY8" fmla="*/ 523151 h 1119094"/>
                                    <a:gd name="connsiteX9" fmla="*/ 1258473 w 2105140"/>
                                    <a:gd name="connsiteY9" fmla="*/ 653780 h 1119094"/>
                                    <a:gd name="connsiteX10" fmla="*/ 953672 w 2105140"/>
                                    <a:gd name="connsiteY10" fmla="*/ 544923 h 1119094"/>
                                    <a:gd name="connsiteX11" fmla="*/ 632038 w 2105140"/>
                                    <a:gd name="connsiteY11" fmla="*/ 663101 h 1119094"/>
                                    <a:gd name="connsiteX12" fmla="*/ 392552 w 2105140"/>
                                    <a:gd name="connsiteY12" fmla="*/ 445385 h 1119094"/>
                                    <a:gd name="connsiteX13" fmla="*/ 251037 w 2105140"/>
                                    <a:gd name="connsiteY13" fmla="*/ 445385 h 1119094"/>
                                    <a:gd name="connsiteX14" fmla="*/ 87751 w 2105140"/>
                                    <a:gd name="connsiteY14" fmla="*/ 532471 h 1119094"/>
                                    <a:gd name="connsiteX15" fmla="*/ 666 w 2105140"/>
                                    <a:gd name="connsiteY15" fmla="*/ 782844 h 1119094"/>
                                    <a:gd name="connsiteX16" fmla="*/ 120409 w 2105140"/>
                                    <a:gd name="connsiteY16" fmla="*/ 996931 h 1119094"/>
                                    <a:gd name="connsiteX17" fmla="*/ 436095 w 2105140"/>
                                    <a:gd name="connsiteY17" fmla="*/ 1084017 h 1119094"/>
                                    <a:gd name="connsiteX18" fmla="*/ 708238 w 2105140"/>
                                    <a:gd name="connsiteY18" fmla="*/ 1116675 h 1119094"/>
                                    <a:gd name="connsiteX19" fmla="*/ 1045696 w 2105140"/>
                                    <a:gd name="connsiteY19" fmla="*/ 1116675 h 1119094"/>
                                    <a:gd name="connsiteX20" fmla="*/ 1426695 w 2105140"/>
                                    <a:gd name="connsiteY20" fmla="*/ 1062246 h 1119094"/>
                                    <a:gd name="connsiteX0" fmla="*/ 507358 w 2105140"/>
                                    <a:gd name="connsiteY0" fmla="*/ 229236 h 1119094"/>
                                    <a:gd name="connsiteX1" fmla="*/ 681531 w 2105140"/>
                                    <a:gd name="connsiteY1" fmla="*/ 414295 h 1119094"/>
                                    <a:gd name="connsiteX2" fmla="*/ 953671 w 2105140"/>
                                    <a:gd name="connsiteY2" fmla="*/ 316323 h 1119094"/>
                                    <a:gd name="connsiteX3" fmla="*/ 1328723 w 2105140"/>
                                    <a:gd name="connsiteY3" fmla="*/ 499814 h 1119094"/>
                                    <a:gd name="connsiteX4" fmla="*/ 1661244 w 2105140"/>
                                    <a:gd name="connsiteY4" fmla="*/ 251008 h 1119094"/>
                                    <a:gd name="connsiteX5" fmla="*/ 2042244 w 2105140"/>
                                    <a:gd name="connsiteY5" fmla="*/ 639 h 1119094"/>
                                    <a:gd name="connsiteX6" fmla="*/ 2096674 w 2105140"/>
                                    <a:gd name="connsiteY6" fmla="*/ 327209 h 1119094"/>
                                    <a:gd name="connsiteX7" fmla="*/ 1955157 w 2105140"/>
                                    <a:gd name="connsiteY7" fmla="*/ 577579 h 1119094"/>
                                    <a:gd name="connsiteX8" fmla="*/ 1650358 w 2105140"/>
                                    <a:gd name="connsiteY8" fmla="*/ 523151 h 1119094"/>
                                    <a:gd name="connsiteX9" fmla="*/ 1258473 w 2105140"/>
                                    <a:gd name="connsiteY9" fmla="*/ 653780 h 1119094"/>
                                    <a:gd name="connsiteX10" fmla="*/ 953672 w 2105140"/>
                                    <a:gd name="connsiteY10" fmla="*/ 544923 h 1119094"/>
                                    <a:gd name="connsiteX11" fmla="*/ 632038 w 2105140"/>
                                    <a:gd name="connsiteY11" fmla="*/ 663101 h 1119094"/>
                                    <a:gd name="connsiteX12" fmla="*/ 392552 w 2105140"/>
                                    <a:gd name="connsiteY12" fmla="*/ 445385 h 1119094"/>
                                    <a:gd name="connsiteX13" fmla="*/ 251037 w 2105140"/>
                                    <a:gd name="connsiteY13" fmla="*/ 445385 h 1119094"/>
                                    <a:gd name="connsiteX14" fmla="*/ 87751 w 2105140"/>
                                    <a:gd name="connsiteY14" fmla="*/ 532471 h 1119094"/>
                                    <a:gd name="connsiteX15" fmla="*/ 666 w 2105140"/>
                                    <a:gd name="connsiteY15" fmla="*/ 782844 h 1119094"/>
                                    <a:gd name="connsiteX16" fmla="*/ 120409 w 2105140"/>
                                    <a:gd name="connsiteY16" fmla="*/ 996931 h 1119094"/>
                                    <a:gd name="connsiteX17" fmla="*/ 436095 w 2105140"/>
                                    <a:gd name="connsiteY17" fmla="*/ 1084017 h 1119094"/>
                                    <a:gd name="connsiteX18" fmla="*/ 708238 w 2105140"/>
                                    <a:gd name="connsiteY18" fmla="*/ 1116675 h 1119094"/>
                                    <a:gd name="connsiteX19" fmla="*/ 1045696 w 2105140"/>
                                    <a:gd name="connsiteY19" fmla="*/ 1116675 h 1119094"/>
                                    <a:gd name="connsiteX20" fmla="*/ 1426695 w 2105140"/>
                                    <a:gd name="connsiteY20" fmla="*/ 1062246 h 11190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105140" h="1119094">
                                      <a:moveTo>
                                        <a:pt x="507358" y="229236"/>
                                      </a:moveTo>
                                      <a:cubicBezTo>
                                        <a:pt x="585373" y="343536"/>
                                        <a:pt x="607146" y="399781"/>
                                        <a:pt x="681531" y="414295"/>
                                      </a:cubicBezTo>
                                      <a:cubicBezTo>
                                        <a:pt x="755916" y="428809"/>
                                        <a:pt x="845806" y="302070"/>
                                        <a:pt x="953671" y="316323"/>
                                      </a:cubicBezTo>
                                      <a:cubicBezTo>
                                        <a:pt x="1061536" y="330576"/>
                                        <a:pt x="1228937" y="474414"/>
                                        <a:pt x="1328723" y="499814"/>
                                      </a:cubicBezTo>
                                      <a:cubicBezTo>
                                        <a:pt x="1428509" y="525214"/>
                                        <a:pt x="1542324" y="334204"/>
                                        <a:pt x="1661244" y="251008"/>
                                      </a:cubicBezTo>
                                      <a:cubicBezTo>
                                        <a:pt x="1780164" y="167812"/>
                                        <a:pt x="1969672" y="-12061"/>
                                        <a:pt x="2042244" y="639"/>
                                      </a:cubicBezTo>
                                      <a:cubicBezTo>
                                        <a:pt x="2114816" y="13339"/>
                                        <a:pt x="2111189" y="231052"/>
                                        <a:pt x="2096674" y="327209"/>
                                      </a:cubicBezTo>
                                      <a:cubicBezTo>
                                        <a:pt x="2082160" y="423366"/>
                                        <a:pt x="2029543" y="544922"/>
                                        <a:pt x="1955157" y="577579"/>
                                      </a:cubicBezTo>
                                      <a:cubicBezTo>
                                        <a:pt x="1880771" y="610236"/>
                                        <a:pt x="1766472" y="510451"/>
                                        <a:pt x="1650358" y="523151"/>
                                      </a:cubicBezTo>
                                      <a:cubicBezTo>
                                        <a:pt x="1534244" y="535851"/>
                                        <a:pt x="1374587" y="650151"/>
                                        <a:pt x="1258473" y="653780"/>
                                      </a:cubicBezTo>
                                      <a:cubicBezTo>
                                        <a:pt x="1142359" y="657409"/>
                                        <a:pt x="1058078" y="543370"/>
                                        <a:pt x="953672" y="544923"/>
                                      </a:cubicBezTo>
                                      <a:cubicBezTo>
                                        <a:pt x="890995" y="546476"/>
                                        <a:pt x="702963" y="670880"/>
                                        <a:pt x="632038" y="663101"/>
                                      </a:cubicBezTo>
                                      <a:cubicBezTo>
                                        <a:pt x="594761" y="659211"/>
                                        <a:pt x="394820" y="445385"/>
                                        <a:pt x="392552" y="445385"/>
                                      </a:cubicBezTo>
                                      <a:cubicBezTo>
                                        <a:pt x="350823" y="407285"/>
                                        <a:pt x="253305" y="447653"/>
                                        <a:pt x="251037" y="445385"/>
                                      </a:cubicBezTo>
                                      <a:cubicBezTo>
                                        <a:pt x="223823" y="443571"/>
                                        <a:pt x="92287" y="534739"/>
                                        <a:pt x="87751" y="532471"/>
                                      </a:cubicBezTo>
                                      <a:cubicBezTo>
                                        <a:pt x="58723" y="545171"/>
                                        <a:pt x="2934" y="785112"/>
                                        <a:pt x="666" y="782844"/>
                                      </a:cubicBezTo>
                                      <a:cubicBezTo>
                                        <a:pt x="-10219" y="825782"/>
                                        <a:pt x="115873" y="995419"/>
                                        <a:pt x="120409" y="996931"/>
                                      </a:cubicBezTo>
                                      <a:cubicBezTo>
                                        <a:pt x="136738" y="1028984"/>
                                        <a:pt x="440631" y="1088553"/>
                                        <a:pt x="436095" y="1084017"/>
                                      </a:cubicBezTo>
                                      <a:cubicBezTo>
                                        <a:pt x="485081" y="1102160"/>
                                        <a:pt x="712774" y="1112139"/>
                                        <a:pt x="708238" y="1116675"/>
                                      </a:cubicBezTo>
                                      <a:cubicBezTo>
                                        <a:pt x="757224" y="1122118"/>
                                        <a:pt x="1041161" y="1116675"/>
                                        <a:pt x="1045696" y="1116675"/>
                                      </a:cubicBezTo>
                                      <a:cubicBezTo>
                                        <a:pt x="1081982" y="1111232"/>
                                        <a:pt x="1431231" y="1066782"/>
                                        <a:pt x="1426695" y="1062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" o:spid="_x0000_s1026" style="position:absolute;margin-left:-7.15pt;margin-top:269.3pt;width:123.6pt;height:86.75pt;z-index:251694080;mso-width-relative:margin;mso-height-relative:margin" coordorigin=",28086" coordsize="23634,1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">
                      <v:shape id="Freihandform 11" o:spid="_x0000_s1027" style="position:absolute;left:2348;top:28086;width:21286;height:11760;visibility:visible;mso-wrap-style:square;v-text-anchor:middle" coordsize="2128520,117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z5TMUA&#10;AADbAAAADwAAAGRycy9kb3ducmV2LnhtbESPUWvCQBCE3wv9D8cW+tZc6kOQ6CmaajFSlJr+gCW3&#10;TUJzeyF3JvHfe4VCH4fZ+WZnuZ5MKwbqXWNZwWsUgyAurW64UvBV7F/mIJxH1thaJgU3crBePT4s&#10;MdV25E8aLr4SAcIuRQW1910qpStrMugi2xEH79v2Bn2QfSV1j2OAm1bO4jiRBhsODTV2lNVU/lyu&#10;Jrwh59l+027xTZ+25+x9l38ci1yp56dpswDhafL/x3/pg1YwS+B3SwC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PlMxQAAANsAAAAPAAAAAAAAAAAAAAAAAJgCAABkcnMv&#10;ZG93bnJldi54bWxQSwUGAAAAAAQABAD1AAAAigMAAAAA&#10;" path="m350946,222426v83457,110671,59871,150587,119742,152401c530559,376641,601315,215167,710172,233310v108857,18143,297545,259445,413660,250374c1239947,474613,1305260,258713,1406860,178884,1508460,99055,1619132,19225,1733432,4711v114300,-14514,297543,1816,359228,87087c2154345,177069,2121552,386545,2103545,516339v-18007,129794,-53751,266160,-118930,354226c1919436,958631,1823143,963095,1745129,990309v-97971,-5443,-268514,-81644,-315686,-54430c1393293,955002,1096521,1036116,1091985,1033848v-107043,,-221343,-87082,-359228,-87082c700100,932252,467419,1036117,460615,1033849,404372,1024778,160351,861947,155815,859680,126786,836095,16568,881451,14300,881451,-9286,886894,3415,1042469,3415,1044737v3629,29029,156483,52160,163286,54428c195729,1110050,469233,1151325,471501,1153593v48986,5443,383268,26307,381000,21771c912372,1177178,1227151,1112316,1222615,1110048e" filled="f" strokecolor="#5a5a5a [2109]" strokeweight="2pt">
                        <v:path arrowok="t" o:connecttype="custom" o:connectlocs="350946,222426;470688,374827;710172,233310;1123832,483684;1406860,178884;1733432,4711;2092660,91798;2103545,516339;1984615,870565;1745129,990309;1429443,935879;1091985,1033848;732757,946766;460615,1033849;155815,859680;14300,881451;3415,1044737;166701,1099165;471501,1153593;852501,1175364;1222615,1110048" o:connectangles="0,0,0,0,0,0,0,0,0,0,0,0,0,0,0,0,0,0,0,0,0"/>
                      </v:shape>
                      <v:shape id="Freihandform 12" o:spid="_x0000_s1028" style="position:absolute;top:29728;width:21051;height:11191;visibility:visible;mso-wrap-style:square;v-text-anchor:middle" coordsize="2105140,1119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SmsQA&#10;AADbAAAADwAAAGRycy9kb3ducmV2LnhtbESPQWvCQBSE74L/YXmCN90YoUrqKioIQinUxEtvr9ln&#10;Ept9G3ZXTf99t1DwOMzMN8xq05tW3Mn5xrKC2TQBQVxa3XCl4FwcJksQPiBrbC2Tgh/ysFkPByvM&#10;tH3wie55qESEsM9QQR1Cl0npy5oM+qntiKN3sc5giNJVUjt8RLhpZZokL9Jgw3Ghxo72NZXf+c0o&#10;KPpj5XbzbZl+5pePZvd17d7frkqNR/32FUSgPjzD/+2jVpAu4O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UprEAAAA2wAAAA8AAAAAAAAAAAAAAAAAmAIAAGRycy9k&#10;b3ducmV2LnhtbFBLBQYAAAAABAAEAPUAAACJAwAAAAA=&#10;" path="m507358,229236v78015,114300,99788,170545,174173,185059c755916,428809,845806,302070,953671,316323v107865,14253,275266,158091,375052,183491c1428509,525214,1542324,334204,1661244,251008,1780164,167812,1969672,-12061,2042244,639v72572,12700,68945,230413,54430,326570c2082160,423366,2029543,544922,1955157,577579v-74386,32657,-188685,-67128,-304799,-54428c1534244,535851,1374587,650151,1258473,653780,1142359,657409,1058078,543370,953672,544923,890995,546476,702963,670880,632038,663101,594761,659211,394820,445385,392552,445385v-41729,-38100,-139247,2268,-141515,c223823,443571,92287,534739,87751,532471,58723,545171,2934,785112,666,782844v-10885,42938,115207,212575,119743,214087c136738,1028984,440631,1088553,436095,1084017v48986,18143,276679,28122,272143,32658c757224,1122118,1041161,1116675,1045696,1116675v36286,-5443,385535,-49893,380999,-54429e" filled="f" strokecolor="#5a5a5a [2109]" strokeweight="2pt">
                        <v:path arrowok="t" o:connecttype="custom" o:connectlocs="507358,229236;681531,414295;953671,316323;1328723,499814;1661244,251008;2042244,639;2096674,327209;1955157,577579;1650358,523151;1258473,653780;953672,544923;632038,663101;392552,445385;251037,445385;87751,532471;666,782844;120409,996931;436095,1084017;708238,1116675;1045696,1116675;1426695,1062246" o:connectangles="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A52131F" wp14:editId="69B47F46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2710815</wp:posOffset>
                      </wp:positionV>
                      <wp:extent cx="1633855" cy="704850"/>
                      <wp:effectExtent l="0" t="0" r="23495" b="19050"/>
                      <wp:wrapNone/>
                      <wp:docPr id="24" name="Freihand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3855" cy="704850"/>
                              </a:xfrm>
                              <a:custGeom>
                                <a:avLst/>
                                <a:gdLst>
                                  <a:gd name="connsiteX0" fmla="*/ 0 w 2309961"/>
                                  <a:gd name="connsiteY0" fmla="*/ 631371 h 665242"/>
                                  <a:gd name="connsiteX1" fmla="*/ 108857 w 2309961"/>
                                  <a:gd name="connsiteY1" fmla="*/ 566057 h 665242"/>
                                  <a:gd name="connsiteX2" fmla="*/ 185057 w 2309961"/>
                                  <a:gd name="connsiteY2" fmla="*/ 511628 h 665242"/>
                                  <a:gd name="connsiteX3" fmla="*/ 293914 w 2309961"/>
                                  <a:gd name="connsiteY3" fmla="*/ 489857 h 665242"/>
                                  <a:gd name="connsiteX4" fmla="*/ 293914 w 2309961"/>
                                  <a:gd name="connsiteY4" fmla="*/ 489857 h 665242"/>
                                  <a:gd name="connsiteX5" fmla="*/ 370114 w 2309961"/>
                                  <a:gd name="connsiteY5" fmla="*/ 544285 h 665242"/>
                                  <a:gd name="connsiteX6" fmla="*/ 457200 w 2309961"/>
                                  <a:gd name="connsiteY6" fmla="*/ 489857 h 665242"/>
                                  <a:gd name="connsiteX7" fmla="*/ 674914 w 2309961"/>
                                  <a:gd name="connsiteY7" fmla="*/ 272143 h 665242"/>
                                  <a:gd name="connsiteX8" fmla="*/ 870857 w 2309961"/>
                                  <a:gd name="connsiteY8" fmla="*/ 217714 h 665242"/>
                                  <a:gd name="connsiteX9" fmla="*/ 1012371 w 2309961"/>
                                  <a:gd name="connsiteY9" fmla="*/ 261257 h 665242"/>
                                  <a:gd name="connsiteX10" fmla="*/ 1143000 w 2309961"/>
                                  <a:gd name="connsiteY10" fmla="*/ 283028 h 665242"/>
                                  <a:gd name="connsiteX11" fmla="*/ 1273629 w 2309961"/>
                                  <a:gd name="connsiteY11" fmla="*/ 185057 h 665242"/>
                                  <a:gd name="connsiteX12" fmla="*/ 1447800 w 2309961"/>
                                  <a:gd name="connsiteY12" fmla="*/ 76200 h 665242"/>
                                  <a:gd name="connsiteX13" fmla="*/ 1567543 w 2309961"/>
                                  <a:gd name="connsiteY13" fmla="*/ 97971 h 665242"/>
                                  <a:gd name="connsiteX14" fmla="*/ 1741714 w 2309961"/>
                                  <a:gd name="connsiteY14" fmla="*/ 185057 h 665242"/>
                                  <a:gd name="connsiteX15" fmla="*/ 1970314 w 2309961"/>
                                  <a:gd name="connsiteY15" fmla="*/ 43543 h 665242"/>
                                  <a:gd name="connsiteX16" fmla="*/ 2035629 w 2309961"/>
                                  <a:gd name="connsiteY16" fmla="*/ 0 h 665242"/>
                                  <a:gd name="connsiteX17" fmla="*/ 2198914 w 2309961"/>
                                  <a:gd name="connsiteY17" fmla="*/ 43543 h 665242"/>
                                  <a:gd name="connsiteX18" fmla="*/ 2296886 w 2309961"/>
                                  <a:gd name="connsiteY18" fmla="*/ 206828 h 665242"/>
                                  <a:gd name="connsiteX19" fmla="*/ 2307771 w 2309961"/>
                                  <a:gd name="connsiteY19" fmla="*/ 195943 h 665242"/>
                                  <a:gd name="connsiteX20" fmla="*/ 2286000 w 2309961"/>
                                  <a:gd name="connsiteY20" fmla="*/ 261257 h 665242"/>
                                  <a:gd name="connsiteX21" fmla="*/ 2166257 w 2309961"/>
                                  <a:gd name="connsiteY21" fmla="*/ 348343 h 665242"/>
                                  <a:gd name="connsiteX22" fmla="*/ 2090057 w 2309961"/>
                                  <a:gd name="connsiteY22" fmla="*/ 359228 h 665242"/>
                                  <a:gd name="connsiteX23" fmla="*/ 1992086 w 2309961"/>
                                  <a:gd name="connsiteY23" fmla="*/ 391885 h 665242"/>
                                  <a:gd name="connsiteX24" fmla="*/ 1730829 w 2309961"/>
                                  <a:gd name="connsiteY24" fmla="*/ 370114 h 665242"/>
                                  <a:gd name="connsiteX25" fmla="*/ 1567543 w 2309961"/>
                                  <a:gd name="connsiteY25" fmla="*/ 446314 h 665242"/>
                                  <a:gd name="connsiteX26" fmla="*/ 1447800 w 2309961"/>
                                  <a:gd name="connsiteY26" fmla="*/ 511628 h 665242"/>
                                  <a:gd name="connsiteX27" fmla="*/ 1230086 w 2309961"/>
                                  <a:gd name="connsiteY27" fmla="*/ 468085 h 665242"/>
                                  <a:gd name="connsiteX28" fmla="*/ 1143000 w 2309961"/>
                                  <a:gd name="connsiteY28" fmla="*/ 468085 h 665242"/>
                                  <a:gd name="connsiteX29" fmla="*/ 1066800 w 2309961"/>
                                  <a:gd name="connsiteY29" fmla="*/ 533400 h 665242"/>
                                  <a:gd name="connsiteX30" fmla="*/ 968829 w 2309961"/>
                                  <a:gd name="connsiteY30" fmla="*/ 609600 h 665242"/>
                                  <a:gd name="connsiteX31" fmla="*/ 729343 w 2309961"/>
                                  <a:gd name="connsiteY31" fmla="*/ 653143 h 665242"/>
                                  <a:gd name="connsiteX32" fmla="*/ 729343 w 2309961"/>
                                  <a:gd name="connsiteY32" fmla="*/ 653143 h 665242"/>
                                  <a:gd name="connsiteX33" fmla="*/ 707571 w 2309961"/>
                                  <a:gd name="connsiteY33" fmla="*/ 653143 h 665242"/>
                                  <a:gd name="connsiteX34" fmla="*/ 620486 w 2309961"/>
                                  <a:gd name="connsiteY34" fmla="*/ 664028 h 665242"/>
                                  <a:gd name="connsiteX35" fmla="*/ 500743 w 2309961"/>
                                  <a:gd name="connsiteY35" fmla="*/ 620485 h 665242"/>
                                  <a:gd name="connsiteX36" fmla="*/ 391886 w 2309961"/>
                                  <a:gd name="connsiteY36" fmla="*/ 631371 h 665242"/>
                                  <a:gd name="connsiteX37" fmla="*/ 293914 w 2309961"/>
                                  <a:gd name="connsiteY37" fmla="*/ 587828 h 665242"/>
                                  <a:gd name="connsiteX38" fmla="*/ 250371 w 2309961"/>
                                  <a:gd name="connsiteY38" fmla="*/ 587828 h 665242"/>
                                  <a:gd name="connsiteX0" fmla="*/ 0 w 2309961"/>
                                  <a:gd name="connsiteY0" fmla="*/ 631371 h 718456"/>
                                  <a:gd name="connsiteX1" fmla="*/ 108857 w 2309961"/>
                                  <a:gd name="connsiteY1" fmla="*/ 566057 h 718456"/>
                                  <a:gd name="connsiteX2" fmla="*/ 185057 w 2309961"/>
                                  <a:gd name="connsiteY2" fmla="*/ 511628 h 718456"/>
                                  <a:gd name="connsiteX3" fmla="*/ 293914 w 2309961"/>
                                  <a:gd name="connsiteY3" fmla="*/ 489857 h 718456"/>
                                  <a:gd name="connsiteX4" fmla="*/ 293914 w 2309961"/>
                                  <a:gd name="connsiteY4" fmla="*/ 489857 h 718456"/>
                                  <a:gd name="connsiteX5" fmla="*/ 370114 w 2309961"/>
                                  <a:gd name="connsiteY5" fmla="*/ 544285 h 718456"/>
                                  <a:gd name="connsiteX6" fmla="*/ 457200 w 2309961"/>
                                  <a:gd name="connsiteY6" fmla="*/ 489857 h 718456"/>
                                  <a:gd name="connsiteX7" fmla="*/ 674914 w 2309961"/>
                                  <a:gd name="connsiteY7" fmla="*/ 272143 h 718456"/>
                                  <a:gd name="connsiteX8" fmla="*/ 870857 w 2309961"/>
                                  <a:gd name="connsiteY8" fmla="*/ 217714 h 718456"/>
                                  <a:gd name="connsiteX9" fmla="*/ 1012371 w 2309961"/>
                                  <a:gd name="connsiteY9" fmla="*/ 261257 h 718456"/>
                                  <a:gd name="connsiteX10" fmla="*/ 1143000 w 2309961"/>
                                  <a:gd name="connsiteY10" fmla="*/ 283028 h 718456"/>
                                  <a:gd name="connsiteX11" fmla="*/ 1273629 w 2309961"/>
                                  <a:gd name="connsiteY11" fmla="*/ 185057 h 718456"/>
                                  <a:gd name="connsiteX12" fmla="*/ 1447800 w 2309961"/>
                                  <a:gd name="connsiteY12" fmla="*/ 76200 h 718456"/>
                                  <a:gd name="connsiteX13" fmla="*/ 1567543 w 2309961"/>
                                  <a:gd name="connsiteY13" fmla="*/ 97971 h 718456"/>
                                  <a:gd name="connsiteX14" fmla="*/ 1741714 w 2309961"/>
                                  <a:gd name="connsiteY14" fmla="*/ 185057 h 718456"/>
                                  <a:gd name="connsiteX15" fmla="*/ 1970314 w 2309961"/>
                                  <a:gd name="connsiteY15" fmla="*/ 43543 h 718456"/>
                                  <a:gd name="connsiteX16" fmla="*/ 2035629 w 2309961"/>
                                  <a:gd name="connsiteY16" fmla="*/ 0 h 718456"/>
                                  <a:gd name="connsiteX17" fmla="*/ 2198914 w 2309961"/>
                                  <a:gd name="connsiteY17" fmla="*/ 43543 h 718456"/>
                                  <a:gd name="connsiteX18" fmla="*/ 2296886 w 2309961"/>
                                  <a:gd name="connsiteY18" fmla="*/ 206828 h 718456"/>
                                  <a:gd name="connsiteX19" fmla="*/ 2307771 w 2309961"/>
                                  <a:gd name="connsiteY19" fmla="*/ 195943 h 718456"/>
                                  <a:gd name="connsiteX20" fmla="*/ 2286000 w 2309961"/>
                                  <a:gd name="connsiteY20" fmla="*/ 261257 h 718456"/>
                                  <a:gd name="connsiteX21" fmla="*/ 2166257 w 2309961"/>
                                  <a:gd name="connsiteY21" fmla="*/ 348343 h 718456"/>
                                  <a:gd name="connsiteX22" fmla="*/ 2090057 w 2309961"/>
                                  <a:gd name="connsiteY22" fmla="*/ 359228 h 718456"/>
                                  <a:gd name="connsiteX23" fmla="*/ 1992086 w 2309961"/>
                                  <a:gd name="connsiteY23" fmla="*/ 391885 h 718456"/>
                                  <a:gd name="connsiteX24" fmla="*/ 1730829 w 2309961"/>
                                  <a:gd name="connsiteY24" fmla="*/ 370114 h 718456"/>
                                  <a:gd name="connsiteX25" fmla="*/ 1567543 w 2309961"/>
                                  <a:gd name="connsiteY25" fmla="*/ 446314 h 718456"/>
                                  <a:gd name="connsiteX26" fmla="*/ 1447800 w 2309961"/>
                                  <a:gd name="connsiteY26" fmla="*/ 511628 h 718456"/>
                                  <a:gd name="connsiteX27" fmla="*/ 1230086 w 2309961"/>
                                  <a:gd name="connsiteY27" fmla="*/ 468085 h 718456"/>
                                  <a:gd name="connsiteX28" fmla="*/ 1143000 w 2309961"/>
                                  <a:gd name="connsiteY28" fmla="*/ 468085 h 718456"/>
                                  <a:gd name="connsiteX29" fmla="*/ 1066800 w 2309961"/>
                                  <a:gd name="connsiteY29" fmla="*/ 533400 h 718456"/>
                                  <a:gd name="connsiteX30" fmla="*/ 968829 w 2309961"/>
                                  <a:gd name="connsiteY30" fmla="*/ 609600 h 718456"/>
                                  <a:gd name="connsiteX31" fmla="*/ 729343 w 2309961"/>
                                  <a:gd name="connsiteY31" fmla="*/ 653143 h 718456"/>
                                  <a:gd name="connsiteX32" fmla="*/ 729343 w 2309961"/>
                                  <a:gd name="connsiteY32" fmla="*/ 653143 h 718456"/>
                                  <a:gd name="connsiteX33" fmla="*/ 707571 w 2309961"/>
                                  <a:gd name="connsiteY33" fmla="*/ 653143 h 718456"/>
                                  <a:gd name="connsiteX34" fmla="*/ 620486 w 2309961"/>
                                  <a:gd name="connsiteY34" fmla="*/ 664028 h 718456"/>
                                  <a:gd name="connsiteX35" fmla="*/ 500743 w 2309961"/>
                                  <a:gd name="connsiteY35" fmla="*/ 620485 h 718456"/>
                                  <a:gd name="connsiteX36" fmla="*/ 391886 w 2309961"/>
                                  <a:gd name="connsiteY36" fmla="*/ 631371 h 718456"/>
                                  <a:gd name="connsiteX37" fmla="*/ 293914 w 2309961"/>
                                  <a:gd name="connsiteY37" fmla="*/ 587828 h 718456"/>
                                  <a:gd name="connsiteX38" fmla="*/ 10886 w 2309961"/>
                                  <a:gd name="connsiteY38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370114 w 2309961"/>
                                  <a:gd name="connsiteY4" fmla="*/ 544285 h 718456"/>
                                  <a:gd name="connsiteX5" fmla="*/ 457200 w 2309961"/>
                                  <a:gd name="connsiteY5" fmla="*/ 489857 h 718456"/>
                                  <a:gd name="connsiteX6" fmla="*/ 674914 w 2309961"/>
                                  <a:gd name="connsiteY6" fmla="*/ 272143 h 718456"/>
                                  <a:gd name="connsiteX7" fmla="*/ 870857 w 2309961"/>
                                  <a:gd name="connsiteY7" fmla="*/ 217714 h 718456"/>
                                  <a:gd name="connsiteX8" fmla="*/ 1012371 w 2309961"/>
                                  <a:gd name="connsiteY8" fmla="*/ 261257 h 718456"/>
                                  <a:gd name="connsiteX9" fmla="*/ 1143000 w 2309961"/>
                                  <a:gd name="connsiteY9" fmla="*/ 283028 h 718456"/>
                                  <a:gd name="connsiteX10" fmla="*/ 1273629 w 2309961"/>
                                  <a:gd name="connsiteY10" fmla="*/ 185057 h 718456"/>
                                  <a:gd name="connsiteX11" fmla="*/ 1447800 w 2309961"/>
                                  <a:gd name="connsiteY11" fmla="*/ 76200 h 718456"/>
                                  <a:gd name="connsiteX12" fmla="*/ 1567543 w 2309961"/>
                                  <a:gd name="connsiteY12" fmla="*/ 97971 h 718456"/>
                                  <a:gd name="connsiteX13" fmla="*/ 1741714 w 2309961"/>
                                  <a:gd name="connsiteY13" fmla="*/ 185057 h 718456"/>
                                  <a:gd name="connsiteX14" fmla="*/ 1970314 w 2309961"/>
                                  <a:gd name="connsiteY14" fmla="*/ 43543 h 718456"/>
                                  <a:gd name="connsiteX15" fmla="*/ 2035629 w 2309961"/>
                                  <a:gd name="connsiteY15" fmla="*/ 0 h 718456"/>
                                  <a:gd name="connsiteX16" fmla="*/ 2198914 w 2309961"/>
                                  <a:gd name="connsiteY16" fmla="*/ 43543 h 718456"/>
                                  <a:gd name="connsiteX17" fmla="*/ 2296886 w 2309961"/>
                                  <a:gd name="connsiteY17" fmla="*/ 206828 h 718456"/>
                                  <a:gd name="connsiteX18" fmla="*/ 2307771 w 2309961"/>
                                  <a:gd name="connsiteY18" fmla="*/ 195943 h 718456"/>
                                  <a:gd name="connsiteX19" fmla="*/ 2286000 w 2309961"/>
                                  <a:gd name="connsiteY19" fmla="*/ 261257 h 718456"/>
                                  <a:gd name="connsiteX20" fmla="*/ 2166257 w 2309961"/>
                                  <a:gd name="connsiteY20" fmla="*/ 348343 h 718456"/>
                                  <a:gd name="connsiteX21" fmla="*/ 2090057 w 2309961"/>
                                  <a:gd name="connsiteY21" fmla="*/ 359228 h 718456"/>
                                  <a:gd name="connsiteX22" fmla="*/ 1992086 w 2309961"/>
                                  <a:gd name="connsiteY22" fmla="*/ 391885 h 718456"/>
                                  <a:gd name="connsiteX23" fmla="*/ 1730829 w 2309961"/>
                                  <a:gd name="connsiteY23" fmla="*/ 370114 h 718456"/>
                                  <a:gd name="connsiteX24" fmla="*/ 1567543 w 2309961"/>
                                  <a:gd name="connsiteY24" fmla="*/ 446314 h 718456"/>
                                  <a:gd name="connsiteX25" fmla="*/ 1447800 w 2309961"/>
                                  <a:gd name="connsiteY25" fmla="*/ 511628 h 718456"/>
                                  <a:gd name="connsiteX26" fmla="*/ 1230086 w 2309961"/>
                                  <a:gd name="connsiteY26" fmla="*/ 468085 h 718456"/>
                                  <a:gd name="connsiteX27" fmla="*/ 1143000 w 2309961"/>
                                  <a:gd name="connsiteY27" fmla="*/ 468085 h 718456"/>
                                  <a:gd name="connsiteX28" fmla="*/ 1066800 w 2309961"/>
                                  <a:gd name="connsiteY28" fmla="*/ 533400 h 718456"/>
                                  <a:gd name="connsiteX29" fmla="*/ 968829 w 2309961"/>
                                  <a:gd name="connsiteY29" fmla="*/ 609600 h 718456"/>
                                  <a:gd name="connsiteX30" fmla="*/ 729343 w 2309961"/>
                                  <a:gd name="connsiteY30" fmla="*/ 653143 h 718456"/>
                                  <a:gd name="connsiteX31" fmla="*/ 729343 w 2309961"/>
                                  <a:gd name="connsiteY31" fmla="*/ 653143 h 718456"/>
                                  <a:gd name="connsiteX32" fmla="*/ 707571 w 2309961"/>
                                  <a:gd name="connsiteY32" fmla="*/ 653143 h 718456"/>
                                  <a:gd name="connsiteX33" fmla="*/ 620486 w 2309961"/>
                                  <a:gd name="connsiteY33" fmla="*/ 664028 h 718456"/>
                                  <a:gd name="connsiteX34" fmla="*/ 500743 w 2309961"/>
                                  <a:gd name="connsiteY34" fmla="*/ 620485 h 718456"/>
                                  <a:gd name="connsiteX35" fmla="*/ 391886 w 2309961"/>
                                  <a:gd name="connsiteY35" fmla="*/ 631371 h 718456"/>
                                  <a:gd name="connsiteX36" fmla="*/ 293914 w 2309961"/>
                                  <a:gd name="connsiteY36" fmla="*/ 587828 h 718456"/>
                                  <a:gd name="connsiteX37" fmla="*/ 10886 w 2309961"/>
                                  <a:gd name="connsiteY37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02771 w 2309961"/>
                                  <a:gd name="connsiteY4" fmla="*/ 468085 h 718456"/>
                                  <a:gd name="connsiteX5" fmla="*/ 457200 w 2309961"/>
                                  <a:gd name="connsiteY5" fmla="*/ 489857 h 718456"/>
                                  <a:gd name="connsiteX6" fmla="*/ 674914 w 2309961"/>
                                  <a:gd name="connsiteY6" fmla="*/ 272143 h 718456"/>
                                  <a:gd name="connsiteX7" fmla="*/ 870857 w 2309961"/>
                                  <a:gd name="connsiteY7" fmla="*/ 217714 h 718456"/>
                                  <a:gd name="connsiteX8" fmla="*/ 1012371 w 2309961"/>
                                  <a:gd name="connsiteY8" fmla="*/ 261257 h 718456"/>
                                  <a:gd name="connsiteX9" fmla="*/ 1143000 w 2309961"/>
                                  <a:gd name="connsiteY9" fmla="*/ 283028 h 718456"/>
                                  <a:gd name="connsiteX10" fmla="*/ 1273629 w 2309961"/>
                                  <a:gd name="connsiteY10" fmla="*/ 185057 h 718456"/>
                                  <a:gd name="connsiteX11" fmla="*/ 1447800 w 2309961"/>
                                  <a:gd name="connsiteY11" fmla="*/ 76200 h 718456"/>
                                  <a:gd name="connsiteX12" fmla="*/ 1567543 w 2309961"/>
                                  <a:gd name="connsiteY12" fmla="*/ 97971 h 718456"/>
                                  <a:gd name="connsiteX13" fmla="*/ 1741714 w 2309961"/>
                                  <a:gd name="connsiteY13" fmla="*/ 185057 h 718456"/>
                                  <a:gd name="connsiteX14" fmla="*/ 1970314 w 2309961"/>
                                  <a:gd name="connsiteY14" fmla="*/ 43543 h 718456"/>
                                  <a:gd name="connsiteX15" fmla="*/ 2035629 w 2309961"/>
                                  <a:gd name="connsiteY15" fmla="*/ 0 h 718456"/>
                                  <a:gd name="connsiteX16" fmla="*/ 2198914 w 2309961"/>
                                  <a:gd name="connsiteY16" fmla="*/ 43543 h 718456"/>
                                  <a:gd name="connsiteX17" fmla="*/ 2296886 w 2309961"/>
                                  <a:gd name="connsiteY17" fmla="*/ 206828 h 718456"/>
                                  <a:gd name="connsiteX18" fmla="*/ 2307771 w 2309961"/>
                                  <a:gd name="connsiteY18" fmla="*/ 195943 h 718456"/>
                                  <a:gd name="connsiteX19" fmla="*/ 2286000 w 2309961"/>
                                  <a:gd name="connsiteY19" fmla="*/ 261257 h 718456"/>
                                  <a:gd name="connsiteX20" fmla="*/ 2166257 w 2309961"/>
                                  <a:gd name="connsiteY20" fmla="*/ 348343 h 718456"/>
                                  <a:gd name="connsiteX21" fmla="*/ 2090057 w 2309961"/>
                                  <a:gd name="connsiteY21" fmla="*/ 359228 h 718456"/>
                                  <a:gd name="connsiteX22" fmla="*/ 1992086 w 2309961"/>
                                  <a:gd name="connsiteY22" fmla="*/ 391885 h 718456"/>
                                  <a:gd name="connsiteX23" fmla="*/ 1730829 w 2309961"/>
                                  <a:gd name="connsiteY23" fmla="*/ 370114 h 718456"/>
                                  <a:gd name="connsiteX24" fmla="*/ 1567543 w 2309961"/>
                                  <a:gd name="connsiteY24" fmla="*/ 446314 h 718456"/>
                                  <a:gd name="connsiteX25" fmla="*/ 1447800 w 2309961"/>
                                  <a:gd name="connsiteY25" fmla="*/ 511628 h 718456"/>
                                  <a:gd name="connsiteX26" fmla="*/ 1230086 w 2309961"/>
                                  <a:gd name="connsiteY26" fmla="*/ 468085 h 718456"/>
                                  <a:gd name="connsiteX27" fmla="*/ 1143000 w 2309961"/>
                                  <a:gd name="connsiteY27" fmla="*/ 468085 h 718456"/>
                                  <a:gd name="connsiteX28" fmla="*/ 1066800 w 2309961"/>
                                  <a:gd name="connsiteY28" fmla="*/ 533400 h 718456"/>
                                  <a:gd name="connsiteX29" fmla="*/ 968829 w 2309961"/>
                                  <a:gd name="connsiteY29" fmla="*/ 609600 h 718456"/>
                                  <a:gd name="connsiteX30" fmla="*/ 729343 w 2309961"/>
                                  <a:gd name="connsiteY30" fmla="*/ 653143 h 718456"/>
                                  <a:gd name="connsiteX31" fmla="*/ 729343 w 2309961"/>
                                  <a:gd name="connsiteY31" fmla="*/ 653143 h 718456"/>
                                  <a:gd name="connsiteX32" fmla="*/ 707571 w 2309961"/>
                                  <a:gd name="connsiteY32" fmla="*/ 653143 h 718456"/>
                                  <a:gd name="connsiteX33" fmla="*/ 620486 w 2309961"/>
                                  <a:gd name="connsiteY33" fmla="*/ 664028 h 718456"/>
                                  <a:gd name="connsiteX34" fmla="*/ 500743 w 2309961"/>
                                  <a:gd name="connsiteY34" fmla="*/ 620485 h 718456"/>
                                  <a:gd name="connsiteX35" fmla="*/ 391886 w 2309961"/>
                                  <a:gd name="connsiteY35" fmla="*/ 631371 h 718456"/>
                                  <a:gd name="connsiteX36" fmla="*/ 293914 w 2309961"/>
                                  <a:gd name="connsiteY36" fmla="*/ 587828 h 718456"/>
                                  <a:gd name="connsiteX37" fmla="*/ 10886 w 2309961"/>
                                  <a:gd name="connsiteY37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74914 w 2309961"/>
                                  <a:gd name="connsiteY5" fmla="*/ 272143 h 718456"/>
                                  <a:gd name="connsiteX6" fmla="*/ 870857 w 2309961"/>
                                  <a:gd name="connsiteY6" fmla="*/ 217714 h 718456"/>
                                  <a:gd name="connsiteX7" fmla="*/ 1012371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20486 w 2309961"/>
                                  <a:gd name="connsiteY5" fmla="*/ 337458 h 718456"/>
                                  <a:gd name="connsiteX6" fmla="*/ 870857 w 2309961"/>
                                  <a:gd name="connsiteY6" fmla="*/ 217714 h 718456"/>
                                  <a:gd name="connsiteX7" fmla="*/ 1012371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20486 w 2309961"/>
                                  <a:gd name="connsiteY5" fmla="*/ 337458 h 718456"/>
                                  <a:gd name="connsiteX6" fmla="*/ 794657 w 2309961"/>
                                  <a:gd name="connsiteY6" fmla="*/ 217714 h 718456"/>
                                  <a:gd name="connsiteX7" fmla="*/ 1012371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1371 h 718456"/>
                                  <a:gd name="connsiteX1" fmla="*/ 185057 w 2309961"/>
                                  <a:gd name="connsiteY1" fmla="*/ 511628 h 718456"/>
                                  <a:gd name="connsiteX2" fmla="*/ 293914 w 2309961"/>
                                  <a:gd name="connsiteY2" fmla="*/ 489857 h 718456"/>
                                  <a:gd name="connsiteX3" fmla="*/ 293914 w 2309961"/>
                                  <a:gd name="connsiteY3" fmla="*/ 489857 h 718456"/>
                                  <a:gd name="connsiteX4" fmla="*/ 457200 w 2309961"/>
                                  <a:gd name="connsiteY4" fmla="*/ 489857 h 718456"/>
                                  <a:gd name="connsiteX5" fmla="*/ 620486 w 2309961"/>
                                  <a:gd name="connsiteY5" fmla="*/ 337458 h 718456"/>
                                  <a:gd name="connsiteX6" fmla="*/ 794657 w 2309961"/>
                                  <a:gd name="connsiteY6" fmla="*/ 217714 h 718456"/>
                                  <a:gd name="connsiteX7" fmla="*/ 979714 w 2309961"/>
                                  <a:gd name="connsiteY7" fmla="*/ 261257 h 718456"/>
                                  <a:gd name="connsiteX8" fmla="*/ 1143000 w 2309961"/>
                                  <a:gd name="connsiteY8" fmla="*/ 283028 h 718456"/>
                                  <a:gd name="connsiteX9" fmla="*/ 1273629 w 2309961"/>
                                  <a:gd name="connsiteY9" fmla="*/ 185057 h 718456"/>
                                  <a:gd name="connsiteX10" fmla="*/ 1447800 w 2309961"/>
                                  <a:gd name="connsiteY10" fmla="*/ 76200 h 718456"/>
                                  <a:gd name="connsiteX11" fmla="*/ 1567543 w 2309961"/>
                                  <a:gd name="connsiteY11" fmla="*/ 97971 h 718456"/>
                                  <a:gd name="connsiteX12" fmla="*/ 1741714 w 2309961"/>
                                  <a:gd name="connsiteY12" fmla="*/ 185057 h 718456"/>
                                  <a:gd name="connsiteX13" fmla="*/ 1970314 w 2309961"/>
                                  <a:gd name="connsiteY13" fmla="*/ 43543 h 718456"/>
                                  <a:gd name="connsiteX14" fmla="*/ 2035629 w 2309961"/>
                                  <a:gd name="connsiteY14" fmla="*/ 0 h 718456"/>
                                  <a:gd name="connsiteX15" fmla="*/ 2198914 w 2309961"/>
                                  <a:gd name="connsiteY15" fmla="*/ 43543 h 718456"/>
                                  <a:gd name="connsiteX16" fmla="*/ 2296886 w 2309961"/>
                                  <a:gd name="connsiteY16" fmla="*/ 206828 h 718456"/>
                                  <a:gd name="connsiteX17" fmla="*/ 2307771 w 2309961"/>
                                  <a:gd name="connsiteY17" fmla="*/ 195943 h 718456"/>
                                  <a:gd name="connsiteX18" fmla="*/ 2286000 w 2309961"/>
                                  <a:gd name="connsiteY18" fmla="*/ 261257 h 718456"/>
                                  <a:gd name="connsiteX19" fmla="*/ 2166257 w 2309961"/>
                                  <a:gd name="connsiteY19" fmla="*/ 348343 h 718456"/>
                                  <a:gd name="connsiteX20" fmla="*/ 2090057 w 2309961"/>
                                  <a:gd name="connsiteY20" fmla="*/ 359228 h 718456"/>
                                  <a:gd name="connsiteX21" fmla="*/ 1992086 w 2309961"/>
                                  <a:gd name="connsiteY21" fmla="*/ 391885 h 718456"/>
                                  <a:gd name="connsiteX22" fmla="*/ 1730829 w 2309961"/>
                                  <a:gd name="connsiteY22" fmla="*/ 370114 h 718456"/>
                                  <a:gd name="connsiteX23" fmla="*/ 1567543 w 2309961"/>
                                  <a:gd name="connsiteY23" fmla="*/ 446314 h 718456"/>
                                  <a:gd name="connsiteX24" fmla="*/ 1447800 w 2309961"/>
                                  <a:gd name="connsiteY24" fmla="*/ 511628 h 718456"/>
                                  <a:gd name="connsiteX25" fmla="*/ 1230086 w 2309961"/>
                                  <a:gd name="connsiteY25" fmla="*/ 468085 h 718456"/>
                                  <a:gd name="connsiteX26" fmla="*/ 1143000 w 2309961"/>
                                  <a:gd name="connsiteY26" fmla="*/ 468085 h 718456"/>
                                  <a:gd name="connsiteX27" fmla="*/ 1066800 w 2309961"/>
                                  <a:gd name="connsiteY27" fmla="*/ 533400 h 718456"/>
                                  <a:gd name="connsiteX28" fmla="*/ 968829 w 2309961"/>
                                  <a:gd name="connsiteY28" fmla="*/ 609600 h 718456"/>
                                  <a:gd name="connsiteX29" fmla="*/ 729343 w 2309961"/>
                                  <a:gd name="connsiteY29" fmla="*/ 653143 h 718456"/>
                                  <a:gd name="connsiteX30" fmla="*/ 729343 w 2309961"/>
                                  <a:gd name="connsiteY30" fmla="*/ 653143 h 718456"/>
                                  <a:gd name="connsiteX31" fmla="*/ 707571 w 2309961"/>
                                  <a:gd name="connsiteY31" fmla="*/ 653143 h 718456"/>
                                  <a:gd name="connsiteX32" fmla="*/ 620486 w 2309961"/>
                                  <a:gd name="connsiteY32" fmla="*/ 664028 h 718456"/>
                                  <a:gd name="connsiteX33" fmla="*/ 500743 w 2309961"/>
                                  <a:gd name="connsiteY33" fmla="*/ 620485 h 718456"/>
                                  <a:gd name="connsiteX34" fmla="*/ 391886 w 2309961"/>
                                  <a:gd name="connsiteY34" fmla="*/ 631371 h 718456"/>
                                  <a:gd name="connsiteX35" fmla="*/ 293914 w 2309961"/>
                                  <a:gd name="connsiteY35" fmla="*/ 587828 h 718456"/>
                                  <a:gd name="connsiteX36" fmla="*/ 10886 w 2309961"/>
                                  <a:gd name="connsiteY36" fmla="*/ 718456 h 718456"/>
                                  <a:gd name="connsiteX0" fmla="*/ 0 w 2309961"/>
                                  <a:gd name="connsiteY0" fmla="*/ 639387 h 726472"/>
                                  <a:gd name="connsiteX1" fmla="*/ 185057 w 2309961"/>
                                  <a:gd name="connsiteY1" fmla="*/ 519644 h 726472"/>
                                  <a:gd name="connsiteX2" fmla="*/ 293914 w 2309961"/>
                                  <a:gd name="connsiteY2" fmla="*/ 497873 h 726472"/>
                                  <a:gd name="connsiteX3" fmla="*/ 293914 w 2309961"/>
                                  <a:gd name="connsiteY3" fmla="*/ 497873 h 726472"/>
                                  <a:gd name="connsiteX4" fmla="*/ 457200 w 2309961"/>
                                  <a:gd name="connsiteY4" fmla="*/ 497873 h 726472"/>
                                  <a:gd name="connsiteX5" fmla="*/ 620486 w 2309961"/>
                                  <a:gd name="connsiteY5" fmla="*/ 345474 h 726472"/>
                                  <a:gd name="connsiteX6" fmla="*/ 794657 w 2309961"/>
                                  <a:gd name="connsiteY6" fmla="*/ 225730 h 726472"/>
                                  <a:gd name="connsiteX7" fmla="*/ 979714 w 2309961"/>
                                  <a:gd name="connsiteY7" fmla="*/ 269273 h 726472"/>
                                  <a:gd name="connsiteX8" fmla="*/ 1143000 w 2309961"/>
                                  <a:gd name="connsiteY8" fmla="*/ 291044 h 726472"/>
                                  <a:gd name="connsiteX9" fmla="*/ 1273629 w 2309961"/>
                                  <a:gd name="connsiteY9" fmla="*/ 193073 h 726472"/>
                                  <a:gd name="connsiteX10" fmla="*/ 1447800 w 2309961"/>
                                  <a:gd name="connsiteY10" fmla="*/ 84216 h 726472"/>
                                  <a:gd name="connsiteX11" fmla="*/ 1567543 w 2309961"/>
                                  <a:gd name="connsiteY11" fmla="*/ 105987 h 726472"/>
                                  <a:gd name="connsiteX12" fmla="*/ 1741714 w 2309961"/>
                                  <a:gd name="connsiteY12" fmla="*/ 193073 h 726472"/>
                                  <a:gd name="connsiteX13" fmla="*/ 2035629 w 2309961"/>
                                  <a:gd name="connsiteY13" fmla="*/ 8016 h 726472"/>
                                  <a:gd name="connsiteX14" fmla="*/ 2198914 w 2309961"/>
                                  <a:gd name="connsiteY14" fmla="*/ 51559 h 726472"/>
                                  <a:gd name="connsiteX15" fmla="*/ 2296886 w 2309961"/>
                                  <a:gd name="connsiteY15" fmla="*/ 214844 h 726472"/>
                                  <a:gd name="connsiteX16" fmla="*/ 2307771 w 2309961"/>
                                  <a:gd name="connsiteY16" fmla="*/ 203959 h 726472"/>
                                  <a:gd name="connsiteX17" fmla="*/ 2286000 w 2309961"/>
                                  <a:gd name="connsiteY17" fmla="*/ 269273 h 726472"/>
                                  <a:gd name="connsiteX18" fmla="*/ 2166257 w 2309961"/>
                                  <a:gd name="connsiteY18" fmla="*/ 356359 h 726472"/>
                                  <a:gd name="connsiteX19" fmla="*/ 2090057 w 2309961"/>
                                  <a:gd name="connsiteY19" fmla="*/ 367244 h 726472"/>
                                  <a:gd name="connsiteX20" fmla="*/ 1992086 w 2309961"/>
                                  <a:gd name="connsiteY20" fmla="*/ 399901 h 726472"/>
                                  <a:gd name="connsiteX21" fmla="*/ 1730829 w 2309961"/>
                                  <a:gd name="connsiteY21" fmla="*/ 378130 h 726472"/>
                                  <a:gd name="connsiteX22" fmla="*/ 1567543 w 2309961"/>
                                  <a:gd name="connsiteY22" fmla="*/ 454330 h 726472"/>
                                  <a:gd name="connsiteX23" fmla="*/ 1447800 w 2309961"/>
                                  <a:gd name="connsiteY23" fmla="*/ 519644 h 726472"/>
                                  <a:gd name="connsiteX24" fmla="*/ 1230086 w 2309961"/>
                                  <a:gd name="connsiteY24" fmla="*/ 476101 h 726472"/>
                                  <a:gd name="connsiteX25" fmla="*/ 1143000 w 2309961"/>
                                  <a:gd name="connsiteY25" fmla="*/ 476101 h 726472"/>
                                  <a:gd name="connsiteX26" fmla="*/ 1066800 w 2309961"/>
                                  <a:gd name="connsiteY26" fmla="*/ 541416 h 726472"/>
                                  <a:gd name="connsiteX27" fmla="*/ 968829 w 2309961"/>
                                  <a:gd name="connsiteY27" fmla="*/ 617616 h 726472"/>
                                  <a:gd name="connsiteX28" fmla="*/ 729343 w 2309961"/>
                                  <a:gd name="connsiteY28" fmla="*/ 661159 h 726472"/>
                                  <a:gd name="connsiteX29" fmla="*/ 729343 w 2309961"/>
                                  <a:gd name="connsiteY29" fmla="*/ 661159 h 726472"/>
                                  <a:gd name="connsiteX30" fmla="*/ 707571 w 2309961"/>
                                  <a:gd name="connsiteY30" fmla="*/ 661159 h 726472"/>
                                  <a:gd name="connsiteX31" fmla="*/ 620486 w 2309961"/>
                                  <a:gd name="connsiteY31" fmla="*/ 672044 h 726472"/>
                                  <a:gd name="connsiteX32" fmla="*/ 500743 w 2309961"/>
                                  <a:gd name="connsiteY32" fmla="*/ 628501 h 726472"/>
                                  <a:gd name="connsiteX33" fmla="*/ 391886 w 2309961"/>
                                  <a:gd name="connsiteY33" fmla="*/ 639387 h 726472"/>
                                  <a:gd name="connsiteX34" fmla="*/ 293914 w 2309961"/>
                                  <a:gd name="connsiteY34" fmla="*/ 595844 h 726472"/>
                                  <a:gd name="connsiteX35" fmla="*/ 10886 w 2309961"/>
                                  <a:gd name="connsiteY35" fmla="*/ 726472 h 726472"/>
                                  <a:gd name="connsiteX0" fmla="*/ 0 w 2460191"/>
                                  <a:gd name="connsiteY0" fmla="*/ 639387 h 726472"/>
                                  <a:gd name="connsiteX1" fmla="*/ 185057 w 2460191"/>
                                  <a:gd name="connsiteY1" fmla="*/ 519644 h 726472"/>
                                  <a:gd name="connsiteX2" fmla="*/ 293914 w 2460191"/>
                                  <a:gd name="connsiteY2" fmla="*/ 497873 h 726472"/>
                                  <a:gd name="connsiteX3" fmla="*/ 293914 w 2460191"/>
                                  <a:gd name="connsiteY3" fmla="*/ 497873 h 726472"/>
                                  <a:gd name="connsiteX4" fmla="*/ 457200 w 2460191"/>
                                  <a:gd name="connsiteY4" fmla="*/ 497873 h 726472"/>
                                  <a:gd name="connsiteX5" fmla="*/ 620486 w 2460191"/>
                                  <a:gd name="connsiteY5" fmla="*/ 345474 h 726472"/>
                                  <a:gd name="connsiteX6" fmla="*/ 794657 w 2460191"/>
                                  <a:gd name="connsiteY6" fmla="*/ 225730 h 726472"/>
                                  <a:gd name="connsiteX7" fmla="*/ 979714 w 2460191"/>
                                  <a:gd name="connsiteY7" fmla="*/ 269273 h 726472"/>
                                  <a:gd name="connsiteX8" fmla="*/ 1143000 w 2460191"/>
                                  <a:gd name="connsiteY8" fmla="*/ 291044 h 726472"/>
                                  <a:gd name="connsiteX9" fmla="*/ 1273629 w 2460191"/>
                                  <a:gd name="connsiteY9" fmla="*/ 193073 h 726472"/>
                                  <a:gd name="connsiteX10" fmla="*/ 1447800 w 2460191"/>
                                  <a:gd name="connsiteY10" fmla="*/ 84216 h 726472"/>
                                  <a:gd name="connsiteX11" fmla="*/ 1567543 w 2460191"/>
                                  <a:gd name="connsiteY11" fmla="*/ 105987 h 726472"/>
                                  <a:gd name="connsiteX12" fmla="*/ 1741714 w 2460191"/>
                                  <a:gd name="connsiteY12" fmla="*/ 193073 h 726472"/>
                                  <a:gd name="connsiteX13" fmla="*/ 2035629 w 2460191"/>
                                  <a:gd name="connsiteY13" fmla="*/ 8016 h 726472"/>
                                  <a:gd name="connsiteX14" fmla="*/ 2198914 w 2460191"/>
                                  <a:gd name="connsiteY14" fmla="*/ 51559 h 726472"/>
                                  <a:gd name="connsiteX15" fmla="*/ 2296886 w 2460191"/>
                                  <a:gd name="connsiteY15" fmla="*/ 214844 h 726472"/>
                                  <a:gd name="connsiteX16" fmla="*/ 2460171 w 2460191"/>
                                  <a:gd name="connsiteY16" fmla="*/ 138645 h 726472"/>
                                  <a:gd name="connsiteX17" fmla="*/ 2286000 w 2460191"/>
                                  <a:gd name="connsiteY17" fmla="*/ 269273 h 726472"/>
                                  <a:gd name="connsiteX18" fmla="*/ 2166257 w 2460191"/>
                                  <a:gd name="connsiteY18" fmla="*/ 356359 h 726472"/>
                                  <a:gd name="connsiteX19" fmla="*/ 2090057 w 2460191"/>
                                  <a:gd name="connsiteY19" fmla="*/ 367244 h 726472"/>
                                  <a:gd name="connsiteX20" fmla="*/ 1992086 w 2460191"/>
                                  <a:gd name="connsiteY20" fmla="*/ 399901 h 726472"/>
                                  <a:gd name="connsiteX21" fmla="*/ 1730829 w 2460191"/>
                                  <a:gd name="connsiteY21" fmla="*/ 378130 h 726472"/>
                                  <a:gd name="connsiteX22" fmla="*/ 1567543 w 2460191"/>
                                  <a:gd name="connsiteY22" fmla="*/ 454330 h 726472"/>
                                  <a:gd name="connsiteX23" fmla="*/ 1447800 w 2460191"/>
                                  <a:gd name="connsiteY23" fmla="*/ 519644 h 726472"/>
                                  <a:gd name="connsiteX24" fmla="*/ 1230086 w 2460191"/>
                                  <a:gd name="connsiteY24" fmla="*/ 476101 h 726472"/>
                                  <a:gd name="connsiteX25" fmla="*/ 1143000 w 2460191"/>
                                  <a:gd name="connsiteY25" fmla="*/ 476101 h 726472"/>
                                  <a:gd name="connsiteX26" fmla="*/ 1066800 w 2460191"/>
                                  <a:gd name="connsiteY26" fmla="*/ 541416 h 726472"/>
                                  <a:gd name="connsiteX27" fmla="*/ 968829 w 2460191"/>
                                  <a:gd name="connsiteY27" fmla="*/ 617616 h 726472"/>
                                  <a:gd name="connsiteX28" fmla="*/ 729343 w 2460191"/>
                                  <a:gd name="connsiteY28" fmla="*/ 661159 h 726472"/>
                                  <a:gd name="connsiteX29" fmla="*/ 729343 w 2460191"/>
                                  <a:gd name="connsiteY29" fmla="*/ 661159 h 726472"/>
                                  <a:gd name="connsiteX30" fmla="*/ 707571 w 2460191"/>
                                  <a:gd name="connsiteY30" fmla="*/ 661159 h 726472"/>
                                  <a:gd name="connsiteX31" fmla="*/ 620486 w 2460191"/>
                                  <a:gd name="connsiteY31" fmla="*/ 672044 h 726472"/>
                                  <a:gd name="connsiteX32" fmla="*/ 500743 w 2460191"/>
                                  <a:gd name="connsiteY32" fmla="*/ 628501 h 726472"/>
                                  <a:gd name="connsiteX33" fmla="*/ 391886 w 2460191"/>
                                  <a:gd name="connsiteY33" fmla="*/ 639387 h 726472"/>
                                  <a:gd name="connsiteX34" fmla="*/ 293914 w 2460191"/>
                                  <a:gd name="connsiteY34" fmla="*/ 595844 h 726472"/>
                                  <a:gd name="connsiteX35" fmla="*/ 10886 w 2460191"/>
                                  <a:gd name="connsiteY35" fmla="*/ 726472 h 726472"/>
                                  <a:gd name="connsiteX0" fmla="*/ 0 w 2460841"/>
                                  <a:gd name="connsiteY0" fmla="*/ 637228 h 724313"/>
                                  <a:gd name="connsiteX1" fmla="*/ 185057 w 2460841"/>
                                  <a:gd name="connsiteY1" fmla="*/ 517485 h 724313"/>
                                  <a:gd name="connsiteX2" fmla="*/ 293914 w 2460841"/>
                                  <a:gd name="connsiteY2" fmla="*/ 495714 h 724313"/>
                                  <a:gd name="connsiteX3" fmla="*/ 293914 w 2460841"/>
                                  <a:gd name="connsiteY3" fmla="*/ 495714 h 724313"/>
                                  <a:gd name="connsiteX4" fmla="*/ 457200 w 2460841"/>
                                  <a:gd name="connsiteY4" fmla="*/ 495714 h 724313"/>
                                  <a:gd name="connsiteX5" fmla="*/ 620486 w 2460841"/>
                                  <a:gd name="connsiteY5" fmla="*/ 343315 h 724313"/>
                                  <a:gd name="connsiteX6" fmla="*/ 794657 w 2460841"/>
                                  <a:gd name="connsiteY6" fmla="*/ 223571 h 724313"/>
                                  <a:gd name="connsiteX7" fmla="*/ 979714 w 2460841"/>
                                  <a:gd name="connsiteY7" fmla="*/ 267114 h 724313"/>
                                  <a:gd name="connsiteX8" fmla="*/ 1143000 w 2460841"/>
                                  <a:gd name="connsiteY8" fmla="*/ 288885 h 724313"/>
                                  <a:gd name="connsiteX9" fmla="*/ 1273629 w 2460841"/>
                                  <a:gd name="connsiteY9" fmla="*/ 190914 h 724313"/>
                                  <a:gd name="connsiteX10" fmla="*/ 1447800 w 2460841"/>
                                  <a:gd name="connsiteY10" fmla="*/ 82057 h 724313"/>
                                  <a:gd name="connsiteX11" fmla="*/ 1567543 w 2460841"/>
                                  <a:gd name="connsiteY11" fmla="*/ 103828 h 724313"/>
                                  <a:gd name="connsiteX12" fmla="*/ 1741714 w 2460841"/>
                                  <a:gd name="connsiteY12" fmla="*/ 190914 h 724313"/>
                                  <a:gd name="connsiteX13" fmla="*/ 2035629 w 2460841"/>
                                  <a:gd name="connsiteY13" fmla="*/ 5857 h 724313"/>
                                  <a:gd name="connsiteX14" fmla="*/ 2198914 w 2460841"/>
                                  <a:gd name="connsiteY14" fmla="*/ 49400 h 724313"/>
                                  <a:gd name="connsiteX15" fmla="*/ 2340429 w 2460841"/>
                                  <a:gd name="connsiteY15" fmla="*/ 82057 h 724313"/>
                                  <a:gd name="connsiteX16" fmla="*/ 2460171 w 2460841"/>
                                  <a:gd name="connsiteY16" fmla="*/ 136486 h 724313"/>
                                  <a:gd name="connsiteX17" fmla="*/ 2286000 w 2460841"/>
                                  <a:gd name="connsiteY17" fmla="*/ 267114 h 724313"/>
                                  <a:gd name="connsiteX18" fmla="*/ 2166257 w 2460841"/>
                                  <a:gd name="connsiteY18" fmla="*/ 354200 h 724313"/>
                                  <a:gd name="connsiteX19" fmla="*/ 2090057 w 2460841"/>
                                  <a:gd name="connsiteY19" fmla="*/ 365085 h 724313"/>
                                  <a:gd name="connsiteX20" fmla="*/ 1992086 w 2460841"/>
                                  <a:gd name="connsiteY20" fmla="*/ 397742 h 724313"/>
                                  <a:gd name="connsiteX21" fmla="*/ 1730829 w 2460841"/>
                                  <a:gd name="connsiteY21" fmla="*/ 375971 h 724313"/>
                                  <a:gd name="connsiteX22" fmla="*/ 1567543 w 2460841"/>
                                  <a:gd name="connsiteY22" fmla="*/ 452171 h 724313"/>
                                  <a:gd name="connsiteX23" fmla="*/ 1447800 w 2460841"/>
                                  <a:gd name="connsiteY23" fmla="*/ 517485 h 724313"/>
                                  <a:gd name="connsiteX24" fmla="*/ 1230086 w 2460841"/>
                                  <a:gd name="connsiteY24" fmla="*/ 473942 h 724313"/>
                                  <a:gd name="connsiteX25" fmla="*/ 1143000 w 2460841"/>
                                  <a:gd name="connsiteY25" fmla="*/ 473942 h 724313"/>
                                  <a:gd name="connsiteX26" fmla="*/ 1066800 w 2460841"/>
                                  <a:gd name="connsiteY26" fmla="*/ 539257 h 724313"/>
                                  <a:gd name="connsiteX27" fmla="*/ 968829 w 2460841"/>
                                  <a:gd name="connsiteY27" fmla="*/ 615457 h 724313"/>
                                  <a:gd name="connsiteX28" fmla="*/ 729343 w 2460841"/>
                                  <a:gd name="connsiteY28" fmla="*/ 659000 h 724313"/>
                                  <a:gd name="connsiteX29" fmla="*/ 729343 w 2460841"/>
                                  <a:gd name="connsiteY29" fmla="*/ 659000 h 724313"/>
                                  <a:gd name="connsiteX30" fmla="*/ 707571 w 2460841"/>
                                  <a:gd name="connsiteY30" fmla="*/ 659000 h 724313"/>
                                  <a:gd name="connsiteX31" fmla="*/ 620486 w 2460841"/>
                                  <a:gd name="connsiteY31" fmla="*/ 669885 h 724313"/>
                                  <a:gd name="connsiteX32" fmla="*/ 500743 w 2460841"/>
                                  <a:gd name="connsiteY32" fmla="*/ 626342 h 724313"/>
                                  <a:gd name="connsiteX33" fmla="*/ 391886 w 2460841"/>
                                  <a:gd name="connsiteY33" fmla="*/ 637228 h 724313"/>
                                  <a:gd name="connsiteX34" fmla="*/ 293914 w 2460841"/>
                                  <a:gd name="connsiteY34" fmla="*/ 593685 h 724313"/>
                                  <a:gd name="connsiteX35" fmla="*/ 10886 w 2460841"/>
                                  <a:gd name="connsiteY35" fmla="*/ 724313 h 724313"/>
                                  <a:gd name="connsiteX0" fmla="*/ 0 w 2460841"/>
                                  <a:gd name="connsiteY0" fmla="*/ 637228 h 724313"/>
                                  <a:gd name="connsiteX1" fmla="*/ 185057 w 2460841"/>
                                  <a:gd name="connsiteY1" fmla="*/ 517485 h 724313"/>
                                  <a:gd name="connsiteX2" fmla="*/ 293914 w 2460841"/>
                                  <a:gd name="connsiteY2" fmla="*/ 495714 h 724313"/>
                                  <a:gd name="connsiteX3" fmla="*/ 293914 w 2460841"/>
                                  <a:gd name="connsiteY3" fmla="*/ 495714 h 724313"/>
                                  <a:gd name="connsiteX4" fmla="*/ 457200 w 2460841"/>
                                  <a:gd name="connsiteY4" fmla="*/ 495714 h 724313"/>
                                  <a:gd name="connsiteX5" fmla="*/ 620486 w 2460841"/>
                                  <a:gd name="connsiteY5" fmla="*/ 343315 h 724313"/>
                                  <a:gd name="connsiteX6" fmla="*/ 794657 w 2460841"/>
                                  <a:gd name="connsiteY6" fmla="*/ 223571 h 724313"/>
                                  <a:gd name="connsiteX7" fmla="*/ 979714 w 2460841"/>
                                  <a:gd name="connsiteY7" fmla="*/ 267114 h 724313"/>
                                  <a:gd name="connsiteX8" fmla="*/ 1143000 w 2460841"/>
                                  <a:gd name="connsiteY8" fmla="*/ 288885 h 724313"/>
                                  <a:gd name="connsiteX9" fmla="*/ 1273629 w 2460841"/>
                                  <a:gd name="connsiteY9" fmla="*/ 190914 h 724313"/>
                                  <a:gd name="connsiteX10" fmla="*/ 1447800 w 2460841"/>
                                  <a:gd name="connsiteY10" fmla="*/ 82057 h 724313"/>
                                  <a:gd name="connsiteX11" fmla="*/ 1567543 w 2460841"/>
                                  <a:gd name="connsiteY11" fmla="*/ 103828 h 724313"/>
                                  <a:gd name="connsiteX12" fmla="*/ 1741714 w 2460841"/>
                                  <a:gd name="connsiteY12" fmla="*/ 190914 h 724313"/>
                                  <a:gd name="connsiteX13" fmla="*/ 2035629 w 2460841"/>
                                  <a:gd name="connsiteY13" fmla="*/ 5857 h 724313"/>
                                  <a:gd name="connsiteX14" fmla="*/ 2198914 w 2460841"/>
                                  <a:gd name="connsiteY14" fmla="*/ 49400 h 724313"/>
                                  <a:gd name="connsiteX15" fmla="*/ 2340429 w 2460841"/>
                                  <a:gd name="connsiteY15" fmla="*/ 82057 h 724313"/>
                                  <a:gd name="connsiteX16" fmla="*/ 2460171 w 2460841"/>
                                  <a:gd name="connsiteY16" fmla="*/ 201800 h 724313"/>
                                  <a:gd name="connsiteX17" fmla="*/ 2286000 w 2460841"/>
                                  <a:gd name="connsiteY17" fmla="*/ 267114 h 724313"/>
                                  <a:gd name="connsiteX18" fmla="*/ 2166257 w 2460841"/>
                                  <a:gd name="connsiteY18" fmla="*/ 354200 h 724313"/>
                                  <a:gd name="connsiteX19" fmla="*/ 2090057 w 2460841"/>
                                  <a:gd name="connsiteY19" fmla="*/ 365085 h 724313"/>
                                  <a:gd name="connsiteX20" fmla="*/ 1992086 w 2460841"/>
                                  <a:gd name="connsiteY20" fmla="*/ 397742 h 724313"/>
                                  <a:gd name="connsiteX21" fmla="*/ 1730829 w 2460841"/>
                                  <a:gd name="connsiteY21" fmla="*/ 375971 h 724313"/>
                                  <a:gd name="connsiteX22" fmla="*/ 1567543 w 2460841"/>
                                  <a:gd name="connsiteY22" fmla="*/ 452171 h 724313"/>
                                  <a:gd name="connsiteX23" fmla="*/ 1447800 w 2460841"/>
                                  <a:gd name="connsiteY23" fmla="*/ 517485 h 724313"/>
                                  <a:gd name="connsiteX24" fmla="*/ 1230086 w 2460841"/>
                                  <a:gd name="connsiteY24" fmla="*/ 473942 h 724313"/>
                                  <a:gd name="connsiteX25" fmla="*/ 1143000 w 2460841"/>
                                  <a:gd name="connsiteY25" fmla="*/ 473942 h 724313"/>
                                  <a:gd name="connsiteX26" fmla="*/ 1066800 w 2460841"/>
                                  <a:gd name="connsiteY26" fmla="*/ 539257 h 724313"/>
                                  <a:gd name="connsiteX27" fmla="*/ 968829 w 2460841"/>
                                  <a:gd name="connsiteY27" fmla="*/ 615457 h 724313"/>
                                  <a:gd name="connsiteX28" fmla="*/ 729343 w 2460841"/>
                                  <a:gd name="connsiteY28" fmla="*/ 659000 h 724313"/>
                                  <a:gd name="connsiteX29" fmla="*/ 729343 w 2460841"/>
                                  <a:gd name="connsiteY29" fmla="*/ 659000 h 724313"/>
                                  <a:gd name="connsiteX30" fmla="*/ 707571 w 2460841"/>
                                  <a:gd name="connsiteY30" fmla="*/ 659000 h 724313"/>
                                  <a:gd name="connsiteX31" fmla="*/ 620486 w 2460841"/>
                                  <a:gd name="connsiteY31" fmla="*/ 669885 h 724313"/>
                                  <a:gd name="connsiteX32" fmla="*/ 500743 w 2460841"/>
                                  <a:gd name="connsiteY32" fmla="*/ 626342 h 724313"/>
                                  <a:gd name="connsiteX33" fmla="*/ 391886 w 2460841"/>
                                  <a:gd name="connsiteY33" fmla="*/ 637228 h 724313"/>
                                  <a:gd name="connsiteX34" fmla="*/ 293914 w 2460841"/>
                                  <a:gd name="connsiteY34" fmla="*/ 593685 h 724313"/>
                                  <a:gd name="connsiteX35" fmla="*/ 10886 w 2460841"/>
                                  <a:gd name="connsiteY35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2090057 w 2460290"/>
                                  <a:gd name="connsiteY19" fmla="*/ 365085 h 724313"/>
                                  <a:gd name="connsiteX20" fmla="*/ 1992086 w 2460290"/>
                                  <a:gd name="connsiteY20" fmla="*/ 397742 h 724313"/>
                                  <a:gd name="connsiteX21" fmla="*/ 1730829 w 2460290"/>
                                  <a:gd name="connsiteY21" fmla="*/ 375971 h 724313"/>
                                  <a:gd name="connsiteX22" fmla="*/ 1567543 w 2460290"/>
                                  <a:gd name="connsiteY22" fmla="*/ 452171 h 724313"/>
                                  <a:gd name="connsiteX23" fmla="*/ 1447800 w 2460290"/>
                                  <a:gd name="connsiteY23" fmla="*/ 517485 h 724313"/>
                                  <a:gd name="connsiteX24" fmla="*/ 1230086 w 2460290"/>
                                  <a:gd name="connsiteY24" fmla="*/ 473942 h 724313"/>
                                  <a:gd name="connsiteX25" fmla="*/ 1143000 w 2460290"/>
                                  <a:gd name="connsiteY25" fmla="*/ 473942 h 724313"/>
                                  <a:gd name="connsiteX26" fmla="*/ 1066800 w 2460290"/>
                                  <a:gd name="connsiteY26" fmla="*/ 539257 h 724313"/>
                                  <a:gd name="connsiteX27" fmla="*/ 968829 w 2460290"/>
                                  <a:gd name="connsiteY27" fmla="*/ 615457 h 724313"/>
                                  <a:gd name="connsiteX28" fmla="*/ 729343 w 2460290"/>
                                  <a:gd name="connsiteY28" fmla="*/ 659000 h 724313"/>
                                  <a:gd name="connsiteX29" fmla="*/ 729343 w 2460290"/>
                                  <a:gd name="connsiteY29" fmla="*/ 659000 h 724313"/>
                                  <a:gd name="connsiteX30" fmla="*/ 707571 w 2460290"/>
                                  <a:gd name="connsiteY30" fmla="*/ 659000 h 724313"/>
                                  <a:gd name="connsiteX31" fmla="*/ 620486 w 2460290"/>
                                  <a:gd name="connsiteY31" fmla="*/ 669885 h 724313"/>
                                  <a:gd name="connsiteX32" fmla="*/ 500743 w 2460290"/>
                                  <a:gd name="connsiteY32" fmla="*/ 626342 h 724313"/>
                                  <a:gd name="connsiteX33" fmla="*/ 391886 w 2460290"/>
                                  <a:gd name="connsiteY33" fmla="*/ 637228 h 724313"/>
                                  <a:gd name="connsiteX34" fmla="*/ 293914 w 2460290"/>
                                  <a:gd name="connsiteY34" fmla="*/ 593685 h 724313"/>
                                  <a:gd name="connsiteX35" fmla="*/ 10886 w 2460290"/>
                                  <a:gd name="connsiteY35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447800 w 2460290"/>
                                  <a:gd name="connsiteY22" fmla="*/ 517485 h 724313"/>
                                  <a:gd name="connsiteX23" fmla="*/ 1230086 w 2460290"/>
                                  <a:gd name="connsiteY23" fmla="*/ 473942 h 724313"/>
                                  <a:gd name="connsiteX24" fmla="*/ 1143000 w 2460290"/>
                                  <a:gd name="connsiteY24" fmla="*/ 473942 h 724313"/>
                                  <a:gd name="connsiteX25" fmla="*/ 1066800 w 2460290"/>
                                  <a:gd name="connsiteY25" fmla="*/ 539257 h 724313"/>
                                  <a:gd name="connsiteX26" fmla="*/ 968829 w 2460290"/>
                                  <a:gd name="connsiteY26" fmla="*/ 615457 h 724313"/>
                                  <a:gd name="connsiteX27" fmla="*/ 729343 w 2460290"/>
                                  <a:gd name="connsiteY27" fmla="*/ 659000 h 724313"/>
                                  <a:gd name="connsiteX28" fmla="*/ 729343 w 2460290"/>
                                  <a:gd name="connsiteY28" fmla="*/ 659000 h 724313"/>
                                  <a:gd name="connsiteX29" fmla="*/ 707571 w 2460290"/>
                                  <a:gd name="connsiteY29" fmla="*/ 659000 h 724313"/>
                                  <a:gd name="connsiteX30" fmla="*/ 620486 w 2460290"/>
                                  <a:gd name="connsiteY30" fmla="*/ 669885 h 724313"/>
                                  <a:gd name="connsiteX31" fmla="*/ 500743 w 2460290"/>
                                  <a:gd name="connsiteY31" fmla="*/ 626342 h 724313"/>
                                  <a:gd name="connsiteX32" fmla="*/ 391886 w 2460290"/>
                                  <a:gd name="connsiteY32" fmla="*/ 637228 h 724313"/>
                                  <a:gd name="connsiteX33" fmla="*/ 293914 w 2460290"/>
                                  <a:gd name="connsiteY33" fmla="*/ 593685 h 724313"/>
                                  <a:gd name="connsiteX34" fmla="*/ 10886 w 2460290"/>
                                  <a:gd name="connsiteY34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447800 w 2460290"/>
                                  <a:gd name="connsiteY22" fmla="*/ 517485 h 724313"/>
                                  <a:gd name="connsiteX23" fmla="*/ 1230086 w 2460290"/>
                                  <a:gd name="connsiteY23" fmla="*/ 473942 h 724313"/>
                                  <a:gd name="connsiteX24" fmla="*/ 1143000 w 2460290"/>
                                  <a:gd name="connsiteY24" fmla="*/ 473942 h 724313"/>
                                  <a:gd name="connsiteX25" fmla="*/ 968829 w 2460290"/>
                                  <a:gd name="connsiteY25" fmla="*/ 615457 h 724313"/>
                                  <a:gd name="connsiteX26" fmla="*/ 729343 w 2460290"/>
                                  <a:gd name="connsiteY26" fmla="*/ 659000 h 724313"/>
                                  <a:gd name="connsiteX27" fmla="*/ 729343 w 2460290"/>
                                  <a:gd name="connsiteY27" fmla="*/ 659000 h 724313"/>
                                  <a:gd name="connsiteX28" fmla="*/ 707571 w 2460290"/>
                                  <a:gd name="connsiteY28" fmla="*/ 659000 h 724313"/>
                                  <a:gd name="connsiteX29" fmla="*/ 620486 w 2460290"/>
                                  <a:gd name="connsiteY29" fmla="*/ 669885 h 724313"/>
                                  <a:gd name="connsiteX30" fmla="*/ 500743 w 2460290"/>
                                  <a:gd name="connsiteY30" fmla="*/ 626342 h 724313"/>
                                  <a:gd name="connsiteX31" fmla="*/ 391886 w 2460290"/>
                                  <a:gd name="connsiteY31" fmla="*/ 637228 h 724313"/>
                                  <a:gd name="connsiteX32" fmla="*/ 293914 w 2460290"/>
                                  <a:gd name="connsiteY32" fmla="*/ 593685 h 724313"/>
                                  <a:gd name="connsiteX33" fmla="*/ 10886 w 2460290"/>
                                  <a:gd name="connsiteY33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230086 w 2460290"/>
                                  <a:gd name="connsiteY23" fmla="*/ 473942 h 724313"/>
                                  <a:gd name="connsiteX24" fmla="*/ 1143000 w 2460290"/>
                                  <a:gd name="connsiteY24" fmla="*/ 473942 h 724313"/>
                                  <a:gd name="connsiteX25" fmla="*/ 968829 w 2460290"/>
                                  <a:gd name="connsiteY25" fmla="*/ 615457 h 724313"/>
                                  <a:gd name="connsiteX26" fmla="*/ 729343 w 2460290"/>
                                  <a:gd name="connsiteY26" fmla="*/ 659000 h 724313"/>
                                  <a:gd name="connsiteX27" fmla="*/ 729343 w 2460290"/>
                                  <a:gd name="connsiteY27" fmla="*/ 659000 h 724313"/>
                                  <a:gd name="connsiteX28" fmla="*/ 707571 w 2460290"/>
                                  <a:gd name="connsiteY28" fmla="*/ 659000 h 724313"/>
                                  <a:gd name="connsiteX29" fmla="*/ 620486 w 2460290"/>
                                  <a:gd name="connsiteY29" fmla="*/ 669885 h 724313"/>
                                  <a:gd name="connsiteX30" fmla="*/ 500743 w 2460290"/>
                                  <a:gd name="connsiteY30" fmla="*/ 626342 h 724313"/>
                                  <a:gd name="connsiteX31" fmla="*/ 391886 w 2460290"/>
                                  <a:gd name="connsiteY31" fmla="*/ 637228 h 724313"/>
                                  <a:gd name="connsiteX32" fmla="*/ 293914 w 2460290"/>
                                  <a:gd name="connsiteY32" fmla="*/ 593685 h 724313"/>
                                  <a:gd name="connsiteX33" fmla="*/ 10886 w 2460290"/>
                                  <a:gd name="connsiteY33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729343 w 2460290"/>
                                  <a:gd name="connsiteY26" fmla="*/ 659000 h 724313"/>
                                  <a:gd name="connsiteX27" fmla="*/ 707571 w 2460290"/>
                                  <a:gd name="connsiteY27" fmla="*/ 659000 h 724313"/>
                                  <a:gd name="connsiteX28" fmla="*/ 620486 w 2460290"/>
                                  <a:gd name="connsiteY28" fmla="*/ 669885 h 724313"/>
                                  <a:gd name="connsiteX29" fmla="*/ 500743 w 2460290"/>
                                  <a:gd name="connsiteY29" fmla="*/ 626342 h 724313"/>
                                  <a:gd name="connsiteX30" fmla="*/ 391886 w 2460290"/>
                                  <a:gd name="connsiteY30" fmla="*/ 637228 h 724313"/>
                                  <a:gd name="connsiteX31" fmla="*/ 293914 w 2460290"/>
                                  <a:gd name="connsiteY31" fmla="*/ 593685 h 724313"/>
                                  <a:gd name="connsiteX32" fmla="*/ 10886 w 2460290"/>
                                  <a:gd name="connsiteY32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729343 w 2460290"/>
                                  <a:gd name="connsiteY26" fmla="*/ 659000 h 724313"/>
                                  <a:gd name="connsiteX27" fmla="*/ 805543 w 2460290"/>
                                  <a:gd name="connsiteY27" fmla="*/ 659000 h 724313"/>
                                  <a:gd name="connsiteX28" fmla="*/ 620486 w 2460290"/>
                                  <a:gd name="connsiteY28" fmla="*/ 669885 h 724313"/>
                                  <a:gd name="connsiteX29" fmla="*/ 500743 w 2460290"/>
                                  <a:gd name="connsiteY29" fmla="*/ 626342 h 724313"/>
                                  <a:gd name="connsiteX30" fmla="*/ 391886 w 2460290"/>
                                  <a:gd name="connsiteY30" fmla="*/ 637228 h 724313"/>
                                  <a:gd name="connsiteX31" fmla="*/ 293914 w 2460290"/>
                                  <a:gd name="connsiteY31" fmla="*/ 593685 h 724313"/>
                                  <a:gd name="connsiteX32" fmla="*/ 10886 w 2460290"/>
                                  <a:gd name="connsiteY32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729343 w 2460290"/>
                                  <a:gd name="connsiteY26" fmla="*/ 659000 h 724313"/>
                                  <a:gd name="connsiteX27" fmla="*/ 620486 w 2460290"/>
                                  <a:gd name="connsiteY27" fmla="*/ 669885 h 724313"/>
                                  <a:gd name="connsiteX28" fmla="*/ 500743 w 2460290"/>
                                  <a:gd name="connsiteY28" fmla="*/ 626342 h 724313"/>
                                  <a:gd name="connsiteX29" fmla="*/ 391886 w 2460290"/>
                                  <a:gd name="connsiteY29" fmla="*/ 637228 h 724313"/>
                                  <a:gd name="connsiteX30" fmla="*/ 293914 w 2460290"/>
                                  <a:gd name="connsiteY30" fmla="*/ 593685 h 724313"/>
                                  <a:gd name="connsiteX31" fmla="*/ 10886 w 2460290"/>
                                  <a:gd name="connsiteY31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729343 w 2460290"/>
                                  <a:gd name="connsiteY25" fmla="*/ 659000 h 724313"/>
                                  <a:gd name="connsiteX26" fmla="*/ 827314 w 2460290"/>
                                  <a:gd name="connsiteY26" fmla="*/ 659000 h 724313"/>
                                  <a:gd name="connsiteX27" fmla="*/ 620486 w 2460290"/>
                                  <a:gd name="connsiteY27" fmla="*/ 669885 h 724313"/>
                                  <a:gd name="connsiteX28" fmla="*/ 500743 w 2460290"/>
                                  <a:gd name="connsiteY28" fmla="*/ 626342 h 724313"/>
                                  <a:gd name="connsiteX29" fmla="*/ 391886 w 2460290"/>
                                  <a:gd name="connsiteY29" fmla="*/ 637228 h 724313"/>
                                  <a:gd name="connsiteX30" fmla="*/ 293914 w 2460290"/>
                                  <a:gd name="connsiteY30" fmla="*/ 593685 h 724313"/>
                                  <a:gd name="connsiteX31" fmla="*/ 10886 w 2460290"/>
                                  <a:gd name="connsiteY31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827314 w 2460290"/>
                                  <a:gd name="connsiteY25" fmla="*/ 659000 h 724313"/>
                                  <a:gd name="connsiteX26" fmla="*/ 620486 w 2460290"/>
                                  <a:gd name="connsiteY26" fmla="*/ 669885 h 724313"/>
                                  <a:gd name="connsiteX27" fmla="*/ 500743 w 2460290"/>
                                  <a:gd name="connsiteY27" fmla="*/ 626342 h 724313"/>
                                  <a:gd name="connsiteX28" fmla="*/ 391886 w 2460290"/>
                                  <a:gd name="connsiteY28" fmla="*/ 637228 h 724313"/>
                                  <a:gd name="connsiteX29" fmla="*/ 293914 w 2460290"/>
                                  <a:gd name="connsiteY29" fmla="*/ 593685 h 724313"/>
                                  <a:gd name="connsiteX30" fmla="*/ 10886 w 2460290"/>
                                  <a:gd name="connsiteY30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827314 w 2460290"/>
                                  <a:gd name="connsiteY25" fmla="*/ 659000 h 724313"/>
                                  <a:gd name="connsiteX26" fmla="*/ 653143 w 2460290"/>
                                  <a:gd name="connsiteY26" fmla="*/ 669885 h 724313"/>
                                  <a:gd name="connsiteX27" fmla="*/ 500743 w 2460290"/>
                                  <a:gd name="connsiteY27" fmla="*/ 626342 h 724313"/>
                                  <a:gd name="connsiteX28" fmla="*/ 391886 w 2460290"/>
                                  <a:gd name="connsiteY28" fmla="*/ 637228 h 724313"/>
                                  <a:gd name="connsiteX29" fmla="*/ 293914 w 2460290"/>
                                  <a:gd name="connsiteY29" fmla="*/ 593685 h 724313"/>
                                  <a:gd name="connsiteX30" fmla="*/ 10886 w 2460290"/>
                                  <a:gd name="connsiteY30" fmla="*/ 724313 h 724313"/>
                                  <a:gd name="connsiteX0" fmla="*/ 0 w 2460290"/>
                                  <a:gd name="connsiteY0" fmla="*/ 637228 h 724313"/>
                                  <a:gd name="connsiteX1" fmla="*/ 185057 w 2460290"/>
                                  <a:gd name="connsiteY1" fmla="*/ 517485 h 724313"/>
                                  <a:gd name="connsiteX2" fmla="*/ 293914 w 2460290"/>
                                  <a:gd name="connsiteY2" fmla="*/ 495714 h 724313"/>
                                  <a:gd name="connsiteX3" fmla="*/ 293914 w 2460290"/>
                                  <a:gd name="connsiteY3" fmla="*/ 495714 h 724313"/>
                                  <a:gd name="connsiteX4" fmla="*/ 457200 w 2460290"/>
                                  <a:gd name="connsiteY4" fmla="*/ 495714 h 724313"/>
                                  <a:gd name="connsiteX5" fmla="*/ 620486 w 2460290"/>
                                  <a:gd name="connsiteY5" fmla="*/ 343315 h 724313"/>
                                  <a:gd name="connsiteX6" fmla="*/ 794657 w 2460290"/>
                                  <a:gd name="connsiteY6" fmla="*/ 223571 h 724313"/>
                                  <a:gd name="connsiteX7" fmla="*/ 979714 w 2460290"/>
                                  <a:gd name="connsiteY7" fmla="*/ 267114 h 724313"/>
                                  <a:gd name="connsiteX8" fmla="*/ 1143000 w 2460290"/>
                                  <a:gd name="connsiteY8" fmla="*/ 288885 h 724313"/>
                                  <a:gd name="connsiteX9" fmla="*/ 1273629 w 2460290"/>
                                  <a:gd name="connsiteY9" fmla="*/ 190914 h 724313"/>
                                  <a:gd name="connsiteX10" fmla="*/ 1447800 w 2460290"/>
                                  <a:gd name="connsiteY10" fmla="*/ 82057 h 724313"/>
                                  <a:gd name="connsiteX11" fmla="*/ 1567543 w 2460290"/>
                                  <a:gd name="connsiteY11" fmla="*/ 103828 h 724313"/>
                                  <a:gd name="connsiteX12" fmla="*/ 1741714 w 2460290"/>
                                  <a:gd name="connsiteY12" fmla="*/ 190914 h 724313"/>
                                  <a:gd name="connsiteX13" fmla="*/ 2035629 w 2460290"/>
                                  <a:gd name="connsiteY13" fmla="*/ 5857 h 724313"/>
                                  <a:gd name="connsiteX14" fmla="*/ 2198914 w 2460290"/>
                                  <a:gd name="connsiteY14" fmla="*/ 49400 h 724313"/>
                                  <a:gd name="connsiteX15" fmla="*/ 2340429 w 2460290"/>
                                  <a:gd name="connsiteY15" fmla="*/ 82057 h 724313"/>
                                  <a:gd name="connsiteX16" fmla="*/ 2460171 w 2460290"/>
                                  <a:gd name="connsiteY16" fmla="*/ 201800 h 724313"/>
                                  <a:gd name="connsiteX17" fmla="*/ 2318657 w 2460290"/>
                                  <a:gd name="connsiteY17" fmla="*/ 288886 h 724313"/>
                                  <a:gd name="connsiteX18" fmla="*/ 2166257 w 2460290"/>
                                  <a:gd name="connsiteY18" fmla="*/ 354200 h 724313"/>
                                  <a:gd name="connsiteX19" fmla="*/ 1992086 w 2460290"/>
                                  <a:gd name="connsiteY19" fmla="*/ 397742 h 724313"/>
                                  <a:gd name="connsiteX20" fmla="*/ 1730829 w 2460290"/>
                                  <a:gd name="connsiteY20" fmla="*/ 375971 h 724313"/>
                                  <a:gd name="connsiteX21" fmla="*/ 1567543 w 2460290"/>
                                  <a:gd name="connsiteY21" fmla="*/ 452171 h 724313"/>
                                  <a:gd name="connsiteX22" fmla="*/ 1382486 w 2460290"/>
                                  <a:gd name="connsiteY22" fmla="*/ 506599 h 724313"/>
                                  <a:gd name="connsiteX23" fmla="*/ 1143000 w 2460290"/>
                                  <a:gd name="connsiteY23" fmla="*/ 473942 h 724313"/>
                                  <a:gd name="connsiteX24" fmla="*/ 968829 w 2460290"/>
                                  <a:gd name="connsiteY24" fmla="*/ 615457 h 724313"/>
                                  <a:gd name="connsiteX25" fmla="*/ 827314 w 2460290"/>
                                  <a:gd name="connsiteY25" fmla="*/ 659000 h 724313"/>
                                  <a:gd name="connsiteX26" fmla="*/ 653143 w 2460290"/>
                                  <a:gd name="connsiteY26" fmla="*/ 669885 h 724313"/>
                                  <a:gd name="connsiteX27" fmla="*/ 500743 w 2460290"/>
                                  <a:gd name="connsiteY27" fmla="*/ 626342 h 724313"/>
                                  <a:gd name="connsiteX28" fmla="*/ 293914 w 2460290"/>
                                  <a:gd name="connsiteY28" fmla="*/ 593685 h 724313"/>
                                  <a:gd name="connsiteX29" fmla="*/ 10886 w 2460290"/>
                                  <a:gd name="connsiteY29" fmla="*/ 724313 h 724313"/>
                                  <a:gd name="connsiteX0" fmla="*/ 0 w 2460347"/>
                                  <a:gd name="connsiteY0" fmla="*/ 634646 h 721731"/>
                                  <a:gd name="connsiteX1" fmla="*/ 185057 w 2460347"/>
                                  <a:gd name="connsiteY1" fmla="*/ 514903 h 721731"/>
                                  <a:gd name="connsiteX2" fmla="*/ 293914 w 2460347"/>
                                  <a:gd name="connsiteY2" fmla="*/ 493132 h 721731"/>
                                  <a:gd name="connsiteX3" fmla="*/ 293914 w 2460347"/>
                                  <a:gd name="connsiteY3" fmla="*/ 493132 h 721731"/>
                                  <a:gd name="connsiteX4" fmla="*/ 457200 w 2460347"/>
                                  <a:gd name="connsiteY4" fmla="*/ 493132 h 721731"/>
                                  <a:gd name="connsiteX5" fmla="*/ 620486 w 2460347"/>
                                  <a:gd name="connsiteY5" fmla="*/ 340733 h 721731"/>
                                  <a:gd name="connsiteX6" fmla="*/ 794657 w 2460347"/>
                                  <a:gd name="connsiteY6" fmla="*/ 220989 h 721731"/>
                                  <a:gd name="connsiteX7" fmla="*/ 979714 w 2460347"/>
                                  <a:gd name="connsiteY7" fmla="*/ 264532 h 721731"/>
                                  <a:gd name="connsiteX8" fmla="*/ 1143000 w 2460347"/>
                                  <a:gd name="connsiteY8" fmla="*/ 286303 h 721731"/>
                                  <a:gd name="connsiteX9" fmla="*/ 1273629 w 2460347"/>
                                  <a:gd name="connsiteY9" fmla="*/ 188332 h 721731"/>
                                  <a:gd name="connsiteX10" fmla="*/ 1447800 w 2460347"/>
                                  <a:gd name="connsiteY10" fmla="*/ 79475 h 721731"/>
                                  <a:gd name="connsiteX11" fmla="*/ 1567543 w 2460347"/>
                                  <a:gd name="connsiteY11" fmla="*/ 101246 h 721731"/>
                                  <a:gd name="connsiteX12" fmla="*/ 1741714 w 2460347"/>
                                  <a:gd name="connsiteY12" fmla="*/ 188332 h 721731"/>
                                  <a:gd name="connsiteX13" fmla="*/ 2035629 w 2460347"/>
                                  <a:gd name="connsiteY13" fmla="*/ 3275 h 721731"/>
                                  <a:gd name="connsiteX14" fmla="*/ 2340429 w 2460347"/>
                                  <a:gd name="connsiteY14" fmla="*/ 79475 h 721731"/>
                                  <a:gd name="connsiteX15" fmla="*/ 2460171 w 2460347"/>
                                  <a:gd name="connsiteY15" fmla="*/ 199218 h 721731"/>
                                  <a:gd name="connsiteX16" fmla="*/ 2318657 w 2460347"/>
                                  <a:gd name="connsiteY16" fmla="*/ 286304 h 721731"/>
                                  <a:gd name="connsiteX17" fmla="*/ 2166257 w 2460347"/>
                                  <a:gd name="connsiteY17" fmla="*/ 351618 h 721731"/>
                                  <a:gd name="connsiteX18" fmla="*/ 1992086 w 2460347"/>
                                  <a:gd name="connsiteY18" fmla="*/ 395160 h 721731"/>
                                  <a:gd name="connsiteX19" fmla="*/ 1730829 w 2460347"/>
                                  <a:gd name="connsiteY19" fmla="*/ 373389 h 721731"/>
                                  <a:gd name="connsiteX20" fmla="*/ 1567543 w 2460347"/>
                                  <a:gd name="connsiteY20" fmla="*/ 449589 h 721731"/>
                                  <a:gd name="connsiteX21" fmla="*/ 1382486 w 2460347"/>
                                  <a:gd name="connsiteY21" fmla="*/ 504017 h 721731"/>
                                  <a:gd name="connsiteX22" fmla="*/ 1143000 w 2460347"/>
                                  <a:gd name="connsiteY22" fmla="*/ 471360 h 721731"/>
                                  <a:gd name="connsiteX23" fmla="*/ 968829 w 2460347"/>
                                  <a:gd name="connsiteY23" fmla="*/ 612875 h 721731"/>
                                  <a:gd name="connsiteX24" fmla="*/ 827314 w 2460347"/>
                                  <a:gd name="connsiteY24" fmla="*/ 656418 h 721731"/>
                                  <a:gd name="connsiteX25" fmla="*/ 653143 w 2460347"/>
                                  <a:gd name="connsiteY25" fmla="*/ 667303 h 721731"/>
                                  <a:gd name="connsiteX26" fmla="*/ 500743 w 2460347"/>
                                  <a:gd name="connsiteY26" fmla="*/ 623760 h 721731"/>
                                  <a:gd name="connsiteX27" fmla="*/ 293914 w 2460347"/>
                                  <a:gd name="connsiteY27" fmla="*/ 591103 h 721731"/>
                                  <a:gd name="connsiteX28" fmla="*/ 10886 w 2460347"/>
                                  <a:gd name="connsiteY28" fmla="*/ 721731 h 721731"/>
                                  <a:gd name="connsiteX0" fmla="*/ 0 w 2460347"/>
                                  <a:gd name="connsiteY0" fmla="*/ 634646 h 710846"/>
                                  <a:gd name="connsiteX1" fmla="*/ 185057 w 2460347"/>
                                  <a:gd name="connsiteY1" fmla="*/ 514903 h 710846"/>
                                  <a:gd name="connsiteX2" fmla="*/ 293914 w 2460347"/>
                                  <a:gd name="connsiteY2" fmla="*/ 493132 h 710846"/>
                                  <a:gd name="connsiteX3" fmla="*/ 293914 w 2460347"/>
                                  <a:gd name="connsiteY3" fmla="*/ 493132 h 710846"/>
                                  <a:gd name="connsiteX4" fmla="*/ 457200 w 2460347"/>
                                  <a:gd name="connsiteY4" fmla="*/ 493132 h 710846"/>
                                  <a:gd name="connsiteX5" fmla="*/ 620486 w 2460347"/>
                                  <a:gd name="connsiteY5" fmla="*/ 340733 h 710846"/>
                                  <a:gd name="connsiteX6" fmla="*/ 794657 w 2460347"/>
                                  <a:gd name="connsiteY6" fmla="*/ 220989 h 710846"/>
                                  <a:gd name="connsiteX7" fmla="*/ 979714 w 2460347"/>
                                  <a:gd name="connsiteY7" fmla="*/ 264532 h 710846"/>
                                  <a:gd name="connsiteX8" fmla="*/ 1143000 w 2460347"/>
                                  <a:gd name="connsiteY8" fmla="*/ 286303 h 710846"/>
                                  <a:gd name="connsiteX9" fmla="*/ 1273629 w 2460347"/>
                                  <a:gd name="connsiteY9" fmla="*/ 188332 h 710846"/>
                                  <a:gd name="connsiteX10" fmla="*/ 1447800 w 2460347"/>
                                  <a:gd name="connsiteY10" fmla="*/ 79475 h 710846"/>
                                  <a:gd name="connsiteX11" fmla="*/ 1567543 w 2460347"/>
                                  <a:gd name="connsiteY11" fmla="*/ 101246 h 710846"/>
                                  <a:gd name="connsiteX12" fmla="*/ 1741714 w 2460347"/>
                                  <a:gd name="connsiteY12" fmla="*/ 188332 h 710846"/>
                                  <a:gd name="connsiteX13" fmla="*/ 2035629 w 2460347"/>
                                  <a:gd name="connsiteY13" fmla="*/ 3275 h 710846"/>
                                  <a:gd name="connsiteX14" fmla="*/ 2340429 w 2460347"/>
                                  <a:gd name="connsiteY14" fmla="*/ 79475 h 710846"/>
                                  <a:gd name="connsiteX15" fmla="*/ 2460171 w 2460347"/>
                                  <a:gd name="connsiteY15" fmla="*/ 199218 h 710846"/>
                                  <a:gd name="connsiteX16" fmla="*/ 2318657 w 2460347"/>
                                  <a:gd name="connsiteY16" fmla="*/ 286304 h 710846"/>
                                  <a:gd name="connsiteX17" fmla="*/ 2166257 w 2460347"/>
                                  <a:gd name="connsiteY17" fmla="*/ 351618 h 710846"/>
                                  <a:gd name="connsiteX18" fmla="*/ 1992086 w 2460347"/>
                                  <a:gd name="connsiteY18" fmla="*/ 395160 h 710846"/>
                                  <a:gd name="connsiteX19" fmla="*/ 1730829 w 2460347"/>
                                  <a:gd name="connsiteY19" fmla="*/ 373389 h 710846"/>
                                  <a:gd name="connsiteX20" fmla="*/ 1567543 w 2460347"/>
                                  <a:gd name="connsiteY20" fmla="*/ 449589 h 710846"/>
                                  <a:gd name="connsiteX21" fmla="*/ 1382486 w 2460347"/>
                                  <a:gd name="connsiteY21" fmla="*/ 504017 h 710846"/>
                                  <a:gd name="connsiteX22" fmla="*/ 1143000 w 2460347"/>
                                  <a:gd name="connsiteY22" fmla="*/ 471360 h 710846"/>
                                  <a:gd name="connsiteX23" fmla="*/ 968829 w 2460347"/>
                                  <a:gd name="connsiteY23" fmla="*/ 612875 h 710846"/>
                                  <a:gd name="connsiteX24" fmla="*/ 827314 w 2460347"/>
                                  <a:gd name="connsiteY24" fmla="*/ 656418 h 710846"/>
                                  <a:gd name="connsiteX25" fmla="*/ 653143 w 2460347"/>
                                  <a:gd name="connsiteY25" fmla="*/ 667303 h 710846"/>
                                  <a:gd name="connsiteX26" fmla="*/ 500743 w 2460347"/>
                                  <a:gd name="connsiteY26" fmla="*/ 623760 h 710846"/>
                                  <a:gd name="connsiteX27" fmla="*/ 293914 w 2460347"/>
                                  <a:gd name="connsiteY27" fmla="*/ 591103 h 710846"/>
                                  <a:gd name="connsiteX28" fmla="*/ 87086 w 2460347"/>
                                  <a:gd name="connsiteY28" fmla="*/ 710846 h 710846"/>
                                  <a:gd name="connsiteX0" fmla="*/ 0 w 2460347"/>
                                  <a:gd name="connsiteY0" fmla="*/ 634646 h 721732"/>
                                  <a:gd name="connsiteX1" fmla="*/ 185057 w 2460347"/>
                                  <a:gd name="connsiteY1" fmla="*/ 514903 h 721732"/>
                                  <a:gd name="connsiteX2" fmla="*/ 293914 w 2460347"/>
                                  <a:gd name="connsiteY2" fmla="*/ 493132 h 721732"/>
                                  <a:gd name="connsiteX3" fmla="*/ 293914 w 2460347"/>
                                  <a:gd name="connsiteY3" fmla="*/ 493132 h 721732"/>
                                  <a:gd name="connsiteX4" fmla="*/ 457200 w 2460347"/>
                                  <a:gd name="connsiteY4" fmla="*/ 493132 h 721732"/>
                                  <a:gd name="connsiteX5" fmla="*/ 620486 w 2460347"/>
                                  <a:gd name="connsiteY5" fmla="*/ 340733 h 721732"/>
                                  <a:gd name="connsiteX6" fmla="*/ 794657 w 2460347"/>
                                  <a:gd name="connsiteY6" fmla="*/ 220989 h 721732"/>
                                  <a:gd name="connsiteX7" fmla="*/ 979714 w 2460347"/>
                                  <a:gd name="connsiteY7" fmla="*/ 264532 h 721732"/>
                                  <a:gd name="connsiteX8" fmla="*/ 1143000 w 2460347"/>
                                  <a:gd name="connsiteY8" fmla="*/ 286303 h 721732"/>
                                  <a:gd name="connsiteX9" fmla="*/ 1273629 w 2460347"/>
                                  <a:gd name="connsiteY9" fmla="*/ 188332 h 721732"/>
                                  <a:gd name="connsiteX10" fmla="*/ 1447800 w 2460347"/>
                                  <a:gd name="connsiteY10" fmla="*/ 79475 h 721732"/>
                                  <a:gd name="connsiteX11" fmla="*/ 1567543 w 2460347"/>
                                  <a:gd name="connsiteY11" fmla="*/ 101246 h 721732"/>
                                  <a:gd name="connsiteX12" fmla="*/ 1741714 w 2460347"/>
                                  <a:gd name="connsiteY12" fmla="*/ 188332 h 721732"/>
                                  <a:gd name="connsiteX13" fmla="*/ 2035629 w 2460347"/>
                                  <a:gd name="connsiteY13" fmla="*/ 3275 h 721732"/>
                                  <a:gd name="connsiteX14" fmla="*/ 2340429 w 2460347"/>
                                  <a:gd name="connsiteY14" fmla="*/ 79475 h 721732"/>
                                  <a:gd name="connsiteX15" fmla="*/ 2460171 w 2460347"/>
                                  <a:gd name="connsiteY15" fmla="*/ 199218 h 721732"/>
                                  <a:gd name="connsiteX16" fmla="*/ 2318657 w 2460347"/>
                                  <a:gd name="connsiteY16" fmla="*/ 286304 h 721732"/>
                                  <a:gd name="connsiteX17" fmla="*/ 2166257 w 2460347"/>
                                  <a:gd name="connsiteY17" fmla="*/ 351618 h 721732"/>
                                  <a:gd name="connsiteX18" fmla="*/ 1992086 w 2460347"/>
                                  <a:gd name="connsiteY18" fmla="*/ 395160 h 721732"/>
                                  <a:gd name="connsiteX19" fmla="*/ 1730829 w 2460347"/>
                                  <a:gd name="connsiteY19" fmla="*/ 373389 h 721732"/>
                                  <a:gd name="connsiteX20" fmla="*/ 1567543 w 2460347"/>
                                  <a:gd name="connsiteY20" fmla="*/ 449589 h 721732"/>
                                  <a:gd name="connsiteX21" fmla="*/ 1382486 w 2460347"/>
                                  <a:gd name="connsiteY21" fmla="*/ 504017 h 721732"/>
                                  <a:gd name="connsiteX22" fmla="*/ 1143000 w 2460347"/>
                                  <a:gd name="connsiteY22" fmla="*/ 471360 h 721732"/>
                                  <a:gd name="connsiteX23" fmla="*/ 968829 w 2460347"/>
                                  <a:gd name="connsiteY23" fmla="*/ 612875 h 721732"/>
                                  <a:gd name="connsiteX24" fmla="*/ 827314 w 2460347"/>
                                  <a:gd name="connsiteY24" fmla="*/ 656418 h 721732"/>
                                  <a:gd name="connsiteX25" fmla="*/ 653143 w 2460347"/>
                                  <a:gd name="connsiteY25" fmla="*/ 667303 h 721732"/>
                                  <a:gd name="connsiteX26" fmla="*/ 500743 w 2460347"/>
                                  <a:gd name="connsiteY26" fmla="*/ 623760 h 721732"/>
                                  <a:gd name="connsiteX27" fmla="*/ 293914 w 2460347"/>
                                  <a:gd name="connsiteY27" fmla="*/ 591103 h 721732"/>
                                  <a:gd name="connsiteX28" fmla="*/ 54429 w 2460347"/>
                                  <a:gd name="connsiteY28" fmla="*/ 721732 h 721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2460347" h="721732">
                                    <a:moveTo>
                                      <a:pt x="0" y="634646"/>
                                    </a:moveTo>
                                    <a:cubicBezTo>
                                      <a:pt x="38554" y="609700"/>
                                      <a:pt x="136071" y="538489"/>
                                      <a:pt x="185057" y="514903"/>
                                    </a:cubicBezTo>
                                    <a:cubicBezTo>
                                      <a:pt x="234043" y="491317"/>
                                      <a:pt x="293914" y="493132"/>
                                      <a:pt x="293914" y="493132"/>
                                    </a:cubicBezTo>
                                    <a:lnTo>
                                      <a:pt x="293914" y="493132"/>
                                    </a:lnTo>
                                    <a:cubicBezTo>
                                      <a:pt x="321128" y="493132"/>
                                      <a:pt x="402771" y="518532"/>
                                      <a:pt x="457200" y="493132"/>
                                    </a:cubicBezTo>
                                    <a:cubicBezTo>
                                      <a:pt x="511629" y="467732"/>
                                      <a:pt x="564243" y="386090"/>
                                      <a:pt x="620486" y="340733"/>
                                    </a:cubicBezTo>
                                    <a:cubicBezTo>
                                      <a:pt x="676729" y="295376"/>
                                      <a:pt x="734786" y="233689"/>
                                      <a:pt x="794657" y="220989"/>
                                    </a:cubicBezTo>
                                    <a:cubicBezTo>
                                      <a:pt x="854528" y="208289"/>
                                      <a:pt x="918028" y="250018"/>
                                      <a:pt x="979714" y="264532"/>
                                    </a:cubicBezTo>
                                    <a:cubicBezTo>
                                      <a:pt x="1037771" y="275418"/>
                                      <a:pt x="1094014" y="299003"/>
                                      <a:pt x="1143000" y="286303"/>
                                    </a:cubicBezTo>
                                    <a:cubicBezTo>
                                      <a:pt x="1191986" y="273603"/>
                                      <a:pt x="1222829" y="222803"/>
                                      <a:pt x="1273629" y="188332"/>
                                    </a:cubicBezTo>
                                    <a:cubicBezTo>
                                      <a:pt x="1324429" y="153861"/>
                                      <a:pt x="1398814" y="93989"/>
                                      <a:pt x="1447800" y="79475"/>
                                    </a:cubicBezTo>
                                    <a:cubicBezTo>
                                      <a:pt x="1496786" y="64961"/>
                                      <a:pt x="1518557" y="83103"/>
                                      <a:pt x="1567543" y="101246"/>
                                    </a:cubicBezTo>
                                    <a:cubicBezTo>
                                      <a:pt x="1616529" y="119389"/>
                                      <a:pt x="1663700" y="204661"/>
                                      <a:pt x="1741714" y="188332"/>
                                    </a:cubicBezTo>
                                    <a:cubicBezTo>
                                      <a:pt x="1819728" y="172003"/>
                                      <a:pt x="1935843" y="21418"/>
                                      <a:pt x="2035629" y="3275"/>
                                    </a:cubicBezTo>
                                    <a:cubicBezTo>
                                      <a:pt x="2135415" y="-14868"/>
                                      <a:pt x="2269672" y="46818"/>
                                      <a:pt x="2340429" y="79475"/>
                                    </a:cubicBezTo>
                                    <a:cubicBezTo>
                                      <a:pt x="2411186" y="112132"/>
                                      <a:pt x="2463800" y="164747"/>
                                      <a:pt x="2460171" y="199218"/>
                                    </a:cubicBezTo>
                                    <a:cubicBezTo>
                                      <a:pt x="2456542" y="233689"/>
                                      <a:pt x="2367643" y="260904"/>
                                      <a:pt x="2318657" y="286304"/>
                                    </a:cubicBezTo>
                                    <a:cubicBezTo>
                                      <a:pt x="2269671" y="311704"/>
                                      <a:pt x="2220685" y="333475"/>
                                      <a:pt x="2166257" y="351618"/>
                                    </a:cubicBezTo>
                                    <a:cubicBezTo>
                                      <a:pt x="2111829" y="369761"/>
                                      <a:pt x="2064657" y="391532"/>
                                      <a:pt x="1992086" y="395160"/>
                                    </a:cubicBezTo>
                                    <a:cubicBezTo>
                                      <a:pt x="1919515" y="398788"/>
                                      <a:pt x="1801586" y="364318"/>
                                      <a:pt x="1730829" y="373389"/>
                                    </a:cubicBezTo>
                                    <a:cubicBezTo>
                                      <a:pt x="1660072" y="382460"/>
                                      <a:pt x="1625600" y="427818"/>
                                      <a:pt x="1567543" y="449589"/>
                                    </a:cubicBezTo>
                                    <a:cubicBezTo>
                                      <a:pt x="1509486" y="471360"/>
                                      <a:pt x="1453243" y="500389"/>
                                      <a:pt x="1382486" y="504017"/>
                                    </a:cubicBezTo>
                                    <a:cubicBezTo>
                                      <a:pt x="1311729" y="507645"/>
                                      <a:pt x="1211943" y="453217"/>
                                      <a:pt x="1143000" y="471360"/>
                                    </a:cubicBezTo>
                                    <a:cubicBezTo>
                                      <a:pt x="1074057" y="489503"/>
                                      <a:pt x="1021443" y="582032"/>
                                      <a:pt x="968829" y="612875"/>
                                    </a:cubicBezTo>
                                    <a:cubicBezTo>
                                      <a:pt x="916215" y="643718"/>
                                      <a:pt x="879928" y="647347"/>
                                      <a:pt x="827314" y="656418"/>
                                    </a:cubicBezTo>
                                    <a:cubicBezTo>
                                      <a:pt x="774700" y="665489"/>
                                      <a:pt x="707571" y="672746"/>
                                      <a:pt x="653143" y="667303"/>
                                    </a:cubicBezTo>
                                    <a:cubicBezTo>
                                      <a:pt x="598715" y="661860"/>
                                      <a:pt x="560615" y="636460"/>
                                      <a:pt x="500743" y="623760"/>
                                    </a:cubicBezTo>
                                    <a:cubicBezTo>
                                      <a:pt x="440871" y="611060"/>
                                      <a:pt x="368300" y="574774"/>
                                      <a:pt x="293914" y="591103"/>
                                    </a:cubicBezTo>
                                    <a:cubicBezTo>
                                      <a:pt x="219528" y="607432"/>
                                      <a:pt x="54429" y="721732"/>
                                      <a:pt x="54429" y="721732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" o:spid="_x0000_s1026" style="position:absolute;margin-left:17.6pt;margin-top:213.45pt;width:128.65pt;height:55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60347,72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" path="m,634646c38554,609700,136071,538489,185057,514903v48986,-23586,108857,-21771,108857,-21771l293914,493132v27214,,108857,25400,163286,c511629,467732,564243,386090,620486,340733,676729,295376,734786,233689,794657,220989v59871,-12700,123371,29029,185057,43543c1037771,275418,1094014,299003,1143000,286303v48986,-12700,79829,-63500,130629,-97971c1324429,153861,1398814,93989,1447800,79475v48986,-14514,70757,3628,119743,21771c1616529,119389,1663700,204661,1741714,188332,1819728,172003,1935843,21418,2035629,3275v99786,-18143,234043,43543,304800,76200c2411186,112132,2463800,164747,2460171,199218v-3629,34471,-92528,61686,-141514,87086c2269671,311704,2220685,333475,2166257,351618v-54428,18143,-101600,39914,-174171,43542c1919515,398788,1801586,364318,1730829,373389v-70757,9071,-105229,54429,-163286,76200c1509486,471360,1453243,500389,1382486,504017v-70757,3628,-170543,-50800,-239486,-32657c1074057,489503,1021443,582032,968829,612875v-52614,30843,-88901,34472,-141515,43543c774700,665489,707571,672746,653143,667303,598715,661860,560615,636460,500743,623760,440871,611060,368300,574774,293914,591103,219528,607432,54429,721732,54429,721732e" filled="f" strokecolor="#a5a5a5 [2092]" strokeweight="2pt">
                      <v:path arrowok="t" o:connecttype="custom" o:connectlocs="0,619801;122892,502859;195181,481597;195181,481597;303615,481597;412049,332763;527712,215820;650604,258344;759038,279606;845785,183927;961448,77616;1040966,98878;1156629,183927;1351810,3198;1554220,77616;1633738,194558;1539762,279607;1438557,343393;1322895,385917;1149400,364655;1040966,439073;918074,492228;759038,460334;643375,598539;549399,641064;433736,651694;332531,609170;195181,577277;36145,704850" o:connectangles="0,0,0,0,0,0,0,0,0,0,0,0,0,0,0,0,0,0,0,0,0,0,0,0,0,0,0,0,0"/>
                    </v:shape>
                  </w:pict>
                </mc:Fallback>
              </mc:AlternateContent>
            </w:r>
            <w:r w:rsidRPr="00560E2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C8399AA" wp14:editId="6FAAE48C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36195</wp:posOffset>
                      </wp:positionV>
                      <wp:extent cx="1085850" cy="1350645"/>
                      <wp:effectExtent l="0" t="0" r="19050" b="20955"/>
                      <wp:wrapNone/>
                      <wp:docPr id="11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5850" cy="1350645"/>
                                <a:chOff x="0" y="0"/>
                                <a:chExt cx="2663486" cy="3580021"/>
                              </a:xfrm>
                            </wpg:grpSpPr>
                            <wps:wsp>
                              <wps:cNvPr id="2" name="Freihandform 2"/>
                              <wps:cNvSpPr/>
                              <wps:spPr>
                                <a:xfrm>
                                  <a:off x="0" y="0"/>
                                  <a:ext cx="2663486" cy="3567724"/>
                                </a:xfrm>
                                <a:custGeom>
                                  <a:avLst/>
                                  <a:gdLst>
                                    <a:gd name="connsiteX0" fmla="*/ 768395 w 2095730"/>
                                    <a:gd name="connsiteY0" fmla="*/ 2547257 h 2612571"/>
                                    <a:gd name="connsiteX1" fmla="*/ 784724 w 2095730"/>
                                    <a:gd name="connsiteY1" fmla="*/ 2220685 h 2612571"/>
                                    <a:gd name="connsiteX2" fmla="*/ 719410 w 2095730"/>
                                    <a:gd name="connsiteY2" fmla="*/ 2024742 h 2612571"/>
                                    <a:gd name="connsiteX3" fmla="*/ 621438 w 2095730"/>
                                    <a:gd name="connsiteY3" fmla="*/ 1910442 h 2612571"/>
                                    <a:gd name="connsiteX4" fmla="*/ 490810 w 2095730"/>
                                    <a:gd name="connsiteY4" fmla="*/ 1779814 h 2612571"/>
                                    <a:gd name="connsiteX5" fmla="*/ 376510 w 2095730"/>
                                    <a:gd name="connsiteY5" fmla="*/ 1714500 h 2612571"/>
                                    <a:gd name="connsiteX6" fmla="*/ 311195 w 2095730"/>
                                    <a:gd name="connsiteY6" fmla="*/ 1632857 h 2612571"/>
                                    <a:gd name="connsiteX7" fmla="*/ 311195 w 2095730"/>
                                    <a:gd name="connsiteY7" fmla="*/ 1534885 h 2612571"/>
                                    <a:gd name="connsiteX8" fmla="*/ 278538 w 2095730"/>
                                    <a:gd name="connsiteY8" fmla="*/ 1420585 h 2612571"/>
                                    <a:gd name="connsiteX9" fmla="*/ 245881 w 2095730"/>
                                    <a:gd name="connsiteY9" fmla="*/ 1322614 h 2612571"/>
                                    <a:gd name="connsiteX10" fmla="*/ 164238 w 2095730"/>
                                    <a:gd name="connsiteY10" fmla="*/ 1273628 h 2612571"/>
                                    <a:gd name="connsiteX11" fmla="*/ 66267 w 2095730"/>
                                    <a:gd name="connsiteY11" fmla="*/ 1257300 h 2612571"/>
                                    <a:gd name="connsiteX12" fmla="*/ 952 w 2095730"/>
                                    <a:gd name="connsiteY12" fmla="*/ 1224642 h 2612571"/>
                                    <a:gd name="connsiteX13" fmla="*/ 115252 w 2095730"/>
                                    <a:gd name="connsiteY13" fmla="*/ 1077685 h 2612571"/>
                                    <a:gd name="connsiteX14" fmla="*/ 262210 w 2095730"/>
                                    <a:gd name="connsiteY14" fmla="*/ 930728 h 2612571"/>
                                    <a:gd name="connsiteX15" fmla="*/ 343852 w 2095730"/>
                                    <a:gd name="connsiteY15" fmla="*/ 783771 h 2612571"/>
                                    <a:gd name="connsiteX16" fmla="*/ 392838 w 2095730"/>
                                    <a:gd name="connsiteY16" fmla="*/ 620485 h 2612571"/>
                                    <a:gd name="connsiteX17" fmla="*/ 441824 w 2095730"/>
                                    <a:gd name="connsiteY17" fmla="*/ 424542 h 2612571"/>
                                    <a:gd name="connsiteX18" fmla="*/ 490810 w 2095730"/>
                                    <a:gd name="connsiteY18" fmla="*/ 277585 h 2612571"/>
                                    <a:gd name="connsiteX19" fmla="*/ 588781 w 2095730"/>
                                    <a:gd name="connsiteY19" fmla="*/ 179614 h 2612571"/>
                                    <a:gd name="connsiteX20" fmla="*/ 801052 w 2095730"/>
                                    <a:gd name="connsiteY20" fmla="*/ 81642 h 2612571"/>
                                    <a:gd name="connsiteX21" fmla="*/ 931681 w 2095730"/>
                                    <a:gd name="connsiteY21" fmla="*/ 32657 h 2612571"/>
                                    <a:gd name="connsiteX22" fmla="*/ 1078638 w 2095730"/>
                                    <a:gd name="connsiteY22" fmla="*/ 0 h 2612571"/>
                                    <a:gd name="connsiteX23" fmla="*/ 1307238 w 2095730"/>
                                    <a:gd name="connsiteY23" fmla="*/ 32657 h 2612571"/>
                                    <a:gd name="connsiteX24" fmla="*/ 1535838 w 2095730"/>
                                    <a:gd name="connsiteY24" fmla="*/ 48985 h 2612571"/>
                                    <a:gd name="connsiteX25" fmla="*/ 1748110 w 2095730"/>
                                    <a:gd name="connsiteY25" fmla="*/ 130628 h 2612571"/>
                                    <a:gd name="connsiteX26" fmla="*/ 1862410 w 2095730"/>
                                    <a:gd name="connsiteY26" fmla="*/ 359228 h 2612571"/>
                                    <a:gd name="connsiteX27" fmla="*/ 1993038 w 2095730"/>
                                    <a:gd name="connsiteY27" fmla="*/ 636814 h 2612571"/>
                                    <a:gd name="connsiteX28" fmla="*/ 2091010 w 2095730"/>
                                    <a:gd name="connsiteY28" fmla="*/ 702128 h 2612571"/>
                                    <a:gd name="connsiteX29" fmla="*/ 2074681 w 2095730"/>
                                    <a:gd name="connsiteY29" fmla="*/ 979714 h 2612571"/>
                                    <a:gd name="connsiteX30" fmla="*/ 2025695 w 2095730"/>
                                    <a:gd name="connsiteY30" fmla="*/ 1240971 h 2612571"/>
                                    <a:gd name="connsiteX31" fmla="*/ 1944052 w 2095730"/>
                                    <a:gd name="connsiteY31" fmla="*/ 1534885 h 2612571"/>
                                    <a:gd name="connsiteX32" fmla="*/ 1780767 w 2095730"/>
                                    <a:gd name="connsiteY32" fmla="*/ 1812471 h 2612571"/>
                                    <a:gd name="connsiteX33" fmla="*/ 1601152 w 2095730"/>
                                    <a:gd name="connsiteY33" fmla="*/ 1975757 h 2612571"/>
                                    <a:gd name="connsiteX34" fmla="*/ 1503181 w 2095730"/>
                                    <a:gd name="connsiteY34" fmla="*/ 2188028 h 2612571"/>
                                    <a:gd name="connsiteX35" fmla="*/ 1454195 w 2095730"/>
                                    <a:gd name="connsiteY35" fmla="*/ 2383971 h 2612571"/>
                                    <a:gd name="connsiteX36" fmla="*/ 1454195 w 2095730"/>
                                    <a:gd name="connsiteY36" fmla="*/ 2596242 h 2612571"/>
                                    <a:gd name="connsiteX37" fmla="*/ 1454195 w 2095730"/>
                                    <a:gd name="connsiteY37" fmla="*/ 2612571 h 2612571"/>
                                    <a:gd name="connsiteX0" fmla="*/ 768395 w 2105152"/>
                                    <a:gd name="connsiteY0" fmla="*/ 2547257 h 2612571"/>
                                    <a:gd name="connsiteX1" fmla="*/ 784724 w 2105152"/>
                                    <a:gd name="connsiteY1" fmla="*/ 2220685 h 2612571"/>
                                    <a:gd name="connsiteX2" fmla="*/ 719410 w 2105152"/>
                                    <a:gd name="connsiteY2" fmla="*/ 2024742 h 2612571"/>
                                    <a:gd name="connsiteX3" fmla="*/ 621438 w 2105152"/>
                                    <a:gd name="connsiteY3" fmla="*/ 1910442 h 2612571"/>
                                    <a:gd name="connsiteX4" fmla="*/ 490810 w 2105152"/>
                                    <a:gd name="connsiteY4" fmla="*/ 1779814 h 2612571"/>
                                    <a:gd name="connsiteX5" fmla="*/ 376510 w 2105152"/>
                                    <a:gd name="connsiteY5" fmla="*/ 1714500 h 2612571"/>
                                    <a:gd name="connsiteX6" fmla="*/ 311195 w 2105152"/>
                                    <a:gd name="connsiteY6" fmla="*/ 1632857 h 2612571"/>
                                    <a:gd name="connsiteX7" fmla="*/ 311195 w 2105152"/>
                                    <a:gd name="connsiteY7" fmla="*/ 1534885 h 2612571"/>
                                    <a:gd name="connsiteX8" fmla="*/ 278538 w 2105152"/>
                                    <a:gd name="connsiteY8" fmla="*/ 1420585 h 2612571"/>
                                    <a:gd name="connsiteX9" fmla="*/ 245881 w 2105152"/>
                                    <a:gd name="connsiteY9" fmla="*/ 1322614 h 2612571"/>
                                    <a:gd name="connsiteX10" fmla="*/ 164238 w 2105152"/>
                                    <a:gd name="connsiteY10" fmla="*/ 1273628 h 2612571"/>
                                    <a:gd name="connsiteX11" fmla="*/ 66267 w 2105152"/>
                                    <a:gd name="connsiteY11" fmla="*/ 1257300 h 2612571"/>
                                    <a:gd name="connsiteX12" fmla="*/ 952 w 2105152"/>
                                    <a:gd name="connsiteY12" fmla="*/ 1224642 h 2612571"/>
                                    <a:gd name="connsiteX13" fmla="*/ 115252 w 2105152"/>
                                    <a:gd name="connsiteY13" fmla="*/ 1077685 h 2612571"/>
                                    <a:gd name="connsiteX14" fmla="*/ 262210 w 2105152"/>
                                    <a:gd name="connsiteY14" fmla="*/ 930728 h 2612571"/>
                                    <a:gd name="connsiteX15" fmla="*/ 343852 w 2105152"/>
                                    <a:gd name="connsiteY15" fmla="*/ 783771 h 2612571"/>
                                    <a:gd name="connsiteX16" fmla="*/ 392838 w 2105152"/>
                                    <a:gd name="connsiteY16" fmla="*/ 620485 h 2612571"/>
                                    <a:gd name="connsiteX17" fmla="*/ 441824 w 2105152"/>
                                    <a:gd name="connsiteY17" fmla="*/ 424542 h 2612571"/>
                                    <a:gd name="connsiteX18" fmla="*/ 490810 w 2105152"/>
                                    <a:gd name="connsiteY18" fmla="*/ 277585 h 2612571"/>
                                    <a:gd name="connsiteX19" fmla="*/ 588781 w 2105152"/>
                                    <a:gd name="connsiteY19" fmla="*/ 179614 h 2612571"/>
                                    <a:gd name="connsiteX20" fmla="*/ 801052 w 2105152"/>
                                    <a:gd name="connsiteY20" fmla="*/ 81642 h 2612571"/>
                                    <a:gd name="connsiteX21" fmla="*/ 931681 w 2105152"/>
                                    <a:gd name="connsiteY21" fmla="*/ 32657 h 2612571"/>
                                    <a:gd name="connsiteX22" fmla="*/ 1078638 w 2105152"/>
                                    <a:gd name="connsiteY22" fmla="*/ 0 h 2612571"/>
                                    <a:gd name="connsiteX23" fmla="*/ 1307238 w 2105152"/>
                                    <a:gd name="connsiteY23" fmla="*/ 32657 h 2612571"/>
                                    <a:gd name="connsiteX24" fmla="*/ 1535838 w 2105152"/>
                                    <a:gd name="connsiteY24" fmla="*/ 48985 h 2612571"/>
                                    <a:gd name="connsiteX25" fmla="*/ 1748110 w 2105152"/>
                                    <a:gd name="connsiteY25" fmla="*/ 130628 h 2612571"/>
                                    <a:gd name="connsiteX26" fmla="*/ 1862410 w 2105152"/>
                                    <a:gd name="connsiteY26" fmla="*/ 359228 h 2612571"/>
                                    <a:gd name="connsiteX27" fmla="*/ 2091010 w 2105152"/>
                                    <a:gd name="connsiteY27" fmla="*/ 702128 h 2612571"/>
                                    <a:gd name="connsiteX28" fmla="*/ 2074681 w 2105152"/>
                                    <a:gd name="connsiteY28" fmla="*/ 979714 h 2612571"/>
                                    <a:gd name="connsiteX29" fmla="*/ 2025695 w 2105152"/>
                                    <a:gd name="connsiteY29" fmla="*/ 1240971 h 2612571"/>
                                    <a:gd name="connsiteX30" fmla="*/ 1944052 w 2105152"/>
                                    <a:gd name="connsiteY30" fmla="*/ 1534885 h 2612571"/>
                                    <a:gd name="connsiteX31" fmla="*/ 1780767 w 2105152"/>
                                    <a:gd name="connsiteY31" fmla="*/ 1812471 h 2612571"/>
                                    <a:gd name="connsiteX32" fmla="*/ 1601152 w 2105152"/>
                                    <a:gd name="connsiteY32" fmla="*/ 1975757 h 2612571"/>
                                    <a:gd name="connsiteX33" fmla="*/ 1503181 w 2105152"/>
                                    <a:gd name="connsiteY33" fmla="*/ 2188028 h 2612571"/>
                                    <a:gd name="connsiteX34" fmla="*/ 1454195 w 2105152"/>
                                    <a:gd name="connsiteY34" fmla="*/ 2383971 h 2612571"/>
                                    <a:gd name="connsiteX35" fmla="*/ 1454195 w 2105152"/>
                                    <a:gd name="connsiteY35" fmla="*/ 2596242 h 2612571"/>
                                    <a:gd name="connsiteX36" fmla="*/ 1454195 w 2105152"/>
                                    <a:gd name="connsiteY36" fmla="*/ 2612571 h 2612571"/>
                                    <a:gd name="connsiteX0" fmla="*/ 768395 w 2098044"/>
                                    <a:gd name="connsiteY0" fmla="*/ 2547257 h 2612571"/>
                                    <a:gd name="connsiteX1" fmla="*/ 784724 w 2098044"/>
                                    <a:gd name="connsiteY1" fmla="*/ 2220685 h 2612571"/>
                                    <a:gd name="connsiteX2" fmla="*/ 719410 w 2098044"/>
                                    <a:gd name="connsiteY2" fmla="*/ 2024742 h 2612571"/>
                                    <a:gd name="connsiteX3" fmla="*/ 621438 w 2098044"/>
                                    <a:gd name="connsiteY3" fmla="*/ 1910442 h 2612571"/>
                                    <a:gd name="connsiteX4" fmla="*/ 490810 w 2098044"/>
                                    <a:gd name="connsiteY4" fmla="*/ 1779814 h 2612571"/>
                                    <a:gd name="connsiteX5" fmla="*/ 376510 w 2098044"/>
                                    <a:gd name="connsiteY5" fmla="*/ 1714500 h 2612571"/>
                                    <a:gd name="connsiteX6" fmla="*/ 311195 w 2098044"/>
                                    <a:gd name="connsiteY6" fmla="*/ 1632857 h 2612571"/>
                                    <a:gd name="connsiteX7" fmla="*/ 311195 w 2098044"/>
                                    <a:gd name="connsiteY7" fmla="*/ 1534885 h 2612571"/>
                                    <a:gd name="connsiteX8" fmla="*/ 278538 w 2098044"/>
                                    <a:gd name="connsiteY8" fmla="*/ 1420585 h 2612571"/>
                                    <a:gd name="connsiteX9" fmla="*/ 245881 w 2098044"/>
                                    <a:gd name="connsiteY9" fmla="*/ 1322614 h 2612571"/>
                                    <a:gd name="connsiteX10" fmla="*/ 164238 w 2098044"/>
                                    <a:gd name="connsiteY10" fmla="*/ 1273628 h 2612571"/>
                                    <a:gd name="connsiteX11" fmla="*/ 66267 w 2098044"/>
                                    <a:gd name="connsiteY11" fmla="*/ 1257300 h 2612571"/>
                                    <a:gd name="connsiteX12" fmla="*/ 952 w 2098044"/>
                                    <a:gd name="connsiteY12" fmla="*/ 1224642 h 2612571"/>
                                    <a:gd name="connsiteX13" fmla="*/ 115252 w 2098044"/>
                                    <a:gd name="connsiteY13" fmla="*/ 1077685 h 2612571"/>
                                    <a:gd name="connsiteX14" fmla="*/ 262210 w 2098044"/>
                                    <a:gd name="connsiteY14" fmla="*/ 930728 h 2612571"/>
                                    <a:gd name="connsiteX15" fmla="*/ 343852 w 2098044"/>
                                    <a:gd name="connsiteY15" fmla="*/ 783771 h 2612571"/>
                                    <a:gd name="connsiteX16" fmla="*/ 392838 w 2098044"/>
                                    <a:gd name="connsiteY16" fmla="*/ 620485 h 2612571"/>
                                    <a:gd name="connsiteX17" fmla="*/ 441824 w 2098044"/>
                                    <a:gd name="connsiteY17" fmla="*/ 424542 h 2612571"/>
                                    <a:gd name="connsiteX18" fmla="*/ 490810 w 2098044"/>
                                    <a:gd name="connsiteY18" fmla="*/ 277585 h 2612571"/>
                                    <a:gd name="connsiteX19" fmla="*/ 588781 w 2098044"/>
                                    <a:gd name="connsiteY19" fmla="*/ 179614 h 2612571"/>
                                    <a:gd name="connsiteX20" fmla="*/ 801052 w 2098044"/>
                                    <a:gd name="connsiteY20" fmla="*/ 81642 h 2612571"/>
                                    <a:gd name="connsiteX21" fmla="*/ 931681 w 2098044"/>
                                    <a:gd name="connsiteY21" fmla="*/ 32657 h 2612571"/>
                                    <a:gd name="connsiteX22" fmla="*/ 1078638 w 2098044"/>
                                    <a:gd name="connsiteY22" fmla="*/ 0 h 2612571"/>
                                    <a:gd name="connsiteX23" fmla="*/ 1307238 w 2098044"/>
                                    <a:gd name="connsiteY23" fmla="*/ 32657 h 2612571"/>
                                    <a:gd name="connsiteX24" fmla="*/ 1535838 w 2098044"/>
                                    <a:gd name="connsiteY24" fmla="*/ 48985 h 2612571"/>
                                    <a:gd name="connsiteX25" fmla="*/ 1748110 w 2098044"/>
                                    <a:gd name="connsiteY25" fmla="*/ 130628 h 2612571"/>
                                    <a:gd name="connsiteX26" fmla="*/ 1960381 w 2098044"/>
                                    <a:gd name="connsiteY26" fmla="*/ 326571 h 2612571"/>
                                    <a:gd name="connsiteX27" fmla="*/ 2091010 w 2098044"/>
                                    <a:gd name="connsiteY27" fmla="*/ 702128 h 2612571"/>
                                    <a:gd name="connsiteX28" fmla="*/ 2074681 w 2098044"/>
                                    <a:gd name="connsiteY28" fmla="*/ 979714 h 2612571"/>
                                    <a:gd name="connsiteX29" fmla="*/ 2025695 w 2098044"/>
                                    <a:gd name="connsiteY29" fmla="*/ 1240971 h 2612571"/>
                                    <a:gd name="connsiteX30" fmla="*/ 1944052 w 2098044"/>
                                    <a:gd name="connsiteY30" fmla="*/ 1534885 h 2612571"/>
                                    <a:gd name="connsiteX31" fmla="*/ 1780767 w 2098044"/>
                                    <a:gd name="connsiteY31" fmla="*/ 1812471 h 2612571"/>
                                    <a:gd name="connsiteX32" fmla="*/ 1601152 w 2098044"/>
                                    <a:gd name="connsiteY32" fmla="*/ 1975757 h 2612571"/>
                                    <a:gd name="connsiteX33" fmla="*/ 1503181 w 2098044"/>
                                    <a:gd name="connsiteY33" fmla="*/ 2188028 h 2612571"/>
                                    <a:gd name="connsiteX34" fmla="*/ 1454195 w 2098044"/>
                                    <a:gd name="connsiteY34" fmla="*/ 2383971 h 2612571"/>
                                    <a:gd name="connsiteX35" fmla="*/ 1454195 w 2098044"/>
                                    <a:gd name="connsiteY35" fmla="*/ 2596242 h 2612571"/>
                                    <a:gd name="connsiteX36" fmla="*/ 1454195 w 2098044"/>
                                    <a:gd name="connsiteY36" fmla="*/ 2612571 h 2612571"/>
                                    <a:gd name="connsiteX0" fmla="*/ 732150 w 2061799"/>
                                    <a:gd name="connsiteY0" fmla="*/ 2547257 h 2612571"/>
                                    <a:gd name="connsiteX1" fmla="*/ 748479 w 2061799"/>
                                    <a:gd name="connsiteY1" fmla="*/ 2220685 h 2612571"/>
                                    <a:gd name="connsiteX2" fmla="*/ 683165 w 2061799"/>
                                    <a:gd name="connsiteY2" fmla="*/ 2024742 h 2612571"/>
                                    <a:gd name="connsiteX3" fmla="*/ 585193 w 2061799"/>
                                    <a:gd name="connsiteY3" fmla="*/ 1910442 h 2612571"/>
                                    <a:gd name="connsiteX4" fmla="*/ 454565 w 2061799"/>
                                    <a:gd name="connsiteY4" fmla="*/ 1779814 h 2612571"/>
                                    <a:gd name="connsiteX5" fmla="*/ 340265 w 2061799"/>
                                    <a:gd name="connsiteY5" fmla="*/ 1714500 h 2612571"/>
                                    <a:gd name="connsiteX6" fmla="*/ 274950 w 2061799"/>
                                    <a:gd name="connsiteY6" fmla="*/ 1632857 h 2612571"/>
                                    <a:gd name="connsiteX7" fmla="*/ 274950 w 2061799"/>
                                    <a:gd name="connsiteY7" fmla="*/ 1534885 h 2612571"/>
                                    <a:gd name="connsiteX8" fmla="*/ 242293 w 2061799"/>
                                    <a:gd name="connsiteY8" fmla="*/ 1420585 h 2612571"/>
                                    <a:gd name="connsiteX9" fmla="*/ 209636 w 2061799"/>
                                    <a:gd name="connsiteY9" fmla="*/ 1322614 h 2612571"/>
                                    <a:gd name="connsiteX10" fmla="*/ 127993 w 2061799"/>
                                    <a:gd name="connsiteY10" fmla="*/ 1273628 h 2612571"/>
                                    <a:gd name="connsiteX11" fmla="*/ 30022 w 2061799"/>
                                    <a:gd name="connsiteY11" fmla="*/ 1257300 h 2612571"/>
                                    <a:gd name="connsiteX12" fmla="*/ 2267 w 2061799"/>
                                    <a:gd name="connsiteY12" fmla="*/ 1178432 h 2612571"/>
                                    <a:gd name="connsiteX13" fmla="*/ 79007 w 2061799"/>
                                    <a:gd name="connsiteY13" fmla="*/ 1077685 h 2612571"/>
                                    <a:gd name="connsiteX14" fmla="*/ 225965 w 2061799"/>
                                    <a:gd name="connsiteY14" fmla="*/ 930728 h 2612571"/>
                                    <a:gd name="connsiteX15" fmla="*/ 307607 w 2061799"/>
                                    <a:gd name="connsiteY15" fmla="*/ 783771 h 2612571"/>
                                    <a:gd name="connsiteX16" fmla="*/ 356593 w 2061799"/>
                                    <a:gd name="connsiteY16" fmla="*/ 620485 h 2612571"/>
                                    <a:gd name="connsiteX17" fmla="*/ 405579 w 2061799"/>
                                    <a:gd name="connsiteY17" fmla="*/ 424542 h 2612571"/>
                                    <a:gd name="connsiteX18" fmla="*/ 454565 w 2061799"/>
                                    <a:gd name="connsiteY18" fmla="*/ 277585 h 2612571"/>
                                    <a:gd name="connsiteX19" fmla="*/ 552536 w 2061799"/>
                                    <a:gd name="connsiteY19" fmla="*/ 179614 h 2612571"/>
                                    <a:gd name="connsiteX20" fmla="*/ 764807 w 2061799"/>
                                    <a:gd name="connsiteY20" fmla="*/ 81642 h 2612571"/>
                                    <a:gd name="connsiteX21" fmla="*/ 895436 w 2061799"/>
                                    <a:gd name="connsiteY21" fmla="*/ 32657 h 2612571"/>
                                    <a:gd name="connsiteX22" fmla="*/ 1042393 w 2061799"/>
                                    <a:gd name="connsiteY22" fmla="*/ 0 h 2612571"/>
                                    <a:gd name="connsiteX23" fmla="*/ 1270993 w 2061799"/>
                                    <a:gd name="connsiteY23" fmla="*/ 32657 h 2612571"/>
                                    <a:gd name="connsiteX24" fmla="*/ 1499593 w 2061799"/>
                                    <a:gd name="connsiteY24" fmla="*/ 48985 h 2612571"/>
                                    <a:gd name="connsiteX25" fmla="*/ 1711865 w 2061799"/>
                                    <a:gd name="connsiteY25" fmla="*/ 130628 h 2612571"/>
                                    <a:gd name="connsiteX26" fmla="*/ 1924136 w 2061799"/>
                                    <a:gd name="connsiteY26" fmla="*/ 326571 h 2612571"/>
                                    <a:gd name="connsiteX27" fmla="*/ 2054765 w 2061799"/>
                                    <a:gd name="connsiteY27" fmla="*/ 702128 h 2612571"/>
                                    <a:gd name="connsiteX28" fmla="*/ 2038436 w 2061799"/>
                                    <a:gd name="connsiteY28" fmla="*/ 979714 h 2612571"/>
                                    <a:gd name="connsiteX29" fmla="*/ 1989450 w 2061799"/>
                                    <a:gd name="connsiteY29" fmla="*/ 1240971 h 2612571"/>
                                    <a:gd name="connsiteX30" fmla="*/ 1907807 w 2061799"/>
                                    <a:gd name="connsiteY30" fmla="*/ 1534885 h 2612571"/>
                                    <a:gd name="connsiteX31" fmla="*/ 1744522 w 2061799"/>
                                    <a:gd name="connsiteY31" fmla="*/ 1812471 h 2612571"/>
                                    <a:gd name="connsiteX32" fmla="*/ 1564907 w 2061799"/>
                                    <a:gd name="connsiteY32" fmla="*/ 1975757 h 2612571"/>
                                    <a:gd name="connsiteX33" fmla="*/ 1466936 w 2061799"/>
                                    <a:gd name="connsiteY33" fmla="*/ 2188028 h 2612571"/>
                                    <a:gd name="connsiteX34" fmla="*/ 1417950 w 2061799"/>
                                    <a:gd name="connsiteY34" fmla="*/ 2383971 h 2612571"/>
                                    <a:gd name="connsiteX35" fmla="*/ 1417950 w 2061799"/>
                                    <a:gd name="connsiteY35" fmla="*/ 2596242 h 2612571"/>
                                    <a:gd name="connsiteX36" fmla="*/ 1417950 w 2061799"/>
                                    <a:gd name="connsiteY36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685039 w 2063673"/>
                                    <a:gd name="connsiteY2" fmla="*/ 2024742 h 2612571"/>
                                    <a:gd name="connsiteX3" fmla="*/ 587067 w 2063673"/>
                                    <a:gd name="connsiteY3" fmla="*/ 1910442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685039 w 2063673"/>
                                    <a:gd name="connsiteY2" fmla="*/ 2024742 h 2612571"/>
                                    <a:gd name="connsiteX3" fmla="*/ 687226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87226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276824 w 2063673"/>
                                    <a:gd name="connsiteY6" fmla="*/ 1632857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42139 w 2063673"/>
                                    <a:gd name="connsiteY5" fmla="*/ 1714500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56439 w 2063673"/>
                                    <a:gd name="connsiteY4" fmla="*/ 1779814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31399 w 2063673"/>
                                    <a:gd name="connsiteY4" fmla="*/ 1837576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554410 w 2063673"/>
                                    <a:gd name="connsiteY18" fmla="*/ 179614 h 2612571"/>
                                    <a:gd name="connsiteX19" fmla="*/ 766681 w 2063673"/>
                                    <a:gd name="connsiteY19" fmla="*/ 81642 h 2612571"/>
                                    <a:gd name="connsiteX20" fmla="*/ 897310 w 2063673"/>
                                    <a:gd name="connsiteY20" fmla="*/ 32657 h 2612571"/>
                                    <a:gd name="connsiteX21" fmla="*/ 1044267 w 2063673"/>
                                    <a:gd name="connsiteY21" fmla="*/ 0 h 2612571"/>
                                    <a:gd name="connsiteX22" fmla="*/ 1272867 w 2063673"/>
                                    <a:gd name="connsiteY22" fmla="*/ 32657 h 2612571"/>
                                    <a:gd name="connsiteX23" fmla="*/ 1501467 w 2063673"/>
                                    <a:gd name="connsiteY23" fmla="*/ 48985 h 2612571"/>
                                    <a:gd name="connsiteX24" fmla="*/ 1713739 w 2063673"/>
                                    <a:gd name="connsiteY24" fmla="*/ 130628 h 2612571"/>
                                    <a:gd name="connsiteX25" fmla="*/ 1926010 w 2063673"/>
                                    <a:gd name="connsiteY25" fmla="*/ 326571 h 2612571"/>
                                    <a:gd name="connsiteX26" fmla="*/ 2056639 w 2063673"/>
                                    <a:gd name="connsiteY26" fmla="*/ 702128 h 2612571"/>
                                    <a:gd name="connsiteX27" fmla="*/ 2040310 w 2063673"/>
                                    <a:gd name="connsiteY27" fmla="*/ 979714 h 2612571"/>
                                    <a:gd name="connsiteX28" fmla="*/ 1991324 w 2063673"/>
                                    <a:gd name="connsiteY28" fmla="*/ 1240971 h 2612571"/>
                                    <a:gd name="connsiteX29" fmla="*/ 1909681 w 2063673"/>
                                    <a:gd name="connsiteY29" fmla="*/ 1534885 h 2612571"/>
                                    <a:gd name="connsiteX30" fmla="*/ 1746396 w 2063673"/>
                                    <a:gd name="connsiteY30" fmla="*/ 1812471 h 2612571"/>
                                    <a:gd name="connsiteX31" fmla="*/ 1566781 w 2063673"/>
                                    <a:gd name="connsiteY31" fmla="*/ 1975757 h 2612571"/>
                                    <a:gd name="connsiteX32" fmla="*/ 1468810 w 2063673"/>
                                    <a:gd name="connsiteY32" fmla="*/ 2188028 h 2612571"/>
                                    <a:gd name="connsiteX33" fmla="*/ 1419824 w 2063673"/>
                                    <a:gd name="connsiteY33" fmla="*/ 2383971 h 2612571"/>
                                    <a:gd name="connsiteX34" fmla="*/ 1419824 w 2063673"/>
                                    <a:gd name="connsiteY34" fmla="*/ 2596242 h 2612571"/>
                                    <a:gd name="connsiteX35" fmla="*/ 1419824 w 2063673"/>
                                    <a:gd name="connsiteY35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31399 w 2063673"/>
                                    <a:gd name="connsiteY4" fmla="*/ 1837576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07453 w 2063673"/>
                                    <a:gd name="connsiteY16" fmla="*/ 424542 h 2612571"/>
                                    <a:gd name="connsiteX17" fmla="*/ 456439 w 2063673"/>
                                    <a:gd name="connsiteY17" fmla="*/ 277585 h 2612571"/>
                                    <a:gd name="connsiteX18" fmla="*/ 766681 w 2063673"/>
                                    <a:gd name="connsiteY18" fmla="*/ 81642 h 2612571"/>
                                    <a:gd name="connsiteX19" fmla="*/ 897310 w 2063673"/>
                                    <a:gd name="connsiteY19" fmla="*/ 32657 h 2612571"/>
                                    <a:gd name="connsiteX20" fmla="*/ 1044267 w 2063673"/>
                                    <a:gd name="connsiteY20" fmla="*/ 0 h 2612571"/>
                                    <a:gd name="connsiteX21" fmla="*/ 1272867 w 2063673"/>
                                    <a:gd name="connsiteY21" fmla="*/ 32657 h 2612571"/>
                                    <a:gd name="connsiteX22" fmla="*/ 1501467 w 2063673"/>
                                    <a:gd name="connsiteY22" fmla="*/ 48985 h 2612571"/>
                                    <a:gd name="connsiteX23" fmla="*/ 1713739 w 2063673"/>
                                    <a:gd name="connsiteY23" fmla="*/ 130628 h 2612571"/>
                                    <a:gd name="connsiteX24" fmla="*/ 1926010 w 2063673"/>
                                    <a:gd name="connsiteY24" fmla="*/ 326571 h 2612571"/>
                                    <a:gd name="connsiteX25" fmla="*/ 2056639 w 2063673"/>
                                    <a:gd name="connsiteY25" fmla="*/ 702128 h 2612571"/>
                                    <a:gd name="connsiteX26" fmla="*/ 2040310 w 2063673"/>
                                    <a:gd name="connsiteY26" fmla="*/ 979714 h 2612571"/>
                                    <a:gd name="connsiteX27" fmla="*/ 1991324 w 2063673"/>
                                    <a:gd name="connsiteY27" fmla="*/ 1240971 h 2612571"/>
                                    <a:gd name="connsiteX28" fmla="*/ 1909681 w 2063673"/>
                                    <a:gd name="connsiteY28" fmla="*/ 1534885 h 2612571"/>
                                    <a:gd name="connsiteX29" fmla="*/ 1746396 w 2063673"/>
                                    <a:gd name="connsiteY29" fmla="*/ 1812471 h 2612571"/>
                                    <a:gd name="connsiteX30" fmla="*/ 1566781 w 2063673"/>
                                    <a:gd name="connsiteY30" fmla="*/ 1975757 h 2612571"/>
                                    <a:gd name="connsiteX31" fmla="*/ 1468810 w 2063673"/>
                                    <a:gd name="connsiteY31" fmla="*/ 2188028 h 2612571"/>
                                    <a:gd name="connsiteX32" fmla="*/ 1419824 w 2063673"/>
                                    <a:gd name="connsiteY32" fmla="*/ 2383971 h 2612571"/>
                                    <a:gd name="connsiteX33" fmla="*/ 1419824 w 2063673"/>
                                    <a:gd name="connsiteY33" fmla="*/ 2596242 h 2612571"/>
                                    <a:gd name="connsiteX34" fmla="*/ 1419824 w 2063673"/>
                                    <a:gd name="connsiteY34" fmla="*/ 2612571 h 2612571"/>
                                    <a:gd name="connsiteX0" fmla="*/ 734024 w 2063673"/>
                                    <a:gd name="connsiteY0" fmla="*/ 2547257 h 2612571"/>
                                    <a:gd name="connsiteX1" fmla="*/ 750353 w 2063673"/>
                                    <a:gd name="connsiteY1" fmla="*/ 2220685 h 2612571"/>
                                    <a:gd name="connsiteX2" fmla="*/ 772678 w 2063673"/>
                                    <a:gd name="connsiteY2" fmla="*/ 2024742 h 2612571"/>
                                    <a:gd name="connsiteX3" fmla="*/ 649667 w 2063673"/>
                                    <a:gd name="connsiteY3" fmla="*/ 1875786 h 2612571"/>
                                    <a:gd name="connsiteX4" fmla="*/ 431399 w 2063673"/>
                                    <a:gd name="connsiteY4" fmla="*/ 1837576 h 2612571"/>
                                    <a:gd name="connsiteX5" fmla="*/ 329619 w 2063673"/>
                                    <a:gd name="connsiteY5" fmla="*/ 1656738 h 2612571"/>
                                    <a:gd name="connsiteX6" fmla="*/ 677459 w 2063673"/>
                                    <a:gd name="connsiteY6" fmla="*/ 1528885 h 2612571"/>
                                    <a:gd name="connsiteX7" fmla="*/ 276824 w 2063673"/>
                                    <a:gd name="connsiteY7" fmla="*/ 1534885 h 2612571"/>
                                    <a:gd name="connsiteX8" fmla="*/ 244167 w 2063673"/>
                                    <a:gd name="connsiteY8" fmla="*/ 1420585 h 2612571"/>
                                    <a:gd name="connsiteX9" fmla="*/ 211510 w 2063673"/>
                                    <a:gd name="connsiteY9" fmla="*/ 1322614 h 2612571"/>
                                    <a:gd name="connsiteX10" fmla="*/ 31896 w 2063673"/>
                                    <a:gd name="connsiteY10" fmla="*/ 1257300 h 2612571"/>
                                    <a:gd name="connsiteX11" fmla="*/ 4141 w 2063673"/>
                                    <a:gd name="connsiteY11" fmla="*/ 1178432 h 2612571"/>
                                    <a:gd name="connsiteX12" fmla="*/ 80881 w 2063673"/>
                                    <a:gd name="connsiteY12" fmla="*/ 1077685 h 2612571"/>
                                    <a:gd name="connsiteX13" fmla="*/ 227839 w 2063673"/>
                                    <a:gd name="connsiteY13" fmla="*/ 930728 h 2612571"/>
                                    <a:gd name="connsiteX14" fmla="*/ 309481 w 2063673"/>
                                    <a:gd name="connsiteY14" fmla="*/ 783771 h 2612571"/>
                                    <a:gd name="connsiteX15" fmla="*/ 358467 w 2063673"/>
                                    <a:gd name="connsiteY15" fmla="*/ 620485 h 2612571"/>
                                    <a:gd name="connsiteX16" fmla="*/ 456439 w 2063673"/>
                                    <a:gd name="connsiteY16" fmla="*/ 277585 h 2612571"/>
                                    <a:gd name="connsiteX17" fmla="*/ 766681 w 2063673"/>
                                    <a:gd name="connsiteY17" fmla="*/ 81642 h 2612571"/>
                                    <a:gd name="connsiteX18" fmla="*/ 897310 w 2063673"/>
                                    <a:gd name="connsiteY18" fmla="*/ 32657 h 2612571"/>
                                    <a:gd name="connsiteX19" fmla="*/ 1044267 w 2063673"/>
                                    <a:gd name="connsiteY19" fmla="*/ 0 h 2612571"/>
                                    <a:gd name="connsiteX20" fmla="*/ 1272867 w 2063673"/>
                                    <a:gd name="connsiteY20" fmla="*/ 32657 h 2612571"/>
                                    <a:gd name="connsiteX21" fmla="*/ 1501467 w 2063673"/>
                                    <a:gd name="connsiteY21" fmla="*/ 48985 h 2612571"/>
                                    <a:gd name="connsiteX22" fmla="*/ 1713739 w 2063673"/>
                                    <a:gd name="connsiteY22" fmla="*/ 130628 h 2612571"/>
                                    <a:gd name="connsiteX23" fmla="*/ 1926010 w 2063673"/>
                                    <a:gd name="connsiteY23" fmla="*/ 326571 h 2612571"/>
                                    <a:gd name="connsiteX24" fmla="*/ 2056639 w 2063673"/>
                                    <a:gd name="connsiteY24" fmla="*/ 702128 h 2612571"/>
                                    <a:gd name="connsiteX25" fmla="*/ 2040310 w 2063673"/>
                                    <a:gd name="connsiteY25" fmla="*/ 979714 h 2612571"/>
                                    <a:gd name="connsiteX26" fmla="*/ 1991324 w 2063673"/>
                                    <a:gd name="connsiteY26" fmla="*/ 1240971 h 2612571"/>
                                    <a:gd name="connsiteX27" fmla="*/ 1909681 w 2063673"/>
                                    <a:gd name="connsiteY27" fmla="*/ 1534885 h 2612571"/>
                                    <a:gd name="connsiteX28" fmla="*/ 1746396 w 2063673"/>
                                    <a:gd name="connsiteY28" fmla="*/ 1812471 h 2612571"/>
                                    <a:gd name="connsiteX29" fmla="*/ 1566781 w 2063673"/>
                                    <a:gd name="connsiteY29" fmla="*/ 1975757 h 2612571"/>
                                    <a:gd name="connsiteX30" fmla="*/ 1468810 w 2063673"/>
                                    <a:gd name="connsiteY30" fmla="*/ 2188028 h 2612571"/>
                                    <a:gd name="connsiteX31" fmla="*/ 1419824 w 2063673"/>
                                    <a:gd name="connsiteY31" fmla="*/ 2383971 h 2612571"/>
                                    <a:gd name="connsiteX32" fmla="*/ 1419824 w 2063673"/>
                                    <a:gd name="connsiteY32" fmla="*/ 2596242 h 2612571"/>
                                    <a:gd name="connsiteX33" fmla="*/ 1419824 w 2063673"/>
                                    <a:gd name="connsiteY33" fmla="*/ 2612571 h 2612571"/>
                                    <a:gd name="connsiteX0" fmla="*/ 734024 w 2063673"/>
                                    <a:gd name="connsiteY0" fmla="*/ 2547489 h 2612803"/>
                                    <a:gd name="connsiteX1" fmla="*/ 750353 w 2063673"/>
                                    <a:gd name="connsiteY1" fmla="*/ 2220917 h 2612803"/>
                                    <a:gd name="connsiteX2" fmla="*/ 772678 w 2063673"/>
                                    <a:gd name="connsiteY2" fmla="*/ 2024974 h 2612803"/>
                                    <a:gd name="connsiteX3" fmla="*/ 649667 w 2063673"/>
                                    <a:gd name="connsiteY3" fmla="*/ 1876018 h 2612803"/>
                                    <a:gd name="connsiteX4" fmla="*/ 431399 w 2063673"/>
                                    <a:gd name="connsiteY4" fmla="*/ 1837808 h 2612803"/>
                                    <a:gd name="connsiteX5" fmla="*/ 329619 w 2063673"/>
                                    <a:gd name="connsiteY5" fmla="*/ 1656970 h 2612803"/>
                                    <a:gd name="connsiteX6" fmla="*/ 677459 w 2063673"/>
                                    <a:gd name="connsiteY6" fmla="*/ 1529117 h 2612803"/>
                                    <a:gd name="connsiteX7" fmla="*/ 276824 w 2063673"/>
                                    <a:gd name="connsiteY7" fmla="*/ 1535117 h 2612803"/>
                                    <a:gd name="connsiteX8" fmla="*/ 244167 w 2063673"/>
                                    <a:gd name="connsiteY8" fmla="*/ 1420817 h 2612803"/>
                                    <a:gd name="connsiteX9" fmla="*/ 211510 w 2063673"/>
                                    <a:gd name="connsiteY9" fmla="*/ 1322846 h 2612803"/>
                                    <a:gd name="connsiteX10" fmla="*/ 31896 w 2063673"/>
                                    <a:gd name="connsiteY10" fmla="*/ 1257532 h 2612803"/>
                                    <a:gd name="connsiteX11" fmla="*/ 4141 w 2063673"/>
                                    <a:gd name="connsiteY11" fmla="*/ 1178664 h 2612803"/>
                                    <a:gd name="connsiteX12" fmla="*/ 80881 w 2063673"/>
                                    <a:gd name="connsiteY12" fmla="*/ 1077917 h 2612803"/>
                                    <a:gd name="connsiteX13" fmla="*/ 227839 w 2063673"/>
                                    <a:gd name="connsiteY13" fmla="*/ 930960 h 2612803"/>
                                    <a:gd name="connsiteX14" fmla="*/ 309481 w 2063673"/>
                                    <a:gd name="connsiteY14" fmla="*/ 784003 h 2612803"/>
                                    <a:gd name="connsiteX15" fmla="*/ 358467 w 2063673"/>
                                    <a:gd name="connsiteY15" fmla="*/ 620717 h 2612803"/>
                                    <a:gd name="connsiteX16" fmla="*/ 456439 w 2063673"/>
                                    <a:gd name="connsiteY16" fmla="*/ 277817 h 2612803"/>
                                    <a:gd name="connsiteX17" fmla="*/ 766681 w 2063673"/>
                                    <a:gd name="connsiteY17" fmla="*/ 81874 h 2612803"/>
                                    <a:gd name="connsiteX18" fmla="*/ 897310 w 2063673"/>
                                    <a:gd name="connsiteY18" fmla="*/ 32889 h 2612803"/>
                                    <a:gd name="connsiteX19" fmla="*/ 1044267 w 2063673"/>
                                    <a:gd name="connsiteY19" fmla="*/ 232 h 2612803"/>
                                    <a:gd name="connsiteX20" fmla="*/ 1501467 w 2063673"/>
                                    <a:gd name="connsiteY20" fmla="*/ 49217 h 2612803"/>
                                    <a:gd name="connsiteX21" fmla="*/ 1713739 w 2063673"/>
                                    <a:gd name="connsiteY21" fmla="*/ 130860 h 2612803"/>
                                    <a:gd name="connsiteX22" fmla="*/ 1926010 w 2063673"/>
                                    <a:gd name="connsiteY22" fmla="*/ 326803 h 2612803"/>
                                    <a:gd name="connsiteX23" fmla="*/ 2056639 w 2063673"/>
                                    <a:gd name="connsiteY23" fmla="*/ 702360 h 2612803"/>
                                    <a:gd name="connsiteX24" fmla="*/ 2040310 w 2063673"/>
                                    <a:gd name="connsiteY24" fmla="*/ 979946 h 2612803"/>
                                    <a:gd name="connsiteX25" fmla="*/ 1991324 w 2063673"/>
                                    <a:gd name="connsiteY25" fmla="*/ 1241203 h 2612803"/>
                                    <a:gd name="connsiteX26" fmla="*/ 1909681 w 2063673"/>
                                    <a:gd name="connsiteY26" fmla="*/ 1535117 h 2612803"/>
                                    <a:gd name="connsiteX27" fmla="*/ 1746396 w 2063673"/>
                                    <a:gd name="connsiteY27" fmla="*/ 1812703 h 2612803"/>
                                    <a:gd name="connsiteX28" fmla="*/ 1566781 w 2063673"/>
                                    <a:gd name="connsiteY28" fmla="*/ 1975989 h 2612803"/>
                                    <a:gd name="connsiteX29" fmla="*/ 1468810 w 2063673"/>
                                    <a:gd name="connsiteY29" fmla="*/ 2188260 h 2612803"/>
                                    <a:gd name="connsiteX30" fmla="*/ 1419824 w 2063673"/>
                                    <a:gd name="connsiteY30" fmla="*/ 2384203 h 2612803"/>
                                    <a:gd name="connsiteX31" fmla="*/ 1419824 w 2063673"/>
                                    <a:gd name="connsiteY31" fmla="*/ 2596474 h 2612803"/>
                                    <a:gd name="connsiteX32" fmla="*/ 1419824 w 2063673"/>
                                    <a:gd name="connsiteY32" fmla="*/ 2612803 h 2612803"/>
                                    <a:gd name="connsiteX0" fmla="*/ 734024 w 2063673"/>
                                    <a:gd name="connsiteY0" fmla="*/ 2547859 h 2613173"/>
                                    <a:gd name="connsiteX1" fmla="*/ 750353 w 2063673"/>
                                    <a:gd name="connsiteY1" fmla="*/ 2221287 h 2613173"/>
                                    <a:gd name="connsiteX2" fmla="*/ 772678 w 2063673"/>
                                    <a:gd name="connsiteY2" fmla="*/ 2025344 h 2613173"/>
                                    <a:gd name="connsiteX3" fmla="*/ 649667 w 2063673"/>
                                    <a:gd name="connsiteY3" fmla="*/ 1876388 h 2613173"/>
                                    <a:gd name="connsiteX4" fmla="*/ 431399 w 2063673"/>
                                    <a:gd name="connsiteY4" fmla="*/ 1838178 h 2613173"/>
                                    <a:gd name="connsiteX5" fmla="*/ 329619 w 2063673"/>
                                    <a:gd name="connsiteY5" fmla="*/ 1657340 h 2613173"/>
                                    <a:gd name="connsiteX6" fmla="*/ 677459 w 2063673"/>
                                    <a:gd name="connsiteY6" fmla="*/ 1529487 h 2613173"/>
                                    <a:gd name="connsiteX7" fmla="*/ 276824 w 2063673"/>
                                    <a:gd name="connsiteY7" fmla="*/ 1535487 h 2613173"/>
                                    <a:gd name="connsiteX8" fmla="*/ 244167 w 2063673"/>
                                    <a:gd name="connsiteY8" fmla="*/ 1421187 h 2613173"/>
                                    <a:gd name="connsiteX9" fmla="*/ 211510 w 2063673"/>
                                    <a:gd name="connsiteY9" fmla="*/ 1323216 h 2613173"/>
                                    <a:gd name="connsiteX10" fmla="*/ 31896 w 2063673"/>
                                    <a:gd name="connsiteY10" fmla="*/ 1257902 h 2613173"/>
                                    <a:gd name="connsiteX11" fmla="*/ 4141 w 2063673"/>
                                    <a:gd name="connsiteY11" fmla="*/ 1179034 h 2613173"/>
                                    <a:gd name="connsiteX12" fmla="*/ 80881 w 2063673"/>
                                    <a:gd name="connsiteY12" fmla="*/ 1078287 h 2613173"/>
                                    <a:gd name="connsiteX13" fmla="*/ 227839 w 2063673"/>
                                    <a:gd name="connsiteY13" fmla="*/ 931330 h 2613173"/>
                                    <a:gd name="connsiteX14" fmla="*/ 309481 w 2063673"/>
                                    <a:gd name="connsiteY14" fmla="*/ 784373 h 2613173"/>
                                    <a:gd name="connsiteX15" fmla="*/ 358467 w 2063673"/>
                                    <a:gd name="connsiteY15" fmla="*/ 621087 h 2613173"/>
                                    <a:gd name="connsiteX16" fmla="*/ 456439 w 2063673"/>
                                    <a:gd name="connsiteY16" fmla="*/ 278187 h 2613173"/>
                                    <a:gd name="connsiteX17" fmla="*/ 766681 w 2063673"/>
                                    <a:gd name="connsiteY17" fmla="*/ 82244 h 2613173"/>
                                    <a:gd name="connsiteX18" fmla="*/ 1044267 w 2063673"/>
                                    <a:gd name="connsiteY18" fmla="*/ 602 h 2613173"/>
                                    <a:gd name="connsiteX19" fmla="*/ 1501467 w 2063673"/>
                                    <a:gd name="connsiteY19" fmla="*/ 49587 h 2613173"/>
                                    <a:gd name="connsiteX20" fmla="*/ 1713739 w 2063673"/>
                                    <a:gd name="connsiteY20" fmla="*/ 131230 h 2613173"/>
                                    <a:gd name="connsiteX21" fmla="*/ 1926010 w 2063673"/>
                                    <a:gd name="connsiteY21" fmla="*/ 327173 h 2613173"/>
                                    <a:gd name="connsiteX22" fmla="*/ 2056639 w 2063673"/>
                                    <a:gd name="connsiteY22" fmla="*/ 702730 h 2613173"/>
                                    <a:gd name="connsiteX23" fmla="*/ 2040310 w 2063673"/>
                                    <a:gd name="connsiteY23" fmla="*/ 980316 h 2613173"/>
                                    <a:gd name="connsiteX24" fmla="*/ 1991324 w 2063673"/>
                                    <a:gd name="connsiteY24" fmla="*/ 1241573 h 2613173"/>
                                    <a:gd name="connsiteX25" fmla="*/ 1909681 w 2063673"/>
                                    <a:gd name="connsiteY25" fmla="*/ 1535487 h 2613173"/>
                                    <a:gd name="connsiteX26" fmla="*/ 1746396 w 2063673"/>
                                    <a:gd name="connsiteY26" fmla="*/ 1813073 h 2613173"/>
                                    <a:gd name="connsiteX27" fmla="*/ 1566781 w 2063673"/>
                                    <a:gd name="connsiteY27" fmla="*/ 1976359 h 2613173"/>
                                    <a:gd name="connsiteX28" fmla="*/ 1468810 w 2063673"/>
                                    <a:gd name="connsiteY28" fmla="*/ 2188630 h 2613173"/>
                                    <a:gd name="connsiteX29" fmla="*/ 1419824 w 2063673"/>
                                    <a:gd name="connsiteY29" fmla="*/ 2384573 h 2613173"/>
                                    <a:gd name="connsiteX30" fmla="*/ 1419824 w 2063673"/>
                                    <a:gd name="connsiteY30" fmla="*/ 2596844 h 2613173"/>
                                    <a:gd name="connsiteX31" fmla="*/ 1419824 w 2063673"/>
                                    <a:gd name="connsiteY31" fmla="*/ 2613173 h 2613173"/>
                                    <a:gd name="connsiteX0" fmla="*/ 734024 w 2063673"/>
                                    <a:gd name="connsiteY0" fmla="*/ 2547859 h 2613173"/>
                                    <a:gd name="connsiteX1" fmla="*/ 750353 w 2063673"/>
                                    <a:gd name="connsiteY1" fmla="*/ 2221287 h 2613173"/>
                                    <a:gd name="connsiteX2" fmla="*/ 772678 w 2063673"/>
                                    <a:gd name="connsiteY2" fmla="*/ 2025344 h 2613173"/>
                                    <a:gd name="connsiteX3" fmla="*/ 649667 w 2063673"/>
                                    <a:gd name="connsiteY3" fmla="*/ 1876388 h 2613173"/>
                                    <a:gd name="connsiteX4" fmla="*/ 431399 w 2063673"/>
                                    <a:gd name="connsiteY4" fmla="*/ 1838178 h 2613173"/>
                                    <a:gd name="connsiteX5" fmla="*/ 329619 w 2063673"/>
                                    <a:gd name="connsiteY5" fmla="*/ 1657340 h 2613173"/>
                                    <a:gd name="connsiteX6" fmla="*/ 677459 w 2063673"/>
                                    <a:gd name="connsiteY6" fmla="*/ 1529487 h 2613173"/>
                                    <a:gd name="connsiteX7" fmla="*/ 276824 w 2063673"/>
                                    <a:gd name="connsiteY7" fmla="*/ 1535487 h 2613173"/>
                                    <a:gd name="connsiteX8" fmla="*/ 244167 w 2063673"/>
                                    <a:gd name="connsiteY8" fmla="*/ 1421187 h 2613173"/>
                                    <a:gd name="connsiteX9" fmla="*/ 211510 w 2063673"/>
                                    <a:gd name="connsiteY9" fmla="*/ 1323216 h 2613173"/>
                                    <a:gd name="connsiteX10" fmla="*/ 31896 w 2063673"/>
                                    <a:gd name="connsiteY10" fmla="*/ 1257902 h 2613173"/>
                                    <a:gd name="connsiteX11" fmla="*/ 4141 w 2063673"/>
                                    <a:gd name="connsiteY11" fmla="*/ 1179034 h 2613173"/>
                                    <a:gd name="connsiteX12" fmla="*/ 80881 w 2063673"/>
                                    <a:gd name="connsiteY12" fmla="*/ 1078287 h 2613173"/>
                                    <a:gd name="connsiteX13" fmla="*/ 227839 w 2063673"/>
                                    <a:gd name="connsiteY13" fmla="*/ 931330 h 2613173"/>
                                    <a:gd name="connsiteX14" fmla="*/ 309481 w 2063673"/>
                                    <a:gd name="connsiteY14" fmla="*/ 784373 h 2613173"/>
                                    <a:gd name="connsiteX15" fmla="*/ 358467 w 2063673"/>
                                    <a:gd name="connsiteY15" fmla="*/ 621087 h 2613173"/>
                                    <a:gd name="connsiteX16" fmla="*/ 493998 w 2063673"/>
                                    <a:gd name="connsiteY16" fmla="*/ 278187 h 2613173"/>
                                    <a:gd name="connsiteX17" fmla="*/ 766681 w 2063673"/>
                                    <a:gd name="connsiteY17" fmla="*/ 82244 h 2613173"/>
                                    <a:gd name="connsiteX18" fmla="*/ 1044267 w 2063673"/>
                                    <a:gd name="connsiteY18" fmla="*/ 602 h 2613173"/>
                                    <a:gd name="connsiteX19" fmla="*/ 1501467 w 2063673"/>
                                    <a:gd name="connsiteY19" fmla="*/ 49587 h 2613173"/>
                                    <a:gd name="connsiteX20" fmla="*/ 1713739 w 2063673"/>
                                    <a:gd name="connsiteY20" fmla="*/ 131230 h 2613173"/>
                                    <a:gd name="connsiteX21" fmla="*/ 1926010 w 2063673"/>
                                    <a:gd name="connsiteY21" fmla="*/ 327173 h 2613173"/>
                                    <a:gd name="connsiteX22" fmla="*/ 2056639 w 2063673"/>
                                    <a:gd name="connsiteY22" fmla="*/ 702730 h 2613173"/>
                                    <a:gd name="connsiteX23" fmla="*/ 2040310 w 2063673"/>
                                    <a:gd name="connsiteY23" fmla="*/ 980316 h 2613173"/>
                                    <a:gd name="connsiteX24" fmla="*/ 1991324 w 2063673"/>
                                    <a:gd name="connsiteY24" fmla="*/ 1241573 h 2613173"/>
                                    <a:gd name="connsiteX25" fmla="*/ 1909681 w 2063673"/>
                                    <a:gd name="connsiteY25" fmla="*/ 1535487 h 2613173"/>
                                    <a:gd name="connsiteX26" fmla="*/ 1746396 w 2063673"/>
                                    <a:gd name="connsiteY26" fmla="*/ 1813073 h 2613173"/>
                                    <a:gd name="connsiteX27" fmla="*/ 1566781 w 2063673"/>
                                    <a:gd name="connsiteY27" fmla="*/ 1976359 h 2613173"/>
                                    <a:gd name="connsiteX28" fmla="*/ 1468810 w 2063673"/>
                                    <a:gd name="connsiteY28" fmla="*/ 2188630 h 2613173"/>
                                    <a:gd name="connsiteX29" fmla="*/ 1419824 w 2063673"/>
                                    <a:gd name="connsiteY29" fmla="*/ 2384573 h 2613173"/>
                                    <a:gd name="connsiteX30" fmla="*/ 1419824 w 2063673"/>
                                    <a:gd name="connsiteY30" fmla="*/ 2596844 h 2613173"/>
                                    <a:gd name="connsiteX31" fmla="*/ 1419824 w 2063673"/>
                                    <a:gd name="connsiteY31" fmla="*/ 2613173 h 2613173"/>
                                    <a:gd name="connsiteX0" fmla="*/ 771583 w 2063673"/>
                                    <a:gd name="connsiteY0" fmla="*/ 2628726 h 2628726"/>
                                    <a:gd name="connsiteX1" fmla="*/ 750353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329619 w 2063673"/>
                                    <a:gd name="connsiteY5" fmla="*/ 1657340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00433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329619 w 2063673"/>
                                    <a:gd name="connsiteY5" fmla="*/ 1657340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329619 w 2063673"/>
                                    <a:gd name="connsiteY5" fmla="*/ 1657340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431399 w 2063673"/>
                                    <a:gd name="connsiteY4" fmla="*/ 1838178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876388 h 2628726"/>
                                    <a:gd name="connsiteX4" fmla="*/ 368800 w 2063673"/>
                                    <a:gd name="connsiteY4" fmla="*/ 1907493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957255 h 2628726"/>
                                    <a:gd name="connsiteX4" fmla="*/ 368800 w 2063673"/>
                                    <a:gd name="connsiteY4" fmla="*/ 1907493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1957255 h 2628726"/>
                                    <a:gd name="connsiteX4" fmla="*/ 356280 w 2063673"/>
                                    <a:gd name="connsiteY4" fmla="*/ 1942151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72678 w 2063673"/>
                                    <a:gd name="connsiteY2" fmla="*/ 2025344 h 2628726"/>
                                    <a:gd name="connsiteX3" fmla="*/ 649667 w 2063673"/>
                                    <a:gd name="connsiteY3" fmla="*/ 2003465 h 2628726"/>
                                    <a:gd name="connsiteX4" fmla="*/ 356280 w 2063673"/>
                                    <a:gd name="connsiteY4" fmla="*/ 1942151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85198 w 2063673"/>
                                    <a:gd name="connsiteY2" fmla="*/ 2094659 h 2628726"/>
                                    <a:gd name="connsiteX3" fmla="*/ 649667 w 2063673"/>
                                    <a:gd name="connsiteY3" fmla="*/ 2003465 h 2628726"/>
                                    <a:gd name="connsiteX4" fmla="*/ 356280 w 2063673"/>
                                    <a:gd name="connsiteY4" fmla="*/ 1942151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85198 w 2063673"/>
                                    <a:gd name="connsiteY2" fmla="*/ 2094659 h 2628726"/>
                                    <a:gd name="connsiteX3" fmla="*/ 649667 w 2063673"/>
                                    <a:gd name="connsiteY3" fmla="*/ 2003465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85198 w 2063673"/>
                                    <a:gd name="connsiteY2" fmla="*/ 2094659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771583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44167 w 2063673"/>
                                    <a:gd name="connsiteY8" fmla="*/ 1421187 h 2628726"/>
                                    <a:gd name="connsiteX9" fmla="*/ 211510 w 2063673"/>
                                    <a:gd name="connsiteY9" fmla="*/ 1323216 h 2628726"/>
                                    <a:gd name="connsiteX10" fmla="*/ 31896 w 2063673"/>
                                    <a:gd name="connsiteY10" fmla="*/ 1257902 h 2628726"/>
                                    <a:gd name="connsiteX11" fmla="*/ 4141 w 2063673"/>
                                    <a:gd name="connsiteY11" fmla="*/ 1179034 h 2628726"/>
                                    <a:gd name="connsiteX12" fmla="*/ 80881 w 2063673"/>
                                    <a:gd name="connsiteY12" fmla="*/ 1078287 h 2628726"/>
                                    <a:gd name="connsiteX13" fmla="*/ 227839 w 2063673"/>
                                    <a:gd name="connsiteY13" fmla="*/ 931330 h 2628726"/>
                                    <a:gd name="connsiteX14" fmla="*/ 309481 w 2063673"/>
                                    <a:gd name="connsiteY14" fmla="*/ 784373 h 2628726"/>
                                    <a:gd name="connsiteX15" fmla="*/ 358467 w 2063673"/>
                                    <a:gd name="connsiteY15" fmla="*/ 621087 h 2628726"/>
                                    <a:gd name="connsiteX16" fmla="*/ 493998 w 2063673"/>
                                    <a:gd name="connsiteY16" fmla="*/ 278187 h 2628726"/>
                                    <a:gd name="connsiteX17" fmla="*/ 766681 w 2063673"/>
                                    <a:gd name="connsiteY17" fmla="*/ 82244 h 2628726"/>
                                    <a:gd name="connsiteX18" fmla="*/ 1044267 w 2063673"/>
                                    <a:gd name="connsiteY18" fmla="*/ 602 h 2628726"/>
                                    <a:gd name="connsiteX19" fmla="*/ 1501467 w 2063673"/>
                                    <a:gd name="connsiteY19" fmla="*/ 49587 h 2628726"/>
                                    <a:gd name="connsiteX20" fmla="*/ 1713739 w 2063673"/>
                                    <a:gd name="connsiteY20" fmla="*/ 131230 h 2628726"/>
                                    <a:gd name="connsiteX21" fmla="*/ 1926010 w 2063673"/>
                                    <a:gd name="connsiteY21" fmla="*/ 327173 h 2628726"/>
                                    <a:gd name="connsiteX22" fmla="*/ 2056639 w 2063673"/>
                                    <a:gd name="connsiteY22" fmla="*/ 702730 h 2628726"/>
                                    <a:gd name="connsiteX23" fmla="*/ 2040310 w 2063673"/>
                                    <a:gd name="connsiteY23" fmla="*/ 980316 h 2628726"/>
                                    <a:gd name="connsiteX24" fmla="*/ 1991324 w 2063673"/>
                                    <a:gd name="connsiteY24" fmla="*/ 1241573 h 2628726"/>
                                    <a:gd name="connsiteX25" fmla="*/ 1909681 w 2063673"/>
                                    <a:gd name="connsiteY25" fmla="*/ 1535487 h 2628726"/>
                                    <a:gd name="connsiteX26" fmla="*/ 1746396 w 2063673"/>
                                    <a:gd name="connsiteY26" fmla="*/ 1813073 h 2628726"/>
                                    <a:gd name="connsiteX27" fmla="*/ 1566781 w 2063673"/>
                                    <a:gd name="connsiteY27" fmla="*/ 1976359 h 2628726"/>
                                    <a:gd name="connsiteX28" fmla="*/ 1468810 w 2063673"/>
                                    <a:gd name="connsiteY28" fmla="*/ 2188630 h 2628726"/>
                                    <a:gd name="connsiteX29" fmla="*/ 1419824 w 2063673"/>
                                    <a:gd name="connsiteY29" fmla="*/ 2384573 h 2628726"/>
                                    <a:gd name="connsiteX30" fmla="*/ 1419824 w 2063673"/>
                                    <a:gd name="connsiteY30" fmla="*/ 2596844 h 2628726"/>
                                    <a:gd name="connsiteX31" fmla="*/ 1419824 w 2063673"/>
                                    <a:gd name="connsiteY31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11510 w 2063673"/>
                                    <a:gd name="connsiteY8" fmla="*/ 1323216 h 2628726"/>
                                    <a:gd name="connsiteX9" fmla="*/ 31896 w 2063673"/>
                                    <a:gd name="connsiteY9" fmla="*/ 1257902 h 2628726"/>
                                    <a:gd name="connsiteX10" fmla="*/ 4141 w 2063673"/>
                                    <a:gd name="connsiteY10" fmla="*/ 1179034 h 2628726"/>
                                    <a:gd name="connsiteX11" fmla="*/ 80881 w 2063673"/>
                                    <a:gd name="connsiteY11" fmla="*/ 1078287 h 2628726"/>
                                    <a:gd name="connsiteX12" fmla="*/ 227839 w 2063673"/>
                                    <a:gd name="connsiteY12" fmla="*/ 931330 h 2628726"/>
                                    <a:gd name="connsiteX13" fmla="*/ 309481 w 2063673"/>
                                    <a:gd name="connsiteY13" fmla="*/ 784373 h 2628726"/>
                                    <a:gd name="connsiteX14" fmla="*/ 358467 w 2063673"/>
                                    <a:gd name="connsiteY14" fmla="*/ 621087 h 2628726"/>
                                    <a:gd name="connsiteX15" fmla="*/ 493998 w 2063673"/>
                                    <a:gd name="connsiteY15" fmla="*/ 278187 h 2628726"/>
                                    <a:gd name="connsiteX16" fmla="*/ 766681 w 2063673"/>
                                    <a:gd name="connsiteY16" fmla="*/ 82244 h 2628726"/>
                                    <a:gd name="connsiteX17" fmla="*/ 1044267 w 2063673"/>
                                    <a:gd name="connsiteY17" fmla="*/ 602 h 2628726"/>
                                    <a:gd name="connsiteX18" fmla="*/ 1501467 w 2063673"/>
                                    <a:gd name="connsiteY18" fmla="*/ 49587 h 2628726"/>
                                    <a:gd name="connsiteX19" fmla="*/ 1713739 w 2063673"/>
                                    <a:gd name="connsiteY19" fmla="*/ 131230 h 2628726"/>
                                    <a:gd name="connsiteX20" fmla="*/ 1926010 w 2063673"/>
                                    <a:gd name="connsiteY20" fmla="*/ 327173 h 2628726"/>
                                    <a:gd name="connsiteX21" fmla="*/ 2056639 w 2063673"/>
                                    <a:gd name="connsiteY21" fmla="*/ 702730 h 2628726"/>
                                    <a:gd name="connsiteX22" fmla="*/ 2040310 w 2063673"/>
                                    <a:gd name="connsiteY22" fmla="*/ 980316 h 2628726"/>
                                    <a:gd name="connsiteX23" fmla="*/ 1991324 w 2063673"/>
                                    <a:gd name="connsiteY23" fmla="*/ 1241573 h 2628726"/>
                                    <a:gd name="connsiteX24" fmla="*/ 1909681 w 2063673"/>
                                    <a:gd name="connsiteY24" fmla="*/ 1535487 h 2628726"/>
                                    <a:gd name="connsiteX25" fmla="*/ 1746396 w 2063673"/>
                                    <a:gd name="connsiteY25" fmla="*/ 1813073 h 2628726"/>
                                    <a:gd name="connsiteX26" fmla="*/ 1566781 w 2063673"/>
                                    <a:gd name="connsiteY26" fmla="*/ 1976359 h 2628726"/>
                                    <a:gd name="connsiteX27" fmla="*/ 1468810 w 2063673"/>
                                    <a:gd name="connsiteY27" fmla="*/ 2188630 h 2628726"/>
                                    <a:gd name="connsiteX28" fmla="*/ 1419824 w 2063673"/>
                                    <a:gd name="connsiteY28" fmla="*/ 2384573 h 2628726"/>
                                    <a:gd name="connsiteX29" fmla="*/ 1419824 w 2063673"/>
                                    <a:gd name="connsiteY29" fmla="*/ 2596844 h 2628726"/>
                                    <a:gd name="connsiteX30" fmla="*/ 1419824 w 2063673"/>
                                    <a:gd name="connsiteY30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11510 w 2063673"/>
                                    <a:gd name="connsiteY8" fmla="*/ 1323216 h 2628726"/>
                                    <a:gd name="connsiteX9" fmla="*/ 31896 w 2063673"/>
                                    <a:gd name="connsiteY9" fmla="*/ 1257902 h 2628726"/>
                                    <a:gd name="connsiteX10" fmla="*/ 4141 w 2063673"/>
                                    <a:gd name="connsiteY10" fmla="*/ 1179034 h 2628726"/>
                                    <a:gd name="connsiteX11" fmla="*/ 80881 w 2063673"/>
                                    <a:gd name="connsiteY11" fmla="*/ 1078287 h 2628726"/>
                                    <a:gd name="connsiteX12" fmla="*/ 227839 w 2063673"/>
                                    <a:gd name="connsiteY12" fmla="*/ 931330 h 2628726"/>
                                    <a:gd name="connsiteX13" fmla="*/ 309481 w 2063673"/>
                                    <a:gd name="connsiteY13" fmla="*/ 784373 h 2628726"/>
                                    <a:gd name="connsiteX14" fmla="*/ 383507 w 2063673"/>
                                    <a:gd name="connsiteY14" fmla="*/ 517115 h 2628726"/>
                                    <a:gd name="connsiteX15" fmla="*/ 493998 w 2063673"/>
                                    <a:gd name="connsiteY15" fmla="*/ 278187 h 2628726"/>
                                    <a:gd name="connsiteX16" fmla="*/ 766681 w 2063673"/>
                                    <a:gd name="connsiteY16" fmla="*/ 82244 h 2628726"/>
                                    <a:gd name="connsiteX17" fmla="*/ 1044267 w 2063673"/>
                                    <a:gd name="connsiteY17" fmla="*/ 602 h 2628726"/>
                                    <a:gd name="connsiteX18" fmla="*/ 1501467 w 2063673"/>
                                    <a:gd name="connsiteY18" fmla="*/ 49587 h 2628726"/>
                                    <a:gd name="connsiteX19" fmla="*/ 1713739 w 2063673"/>
                                    <a:gd name="connsiteY19" fmla="*/ 131230 h 2628726"/>
                                    <a:gd name="connsiteX20" fmla="*/ 1926010 w 2063673"/>
                                    <a:gd name="connsiteY20" fmla="*/ 327173 h 2628726"/>
                                    <a:gd name="connsiteX21" fmla="*/ 2056639 w 2063673"/>
                                    <a:gd name="connsiteY21" fmla="*/ 702730 h 2628726"/>
                                    <a:gd name="connsiteX22" fmla="*/ 2040310 w 2063673"/>
                                    <a:gd name="connsiteY22" fmla="*/ 980316 h 2628726"/>
                                    <a:gd name="connsiteX23" fmla="*/ 1991324 w 2063673"/>
                                    <a:gd name="connsiteY23" fmla="*/ 1241573 h 2628726"/>
                                    <a:gd name="connsiteX24" fmla="*/ 1909681 w 2063673"/>
                                    <a:gd name="connsiteY24" fmla="*/ 1535487 h 2628726"/>
                                    <a:gd name="connsiteX25" fmla="*/ 1746396 w 2063673"/>
                                    <a:gd name="connsiteY25" fmla="*/ 1813073 h 2628726"/>
                                    <a:gd name="connsiteX26" fmla="*/ 1566781 w 2063673"/>
                                    <a:gd name="connsiteY26" fmla="*/ 1976359 h 2628726"/>
                                    <a:gd name="connsiteX27" fmla="*/ 1468810 w 2063673"/>
                                    <a:gd name="connsiteY27" fmla="*/ 2188630 h 2628726"/>
                                    <a:gd name="connsiteX28" fmla="*/ 1419824 w 2063673"/>
                                    <a:gd name="connsiteY28" fmla="*/ 2384573 h 2628726"/>
                                    <a:gd name="connsiteX29" fmla="*/ 1419824 w 2063673"/>
                                    <a:gd name="connsiteY29" fmla="*/ 2596844 h 2628726"/>
                                    <a:gd name="connsiteX30" fmla="*/ 1419824 w 2063673"/>
                                    <a:gd name="connsiteY30" fmla="*/ 2613173 h 2628726"/>
                                    <a:gd name="connsiteX0" fmla="*/ 834182 w 2063673"/>
                                    <a:gd name="connsiteY0" fmla="*/ 2628726 h 2628726"/>
                                    <a:gd name="connsiteX1" fmla="*/ 825472 w 2063673"/>
                                    <a:gd name="connsiteY1" fmla="*/ 2221287 h 2628726"/>
                                    <a:gd name="connsiteX2" fmla="*/ 747639 w 2063673"/>
                                    <a:gd name="connsiteY2" fmla="*/ 2025344 h 2628726"/>
                                    <a:gd name="connsiteX3" fmla="*/ 599587 w 2063673"/>
                                    <a:gd name="connsiteY3" fmla="*/ 1945703 h 2628726"/>
                                    <a:gd name="connsiteX4" fmla="*/ 356280 w 2063673"/>
                                    <a:gd name="connsiteY4" fmla="*/ 1872837 h 2628726"/>
                                    <a:gd name="connsiteX5" fmla="*/ 292060 w 2063673"/>
                                    <a:gd name="connsiteY5" fmla="*/ 1645787 h 2628726"/>
                                    <a:gd name="connsiteX6" fmla="*/ 677459 w 2063673"/>
                                    <a:gd name="connsiteY6" fmla="*/ 1529487 h 2628726"/>
                                    <a:gd name="connsiteX7" fmla="*/ 276824 w 2063673"/>
                                    <a:gd name="connsiteY7" fmla="*/ 1535487 h 2628726"/>
                                    <a:gd name="connsiteX8" fmla="*/ 211510 w 2063673"/>
                                    <a:gd name="connsiteY8" fmla="*/ 1323216 h 2628726"/>
                                    <a:gd name="connsiteX9" fmla="*/ 31896 w 2063673"/>
                                    <a:gd name="connsiteY9" fmla="*/ 1257902 h 2628726"/>
                                    <a:gd name="connsiteX10" fmla="*/ 4141 w 2063673"/>
                                    <a:gd name="connsiteY10" fmla="*/ 1179034 h 2628726"/>
                                    <a:gd name="connsiteX11" fmla="*/ 80881 w 2063673"/>
                                    <a:gd name="connsiteY11" fmla="*/ 1078287 h 2628726"/>
                                    <a:gd name="connsiteX12" fmla="*/ 227839 w 2063673"/>
                                    <a:gd name="connsiteY12" fmla="*/ 931330 h 2628726"/>
                                    <a:gd name="connsiteX13" fmla="*/ 309481 w 2063673"/>
                                    <a:gd name="connsiteY13" fmla="*/ 784373 h 2628726"/>
                                    <a:gd name="connsiteX14" fmla="*/ 383507 w 2063673"/>
                                    <a:gd name="connsiteY14" fmla="*/ 517115 h 2628726"/>
                                    <a:gd name="connsiteX15" fmla="*/ 456438 w 2063673"/>
                                    <a:gd name="connsiteY15" fmla="*/ 266634 h 2628726"/>
                                    <a:gd name="connsiteX16" fmla="*/ 766681 w 2063673"/>
                                    <a:gd name="connsiteY16" fmla="*/ 82244 h 2628726"/>
                                    <a:gd name="connsiteX17" fmla="*/ 1044267 w 2063673"/>
                                    <a:gd name="connsiteY17" fmla="*/ 602 h 2628726"/>
                                    <a:gd name="connsiteX18" fmla="*/ 1501467 w 2063673"/>
                                    <a:gd name="connsiteY18" fmla="*/ 49587 h 2628726"/>
                                    <a:gd name="connsiteX19" fmla="*/ 1713739 w 2063673"/>
                                    <a:gd name="connsiteY19" fmla="*/ 131230 h 2628726"/>
                                    <a:gd name="connsiteX20" fmla="*/ 1926010 w 2063673"/>
                                    <a:gd name="connsiteY20" fmla="*/ 327173 h 2628726"/>
                                    <a:gd name="connsiteX21" fmla="*/ 2056639 w 2063673"/>
                                    <a:gd name="connsiteY21" fmla="*/ 702730 h 2628726"/>
                                    <a:gd name="connsiteX22" fmla="*/ 2040310 w 2063673"/>
                                    <a:gd name="connsiteY22" fmla="*/ 980316 h 2628726"/>
                                    <a:gd name="connsiteX23" fmla="*/ 1991324 w 2063673"/>
                                    <a:gd name="connsiteY23" fmla="*/ 1241573 h 2628726"/>
                                    <a:gd name="connsiteX24" fmla="*/ 1909681 w 2063673"/>
                                    <a:gd name="connsiteY24" fmla="*/ 1535487 h 2628726"/>
                                    <a:gd name="connsiteX25" fmla="*/ 1746396 w 2063673"/>
                                    <a:gd name="connsiteY25" fmla="*/ 1813073 h 2628726"/>
                                    <a:gd name="connsiteX26" fmla="*/ 1566781 w 2063673"/>
                                    <a:gd name="connsiteY26" fmla="*/ 1976359 h 2628726"/>
                                    <a:gd name="connsiteX27" fmla="*/ 1468810 w 2063673"/>
                                    <a:gd name="connsiteY27" fmla="*/ 2188630 h 2628726"/>
                                    <a:gd name="connsiteX28" fmla="*/ 1419824 w 2063673"/>
                                    <a:gd name="connsiteY28" fmla="*/ 2384573 h 2628726"/>
                                    <a:gd name="connsiteX29" fmla="*/ 1419824 w 2063673"/>
                                    <a:gd name="connsiteY29" fmla="*/ 2596844 h 2628726"/>
                                    <a:gd name="connsiteX30" fmla="*/ 1419824 w 2063673"/>
                                    <a:gd name="connsiteY30" fmla="*/ 2613173 h 2628726"/>
                                    <a:gd name="connsiteX0" fmla="*/ 834182 w 2063673"/>
                                    <a:gd name="connsiteY0" fmla="*/ 2628402 h 2628402"/>
                                    <a:gd name="connsiteX1" fmla="*/ 825472 w 2063673"/>
                                    <a:gd name="connsiteY1" fmla="*/ 2220963 h 2628402"/>
                                    <a:gd name="connsiteX2" fmla="*/ 747639 w 2063673"/>
                                    <a:gd name="connsiteY2" fmla="*/ 2025020 h 2628402"/>
                                    <a:gd name="connsiteX3" fmla="*/ 599587 w 2063673"/>
                                    <a:gd name="connsiteY3" fmla="*/ 1945379 h 2628402"/>
                                    <a:gd name="connsiteX4" fmla="*/ 356280 w 2063673"/>
                                    <a:gd name="connsiteY4" fmla="*/ 1872513 h 2628402"/>
                                    <a:gd name="connsiteX5" fmla="*/ 292060 w 2063673"/>
                                    <a:gd name="connsiteY5" fmla="*/ 1645463 h 2628402"/>
                                    <a:gd name="connsiteX6" fmla="*/ 677459 w 2063673"/>
                                    <a:gd name="connsiteY6" fmla="*/ 1529163 h 2628402"/>
                                    <a:gd name="connsiteX7" fmla="*/ 276824 w 2063673"/>
                                    <a:gd name="connsiteY7" fmla="*/ 1535163 h 2628402"/>
                                    <a:gd name="connsiteX8" fmla="*/ 211510 w 2063673"/>
                                    <a:gd name="connsiteY8" fmla="*/ 1322892 h 2628402"/>
                                    <a:gd name="connsiteX9" fmla="*/ 31896 w 2063673"/>
                                    <a:gd name="connsiteY9" fmla="*/ 1257578 h 2628402"/>
                                    <a:gd name="connsiteX10" fmla="*/ 4141 w 2063673"/>
                                    <a:gd name="connsiteY10" fmla="*/ 1178710 h 2628402"/>
                                    <a:gd name="connsiteX11" fmla="*/ 80881 w 2063673"/>
                                    <a:gd name="connsiteY11" fmla="*/ 1077963 h 2628402"/>
                                    <a:gd name="connsiteX12" fmla="*/ 227839 w 2063673"/>
                                    <a:gd name="connsiteY12" fmla="*/ 931006 h 2628402"/>
                                    <a:gd name="connsiteX13" fmla="*/ 309481 w 2063673"/>
                                    <a:gd name="connsiteY13" fmla="*/ 784049 h 2628402"/>
                                    <a:gd name="connsiteX14" fmla="*/ 383507 w 2063673"/>
                                    <a:gd name="connsiteY14" fmla="*/ 516791 h 2628402"/>
                                    <a:gd name="connsiteX15" fmla="*/ 456438 w 2063673"/>
                                    <a:gd name="connsiteY15" fmla="*/ 266310 h 2628402"/>
                                    <a:gd name="connsiteX16" fmla="*/ 666523 w 2063673"/>
                                    <a:gd name="connsiteY16" fmla="*/ 70368 h 2628402"/>
                                    <a:gd name="connsiteX17" fmla="*/ 1044267 w 2063673"/>
                                    <a:gd name="connsiteY17" fmla="*/ 278 h 2628402"/>
                                    <a:gd name="connsiteX18" fmla="*/ 1501467 w 2063673"/>
                                    <a:gd name="connsiteY18" fmla="*/ 49263 h 2628402"/>
                                    <a:gd name="connsiteX19" fmla="*/ 1713739 w 2063673"/>
                                    <a:gd name="connsiteY19" fmla="*/ 130906 h 2628402"/>
                                    <a:gd name="connsiteX20" fmla="*/ 1926010 w 2063673"/>
                                    <a:gd name="connsiteY20" fmla="*/ 326849 h 2628402"/>
                                    <a:gd name="connsiteX21" fmla="*/ 2056639 w 2063673"/>
                                    <a:gd name="connsiteY21" fmla="*/ 702406 h 2628402"/>
                                    <a:gd name="connsiteX22" fmla="*/ 2040310 w 2063673"/>
                                    <a:gd name="connsiteY22" fmla="*/ 979992 h 2628402"/>
                                    <a:gd name="connsiteX23" fmla="*/ 1991324 w 2063673"/>
                                    <a:gd name="connsiteY23" fmla="*/ 1241249 h 2628402"/>
                                    <a:gd name="connsiteX24" fmla="*/ 1909681 w 2063673"/>
                                    <a:gd name="connsiteY24" fmla="*/ 1535163 h 2628402"/>
                                    <a:gd name="connsiteX25" fmla="*/ 1746396 w 2063673"/>
                                    <a:gd name="connsiteY25" fmla="*/ 1812749 h 2628402"/>
                                    <a:gd name="connsiteX26" fmla="*/ 1566781 w 2063673"/>
                                    <a:gd name="connsiteY26" fmla="*/ 1976035 h 2628402"/>
                                    <a:gd name="connsiteX27" fmla="*/ 1468810 w 2063673"/>
                                    <a:gd name="connsiteY27" fmla="*/ 2188306 h 2628402"/>
                                    <a:gd name="connsiteX28" fmla="*/ 1419824 w 2063673"/>
                                    <a:gd name="connsiteY28" fmla="*/ 2384249 h 2628402"/>
                                    <a:gd name="connsiteX29" fmla="*/ 1419824 w 2063673"/>
                                    <a:gd name="connsiteY29" fmla="*/ 2596520 h 2628402"/>
                                    <a:gd name="connsiteX30" fmla="*/ 1419824 w 2063673"/>
                                    <a:gd name="connsiteY30" fmla="*/ 2612849 h 2628402"/>
                                    <a:gd name="connsiteX0" fmla="*/ 834182 w 2063673"/>
                                    <a:gd name="connsiteY0" fmla="*/ 2631926 h 2631926"/>
                                    <a:gd name="connsiteX1" fmla="*/ 825472 w 2063673"/>
                                    <a:gd name="connsiteY1" fmla="*/ 2224487 h 2631926"/>
                                    <a:gd name="connsiteX2" fmla="*/ 747639 w 2063673"/>
                                    <a:gd name="connsiteY2" fmla="*/ 2028544 h 2631926"/>
                                    <a:gd name="connsiteX3" fmla="*/ 599587 w 2063673"/>
                                    <a:gd name="connsiteY3" fmla="*/ 1948903 h 2631926"/>
                                    <a:gd name="connsiteX4" fmla="*/ 356280 w 2063673"/>
                                    <a:gd name="connsiteY4" fmla="*/ 1876037 h 2631926"/>
                                    <a:gd name="connsiteX5" fmla="*/ 292060 w 2063673"/>
                                    <a:gd name="connsiteY5" fmla="*/ 1648987 h 2631926"/>
                                    <a:gd name="connsiteX6" fmla="*/ 677459 w 2063673"/>
                                    <a:gd name="connsiteY6" fmla="*/ 1532687 h 2631926"/>
                                    <a:gd name="connsiteX7" fmla="*/ 276824 w 2063673"/>
                                    <a:gd name="connsiteY7" fmla="*/ 1538687 h 2631926"/>
                                    <a:gd name="connsiteX8" fmla="*/ 211510 w 2063673"/>
                                    <a:gd name="connsiteY8" fmla="*/ 1326416 h 2631926"/>
                                    <a:gd name="connsiteX9" fmla="*/ 31896 w 2063673"/>
                                    <a:gd name="connsiteY9" fmla="*/ 1261102 h 2631926"/>
                                    <a:gd name="connsiteX10" fmla="*/ 4141 w 2063673"/>
                                    <a:gd name="connsiteY10" fmla="*/ 1182234 h 2631926"/>
                                    <a:gd name="connsiteX11" fmla="*/ 80881 w 2063673"/>
                                    <a:gd name="connsiteY11" fmla="*/ 1081487 h 2631926"/>
                                    <a:gd name="connsiteX12" fmla="*/ 227839 w 2063673"/>
                                    <a:gd name="connsiteY12" fmla="*/ 934530 h 2631926"/>
                                    <a:gd name="connsiteX13" fmla="*/ 309481 w 2063673"/>
                                    <a:gd name="connsiteY13" fmla="*/ 787573 h 2631926"/>
                                    <a:gd name="connsiteX14" fmla="*/ 383507 w 2063673"/>
                                    <a:gd name="connsiteY14" fmla="*/ 520315 h 2631926"/>
                                    <a:gd name="connsiteX15" fmla="*/ 456438 w 2063673"/>
                                    <a:gd name="connsiteY15" fmla="*/ 269834 h 2631926"/>
                                    <a:gd name="connsiteX16" fmla="*/ 766682 w 2063673"/>
                                    <a:gd name="connsiteY16" fmla="*/ 154759 h 2631926"/>
                                    <a:gd name="connsiteX17" fmla="*/ 1044267 w 2063673"/>
                                    <a:gd name="connsiteY17" fmla="*/ 3802 h 2631926"/>
                                    <a:gd name="connsiteX18" fmla="*/ 1501467 w 2063673"/>
                                    <a:gd name="connsiteY18" fmla="*/ 52787 h 2631926"/>
                                    <a:gd name="connsiteX19" fmla="*/ 1713739 w 2063673"/>
                                    <a:gd name="connsiteY19" fmla="*/ 134430 h 2631926"/>
                                    <a:gd name="connsiteX20" fmla="*/ 1926010 w 2063673"/>
                                    <a:gd name="connsiteY20" fmla="*/ 330373 h 2631926"/>
                                    <a:gd name="connsiteX21" fmla="*/ 2056639 w 2063673"/>
                                    <a:gd name="connsiteY21" fmla="*/ 705930 h 2631926"/>
                                    <a:gd name="connsiteX22" fmla="*/ 2040310 w 2063673"/>
                                    <a:gd name="connsiteY22" fmla="*/ 983516 h 2631926"/>
                                    <a:gd name="connsiteX23" fmla="*/ 1991324 w 2063673"/>
                                    <a:gd name="connsiteY23" fmla="*/ 1244773 h 2631926"/>
                                    <a:gd name="connsiteX24" fmla="*/ 1909681 w 2063673"/>
                                    <a:gd name="connsiteY24" fmla="*/ 1538687 h 2631926"/>
                                    <a:gd name="connsiteX25" fmla="*/ 1746396 w 2063673"/>
                                    <a:gd name="connsiteY25" fmla="*/ 1816273 h 2631926"/>
                                    <a:gd name="connsiteX26" fmla="*/ 1566781 w 2063673"/>
                                    <a:gd name="connsiteY26" fmla="*/ 1979559 h 2631926"/>
                                    <a:gd name="connsiteX27" fmla="*/ 1468810 w 2063673"/>
                                    <a:gd name="connsiteY27" fmla="*/ 2191830 h 2631926"/>
                                    <a:gd name="connsiteX28" fmla="*/ 1419824 w 2063673"/>
                                    <a:gd name="connsiteY28" fmla="*/ 2387773 h 2631926"/>
                                    <a:gd name="connsiteX29" fmla="*/ 1419824 w 2063673"/>
                                    <a:gd name="connsiteY29" fmla="*/ 2600044 h 2631926"/>
                                    <a:gd name="connsiteX30" fmla="*/ 1419824 w 2063673"/>
                                    <a:gd name="connsiteY30" fmla="*/ 2616373 h 2631926"/>
                                    <a:gd name="connsiteX0" fmla="*/ 834182 w 2063673"/>
                                    <a:gd name="connsiteY0" fmla="*/ 2579463 h 2579463"/>
                                    <a:gd name="connsiteX1" fmla="*/ 825472 w 2063673"/>
                                    <a:gd name="connsiteY1" fmla="*/ 2172024 h 2579463"/>
                                    <a:gd name="connsiteX2" fmla="*/ 747639 w 2063673"/>
                                    <a:gd name="connsiteY2" fmla="*/ 1976081 h 2579463"/>
                                    <a:gd name="connsiteX3" fmla="*/ 599587 w 2063673"/>
                                    <a:gd name="connsiteY3" fmla="*/ 1896440 h 2579463"/>
                                    <a:gd name="connsiteX4" fmla="*/ 356280 w 2063673"/>
                                    <a:gd name="connsiteY4" fmla="*/ 1823574 h 2579463"/>
                                    <a:gd name="connsiteX5" fmla="*/ 292060 w 2063673"/>
                                    <a:gd name="connsiteY5" fmla="*/ 1596524 h 2579463"/>
                                    <a:gd name="connsiteX6" fmla="*/ 677459 w 2063673"/>
                                    <a:gd name="connsiteY6" fmla="*/ 1480224 h 2579463"/>
                                    <a:gd name="connsiteX7" fmla="*/ 276824 w 2063673"/>
                                    <a:gd name="connsiteY7" fmla="*/ 1486224 h 2579463"/>
                                    <a:gd name="connsiteX8" fmla="*/ 211510 w 2063673"/>
                                    <a:gd name="connsiteY8" fmla="*/ 1273953 h 2579463"/>
                                    <a:gd name="connsiteX9" fmla="*/ 31896 w 2063673"/>
                                    <a:gd name="connsiteY9" fmla="*/ 1208639 h 2579463"/>
                                    <a:gd name="connsiteX10" fmla="*/ 4141 w 2063673"/>
                                    <a:gd name="connsiteY10" fmla="*/ 1129771 h 2579463"/>
                                    <a:gd name="connsiteX11" fmla="*/ 80881 w 2063673"/>
                                    <a:gd name="connsiteY11" fmla="*/ 1029024 h 2579463"/>
                                    <a:gd name="connsiteX12" fmla="*/ 227839 w 2063673"/>
                                    <a:gd name="connsiteY12" fmla="*/ 882067 h 2579463"/>
                                    <a:gd name="connsiteX13" fmla="*/ 309481 w 2063673"/>
                                    <a:gd name="connsiteY13" fmla="*/ 735110 h 2579463"/>
                                    <a:gd name="connsiteX14" fmla="*/ 383507 w 2063673"/>
                                    <a:gd name="connsiteY14" fmla="*/ 467852 h 2579463"/>
                                    <a:gd name="connsiteX15" fmla="*/ 456438 w 2063673"/>
                                    <a:gd name="connsiteY15" fmla="*/ 217371 h 2579463"/>
                                    <a:gd name="connsiteX16" fmla="*/ 766682 w 2063673"/>
                                    <a:gd name="connsiteY16" fmla="*/ 102296 h 2579463"/>
                                    <a:gd name="connsiteX17" fmla="*/ 1119386 w 2063673"/>
                                    <a:gd name="connsiteY17" fmla="*/ 55311 h 2579463"/>
                                    <a:gd name="connsiteX18" fmla="*/ 1501467 w 2063673"/>
                                    <a:gd name="connsiteY18" fmla="*/ 324 h 2579463"/>
                                    <a:gd name="connsiteX19" fmla="*/ 1713739 w 2063673"/>
                                    <a:gd name="connsiteY19" fmla="*/ 81967 h 2579463"/>
                                    <a:gd name="connsiteX20" fmla="*/ 1926010 w 2063673"/>
                                    <a:gd name="connsiteY20" fmla="*/ 277910 h 2579463"/>
                                    <a:gd name="connsiteX21" fmla="*/ 2056639 w 2063673"/>
                                    <a:gd name="connsiteY21" fmla="*/ 653467 h 2579463"/>
                                    <a:gd name="connsiteX22" fmla="*/ 2040310 w 2063673"/>
                                    <a:gd name="connsiteY22" fmla="*/ 931053 h 2579463"/>
                                    <a:gd name="connsiteX23" fmla="*/ 1991324 w 2063673"/>
                                    <a:gd name="connsiteY23" fmla="*/ 1192310 h 2579463"/>
                                    <a:gd name="connsiteX24" fmla="*/ 1909681 w 2063673"/>
                                    <a:gd name="connsiteY24" fmla="*/ 1486224 h 2579463"/>
                                    <a:gd name="connsiteX25" fmla="*/ 1746396 w 2063673"/>
                                    <a:gd name="connsiteY25" fmla="*/ 1763810 h 2579463"/>
                                    <a:gd name="connsiteX26" fmla="*/ 1566781 w 2063673"/>
                                    <a:gd name="connsiteY26" fmla="*/ 1927096 h 2579463"/>
                                    <a:gd name="connsiteX27" fmla="*/ 1468810 w 2063673"/>
                                    <a:gd name="connsiteY27" fmla="*/ 2139367 h 2579463"/>
                                    <a:gd name="connsiteX28" fmla="*/ 1419824 w 2063673"/>
                                    <a:gd name="connsiteY28" fmla="*/ 2335310 h 2579463"/>
                                    <a:gd name="connsiteX29" fmla="*/ 1419824 w 2063673"/>
                                    <a:gd name="connsiteY29" fmla="*/ 2547581 h 2579463"/>
                                    <a:gd name="connsiteX30" fmla="*/ 1419824 w 2063673"/>
                                    <a:gd name="connsiteY30" fmla="*/ 2563910 h 2579463"/>
                                    <a:gd name="connsiteX0" fmla="*/ 834182 w 2063673"/>
                                    <a:gd name="connsiteY0" fmla="*/ 2524157 h 2524157"/>
                                    <a:gd name="connsiteX1" fmla="*/ 825472 w 2063673"/>
                                    <a:gd name="connsiteY1" fmla="*/ 2116718 h 2524157"/>
                                    <a:gd name="connsiteX2" fmla="*/ 747639 w 2063673"/>
                                    <a:gd name="connsiteY2" fmla="*/ 1920775 h 2524157"/>
                                    <a:gd name="connsiteX3" fmla="*/ 599587 w 2063673"/>
                                    <a:gd name="connsiteY3" fmla="*/ 1841134 h 2524157"/>
                                    <a:gd name="connsiteX4" fmla="*/ 356280 w 2063673"/>
                                    <a:gd name="connsiteY4" fmla="*/ 1768268 h 2524157"/>
                                    <a:gd name="connsiteX5" fmla="*/ 292060 w 2063673"/>
                                    <a:gd name="connsiteY5" fmla="*/ 1541218 h 2524157"/>
                                    <a:gd name="connsiteX6" fmla="*/ 677459 w 2063673"/>
                                    <a:gd name="connsiteY6" fmla="*/ 1424918 h 2524157"/>
                                    <a:gd name="connsiteX7" fmla="*/ 276824 w 2063673"/>
                                    <a:gd name="connsiteY7" fmla="*/ 1430918 h 2524157"/>
                                    <a:gd name="connsiteX8" fmla="*/ 211510 w 2063673"/>
                                    <a:gd name="connsiteY8" fmla="*/ 1218647 h 2524157"/>
                                    <a:gd name="connsiteX9" fmla="*/ 31896 w 2063673"/>
                                    <a:gd name="connsiteY9" fmla="*/ 1153333 h 2524157"/>
                                    <a:gd name="connsiteX10" fmla="*/ 4141 w 2063673"/>
                                    <a:gd name="connsiteY10" fmla="*/ 1074465 h 2524157"/>
                                    <a:gd name="connsiteX11" fmla="*/ 80881 w 2063673"/>
                                    <a:gd name="connsiteY11" fmla="*/ 973718 h 2524157"/>
                                    <a:gd name="connsiteX12" fmla="*/ 227839 w 2063673"/>
                                    <a:gd name="connsiteY12" fmla="*/ 826761 h 2524157"/>
                                    <a:gd name="connsiteX13" fmla="*/ 309481 w 2063673"/>
                                    <a:gd name="connsiteY13" fmla="*/ 679804 h 2524157"/>
                                    <a:gd name="connsiteX14" fmla="*/ 383507 w 2063673"/>
                                    <a:gd name="connsiteY14" fmla="*/ 412546 h 2524157"/>
                                    <a:gd name="connsiteX15" fmla="*/ 456438 w 2063673"/>
                                    <a:gd name="connsiteY15" fmla="*/ 162065 h 2524157"/>
                                    <a:gd name="connsiteX16" fmla="*/ 766682 w 2063673"/>
                                    <a:gd name="connsiteY16" fmla="*/ 46990 h 2524157"/>
                                    <a:gd name="connsiteX17" fmla="*/ 1119386 w 2063673"/>
                                    <a:gd name="connsiteY17" fmla="*/ 5 h 2524157"/>
                                    <a:gd name="connsiteX18" fmla="*/ 1488946 w 2063673"/>
                                    <a:gd name="connsiteY18" fmla="*/ 48990 h 2524157"/>
                                    <a:gd name="connsiteX19" fmla="*/ 1713739 w 2063673"/>
                                    <a:gd name="connsiteY19" fmla="*/ 26661 h 2524157"/>
                                    <a:gd name="connsiteX20" fmla="*/ 1926010 w 2063673"/>
                                    <a:gd name="connsiteY20" fmla="*/ 222604 h 2524157"/>
                                    <a:gd name="connsiteX21" fmla="*/ 2056639 w 2063673"/>
                                    <a:gd name="connsiteY21" fmla="*/ 598161 h 2524157"/>
                                    <a:gd name="connsiteX22" fmla="*/ 2040310 w 2063673"/>
                                    <a:gd name="connsiteY22" fmla="*/ 875747 h 2524157"/>
                                    <a:gd name="connsiteX23" fmla="*/ 1991324 w 2063673"/>
                                    <a:gd name="connsiteY23" fmla="*/ 1137004 h 2524157"/>
                                    <a:gd name="connsiteX24" fmla="*/ 1909681 w 2063673"/>
                                    <a:gd name="connsiteY24" fmla="*/ 1430918 h 2524157"/>
                                    <a:gd name="connsiteX25" fmla="*/ 1746396 w 2063673"/>
                                    <a:gd name="connsiteY25" fmla="*/ 1708504 h 2524157"/>
                                    <a:gd name="connsiteX26" fmla="*/ 1566781 w 2063673"/>
                                    <a:gd name="connsiteY26" fmla="*/ 1871790 h 2524157"/>
                                    <a:gd name="connsiteX27" fmla="*/ 1468810 w 2063673"/>
                                    <a:gd name="connsiteY27" fmla="*/ 2084061 h 2524157"/>
                                    <a:gd name="connsiteX28" fmla="*/ 1419824 w 2063673"/>
                                    <a:gd name="connsiteY28" fmla="*/ 2280004 h 2524157"/>
                                    <a:gd name="connsiteX29" fmla="*/ 1419824 w 2063673"/>
                                    <a:gd name="connsiteY29" fmla="*/ 2492275 h 2524157"/>
                                    <a:gd name="connsiteX30" fmla="*/ 1419824 w 2063673"/>
                                    <a:gd name="connsiteY30" fmla="*/ 2508604 h 2524157"/>
                                    <a:gd name="connsiteX0" fmla="*/ 834182 w 2063673"/>
                                    <a:gd name="connsiteY0" fmla="*/ 2524157 h 2524157"/>
                                    <a:gd name="connsiteX1" fmla="*/ 825472 w 2063673"/>
                                    <a:gd name="connsiteY1" fmla="*/ 2116718 h 2524157"/>
                                    <a:gd name="connsiteX2" fmla="*/ 747639 w 2063673"/>
                                    <a:gd name="connsiteY2" fmla="*/ 1920775 h 2524157"/>
                                    <a:gd name="connsiteX3" fmla="*/ 599587 w 2063673"/>
                                    <a:gd name="connsiteY3" fmla="*/ 1841134 h 2524157"/>
                                    <a:gd name="connsiteX4" fmla="*/ 356280 w 2063673"/>
                                    <a:gd name="connsiteY4" fmla="*/ 1768268 h 2524157"/>
                                    <a:gd name="connsiteX5" fmla="*/ 292060 w 2063673"/>
                                    <a:gd name="connsiteY5" fmla="*/ 1541218 h 2524157"/>
                                    <a:gd name="connsiteX6" fmla="*/ 677459 w 2063673"/>
                                    <a:gd name="connsiteY6" fmla="*/ 1424918 h 2524157"/>
                                    <a:gd name="connsiteX7" fmla="*/ 276824 w 2063673"/>
                                    <a:gd name="connsiteY7" fmla="*/ 1430918 h 2524157"/>
                                    <a:gd name="connsiteX8" fmla="*/ 211510 w 2063673"/>
                                    <a:gd name="connsiteY8" fmla="*/ 1218647 h 2524157"/>
                                    <a:gd name="connsiteX9" fmla="*/ 31896 w 2063673"/>
                                    <a:gd name="connsiteY9" fmla="*/ 1153333 h 2524157"/>
                                    <a:gd name="connsiteX10" fmla="*/ 4141 w 2063673"/>
                                    <a:gd name="connsiteY10" fmla="*/ 1074465 h 2524157"/>
                                    <a:gd name="connsiteX11" fmla="*/ 80881 w 2063673"/>
                                    <a:gd name="connsiteY11" fmla="*/ 973718 h 2524157"/>
                                    <a:gd name="connsiteX12" fmla="*/ 227839 w 2063673"/>
                                    <a:gd name="connsiteY12" fmla="*/ 826761 h 2524157"/>
                                    <a:gd name="connsiteX13" fmla="*/ 309481 w 2063673"/>
                                    <a:gd name="connsiteY13" fmla="*/ 679804 h 2524157"/>
                                    <a:gd name="connsiteX14" fmla="*/ 383507 w 2063673"/>
                                    <a:gd name="connsiteY14" fmla="*/ 412546 h 2524157"/>
                                    <a:gd name="connsiteX15" fmla="*/ 556596 w 2063673"/>
                                    <a:gd name="connsiteY15" fmla="*/ 185170 h 2524157"/>
                                    <a:gd name="connsiteX16" fmla="*/ 766682 w 2063673"/>
                                    <a:gd name="connsiteY16" fmla="*/ 46990 h 2524157"/>
                                    <a:gd name="connsiteX17" fmla="*/ 1119386 w 2063673"/>
                                    <a:gd name="connsiteY17" fmla="*/ 5 h 2524157"/>
                                    <a:gd name="connsiteX18" fmla="*/ 1488946 w 2063673"/>
                                    <a:gd name="connsiteY18" fmla="*/ 48990 h 2524157"/>
                                    <a:gd name="connsiteX19" fmla="*/ 1713739 w 2063673"/>
                                    <a:gd name="connsiteY19" fmla="*/ 26661 h 2524157"/>
                                    <a:gd name="connsiteX20" fmla="*/ 1926010 w 2063673"/>
                                    <a:gd name="connsiteY20" fmla="*/ 222604 h 2524157"/>
                                    <a:gd name="connsiteX21" fmla="*/ 2056639 w 2063673"/>
                                    <a:gd name="connsiteY21" fmla="*/ 598161 h 2524157"/>
                                    <a:gd name="connsiteX22" fmla="*/ 2040310 w 2063673"/>
                                    <a:gd name="connsiteY22" fmla="*/ 875747 h 2524157"/>
                                    <a:gd name="connsiteX23" fmla="*/ 1991324 w 2063673"/>
                                    <a:gd name="connsiteY23" fmla="*/ 1137004 h 2524157"/>
                                    <a:gd name="connsiteX24" fmla="*/ 1909681 w 2063673"/>
                                    <a:gd name="connsiteY24" fmla="*/ 1430918 h 2524157"/>
                                    <a:gd name="connsiteX25" fmla="*/ 1746396 w 2063673"/>
                                    <a:gd name="connsiteY25" fmla="*/ 1708504 h 2524157"/>
                                    <a:gd name="connsiteX26" fmla="*/ 1566781 w 2063673"/>
                                    <a:gd name="connsiteY26" fmla="*/ 1871790 h 2524157"/>
                                    <a:gd name="connsiteX27" fmla="*/ 1468810 w 2063673"/>
                                    <a:gd name="connsiteY27" fmla="*/ 2084061 h 2524157"/>
                                    <a:gd name="connsiteX28" fmla="*/ 1419824 w 2063673"/>
                                    <a:gd name="connsiteY28" fmla="*/ 2280004 h 2524157"/>
                                    <a:gd name="connsiteX29" fmla="*/ 1419824 w 2063673"/>
                                    <a:gd name="connsiteY29" fmla="*/ 2492275 h 2524157"/>
                                    <a:gd name="connsiteX30" fmla="*/ 1419824 w 2063673"/>
                                    <a:gd name="connsiteY30" fmla="*/ 2508604 h 2524157"/>
                                    <a:gd name="connsiteX0" fmla="*/ 834182 w 2063673"/>
                                    <a:gd name="connsiteY0" fmla="*/ 2524157 h 2524157"/>
                                    <a:gd name="connsiteX1" fmla="*/ 825472 w 2063673"/>
                                    <a:gd name="connsiteY1" fmla="*/ 2116718 h 2524157"/>
                                    <a:gd name="connsiteX2" fmla="*/ 747639 w 2063673"/>
                                    <a:gd name="connsiteY2" fmla="*/ 1920775 h 2524157"/>
                                    <a:gd name="connsiteX3" fmla="*/ 599587 w 2063673"/>
                                    <a:gd name="connsiteY3" fmla="*/ 1841134 h 2524157"/>
                                    <a:gd name="connsiteX4" fmla="*/ 356280 w 2063673"/>
                                    <a:gd name="connsiteY4" fmla="*/ 1768268 h 2524157"/>
                                    <a:gd name="connsiteX5" fmla="*/ 292060 w 2063673"/>
                                    <a:gd name="connsiteY5" fmla="*/ 1541218 h 2524157"/>
                                    <a:gd name="connsiteX6" fmla="*/ 677459 w 2063673"/>
                                    <a:gd name="connsiteY6" fmla="*/ 1424918 h 2524157"/>
                                    <a:gd name="connsiteX7" fmla="*/ 276824 w 2063673"/>
                                    <a:gd name="connsiteY7" fmla="*/ 1430918 h 2524157"/>
                                    <a:gd name="connsiteX8" fmla="*/ 211510 w 2063673"/>
                                    <a:gd name="connsiteY8" fmla="*/ 1218647 h 2524157"/>
                                    <a:gd name="connsiteX9" fmla="*/ 31896 w 2063673"/>
                                    <a:gd name="connsiteY9" fmla="*/ 1153333 h 2524157"/>
                                    <a:gd name="connsiteX10" fmla="*/ 4141 w 2063673"/>
                                    <a:gd name="connsiteY10" fmla="*/ 1074465 h 2524157"/>
                                    <a:gd name="connsiteX11" fmla="*/ 80881 w 2063673"/>
                                    <a:gd name="connsiteY11" fmla="*/ 973718 h 2524157"/>
                                    <a:gd name="connsiteX12" fmla="*/ 227839 w 2063673"/>
                                    <a:gd name="connsiteY12" fmla="*/ 826761 h 2524157"/>
                                    <a:gd name="connsiteX13" fmla="*/ 309481 w 2063673"/>
                                    <a:gd name="connsiteY13" fmla="*/ 679804 h 2524157"/>
                                    <a:gd name="connsiteX14" fmla="*/ 383507 w 2063673"/>
                                    <a:gd name="connsiteY14" fmla="*/ 412546 h 2524157"/>
                                    <a:gd name="connsiteX15" fmla="*/ 556596 w 2063673"/>
                                    <a:gd name="connsiteY15" fmla="*/ 185170 h 2524157"/>
                                    <a:gd name="connsiteX16" fmla="*/ 766682 w 2063673"/>
                                    <a:gd name="connsiteY16" fmla="*/ 46990 h 2524157"/>
                                    <a:gd name="connsiteX17" fmla="*/ 1119386 w 2063673"/>
                                    <a:gd name="connsiteY17" fmla="*/ 5 h 2524157"/>
                                    <a:gd name="connsiteX18" fmla="*/ 1488946 w 2063673"/>
                                    <a:gd name="connsiteY18" fmla="*/ 48990 h 2524157"/>
                                    <a:gd name="connsiteX19" fmla="*/ 1751299 w 2063673"/>
                                    <a:gd name="connsiteY19" fmla="*/ 176843 h 2524157"/>
                                    <a:gd name="connsiteX20" fmla="*/ 1926010 w 2063673"/>
                                    <a:gd name="connsiteY20" fmla="*/ 222604 h 2524157"/>
                                    <a:gd name="connsiteX21" fmla="*/ 2056639 w 2063673"/>
                                    <a:gd name="connsiteY21" fmla="*/ 598161 h 2524157"/>
                                    <a:gd name="connsiteX22" fmla="*/ 2040310 w 2063673"/>
                                    <a:gd name="connsiteY22" fmla="*/ 875747 h 2524157"/>
                                    <a:gd name="connsiteX23" fmla="*/ 1991324 w 2063673"/>
                                    <a:gd name="connsiteY23" fmla="*/ 1137004 h 2524157"/>
                                    <a:gd name="connsiteX24" fmla="*/ 1909681 w 2063673"/>
                                    <a:gd name="connsiteY24" fmla="*/ 1430918 h 2524157"/>
                                    <a:gd name="connsiteX25" fmla="*/ 1746396 w 2063673"/>
                                    <a:gd name="connsiteY25" fmla="*/ 1708504 h 2524157"/>
                                    <a:gd name="connsiteX26" fmla="*/ 1566781 w 2063673"/>
                                    <a:gd name="connsiteY26" fmla="*/ 1871790 h 2524157"/>
                                    <a:gd name="connsiteX27" fmla="*/ 1468810 w 2063673"/>
                                    <a:gd name="connsiteY27" fmla="*/ 2084061 h 2524157"/>
                                    <a:gd name="connsiteX28" fmla="*/ 1419824 w 2063673"/>
                                    <a:gd name="connsiteY28" fmla="*/ 2280004 h 2524157"/>
                                    <a:gd name="connsiteX29" fmla="*/ 1419824 w 2063673"/>
                                    <a:gd name="connsiteY29" fmla="*/ 2492275 h 2524157"/>
                                    <a:gd name="connsiteX30" fmla="*/ 1419824 w 2063673"/>
                                    <a:gd name="connsiteY30" fmla="*/ 2508604 h 2524157"/>
                                    <a:gd name="connsiteX0" fmla="*/ 834182 w 2065474"/>
                                    <a:gd name="connsiteY0" fmla="*/ 2524157 h 2524157"/>
                                    <a:gd name="connsiteX1" fmla="*/ 825472 w 2065474"/>
                                    <a:gd name="connsiteY1" fmla="*/ 2116718 h 2524157"/>
                                    <a:gd name="connsiteX2" fmla="*/ 747639 w 2065474"/>
                                    <a:gd name="connsiteY2" fmla="*/ 1920775 h 2524157"/>
                                    <a:gd name="connsiteX3" fmla="*/ 599587 w 2065474"/>
                                    <a:gd name="connsiteY3" fmla="*/ 1841134 h 2524157"/>
                                    <a:gd name="connsiteX4" fmla="*/ 356280 w 2065474"/>
                                    <a:gd name="connsiteY4" fmla="*/ 1768268 h 2524157"/>
                                    <a:gd name="connsiteX5" fmla="*/ 292060 w 2065474"/>
                                    <a:gd name="connsiteY5" fmla="*/ 1541218 h 2524157"/>
                                    <a:gd name="connsiteX6" fmla="*/ 677459 w 2065474"/>
                                    <a:gd name="connsiteY6" fmla="*/ 1424918 h 2524157"/>
                                    <a:gd name="connsiteX7" fmla="*/ 276824 w 2065474"/>
                                    <a:gd name="connsiteY7" fmla="*/ 1430918 h 2524157"/>
                                    <a:gd name="connsiteX8" fmla="*/ 211510 w 2065474"/>
                                    <a:gd name="connsiteY8" fmla="*/ 1218647 h 2524157"/>
                                    <a:gd name="connsiteX9" fmla="*/ 31896 w 2065474"/>
                                    <a:gd name="connsiteY9" fmla="*/ 1153333 h 2524157"/>
                                    <a:gd name="connsiteX10" fmla="*/ 4141 w 2065474"/>
                                    <a:gd name="connsiteY10" fmla="*/ 1074465 h 2524157"/>
                                    <a:gd name="connsiteX11" fmla="*/ 80881 w 2065474"/>
                                    <a:gd name="connsiteY11" fmla="*/ 973718 h 2524157"/>
                                    <a:gd name="connsiteX12" fmla="*/ 227839 w 2065474"/>
                                    <a:gd name="connsiteY12" fmla="*/ 826761 h 2524157"/>
                                    <a:gd name="connsiteX13" fmla="*/ 309481 w 2065474"/>
                                    <a:gd name="connsiteY13" fmla="*/ 679804 h 2524157"/>
                                    <a:gd name="connsiteX14" fmla="*/ 383507 w 2065474"/>
                                    <a:gd name="connsiteY14" fmla="*/ 412546 h 2524157"/>
                                    <a:gd name="connsiteX15" fmla="*/ 556596 w 2065474"/>
                                    <a:gd name="connsiteY15" fmla="*/ 185170 h 2524157"/>
                                    <a:gd name="connsiteX16" fmla="*/ 766682 w 2065474"/>
                                    <a:gd name="connsiteY16" fmla="*/ 46990 h 2524157"/>
                                    <a:gd name="connsiteX17" fmla="*/ 1119386 w 2065474"/>
                                    <a:gd name="connsiteY17" fmla="*/ 5 h 2524157"/>
                                    <a:gd name="connsiteX18" fmla="*/ 1488946 w 2065474"/>
                                    <a:gd name="connsiteY18" fmla="*/ 48990 h 2524157"/>
                                    <a:gd name="connsiteX19" fmla="*/ 1751299 w 2065474"/>
                                    <a:gd name="connsiteY19" fmla="*/ 176843 h 2524157"/>
                                    <a:gd name="connsiteX20" fmla="*/ 1900971 w 2065474"/>
                                    <a:gd name="connsiteY20" fmla="*/ 338129 h 2524157"/>
                                    <a:gd name="connsiteX21" fmla="*/ 2056639 w 2065474"/>
                                    <a:gd name="connsiteY21" fmla="*/ 598161 h 2524157"/>
                                    <a:gd name="connsiteX22" fmla="*/ 2040310 w 2065474"/>
                                    <a:gd name="connsiteY22" fmla="*/ 875747 h 2524157"/>
                                    <a:gd name="connsiteX23" fmla="*/ 1991324 w 2065474"/>
                                    <a:gd name="connsiteY23" fmla="*/ 1137004 h 2524157"/>
                                    <a:gd name="connsiteX24" fmla="*/ 1909681 w 2065474"/>
                                    <a:gd name="connsiteY24" fmla="*/ 1430918 h 2524157"/>
                                    <a:gd name="connsiteX25" fmla="*/ 1746396 w 2065474"/>
                                    <a:gd name="connsiteY25" fmla="*/ 1708504 h 2524157"/>
                                    <a:gd name="connsiteX26" fmla="*/ 1566781 w 2065474"/>
                                    <a:gd name="connsiteY26" fmla="*/ 1871790 h 2524157"/>
                                    <a:gd name="connsiteX27" fmla="*/ 1468810 w 2065474"/>
                                    <a:gd name="connsiteY27" fmla="*/ 2084061 h 2524157"/>
                                    <a:gd name="connsiteX28" fmla="*/ 1419824 w 2065474"/>
                                    <a:gd name="connsiteY28" fmla="*/ 2280004 h 2524157"/>
                                    <a:gd name="connsiteX29" fmla="*/ 1419824 w 2065474"/>
                                    <a:gd name="connsiteY29" fmla="*/ 2492275 h 2524157"/>
                                    <a:gd name="connsiteX30" fmla="*/ 1419824 w 2065474"/>
                                    <a:gd name="connsiteY30" fmla="*/ 2508604 h 2524157"/>
                                    <a:gd name="connsiteX0" fmla="*/ 834182 w 2042211"/>
                                    <a:gd name="connsiteY0" fmla="*/ 2524157 h 2524157"/>
                                    <a:gd name="connsiteX1" fmla="*/ 825472 w 2042211"/>
                                    <a:gd name="connsiteY1" fmla="*/ 2116718 h 2524157"/>
                                    <a:gd name="connsiteX2" fmla="*/ 747639 w 2042211"/>
                                    <a:gd name="connsiteY2" fmla="*/ 1920775 h 2524157"/>
                                    <a:gd name="connsiteX3" fmla="*/ 599587 w 2042211"/>
                                    <a:gd name="connsiteY3" fmla="*/ 1841134 h 2524157"/>
                                    <a:gd name="connsiteX4" fmla="*/ 356280 w 2042211"/>
                                    <a:gd name="connsiteY4" fmla="*/ 1768268 h 2524157"/>
                                    <a:gd name="connsiteX5" fmla="*/ 292060 w 2042211"/>
                                    <a:gd name="connsiteY5" fmla="*/ 1541218 h 2524157"/>
                                    <a:gd name="connsiteX6" fmla="*/ 677459 w 2042211"/>
                                    <a:gd name="connsiteY6" fmla="*/ 1424918 h 2524157"/>
                                    <a:gd name="connsiteX7" fmla="*/ 276824 w 2042211"/>
                                    <a:gd name="connsiteY7" fmla="*/ 1430918 h 2524157"/>
                                    <a:gd name="connsiteX8" fmla="*/ 211510 w 2042211"/>
                                    <a:gd name="connsiteY8" fmla="*/ 1218647 h 2524157"/>
                                    <a:gd name="connsiteX9" fmla="*/ 31896 w 2042211"/>
                                    <a:gd name="connsiteY9" fmla="*/ 1153333 h 2524157"/>
                                    <a:gd name="connsiteX10" fmla="*/ 4141 w 2042211"/>
                                    <a:gd name="connsiteY10" fmla="*/ 1074465 h 2524157"/>
                                    <a:gd name="connsiteX11" fmla="*/ 80881 w 2042211"/>
                                    <a:gd name="connsiteY11" fmla="*/ 973718 h 2524157"/>
                                    <a:gd name="connsiteX12" fmla="*/ 227839 w 2042211"/>
                                    <a:gd name="connsiteY12" fmla="*/ 826761 h 2524157"/>
                                    <a:gd name="connsiteX13" fmla="*/ 309481 w 2042211"/>
                                    <a:gd name="connsiteY13" fmla="*/ 679804 h 2524157"/>
                                    <a:gd name="connsiteX14" fmla="*/ 383507 w 2042211"/>
                                    <a:gd name="connsiteY14" fmla="*/ 412546 h 2524157"/>
                                    <a:gd name="connsiteX15" fmla="*/ 556596 w 2042211"/>
                                    <a:gd name="connsiteY15" fmla="*/ 185170 h 2524157"/>
                                    <a:gd name="connsiteX16" fmla="*/ 766682 w 2042211"/>
                                    <a:gd name="connsiteY16" fmla="*/ 46990 h 2524157"/>
                                    <a:gd name="connsiteX17" fmla="*/ 1119386 w 2042211"/>
                                    <a:gd name="connsiteY17" fmla="*/ 5 h 2524157"/>
                                    <a:gd name="connsiteX18" fmla="*/ 1488946 w 2042211"/>
                                    <a:gd name="connsiteY18" fmla="*/ 48990 h 2524157"/>
                                    <a:gd name="connsiteX19" fmla="*/ 1751299 w 2042211"/>
                                    <a:gd name="connsiteY19" fmla="*/ 176843 h 2524157"/>
                                    <a:gd name="connsiteX20" fmla="*/ 1900971 w 2042211"/>
                                    <a:gd name="connsiteY20" fmla="*/ 338129 h 2524157"/>
                                    <a:gd name="connsiteX21" fmla="*/ 2019079 w 2042211"/>
                                    <a:gd name="connsiteY21" fmla="*/ 598161 h 2524157"/>
                                    <a:gd name="connsiteX22" fmla="*/ 2040310 w 2042211"/>
                                    <a:gd name="connsiteY22" fmla="*/ 875747 h 2524157"/>
                                    <a:gd name="connsiteX23" fmla="*/ 1991324 w 2042211"/>
                                    <a:gd name="connsiteY23" fmla="*/ 1137004 h 2524157"/>
                                    <a:gd name="connsiteX24" fmla="*/ 1909681 w 2042211"/>
                                    <a:gd name="connsiteY24" fmla="*/ 1430918 h 2524157"/>
                                    <a:gd name="connsiteX25" fmla="*/ 1746396 w 2042211"/>
                                    <a:gd name="connsiteY25" fmla="*/ 1708504 h 2524157"/>
                                    <a:gd name="connsiteX26" fmla="*/ 1566781 w 2042211"/>
                                    <a:gd name="connsiteY26" fmla="*/ 1871790 h 2524157"/>
                                    <a:gd name="connsiteX27" fmla="*/ 1468810 w 2042211"/>
                                    <a:gd name="connsiteY27" fmla="*/ 2084061 h 2524157"/>
                                    <a:gd name="connsiteX28" fmla="*/ 1419824 w 2042211"/>
                                    <a:gd name="connsiteY28" fmla="*/ 2280004 h 2524157"/>
                                    <a:gd name="connsiteX29" fmla="*/ 1419824 w 2042211"/>
                                    <a:gd name="connsiteY29" fmla="*/ 2492275 h 2524157"/>
                                    <a:gd name="connsiteX30" fmla="*/ 1419824 w 2042211"/>
                                    <a:gd name="connsiteY30" fmla="*/ 2508604 h 2524157"/>
                                    <a:gd name="connsiteX0" fmla="*/ 834182 w 2042211"/>
                                    <a:gd name="connsiteY0" fmla="*/ 2524157 h 2524157"/>
                                    <a:gd name="connsiteX1" fmla="*/ 825472 w 2042211"/>
                                    <a:gd name="connsiteY1" fmla="*/ 2116718 h 2524157"/>
                                    <a:gd name="connsiteX2" fmla="*/ 747639 w 2042211"/>
                                    <a:gd name="connsiteY2" fmla="*/ 1920775 h 2524157"/>
                                    <a:gd name="connsiteX3" fmla="*/ 599587 w 2042211"/>
                                    <a:gd name="connsiteY3" fmla="*/ 1841134 h 2524157"/>
                                    <a:gd name="connsiteX4" fmla="*/ 356280 w 2042211"/>
                                    <a:gd name="connsiteY4" fmla="*/ 1768268 h 2524157"/>
                                    <a:gd name="connsiteX5" fmla="*/ 292060 w 2042211"/>
                                    <a:gd name="connsiteY5" fmla="*/ 1541218 h 2524157"/>
                                    <a:gd name="connsiteX6" fmla="*/ 376983 w 2042211"/>
                                    <a:gd name="connsiteY6" fmla="*/ 1448023 h 2524157"/>
                                    <a:gd name="connsiteX7" fmla="*/ 276824 w 2042211"/>
                                    <a:gd name="connsiteY7" fmla="*/ 1430918 h 2524157"/>
                                    <a:gd name="connsiteX8" fmla="*/ 211510 w 2042211"/>
                                    <a:gd name="connsiteY8" fmla="*/ 1218647 h 2524157"/>
                                    <a:gd name="connsiteX9" fmla="*/ 31896 w 2042211"/>
                                    <a:gd name="connsiteY9" fmla="*/ 1153333 h 2524157"/>
                                    <a:gd name="connsiteX10" fmla="*/ 4141 w 2042211"/>
                                    <a:gd name="connsiteY10" fmla="*/ 1074465 h 2524157"/>
                                    <a:gd name="connsiteX11" fmla="*/ 80881 w 2042211"/>
                                    <a:gd name="connsiteY11" fmla="*/ 973718 h 2524157"/>
                                    <a:gd name="connsiteX12" fmla="*/ 227839 w 2042211"/>
                                    <a:gd name="connsiteY12" fmla="*/ 826761 h 2524157"/>
                                    <a:gd name="connsiteX13" fmla="*/ 309481 w 2042211"/>
                                    <a:gd name="connsiteY13" fmla="*/ 679804 h 2524157"/>
                                    <a:gd name="connsiteX14" fmla="*/ 383507 w 2042211"/>
                                    <a:gd name="connsiteY14" fmla="*/ 412546 h 2524157"/>
                                    <a:gd name="connsiteX15" fmla="*/ 556596 w 2042211"/>
                                    <a:gd name="connsiteY15" fmla="*/ 185170 h 2524157"/>
                                    <a:gd name="connsiteX16" fmla="*/ 766682 w 2042211"/>
                                    <a:gd name="connsiteY16" fmla="*/ 46990 h 2524157"/>
                                    <a:gd name="connsiteX17" fmla="*/ 1119386 w 2042211"/>
                                    <a:gd name="connsiteY17" fmla="*/ 5 h 2524157"/>
                                    <a:gd name="connsiteX18" fmla="*/ 1488946 w 2042211"/>
                                    <a:gd name="connsiteY18" fmla="*/ 48990 h 2524157"/>
                                    <a:gd name="connsiteX19" fmla="*/ 1751299 w 2042211"/>
                                    <a:gd name="connsiteY19" fmla="*/ 176843 h 2524157"/>
                                    <a:gd name="connsiteX20" fmla="*/ 1900971 w 2042211"/>
                                    <a:gd name="connsiteY20" fmla="*/ 338129 h 2524157"/>
                                    <a:gd name="connsiteX21" fmla="*/ 2019079 w 2042211"/>
                                    <a:gd name="connsiteY21" fmla="*/ 598161 h 2524157"/>
                                    <a:gd name="connsiteX22" fmla="*/ 2040310 w 2042211"/>
                                    <a:gd name="connsiteY22" fmla="*/ 875747 h 2524157"/>
                                    <a:gd name="connsiteX23" fmla="*/ 1991324 w 2042211"/>
                                    <a:gd name="connsiteY23" fmla="*/ 1137004 h 2524157"/>
                                    <a:gd name="connsiteX24" fmla="*/ 1909681 w 2042211"/>
                                    <a:gd name="connsiteY24" fmla="*/ 1430918 h 2524157"/>
                                    <a:gd name="connsiteX25" fmla="*/ 1746396 w 2042211"/>
                                    <a:gd name="connsiteY25" fmla="*/ 1708504 h 2524157"/>
                                    <a:gd name="connsiteX26" fmla="*/ 1566781 w 2042211"/>
                                    <a:gd name="connsiteY26" fmla="*/ 1871790 h 2524157"/>
                                    <a:gd name="connsiteX27" fmla="*/ 1468810 w 2042211"/>
                                    <a:gd name="connsiteY27" fmla="*/ 2084061 h 2524157"/>
                                    <a:gd name="connsiteX28" fmla="*/ 1419824 w 2042211"/>
                                    <a:gd name="connsiteY28" fmla="*/ 2280004 h 2524157"/>
                                    <a:gd name="connsiteX29" fmla="*/ 1419824 w 2042211"/>
                                    <a:gd name="connsiteY29" fmla="*/ 2492275 h 2524157"/>
                                    <a:gd name="connsiteX30" fmla="*/ 1419824 w 2042211"/>
                                    <a:gd name="connsiteY30" fmla="*/ 2508604 h 2524157"/>
                                    <a:gd name="connsiteX0" fmla="*/ 834182 w 2042211"/>
                                    <a:gd name="connsiteY0" fmla="*/ 2524157 h 2524157"/>
                                    <a:gd name="connsiteX1" fmla="*/ 825472 w 2042211"/>
                                    <a:gd name="connsiteY1" fmla="*/ 2116718 h 2524157"/>
                                    <a:gd name="connsiteX2" fmla="*/ 747639 w 2042211"/>
                                    <a:gd name="connsiteY2" fmla="*/ 1920775 h 2524157"/>
                                    <a:gd name="connsiteX3" fmla="*/ 599587 w 2042211"/>
                                    <a:gd name="connsiteY3" fmla="*/ 1841134 h 2524157"/>
                                    <a:gd name="connsiteX4" fmla="*/ 356280 w 2042211"/>
                                    <a:gd name="connsiteY4" fmla="*/ 1768268 h 2524157"/>
                                    <a:gd name="connsiteX5" fmla="*/ 292060 w 2042211"/>
                                    <a:gd name="connsiteY5" fmla="*/ 1541218 h 2524157"/>
                                    <a:gd name="connsiteX6" fmla="*/ 489662 w 2042211"/>
                                    <a:gd name="connsiteY6" fmla="*/ 1448023 h 2524157"/>
                                    <a:gd name="connsiteX7" fmla="*/ 276824 w 2042211"/>
                                    <a:gd name="connsiteY7" fmla="*/ 1430918 h 2524157"/>
                                    <a:gd name="connsiteX8" fmla="*/ 211510 w 2042211"/>
                                    <a:gd name="connsiteY8" fmla="*/ 1218647 h 2524157"/>
                                    <a:gd name="connsiteX9" fmla="*/ 31896 w 2042211"/>
                                    <a:gd name="connsiteY9" fmla="*/ 1153333 h 2524157"/>
                                    <a:gd name="connsiteX10" fmla="*/ 4141 w 2042211"/>
                                    <a:gd name="connsiteY10" fmla="*/ 1074465 h 2524157"/>
                                    <a:gd name="connsiteX11" fmla="*/ 80881 w 2042211"/>
                                    <a:gd name="connsiteY11" fmla="*/ 973718 h 2524157"/>
                                    <a:gd name="connsiteX12" fmla="*/ 227839 w 2042211"/>
                                    <a:gd name="connsiteY12" fmla="*/ 826761 h 2524157"/>
                                    <a:gd name="connsiteX13" fmla="*/ 309481 w 2042211"/>
                                    <a:gd name="connsiteY13" fmla="*/ 679804 h 2524157"/>
                                    <a:gd name="connsiteX14" fmla="*/ 383507 w 2042211"/>
                                    <a:gd name="connsiteY14" fmla="*/ 412546 h 2524157"/>
                                    <a:gd name="connsiteX15" fmla="*/ 556596 w 2042211"/>
                                    <a:gd name="connsiteY15" fmla="*/ 185170 h 2524157"/>
                                    <a:gd name="connsiteX16" fmla="*/ 766682 w 2042211"/>
                                    <a:gd name="connsiteY16" fmla="*/ 46990 h 2524157"/>
                                    <a:gd name="connsiteX17" fmla="*/ 1119386 w 2042211"/>
                                    <a:gd name="connsiteY17" fmla="*/ 5 h 2524157"/>
                                    <a:gd name="connsiteX18" fmla="*/ 1488946 w 2042211"/>
                                    <a:gd name="connsiteY18" fmla="*/ 48990 h 2524157"/>
                                    <a:gd name="connsiteX19" fmla="*/ 1751299 w 2042211"/>
                                    <a:gd name="connsiteY19" fmla="*/ 176843 h 2524157"/>
                                    <a:gd name="connsiteX20" fmla="*/ 1900971 w 2042211"/>
                                    <a:gd name="connsiteY20" fmla="*/ 338129 h 2524157"/>
                                    <a:gd name="connsiteX21" fmla="*/ 2019079 w 2042211"/>
                                    <a:gd name="connsiteY21" fmla="*/ 598161 h 2524157"/>
                                    <a:gd name="connsiteX22" fmla="*/ 2040310 w 2042211"/>
                                    <a:gd name="connsiteY22" fmla="*/ 875747 h 2524157"/>
                                    <a:gd name="connsiteX23" fmla="*/ 1991324 w 2042211"/>
                                    <a:gd name="connsiteY23" fmla="*/ 1137004 h 2524157"/>
                                    <a:gd name="connsiteX24" fmla="*/ 1909681 w 2042211"/>
                                    <a:gd name="connsiteY24" fmla="*/ 1430918 h 2524157"/>
                                    <a:gd name="connsiteX25" fmla="*/ 1746396 w 2042211"/>
                                    <a:gd name="connsiteY25" fmla="*/ 1708504 h 2524157"/>
                                    <a:gd name="connsiteX26" fmla="*/ 1566781 w 2042211"/>
                                    <a:gd name="connsiteY26" fmla="*/ 1871790 h 2524157"/>
                                    <a:gd name="connsiteX27" fmla="*/ 1468810 w 2042211"/>
                                    <a:gd name="connsiteY27" fmla="*/ 2084061 h 2524157"/>
                                    <a:gd name="connsiteX28" fmla="*/ 1419824 w 2042211"/>
                                    <a:gd name="connsiteY28" fmla="*/ 2280004 h 2524157"/>
                                    <a:gd name="connsiteX29" fmla="*/ 1419824 w 2042211"/>
                                    <a:gd name="connsiteY29" fmla="*/ 2492275 h 2524157"/>
                                    <a:gd name="connsiteX30" fmla="*/ 1419824 w 2042211"/>
                                    <a:gd name="connsiteY30" fmla="*/ 2508604 h 25241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</a:cxnLst>
                                  <a:rect l="l" t="t" r="r" b="b"/>
                                  <a:pathLst>
                                    <a:path w="2042211" h="2524157">
                                      <a:moveTo>
                                        <a:pt x="834182" y="2524157"/>
                                      </a:moveTo>
                                      <a:cubicBezTo>
                                        <a:pt x="846428" y="2404414"/>
                                        <a:pt x="839896" y="2217282"/>
                                        <a:pt x="825472" y="2116718"/>
                                      </a:cubicBezTo>
                                      <a:cubicBezTo>
                                        <a:pt x="811048" y="2016154"/>
                                        <a:pt x="785287" y="1966706"/>
                                        <a:pt x="747639" y="1920775"/>
                                      </a:cubicBezTo>
                                      <a:cubicBezTo>
                                        <a:pt x="709991" y="1874844"/>
                                        <a:pt x="664813" y="1866552"/>
                                        <a:pt x="599587" y="1841134"/>
                                      </a:cubicBezTo>
                                      <a:cubicBezTo>
                                        <a:pt x="534361" y="1815716"/>
                                        <a:pt x="407534" y="1818254"/>
                                        <a:pt x="356280" y="1768268"/>
                                      </a:cubicBezTo>
                                      <a:cubicBezTo>
                                        <a:pt x="305026" y="1718282"/>
                                        <a:pt x="269830" y="1594592"/>
                                        <a:pt x="292060" y="1541218"/>
                                      </a:cubicBezTo>
                                      <a:cubicBezTo>
                                        <a:pt x="314290" y="1487844"/>
                                        <a:pt x="492201" y="1466406"/>
                                        <a:pt x="489662" y="1448023"/>
                                      </a:cubicBezTo>
                                      <a:cubicBezTo>
                                        <a:pt x="487123" y="1429640"/>
                                        <a:pt x="323183" y="1469147"/>
                                        <a:pt x="276824" y="1430918"/>
                                      </a:cubicBezTo>
                                      <a:cubicBezTo>
                                        <a:pt x="230465" y="1392689"/>
                                        <a:pt x="252331" y="1264911"/>
                                        <a:pt x="211510" y="1218647"/>
                                      </a:cubicBezTo>
                                      <a:cubicBezTo>
                                        <a:pt x="170689" y="1172383"/>
                                        <a:pt x="66457" y="1177363"/>
                                        <a:pt x="31896" y="1153333"/>
                                      </a:cubicBezTo>
                                      <a:cubicBezTo>
                                        <a:pt x="-2665" y="1129303"/>
                                        <a:pt x="-4023" y="1104401"/>
                                        <a:pt x="4141" y="1074465"/>
                                      </a:cubicBezTo>
                                      <a:cubicBezTo>
                                        <a:pt x="12305" y="1044529"/>
                                        <a:pt x="43598" y="1015002"/>
                                        <a:pt x="80881" y="973718"/>
                                      </a:cubicBezTo>
                                      <a:cubicBezTo>
                                        <a:pt x="118164" y="932434"/>
                                        <a:pt x="189739" y="875747"/>
                                        <a:pt x="227839" y="826761"/>
                                      </a:cubicBezTo>
                                      <a:cubicBezTo>
                                        <a:pt x="265939" y="777775"/>
                                        <a:pt x="283536" y="748840"/>
                                        <a:pt x="309481" y="679804"/>
                                      </a:cubicBezTo>
                                      <a:cubicBezTo>
                                        <a:pt x="335426" y="610768"/>
                                        <a:pt x="342321" y="494985"/>
                                        <a:pt x="383507" y="412546"/>
                                      </a:cubicBezTo>
                                      <a:cubicBezTo>
                                        <a:pt x="424693" y="330107"/>
                                        <a:pt x="492734" y="246096"/>
                                        <a:pt x="556596" y="185170"/>
                                      </a:cubicBezTo>
                                      <a:cubicBezTo>
                                        <a:pt x="620458" y="124244"/>
                                        <a:pt x="672884" y="77851"/>
                                        <a:pt x="766682" y="46990"/>
                                      </a:cubicBezTo>
                                      <a:cubicBezTo>
                                        <a:pt x="860480" y="16129"/>
                                        <a:pt x="999009" y="-328"/>
                                        <a:pt x="1119386" y="5"/>
                                      </a:cubicBezTo>
                                      <a:cubicBezTo>
                                        <a:pt x="1239763" y="338"/>
                                        <a:pt x="1383627" y="19517"/>
                                        <a:pt x="1488946" y="48990"/>
                                      </a:cubicBezTo>
                                      <a:cubicBezTo>
                                        <a:pt x="1594265" y="78463"/>
                                        <a:pt x="1682628" y="128653"/>
                                        <a:pt x="1751299" y="176843"/>
                                      </a:cubicBezTo>
                                      <a:cubicBezTo>
                                        <a:pt x="1819970" y="225033"/>
                                        <a:pt x="1856341" y="267909"/>
                                        <a:pt x="1900971" y="338129"/>
                                      </a:cubicBezTo>
                                      <a:cubicBezTo>
                                        <a:pt x="1945601" y="408349"/>
                                        <a:pt x="1995856" y="508558"/>
                                        <a:pt x="2019079" y="598161"/>
                                      </a:cubicBezTo>
                                      <a:cubicBezTo>
                                        <a:pt x="2042302" y="687764"/>
                                        <a:pt x="2044936" y="785940"/>
                                        <a:pt x="2040310" y="875747"/>
                                      </a:cubicBezTo>
                                      <a:cubicBezTo>
                                        <a:pt x="2035684" y="965554"/>
                                        <a:pt x="2013096" y="1044475"/>
                                        <a:pt x="1991324" y="1137004"/>
                                      </a:cubicBezTo>
                                      <a:cubicBezTo>
                                        <a:pt x="1969553" y="1229532"/>
                                        <a:pt x="1950502" y="1335668"/>
                                        <a:pt x="1909681" y="1430918"/>
                                      </a:cubicBezTo>
                                      <a:cubicBezTo>
                                        <a:pt x="1868860" y="1526168"/>
                                        <a:pt x="1803546" y="1635025"/>
                                        <a:pt x="1746396" y="1708504"/>
                                      </a:cubicBezTo>
                                      <a:cubicBezTo>
                                        <a:pt x="1689246" y="1781983"/>
                                        <a:pt x="1613045" y="1809197"/>
                                        <a:pt x="1566781" y="1871790"/>
                                      </a:cubicBezTo>
                                      <a:cubicBezTo>
                                        <a:pt x="1520517" y="1934383"/>
                                        <a:pt x="1493303" y="2016025"/>
                                        <a:pt x="1468810" y="2084061"/>
                                      </a:cubicBezTo>
                                      <a:cubicBezTo>
                                        <a:pt x="1444317" y="2152097"/>
                                        <a:pt x="1427988" y="2211968"/>
                                        <a:pt x="1419824" y="2280004"/>
                                      </a:cubicBezTo>
                                      <a:cubicBezTo>
                                        <a:pt x="1411660" y="2348040"/>
                                        <a:pt x="1419824" y="2492275"/>
                                        <a:pt x="1419824" y="2492275"/>
                                      </a:cubicBezTo>
                                      <a:lnTo>
                                        <a:pt x="1419824" y="2508604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" name="Gruppieren 3"/>
                              <wpg:cNvGrpSpPr/>
                              <wpg:grpSpPr>
                                <a:xfrm>
                                  <a:off x="512271" y="1667140"/>
                                  <a:ext cx="1126988" cy="1912881"/>
                                  <a:chOff x="512271" y="1667140"/>
                                  <a:chExt cx="1126988" cy="1912881"/>
                                </a:xfrm>
                              </wpg:grpSpPr>
                              <wps:wsp>
                                <wps:cNvPr id="6" name="Freihandform 6"/>
                                <wps:cNvSpPr/>
                                <wps:spPr>
                                  <a:xfrm>
                                    <a:off x="512272" y="1667140"/>
                                    <a:ext cx="1126987" cy="1814909"/>
                                  </a:xfrm>
                                  <a:custGeom>
                                    <a:avLst/>
                                    <a:gdLst>
                                      <a:gd name="connsiteX0" fmla="*/ 0 w 1126671"/>
                                      <a:gd name="connsiteY0" fmla="*/ 333828 h 1819728"/>
                                      <a:gd name="connsiteX1" fmla="*/ 16328 w 1126671"/>
                                      <a:gd name="connsiteY1" fmla="*/ 268514 h 1819728"/>
                                      <a:gd name="connsiteX2" fmla="*/ 81643 w 1126671"/>
                                      <a:gd name="connsiteY2" fmla="*/ 121557 h 1819728"/>
                                      <a:gd name="connsiteX3" fmla="*/ 310243 w 1126671"/>
                                      <a:gd name="connsiteY3" fmla="*/ 7257 h 1819728"/>
                                      <a:gd name="connsiteX4" fmla="*/ 718457 w 1126671"/>
                                      <a:gd name="connsiteY4" fmla="*/ 39914 h 1819728"/>
                                      <a:gd name="connsiteX5" fmla="*/ 914400 w 1126671"/>
                                      <a:gd name="connsiteY5" fmla="*/ 268514 h 1819728"/>
                                      <a:gd name="connsiteX6" fmla="*/ 1012371 w 1126671"/>
                                      <a:gd name="connsiteY6" fmla="*/ 480785 h 1819728"/>
                                      <a:gd name="connsiteX7" fmla="*/ 1094014 w 1126671"/>
                                      <a:gd name="connsiteY7" fmla="*/ 758371 h 1819728"/>
                                      <a:gd name="connsiteX8" fmla="*/ 1126671 w 1126671"/>
                                      <a:gd name="connsiteY8" fmla="*/ 1101271 h 1819728"/>
                                      <a:gd name="connsiteX9" fmla="*/ 1094014 w 1126671"/>
                                      <a:gd name="connsiteY9" fmla="*/ 1395185 h 1819728"/>
                                      <a:gd name="connsiteX10" fmla="*/ 1110343 w 1126671"/>
                                      <a:gd name="connsiteY10" fmla="*/ 1819728 h 1819728"/>
                                      <a:gd name="connsiteX11" fmla="*/ 1110343 w 1126671"/>
                                      <a:gd name="connsiteY11" fmla="*/ 1819728 h 1819728"/>
                                      <a:gd name="connsiteX0" fmla="*/ 0 w 1126671"/>
                                      <a:gd name="connsiteY0" fmla="*/ 333828 h 1819728"/>
                                      <a:gd name="connsiteX1" fmla="*/ 16328 w 1126671"/>
                                      <a:gd name="connsiteY1" fmla="*/ 268514 h 1819728"/>
                                      <a:gd name="connsiteX2" fmla="*/ 81643 w 1126671"/>
                                      <a:gd name="connsiteY2" fmla="*/ 121557 h 1819728"/>
                                      <a:gd name="connsiteX3" fmla="*/ 310243 w 1126671"/>
                                      <a:gd name="connsiteY3" fmla="*/ 7257 h 1819728"/>
                                      <a:gd name="connsiteX4" fmla="*/ 718457 w 1126671"/>
                                      <a:gd name="connsiteY4" fmla="*/ 39914 h 1819728"/>
                                      <a:gd name="connsiteX5" fmla="*/ 963386 w 1126671"/>
                                      <a:gd name="connsiteY5" fmla="*/ 268514 h 1819728"/>
                                      <a:gd name="connsiteX6" fmla="*/ 1012371 w 1126671"/>
                                      <a:gd name="connsiteY6" fmla="*/ 480785 h 1819728"/>
                                      <a:gd name="connsiteX7" fmla="*/ 1094014 w 1126671"/>
                                      <a:gd name="connsiteY7" fmla="*/ 758371 h 1819728"/>
                                      <a:gd name="connsiteX8" fmla="*/ 1126671 w 1126671"/>
                                      <a:gd name="connsiteY8" fmla="*/ 1101271 h 1819728"/>
                                      <a:gd name="connsiteX9" fmla="*/ 1094014 w 1126671"/>
                                      <a:gd name="connsiteY9" fmla="*/ 1395185 h 1819728"/>
                                      <a:gd name="connsiteX10" fmla="*/ 1110343 w 1126671"/>
                                      <a:gd name="connsiteY10" fmla="*/ 1819728 h 1819728"/>
                                      <a:gd name="connsiteX11" fmla="*/ 1110343 w 1126671"/>
                                      <a:gd name="connsiteY11" fmla="*/ 1819728 h 1819728"/>
                                      <a:gd name="connsiteX0" fmla="*/ 0 w 1126671"/>
                                      <a:gd name="connsiteY0" fmla="*/ 350882 h 1836782"/>
                                      <a:gd name="connsiteX1" fmla="*/ 16328 w 1126671"/>
                                      <a:gd name="connsiteY1" fmla="*/ 285568 h 1836782"/>
                                      <a:gd name="connsiteX2" fmla="*/ 81643 w 1126671"/>
                                      <a:gd name="connsiteY2" fmla="*/ 138611 h 1836782"/>
                                      <a:gd name="connsiteX3" fmla="*/ 310243 w 1126671"/>
                                      <a:gd name="connsiteY3" fmla="*/ 24311 h 1836782"/>
                                      <a:gd name="connsiteX4" fmla="*/ 783771 w 1126671"/>
                                      <a:gd name="connsiteY4" fmla="*/ 24311 h 1836782"/>
                                      <a:gd name="connsiteX5" fmla="*/ 963386 w 1126671"/>
                                      <a:gd name="connsiteY5" fmla="*/ 285568 h 1836782"/>
                                      <a:gd name="connsiteX6" fmla="*/ 1012371 w 1126671"/>
                                      <a:gd name="connsiteY6" fmla="*/ 497839 h 1836782"/>
                                      <a:gd name="connsiteX7" fmla="*/ 1094014 w 1126671"/>
                                      <a:gd name="connsiteY7" fmla="*/ 775425 h 1836782"/>
                                      <a:gd name="connsiteX8" fmla="*/ 1126671 w 1126671"/>
                                      <a:gd name="connsiteY8" fmla="*/ 1118325 h 1836782"/>
                                      <a:gd name="connsiteX9" fmla="*/ 1094014 w 1126671"/>
                                      <a:gd name="connsiteY9" fmla="*/ 1412239 h 1836782"/>
                                      <a:gd name="connsiteX10" fmla="*/ 1110343 w 1126671"/>
                                      <a:gd name="connsiteY10" fmla="*/ 1836782 h 1836782"/>
                                      <a:gd name="connsiteX11" fmla="*/ 1110343 w 1126671"/>
                                      <a:gd name="connsiteY11" fmla="*/ 1836782 h 1836782"/>
                                      <a:gd name="connsiteX0" fmla="*/ 0 w 1126671"/>
                                      <a:gd name="connsiteY0" fmla="*/ 350882 h 1836782"/>
                                      <a:gd name="connsiteX1" fmla="*/ 16328 w 1126671"/>
                                      <a:gd name="connsiteY1" fmla="*/ 285568 h 1836782"/>
                                      <a:gd name="connsiteX2" fmla="*/ 81643 w 1126671"/>
                                      <a:gd name="connsiteY2" fmla="*/ 138611 h 1836782"/>
                                      <a:gd name="connsiteX3" fmla="*/ 310243 w 1126671"/>
                                      <a:gd name="connsiteY3" fmla="*/ 24311 h 1836782"/>
                                      <a:gd name="connsiteX4" fmla="*/ 783771 w 1126671"/>
                                      <a:gd name="connsiteY4" fmla="*/ 24311 h 1836782"/>
                                      <a:gd name="connsiteX5" fmla="*/ 963386 w 1126671"/>
                                      <a:gd name="connsiteY5" fmla="*/ 285568 h 1836782"/>
                                      <a:gd name="connsiteX6" fmla="*/ 1094014 w 1126671"/>
                                      <a:gd name="connsiteY6" fmla="*/ 497839 h 1836782"/>
                                      <a:gd name="connsiteX7" fmla="*/ 1094014 w 1126671"/>
                                      <a:gd name="connsiteY7" fmla="*/ 775425 h 1836782"/>
                                      <a:gd name="connsiteX8" fmla="*/ 1126671 w 1126671"/>
                                      <a:gd name="connsiteY8" fmla="*/ 1118325 h 1836782"/>
                                      <a:gd name="connsiteX9" fmla="*/ 1094014 w 1126671"/>
                                      <a:gd name="connsiteY9" fmla="*/ 1412239 h 1836782"/>
                                      <a:gd name="connsiteX10" fmla="*/ 1110343 w 1126671"/>
                                      <a:gd name="connsiteY10" fmla="*/ 1836782 h 1836782"/>
                                      <a:gd name="connsiteX11" fmla="*/ 1110343 w 1126671"/>
                                      <a:gd name="connsiteY11" fmla="*/ 1836782 h 1836782"/>
                                      <a:gd name="connsiteX0" fmla="*/ 0 w 1110343"/>
                                      <a:gd name="connsiteY0" fmla="*/ 350882 h 1836782"/>
                                      <a:gd name="connsiteX1" fmla="*/ 16328 w 1110343"/>
                                      <a:gd name="connsiteY1" fmla="*/ 285568 h 1836782"/>
                                      <a:gd name="connsiteX2" fmla="*/ 81643 w 1110343"/>
                                      <a:gd name="connsiteY2" fmla="*/ 138611 h 1836782"/>
                                      <a:gd name="connsiteX3" fmla="*/ 310243 w 1110343"/>
                                      <a:gd name="connsiteY3" fmla="*/ 24311 h 1836782"/>
                                      <a:gd name="connsiteX4" fmla="*/ 783771 w 1110343"/>
                                      <a:gd name="connsiteY4" fmla="*/ 24311 h 1836782"/>
                                      <a:gd name="connsiteX5" fmla="*/ 963386 w 1110343"/>
                                      <a:gd name="connsiteY5" fmla="*/ 285568 h 1836782"/>
                                      <a:gd name="connsiteX6" fmla="*/ 1094014 w 1110343"/>
                                      <a:gd name="connsiteY6" fmla="*/ 497839 h 1836782"/>
                                      <a:gd name="connsiteX7" fmla="*/ 1094014 w 1110343"/>
                                      <a:gd name="connsiteY7" fmla="*/ 775425 h 1836782"/>
                                      <a:gd name="connsiteX8" fmla="*/ 1077685 w 1110343"/>
                                      <a:gd name="connsiteY8" fmla="*/ 1134654 h 1836782"/>
                                      <a:gd name="connsiteX9" fmla="*/ 1094014 w 1110343"/>
                                      <a:gd name="connsiteY9" fmla="*/ 1412239 h 1836782"/>
                                      <a:gd name="connsiteX10" fmla="*/ 1110343 w 1110343"/>
                                      <a:gd name="connsiteY10" fmla="*/ 1836782 h 1836782"/>
                                      <a:gd name="connsiteX11" fmla="*/ 1110343 w 1110343"/>
                                      <a:gd name="connsiteY11" fmla="*/ 1836782 h 1836782"/>
                                      <a:gd name="connsiteX0" fmla="*/ 0 w 1110343"/>
                                      <a:gd name="connsiteY0" fmla="*/ 350882 h 1836782"/>
                                      <a:gd name="connsiteX1" fmla="*/ 16328 w 1110343"/>
                                      <a:gd name="connsiteY1" fmla="*/ 285568 h 1836782"/>
                                      <a:gd name="connsiteX2" fmla="*/ 81643 w 1110343"/>
                                      <a:gd name="connsiteY2" fmla="*/ 138611 h 1836782"/>
                                      <a:gd name="connsiteX3" fmla="*/ 310243 w 1110343"/>
                                      <a:gd name="connsiteY3" fmla="*/ 24311 h 1836782"/>
                                      <a:gd name="connsiteX4" fmla="*/ 783771 w 1110343"/>
                                      <a:gd name="connsiteY4" fmla="*/ 24311 h 1836782"/>
                                      <a:gd name="connsiteX5" fmla="*/ 963386 w 1110343"/>
                                      <a:gd name="connsiteY5" fmla="*/ 285568 h 1836782"/>
                                      <a:gd name="connsiteX6" fmla="*/ 1045028 w 1110343"/>
                                      <a:gd name="connsiteY6" fmla="*/ 530496 h 1836782"/>
                                      <a:gd name="connsiteX7" fmla="*/ 1094014 w 1110343"/>
                                      <a:gd name="connsiteY7" fmla="*/ 775425 h 1836782"/>
                                      <a:gd name="connsiteX8" fmla="*/ 1077685 w 1110343"/>
                                      <a:gd name="connsiteY8" fmla="*/ 1134654 h 1836782"/>
                                      <a:gd name="connsiteX9" fmla="*/ 1094014 w 1110343"/>
                                      <a:gd name="connsiteY9" fmla="*/ 1412239 h 1836782"/>
                                      <a:gd name="connsiteX10" fmla="*/ 1110343 w 1110343"/>
                                      <a:gd name="connsiteY10" fmla="*/ 1836782 h 1836782"/>
                                      <a:gd name="connsiteX11" fmla="*/ 1110343 w 1110343"/>
                                      <a:gd name="connsiteY11" fmla="*/ 1836782 h 1836782"/>
                                      <a:gd name="connsiteX0" fmla="*/ 0 w 1110343"/>
                                      <a:gd name="connsiteY0" fmla="*/ 329837 h 1815737"/>
                                      <a:gd name="connsiteX1" fmla="*/ 16328 w 1110343"/>
                                      <a:gd name="connsiteY1" fmla="*/ 264523 h 1815737"/>
                                      <a:gd name="connsiteX2" fmla="*/ 81643 w 1110343"/>
                                      <a:gd name="connsiteY2" fmla="*/ 117566 h 1815737"/>
                                      <a:gd name="connsiteX3" fmla="*/ 310243 w 1110343"/>
                                      <a:gd name="connsiteY3" fmla="*/ 3266 h 1815737"/>
                                      <a:gd name="connsiteX4" fmla="*/ 734786 w 1110343"/>
                                      <a:gd name="connsiteY4" fmla="*/ 52252 h 1815737"/>
                                      <a:gd name="connsiteX5" fmla="*/ 963386 w 1110343"/>
                                      <a:gd name="connsiteY5" fmla="*/ 264523 h 1815737"/>
                                      <a:gd name="connsiteX6" fmla="*/ 1045028 w 1110343"/>
                                      <a:gd name="connsiteY6" fmla="*/ 509451 h 1815737"/>
                                      <a:gd name="connsiteX7" fmla="*/ 1094014 w 1110343"/>
                                      <a:gd name="connsiteY7" fmla="*/ 754380 h 1815737"/>
                                      <a:gd name="connsiteX8" fmla="*/ 1077685 w 1110343"/>
                                      <a:gd name="connsiteY8" fmla="*/ 1113609 h 1815737"/>
                                      <a:gd name="connsiteX9" fmla="*/ 1094014 w 1110343"/>
                                      <a:gd name="connsiteY9" fmla="*/ 1391194 h 1815737"/>
                                      <a:gd name="connsiteX10" fmla="*/ 1110343 w 1110343"/>
                                      <a:gd name="connsiteY10" fmla="*/ 1815737 h 1815737"/>
                                      <a:gd name="connsiteX11" fmla="*/ 1110343 w 1110343"/>
                                      <a:gd name="connsiteY11" fmla="*/ 1815737 h 1815737"/>
                                      <a:gd name="connsiteX0" fmla="*/ 0 w 1110343"/>
                                      <a:gd name="connsiteY0" fmla="*/ 329837 h 1815737"/>
                                      <a:gd name="connsiteX1" fmla="*/ 16328 w 1110343"/>
                                      <a:gd name="connsiteY1" fmla="*/ 264523 h 1815737"/>
                                      <a:gd name="connsiteX2" fmla="*/ 81643 w 1110343"/>
                                      <a:gd name="connsiteY2" fmla="*/ 117566 h 1815737"/>
                                      <a:gd name="connsiteX3" fmla="*/ 310243 w 1110343"/>
                                      <a:gd name="connsiteY3" fmla="*/ 3266 h 1815737"/>
                                      <a:gd name="connsiteX4" fmla="*/ 734786 w 1110343"/>
                                      <a:gd name="connsiteY4" fmla="*/ 52252 h 1815737"/>
                                      <a:gd name="connsiteX5" fmla="*/ 963386 w 1110343"/>
                                      <a:gd name="connsiteY5" fmla="*/ 264523 h 1815737"/>
                                      <a:gd name="connsiteX6" fmla="*/ 1094014 w 1110343"/>
                                      <a:gd name="connsiteY6" fmla="*/ 509451 h 1815737"/>
                                      <a:gd name="connsiteX7" fmla="*/ 1094014 w 1110343"/>
                                      <a:gd name="connsiteY7" fmla="*/ 754380 h 1815737"/>
                                      <a:gd name="connsiteX8" fmla="*/ 1077685 w 1110343"/>
                                      <a:gd name="connsiteY8" fmla="*/ 1113609 h 1815737"/>
                                      <a:gd name="connsiteX9" fmla="*/ 1094014 w 1110343"/>
                                      <a:gd name="connsiteY9" fmla="*/ 1391194 h 1815737"/>
                                      <a:gd name="connsiteX10" fmla="*/ 1110343 w 1110343"/>
                                      <a:gd name="connsiteY10" fmla="*/ 1815737 h 1815737"/>
                                      <a:gd name="connsiteX11" fmla="*/ 1110343 w 1110343"/>
                                      <a:gd name="connsiteY11" fmla="*/ 1815737 h 1815737"/>
                                      <a:gd name="connsiteX0" fmla="*/ 0 w 1112348"/>
                                      <a:gd name="connsiteY0" fmla="*/ 329837 h 1839812"/>
                                      <a:gd name="connsiteX1" fmla="*/ 16328 w 1112348"/>
                                      <a:gd name="connsiteY1" fmla="*/ 264523 h 1839812"/>
                                      <a:gd name="connsiteX2" fmla="*/ 81643 w 1112348"/>
                                      <a:gd name="connsiteY2" fmla="*/ 117566 h 1839812"/>
                                      <a:gd name="connsiteX3" fmla="*/ 310243 w 1112348"/>
                                      <a:gd name="connsiteY3" fmla="*/ 3266 h 1839812"/>
                                      <a:gd name="connsiteX4" fmla="*/ 734786 w 1112348"/>
                                      <a:gd name="connsiteY4" fmla="*/ 52252 h 1839812"/>
                                      <a:gd name="connsiteX5" fmla="*/ 963386 w 1112348"/>
                                      <a:gd name="connsiteY5" fmla="*/ 264523 h 1839812"/>
                                      <a:gd name="connsiteX6" fmla="*/ 1094014 w 1112348"/>
                                      <a:gd name="connsiteY6" fmla="*/ 509451 h 1839812"/>
                                      <a:gd name="connsiteX7" fmla="*/ 1094014 w 1112348"/>
                                      <a:gd name="connsiteY7" fmla="*/ 754380 h 1839812"/>
                                      <a:gd name="connsiteX8" fmla="*/ 1077685 w 1112348"/>
                                      <a:gd name="connsiteY8" fmla="*/ 1113609 h 1839812"/>
                                      <a:gd name="connsiteX9" fmla="*/ 1094014 w 1112348"/>
                                      <a:gd name="connsiteY9" fmla="*/ 1391194 h 1839812"/>
                                      <a:gd name="connsiteX10" fmla="*/ 1110343 w 1112348"/>
                                      <a:gd name="connsiteY10" fmla="*/ 1815737 h 1839812"/>
                                      <a:gd name="connsiteX11" fmla="*/ 1045029 w 1112348"/>
                                      <a:gd name="connsiteY11" fmla="*/ 1783080 h 1839812"/>
                                      <a:gd name="connsiteX0" fmla="*/ 0 w 1112348"/>
                                      <a:gd name="connsiteY0" fmla="*/ 329837 h 1815737"/>
                                      <a:gd name="connsiteX1" fmla="*/ 16328 w 1112348"/>
                                      <a:gd name="connsiteY1" fmla="*/ 264523 h 1815737"/>
                                      <a:gd name="connsiteX2" fmla="*/ 81643 w 1112348"/>
                                      <a:gd name="connsiteY2" fmla="*/ 117566 h 1815737"/>
                                      <a:gd name="connsiteX3" fmla="*/ 310243 w 1112348"/>
                                      <a:gd name="connsiteY3" fmla="*/ 3266 h 1815737"/>
                                      <a:gd name="connsiteX4" fmla="*/ 734786 w 1112348"/>
                                      <a:gd name="connsiteY4" fmla="*/ 52252 h 1815737"/>
                                      <a:gd name="connsiteX5" fmla="*/ 963386 w 1112348"/>
                                      <a:gd name="connsiteY5" fmla="*/ 264523 h 1815737"/>
                                      <a:gd name="connsiteX6" fmla="*/ 1094014 w 1112348"/>
                                      <a:gd name="connsiteY6" fmla="*/ 509451 h 1815737"/>
                                      <a:gd name="connsiteX7" fmla="*/ 1094014 w 1112348"/>
                                      <a:gd name="connsiteY7" fmla="*/ 754380 h 1815737"/>
                                      <a:gd name="connsiteX8" fmla="*/ 1077685 w 1112348"/>
                                      <a:gd name="connsiteY8" fmla="*/ 1113609 h 1815737"/>
                                      <a:gd name="connsiteX9" fmla="*/ 1094014 w 1112348"/>
                                      <a:gd name="connsiteY9" fmla="*/ 1391194 h 1815737"/>
                                      <a:gd name="connsiteX10" fmla="*/ 1110343 w 1112348"/>
                                      <a:gd name="connsiteY10" fmla="*/ 1815737 h 1815737"/>
                                      <a:gd name="connsiteX0" fmla="*/ 0 w 1126671"/>
                                      <a:gd name="connsiteY0" fmla="*/ 329837 h 1815737"/>
                                      <a:gd name="connsiteX1" fmla="*/ 16328 w 1126671"/>
                                      <a:gd name="connsiteY1" fmla="*/ 264523 h 1815737"/>
                                      <a:gd name="connsiteX2" fmla="*/ 81643 w 1126671"/>
                                      <a:gd name="connsiteY2" fmla="*/ 117566 h 1815737"/>
                                      <a:gd name="connsiteX3" fmla="*/ 310243 w 1126671"/>
                                      <a:gd name="connsiteY3" fmla="*/ 3266 h 1815737"/>
                                      <a:gd name="connsiteX4" fmla="*/ 734786 w 1126671"/>
                                      <a:gd name="connsiteY4" fmla="*/ 52252 h 1815737"/>
                                      <a:gd name="connsiteX5" fmla="*/ 963386 w 1126671"/>
                                      <a:gd name="connsiteY5" fmla="*/ 264523 h 1815737"/>
                                      <a:gd name="connsiteX6" fmla="*/ 1094014 w 1126671"/>
                                      <a:gd name="connsiteY6" fmla="*/ 509451 h 1815737"/>
                                      <a:gd name="connsiteX7" fmla="*/ 1094014 w 1126671"/>
                                      <a:gd name="connsiteY7" fmla="*/ 754380 h 1815737"/>
                                      <a:gd name="connsiteX8" fmla="*/ 1126671 w 1126671"/>
                                      <a:gd name="connsiteY8" fmla="*/ 1113609 h 1815737"/>
                                      <a:gd name="connsiteX9" fmla="*/ 1094014 w 1126671"/>
                                      <a:gd name="connsiteY9" fmla="*/ 1391194 h 1815737"/>
                                      <a:gd name="connsiteX10" fmla="*/ 1110343 w 1126671"/>
                                      <a:gd name="connsiteY10" fmla="*/ 1815737 h 1815737"/>
                                      <a:gd name="connsiteX0" fmla="*/ 0 w 1126987"/>
                                      <a:gd name="connsiteY0" fmla="*/ 329837 h 1815737"/>
                                      <a:gd name="connsiteX1" fmla="*/ 16328 w 1126987"/>
                                      <a:gd name="connsiteY1" fmla="*/ 264523 h 1815737"/>
                                      <a:gd name="connsiteX2" fmla="*/ 81643 w 1126987"/>
                                      <a:gd name="connsiteY2" fmla="*/ 117566 h 1815737"/>
                                      <a:gd name="connsiteX3" fmla="*/ 310243 w 1126987"/>
                                      <a:gd name="connsiteY3" fmla="*/ 3266 h 1815737"/>
                                      <a:gd name="connsiteX4" fmla="*/ 734786 w 1126987"/>
                                      <a:gd name="connsiteY4" fmla="*/ 52252 h 1815737"/>
                                      <a:gd name="connsiteX5" fmla="*/ 963386 w 1126987"/>
                                      <a:gd name="connsiteY5" fmla="*/ 264523 h 1815737"/>
                                      <a:gd name="connsiteX6" fmla="*/ 1094014 w 1126987"/>
                                      <a:gd name="connsiteY6" fmla="*/ 509451 h 1815737"/>
                                      <a:gd name="connsiteX7" fmla="*/ 1094014 w 1126987"/>
                                      <a:gd name="connsiteY7" fmla="*/ 754380 h 1815737"/>
                                      <a:gd name="connsiteX8" fmla="*/ 1126671 w 1126987"/>
                                      <a:gd name="connsiteY8" fmla="*/ 1113609 h 1815737"/>
                                      <a:gd name="connsiteX9" fmla="*/ 1110343 w 1126987"/>
                                      <a:gd name="connsiteY9" fmla="*/ 1815737 h 1815737"/>
                                      <a:gd name="connsiteX0" fmla="*/ 0 w 1126987"/>
                                      <a:gd name="connsiteY0" fmla="*/ 329837 h 1815737"/>
                                      <a:gd name="connsiteX1" fmla="*/ 16328 w 1126987"/>
                                      <a:gd name="connsiteY1" fmla="*/ 264523 h 1815737"/>
                                      <a:gd name="connsiteX2" fmla="*/ 81643 w 1126987"/>
                                      <a:gd name="connsiteY2" fmla="*/ 117566 h 1815737"/>
                                      <a:gd name="connsiteX3" fmla="*/ 310243 w 1126987"/>
                                      <a:gd name="connsiteY3" fmla="*/ 3266 h 1815737"/>
                                      <a:gd name="connsiteX4" fmla="*/ 734786 w 1126987"/>
                                      <a:gd name="connsiteY4" fmla="*/ 52252 h 1815737"/>
                                      <a:gd name="connsiteX5" fmla="*/ 963386 w 1126987"/>
                                      <a:gd name="connsiteY5" fmla="*/ 264523 h 1815737"/>
                                      <a:gd name="connsiteX6" fmla="*/ 1094014 w 1126987"/>
                                      <a:gd name="connsiteY6" fmla="*/ 509451 h 1815737"/>
                                      <a:gd name="connsiteX7" fmla="*/ 1126671 w 1126987"/>
                                      <a:gd name="connsiteY7" fmla="*/ 1113609 h 1815737"/>
                                      <a:gd name="connsiteX8" fmla="*/ 1110343 w 1126987"/>
                                      <a:gd name="connsiteY8" fmla="*/ 1815737 h 1815737"/>
                                      <a:gd name="connsiteX0" fmla="*/ 0 w 1126987"/>
                                      <a:gd name="connsiteY0" fmla="*/ 329009 h 1814909"/>
                                      <a:gd name="connsiteX1" fmla="*/ 16328 w 1126987"/>
                                      <a:gd name="connsiteY1" fmla="*/ 263695 h 1814909"/>
                                      <a:gd name="connsiteX2" fmla="*/ 81643 w 1126987"/>
                                      <a:gd name="connsiteY2" fmla="*/ 116738 h 1814909"/>
                                      <a:gd name="connsiteX3" fmla="*/ 310243 w 1126987"/>
                                      <a:gd name="connsiteY3" fmla="*/ 2438 h 1814909"/>
                                      <a:gd name="connsiteX4" fmla="*/ 734786 w 1126987"/>
                                      <a:gd name="connsiteY4" fmla="*/ 51424 h 1814909"/>
                                      <a:gd name="connsiteX5" fmla="*/ 963386 w 1126987"/>
                                      <a:gd name="connsiteY5" fmla="*/ 198381 h 1814909"/>
                                      <a:gd name="connsiteX6" fmla="*/ 1094014 w 1126987"/>
                                      <a:gd name="connsiteY6" fmla="*/ 508623 h 1814909"/>
                                      <a:gd name="connsiteX7" fmla="*/ 1126671 w 1126987"/>
                                      <a:gd name="connsiteY7" fmla="*/ 1112781 h 1814909"/>
                                      <a:gd name="connsiteX8" fmla="*/ 1110343 w 1126987"/>
                                      <a:gd name="connsiteY8" fmla="*/ 1814909 h 18149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126987" h="1814909">
                                        <a:moveTo>
                                          <a:pt x="0" y="329009"/>
                                        </a:moveTo>
                                        <a:cubicBezTo>
                                          <a:pt x="1360" y="314041"/>
                                          <a:pt x="2721" y="299073"/>
                                          <a:pt x="16328" y="263695"/>
                                        </a:cubicBezTo>
                                        <a:cubicBezTo>
                                          <a:pt x="29935" y="228317"/>
                                          <a:pt x="32657" y="160281"/>
                                          <a:pt x="81643" y="116738"/>
                                        </a:cubicBezTo>
                                        <a:cubicBezTo>
                                          <a:pt x="130629" y="73195"/>
                                          <a:pt x="201386" y="13324"/>
                                          <a:pt x="310243" y="2438"/>
                                        </a:cubicBezTo>
                                        <a:cubicBezTo>
                                          <a:pt x="419100" y="-8448"/>
                                          <a:pt x="625929" y="18767"/>
                                          <a:pt x="734786" y="51424"/>
                                        </a:cubicBezTo>
                                        <a:cubicBezTo>
                                          <a:pt x="843643" y="84081"/>
                                          <a:pt x="903515" y="122181"/>
                                          <a:pt x="963386" y="198381"/>
                                        </a:cubicBezTo>
                                        <a:cubicBezTo>
                                          <a:pt x="1023257" y="274581"/>
                                          <a:pt x="1066800" y="356223"/>
                                          <a:pt x="1094014" y="508623"/>
                                        </a:cubicBezTo>
                                        <a:cubicBezTo>
                                          <a:pt x="1121228" y="661023"/>
                                          <a:pt x="1123950" y="895067"/>
                                          <a:pt x="1126671" y="1112781"/>
                                        </a:cubicBezTo>
                                        <a:cubicBezTo>
                                          <a:pt x="1129392" y="1289674"/>
                                          <a:pt x="1113745" y="1668632"/>
                                          <a:pt x="1110343" y="181490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5875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Freihandform 7"/>
                                <wps:cNvSpPr/>
                                <wps:spPr>
                                  <a:xfrm>
                                    <a:off x="512271" y="2143107"/>
                                    <a:ext cx="931937" cy="1436914"/>
                                  </a:xfrm>
                                  <a:custGeom>
                                    <a:avLst/>
                                    <a:gdLst>
                                      <a:gd name="connsiteX0" fmla="*/ 0 w 931937"/>
                                      <a:gd name="connsiteY0" fmla="*/ 0 h 1289957"/>
                                      <a:gd name="connsiteX1" fmla="*/ 81643 w 931937"/>
                                      <a:gd name="connsiteY1" fmla="*/ 146957 h 1289957"/>
                                      <a:gd name="connsiteX2" fmla="*/ 228600 w 931937"/>
                                      <a:gd name="connsiteY2" fmla="*/ 244929 h 1289957"/>
                                      <a:gd name="connsiteX3" fmla="*/ 424543 w 931937"/>
                                      <a:gd name="connsiteY3" fmla="*/ 261257 h 1289957"/>
                                      <a:gd name="connsiteX4" fmla="*/ 620486 w 931937"/>
                                      <a:gd name="connsiteY4" fmla="*/ 179614 h 1289957"/>
                                      <a:gd name="connsiteX5" fmla="*/ 816428 w 931937"/>
                                      <a:gd name="connsiteY5" fmla="*/ 146957 h 1289957"/>
                                      <a:gd name="connsiteX6" fmla="*/ 881743 w 931937"/>
                                      <a:gd name="connsiteY6" fmla="*/ 244929 h 1289957"/>
                                      <a:gd name="connsiteX7" fmla="*/ 914400 w 931937"/>
                                      <a:gd name="connsiteY7" fmla="*/ 506186 h 1289957"/>
                                      <a:gd name="connsiteX8" fmla="*/ 930728 w 931937"/>
                                      <a:gd name="connsiteY8" fmla="*/ 767443 h 1289957"/>
                                      <a:gd name="connsiteX9" fmla="*/ 930728 w 931937"/>
                                      <a:gd name="connsiteY9" fmla="*/ 1289957 h 1289957"/>
                                      <a:gd name="connsiteX10" fmla="*/ 930728 w 931937"/>
                                      <a:gd name="connsiteY10" fmla="*/ 1289957 h 1289957"/>
                                      <a:gd name="connsiteX0" fmla="*/ 0 w 931937"/>
                                      <a:gd name="connsiteY0" fmla="*/ 0 h 1436914"/>
                                      <a:gd name="connsiteX1" fmla="*/ 81643 w 931937"/>
                                      <a:gd name="connsiteY1" fmla="*/ 146957 h 1436914"/>
                                      <a:gd name="connsiteX2" fmla="*/ 228600 w 931937"/>
                                      <a:gd name="connsiteY2" fmla="*/ 244929 h 1436914"/>
                                      <a:gd name="connsiteX3" fmla="*/ 424543 w 931937"/>
                                      <a:gd name="connsiteY3" fmla="*/ 261257 h 1436914"/>
                                      <a:gd name="connsiteX4" fmla="*/ 620486 w 931937"/>
                                      <a:gd name="connsiteY4" fmla="*/ 179614 h 1436914"/>
                                      <a:gd name="connsiteX5" fmla="*/ 816428 w 931937"/>
                                      <a:gd name="connsiteY5" fmla="*/ 146957 h 1436914"/>
                                      <a:gd name="connsiteX6" fmla="*/ 881743 w 931937"/>
                                      <a:gd name="connsiteY6" fmla="*/ 244929 h 1436914"/>
                                      <a:gd name="connsiteX7" fmla="*/ 914400 w 931937"/>
                                      <a:gd name="connsiteY7" fmla="*/ 506186 h 1436914"/>
                                      <a:gd name="connsiteX8" fmla="*/ 930728 w 931937"/>
                                      <a:gd name="connsiteY8" fmla="*/ 767443 h 1436914"/>
                                      <a:gd name="connsiteX9" fmla="*/ 930728 w 931937"/>
                                      <a:gd name="connsiteY9" fmla="*/ 1289957 h 1436914"/>
                                      <a:gd name="connsiteX10" fmla="*/ 930728 w 931937"/>
                                      <a:gd name="connsiteY10" fmla="*/ 1436914 h 1436914"/>
                                      <a:gd name="connsiteX0" fmla="*/ 0 w 931937"/>
                                      <a:gd name="connsiteY0" fmla="*/ 0 h 1436914"/>
                                      <a:gd name="connsiteX1" fmla="*/ 81643 w 931937"/>
                                      <a:gd name="connsiteY1" fmla="*/ 146957 h 1436914"/>
                                      <a:gd name="connsiteX2" fmla="*/ 228600 w 931937"/>
                                      <a:gd name="connsiteY2" fmla="*/ 244929 h 1436914"/>
                                      <a:gd name="connsiteX3" fmla="*/ 424543 w 931937"/>
                                      <a:gd name="connsiteY3" fmla="*/ 261257 h 1436914"/>
                                      <a:gd name="connsiteX4" fmla="*/ 620486 w 931937"/>
                                      <a:gd name="connsiteY4" fmla="*/ 179614 h 1436914"/>
                                      <a:gd name="connsiteX5" fmla="*/ 816428 w 931937"/>
                                      <a:gd name="connsiteY5" fmla="*/ 146957 h 1436914"/>
                                      <a:gd name="connsiteX6" fmla="*/ 881743 w 931937"/>
                                      <a:gd name="connsiteY6" fmla="*/ 244929 h 1436914"/>
                                      <a:gd name="connsiteX7" fmla="*/ 914400 w 931937"/>
                                      <a:gd name="connsiteY7" fmla="*/ 506186 h 1436914"/>
                                      <a:gd name="connsiteX8" fmla="*/ 930728 w 931937"/>
                                      <a:gd name="connsiteY8" fmla="*/ 865414 h 1436914"/>
                                      <a:gd name="connsiteX9" fmla="*/ 930728 w 931937"/>
                                      <a:gd name="connsiteY9" fmla="*/ 1289957 h 1436914"/>
                                      <a:gd name="connsiteX10" fmla="*/ 930728 w 931937"/>
                                      <a:gd name="connsiteY10" fmla="*/ 1436914 h 14369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931937" h="1436914">
                                        <a:moveTo>
                                          <a:pt x="0" y="0"/>
                                        </a:moveTo>
                                        <a:cubicBezTo>
                                          <a:pt x="21771" y="53067"/>
                                          <a:pt x="43543" y="106135"/>
                                          <a:pt x="81643" y="146957"/>
                                        </a:cubicBezTo>
                                        <a:cubicBezTo>
                                          <a:pt x="119743" y="187779"/>
                                          <a:pt x="171450" y="225879"/>
                                          <a:pt x="228600" y="244929"/>
                                        </a:cubicBezTo>
                                        <a:cubicBezTo>
                                          <a:pt x="285750" y="263979"/>
                                          <a:pt x="359229" y="272143"/>
                                          <a:pt x="424543" y="261257"/>
                                        </a:cubicBezTo>
                                        <a:cubicBezTo>
                                          <a:pt x="489857" y="250371"/>
                                          <a:pt x="555172" y="198664"/>
                                          <a:pt x="620486" y="179614"/>
                                        </a:cubicBezTo>
                                        <a:cubicBezTo>
                                          <a:pt x="685800" y="160564"/>
                                          <a:pt x="772885" y="136071"/>
                                          <a:pt x="816428" y="146957"/>
                                        </a:cubicBezTo>
                                        <a:cubicBezTo>
                                          <a:pt x="859971" y="157843"/>
                                          <a:pt x="865414" y="185058"/>
                                          <a:pt x="881743" y="244929"/>
                                        </a:cubicBezTo>
                                        <a:cubicBezTo>
                                          <a:pt x="898072" y="304801"/>
                                          <a:pt x="906236" y="402772"/>
                                          <a:pt x="914400" y="506186"/>
                                        </a:cubicBezTo>
                                        <a:cubicBezTo>
                                          <a:pt x="922564" y="609600"/>
                                          <a:pt x="928007" y="734786"/>
                                          <a:pt x="930728" y="865414"/>
                                        </a:cubicBezTo>
                                        <a:cubicBezTo>
                                          <a:pt x="933449" y="996042"/>
                                          <a:pt x="930728" y="1194707"/>
                                          <a:pt x="930728" y="1289957"/>
                                        </a:cubicBezTo>
                                        <a:lnTo>
                                          <a:pt x="930728" y="143691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" name="Freihandform 4"/>
                              <wps:cNvSpPr/>
                              <wps:spPr>
                                <a:xfrm>
                                  <a:off x="1475656" y="1423388"/>
                                  <a:ext cx="393029" cy="458459"/>
                                </a:xfrm>
                                <a:custGeom>
                                  <a:avLst/>
                                  <a:gdLst>
                                    <a:gd name="connsiteX0" fmla="*/ 0 w 359402"/>
                                    <a:gd name="connsiteY0" fmla="*/ 408214 h 538843"/>
                                    <a:gd name="connsiteX1" fmla="*/ 65314 w 359402"/>
                                    <a:gd name="connsiteY1" fmla="*/ 359229 h 538843"/>
                                    <a:gd name="connsiteX2" fmla="*/ 81642 w 359402"/>
                                    <a:gd name="connsiteY2" fmla="*/ 310243 h 538843"/>
                                    <a:gd name="connsiteX3" fmla="*/ 81642 w 359402"/>
                                    <a:gd name="connsiteY3" fmla="*/ 179614 h 538843"/>
                                    <a:gd name="connsiteX4" fmla="*/ 81642 w 359402"/>
                                    <a:gd name="connsiteY4" fmla="*/ 65314 h 538843"/>
                                    <a:gd name="connsiteX5" fmla="*/ 212271 w 359402"/>
                                    <a:gd name="connsiteY5" fmla="*/ 0 h 538843"/>
                                    <a:gd name="connsiteX6" fmla="*/ 310242 w 359402"/>
                                    <a:gd name="connsiteY6" fmla="*/ 65314 h 538843"/>
                                    <a:gd name="connsiteX7" fmla="*/ 342900 w 359402"/>
                                    <a:gd name="connsiteY7" fmla="*/ 179614 h 538843"/>
                                    <a:gd name="connsiteX8" fmla="*/ 326571 w 359402"/>
                                    <a:gd name="connsiteY8" fmla="*/ 244929 h 538843"/>
                                    <a:gd name="connsiteX9" fmla="*/ 326571 w 359402"/>
                                    <a:gd name="connsiteY9" fmla="*/ 342900 h 538843"/>
                                    <a:gd name="connsiteX10" fmla="*/ 359228 w 359402"/>
                                    <a:gd name="connsiteY10" fmla="*/ 457200 h 538843"/>
                                    <a:gd name="connsiteX11" fmla="*/ 310242 w 359402"/>
                                    <a:gd name="connsiteY11" fmla="*/ 506186 h 538843"/>
                                    <a:gd name="connsiteX12" fmla="*/ 228600 w 359402"/>
                                    <a:gd name="connsiteY12" fmla="*/ 538843 h 538843"/>
                                    <a:gd name="connsiteX13" fmla="*/ 163285 w 359402"/>
                                    <a:gd name="connsiteY13" fmla="*/ 506186 h 538843"/>
                                    <a:gd name="connsiteX14" fmla="*/ 163285 w 359402"/>
                                    <a:gd name="connsiteY14" fmla="*/ 424543 h 538843"/>
                                    <a:gd name="connsiteX15" fmla="*/ 130628 w 359402"/>
                                    <a:gd name="connsiteY15" fmla="*/ 424543 h 538843"/>
                                    <a:gd name="connsiteX16" fmla="*/ 65314 w 359402"/>
                                    <a:gd name="connsiteY16" fmla="*/ 440871 h 538843"/>
                                    <a:gd name="connsiteX17" fmla="*/ 32657 w 359402"/>
                                    <a:gd name="connsiteY17" fmla="*/ 457200 h 538843"/>
                                    <a:gd name="connsiteX0" fmla="*/ 0 w 359388"/>
                                    <a:gd name="connsiteY0" fmla="*/ 408214 h 538843"/>
                                    <a:gd name="connsiteX1" fmla="*/ 65314 w 359388"/>
                                    <a:gd name="connsiteY1" fmla="*/ 359229 h 538843"/>
                                    <a:gd name="connsiteX2" fmla="*/ 81642 w 359388"/>
                                    <a:gd name="connsiteY2" fmla="*/ 310243 h 538843"/>
                                    <a:gd name="connsiteX3" fmla="*/ 81642 w 359388"/>
                                    <a:gd name="connsiteY3" fmla="*/ 179614 h 538843"/>
                                    <a:gd name="connsiteX4" fmla="*/ 81642 w 359388"/>
                                    <a:gd name="connsiteY4" fmla="*/ 65314 h 538843"/>
                                    <a:gd name="connsiteX5" fmla="*/ 212271 w 359388"/>
                                    <a:gd name="connsiteY5" fmla="*/ 0 h 538843"/>
                                    <a:gd name="connsiteX6" fmla="*/ 310242 w 359388"/>
                                    <a:gd name="connsiteY6" fmla="*/ 65314 h 538843"/>
                                    <a:gd name="connsiteX7" fmla="*/ 342900 w 359388"/>
                                    <a:gd name="connsiteY7" fmla="*/ 179614 h 538843"/>
                                    <a:gd name="connsiteX8" fmla="*/ 326571 w 359388"/>
                                    <a:gd name="connsiteY8" fmla="*/ 342900 h 538843"/>
                                    <a:gd name="connsiteX9" fmla="*/ 359228 w 359388"/>
                                    <a:gd name="connsiteY9" fmla="*/ 457200 h 538843"/>
                                    <a:gd name="connsiteX10" fmla="*/ 310242 w 359388"/>
                                    <a:gd name="connsiteY10" fmla="*/ 506186 h 538843"/>
                                    <a:gd name="connsiteX11" fmla="*/ 228600 w 359388"/>
                                    <a:gd name="connsiteY11" fmla="*/ 538843 h 538843"/>
                                    <a:gd name="connsiteX12" fmla="*/ 163285 w 359388"/>
                                    <a:gd name="connsiteY12" fmla="*/ 506186 h 538843"/>
                                    <a:gd name="connsiteX13" fmla="*/ 163285 w 359388"/>
                                    <a:gd name="connsiteY13" fmla="*/ 424543 h 538843"/>
                                    <a:gd name="connsiteX14" fmla="*/ 130628 w 359388"/>
                                    <a:gd name="connsiteY14" fmla="*/ 424543 h 538843"/>
                                    <a:gd name="connsiteX15" fmla="*/ 65314 w 359388"/>
                                    <a:gd name="connsiteY15" fmla="*/ 440871 h 538843"/>
                                    <a:gd name="connsiteX16" fmla="*/ 32657 w 359388"/>
                                    <a:gd name="connsiteY16" fmla="*/ 457200 h 538843"/>
                                    <a:gd name="connsiteX0" fmla="*/ 0 w 343255"/>
                                    <a:gd name="connsiteY0" fmla="*/ 408214 h 538843"/>
                                    <a:gd name="connsiteX1" fmla="*/ 65314 w 343255"/>
                                    <a:gd name="connsiteY1" fmla="*/ 359229 h 538843"/>
                                    <a:gd name="connsiteX2" fmla="*/ 81642 w 343255"/>
                                    <a:gd name="connsiteY2" fmla="*/ 310243 h 538843"/>
                                    <a:gd name="connsiteX3" fmla="*/ 81642 w 343255"/>
                                    <a:gd name="connsiteY3" fmla="*/ 179614 h 538843"/>
                                    <a:gd name="connsiteX4" fmla="*/ 81642 w 343255"/>
                                    <a:gd name="connsiteY4" fmla="*/ 65314 h 538843"/>
                                    <a:gd name="connsiteX5" fmla="*/ 212271 w 343255"/>
                                    <a:gd name="connsiteY5" fmla="*/ 0 h 538843"/>
                                    <a:gd name="connsiteX6" fmla="*/ 310242 w 343255"/>
                                    <a:gd name="connsiteY6" fmla="*/ 65314 h 538843"/>
                                    <a:gd name="connsiteX7" fmla="*/ 342900 w 343255"/>
                                    <a:gd name="connsiteY7" fmla="*/ 179614 h 538843"/>
                                    <a:gd name="connsiteX8" fmla="*/ 326571 w 343255"/>
                                    <a:gd name="connsiteY8" fmla="*/ 342900 h 538843"/>
                                    <a:gd name="connsiteX9" fmla="*/ 310242 w 343255"/>
                                    <a:gd name="connsiteY9" fmla="*/ 506186 h 538843"/>
                                    <a:gd name="connsiteX10" fmla="*/ 228600 w 343255"/>
                                    <a:gd name="connsiteY10" fmla="*/ 538843 h 538843"/>
                                    <a:gd name="connsiteX11" fmla="*/ 163285 w 343255"/>
                                    <a:gd name="connsiteY11" fmla="*/ 506186 h 538843"/>
                                    <a:gd name="connsiteX12" fmla="*/ 163285 w 343255"/>
                                    <a:gd name="connsiteY12" fmla="*/ 424543 h 538843"/>
                                    <a:gd name="connsiteX13" fmla="*/ 130628 w 343255"/>
                                    <a:gd name="connsiteY13" fmla="*/ 424543 h 538843"/>
                                    <a:gd name="connsiteX14" fmla="*/ 65314 w 343255"/>
                                    <a:gd name="connsiteY14" fmla="*/ 440871 h 538843"/>
                                    <a:gd name="connsiteX15" fmla="*/ 32657 w 343255"/>
                                    <a:gd name="connsiteY15" fmla="*/ 457200 h 538843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179614 h 521898"/>
                                    <a:gd name="connsiteX4" fmla="*/ 81642 w 343255"/>
                                    <a:gd name="connsiteY4" fmla="*/ 65314 h 521898"/>
                                    <a:gd name="connsiteX5" fmla="*/ 212271 w 343255"/>
                                    <a:gd name="connsiteY5" fmla="*/ 0 h 521898"/>
                                    <a:gd name="connsiteX6" fmla="*/ 310242 w 343255"/>
                                    <a:gd name="connsiteY6" fmla="*/ 65314 h 521898"/>
                                    <a:gd name="connsiteX7" fmla="*/ 342900 w 343255"/>
                                    <a:gd name="connsiteY7" fmla="*/ 179614 h 521898"/>
                                    <a:gd name="connsiteX8" fmla="*/ 326571 w 343255"/>
                                    <a:gd name="connsiteY8" fmla="*/ 342900 h 521898"/>
                                    <a:gd name="connsiteX9" fmla="*/ 310242 w 343255"/>
                                    <a:gd name="connsiteY9" fmla="*/ 506186 h 521898"/>
                                    <a:gd name="connsiteX10" fmla="*/ 163285 w 343255"/>
                                    <a:gd name="connsiteY10" fmla="*/ 506186 h 521898"/>
                                    <a:gd name="connsiteX11" fmla="*/ 163285 w 343255"/>
                                    <a:gd name="connsiteY11" fmla="*/ 424543 h 521898"/>
                                    <a:gd name="connsiteX12" fmla="*/ 130628 w 343255"/>
                                    <a:gd name="connsiteY12" fmla="*/ 424543 h 521898"/>
                                    <a:gd name="connsiteX13" fmla="*/ 65314 w 343255"/>
                                    <a:gd name="connsiteY13" fmla="*/ 440871 h 521898"/>
                                    <a:gd name="connsiteX14" fmla="*/ 32657 w 343255"/>
                                    <a:gd name="connsiteY14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179614 h 521898"/>
                                    <a:gd name="connsiteX4" fmla="*/ 81642 w 343255"/>
                                    <a:gd name="connsiteY4" fmla="*/ 65314 h 521898"/>
                                    <a:gd name="connsiteX5" fmla="*/ 212271 w 343255"/>
                                    <a:gd name="connsiteY5" fmla="*/ 0 h 521898"/>
                                    <a:gd name="connsiteX6" fmla="*/ 310242 w 343255"/>
                                    <a:gd name="connsiteY6" fmla="*/ 65314 h 521898"/>
                                    <a:gd name="connsiteX7" fmla="*/ 342900 w 343255"/>
                                    <a:gd name="connsiteY7" fmla="*/ 179614 h 521898"/>
                                    <a:gd name="connsiteX8" fmla="*/ 326571 w 343255"/>
                                    <a:gd name="connsiteY8" fmla="*/ 342900 h 521898"/>
                                    <a:gd name="connsiteX9" fmla="*/ 310242 w 343255"/>
                                    <a:gd name="connsiteY9" fmla="*/ 506186 h 521898"/>
                                    <a:gd name="connsiteX10" fmla="*/ 163285 w 343255"/>
                                    <a:gd name="connsiteY10" fmla="*/ 506186 h 521898"/>
                                    <a:gd name="connsiteX11" fmla="*/ 163285 w 343255"/>
                                    <a:gd name="connsiteY11" fmla="*/ 424543 h 521898"/>
                                    <a:gd name="connsiteX12" fmla="*/ 65314 w 343255"/>
                                    <a:gd name="connsiteY12" fmla="*/ 440871 h 521898"/>
                                    <a:gd name="connsiteX13" fmla="*/ 32657 w 343255"/>
                                    <a:gd name="connsiteY13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179614 h 521898"/>
                                    <a:gd name="connsiteX4" fmla="*/ 81642 w 343255"/>
                                    <a:gd name="connsiteY4" fmla="*/ 65314 h 521898"/>
                                    <a:gd name="connsiteX5" fmla="*/ 212271 w 343255"/>
                                    <a:gd name="connsiteY5" fmla="*/ 0 h 521898"/>
                                    <a:gd name="connsiteX6" fmla="*/ 310242 w 343255"/>
                                    <a:gd name="connsiteY6" fmla="*/ 65314 h 521898"/>
                                    <a:gd name="connsiteX7" fmla="*/ 342900 w 343255"/>
                                    <a:gd name="connsiteY7" fmla="*/ 179614 h 521898"/>
                                    <a:gd name="connsiteX8" fmla="*/ 326571 w 343255"/>
                                    <a:gd name="connsiteY8" fmla="*/ 342900 h 521898"/>
                                    <a:gd name="connsiteX9" fmla="*/ 310242 w 343255"/>
                                    <a:gd name="connsiteY9" fmla="*/ 506186 h 521898"/>
                                    <a:gd name="connsiteX10" fmla="*/ 163285 w 343255"/>
                                    <a:gd name="connsiteY10" fmla="*/ 506186 h 521898"/>
                                    <a:gd name="connsiteX11" fmla="*/ 163285 w 343255"/>
                                    <a:gd name="connsiteY11" fmla="*/ 424543 h 521898"/>
                                    <a:gd name="connsiteX12" fmla="*/ 32657 w 343255"/>
                                    <a:gd name="connsiteY12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310243 h 521898"/>
                                    <a:gd name="connsiteX3" fmla="*/ 81642 w 343255"/>
                                    <a:gd name="connsiteY3" fmla="*/ 65314 h 521898"/>
                                    <a:gd name="connsiteX4" fmla="*/ 212271 w 343255"/>
                                    <a:gd name="connsiteY4" fmla="*/ 0 h 521898"/>
                                    <a:gd name="connsiteX5" fmla="*/ 310242 w 343255"/>
                                    <a:gd name="connsiteY5" fmla="*/ 65314 h 521898"/>
                                    <a:gd name="connsiteX6" fmla="*/ 342900 w 343255"/>
                                    <a:gd name="connsiteY6" fmla="*/ 179614 h 521898"/>
                                    <a:gd name="connsiteX7" fmla="*/ 326571 w 343255"/>
                                    <a:gd name="connsiteY7" fmla="*/ 342900 h 521898"/>
                                    <a:gd name="connsiteX8" fmla="*/ 310242 w 343255"/>
                                    <a:gd name="connsiteY8" fmla="*/ 506186 h 521898"/>
                                    <a:gd name="connsiteX9" fmla="*/ 163285 w 343255"/>
                                    <a:gd name="connsiteY9" fmla="*/ 506186 h 521898"/>
                                    <a:gd name="connsiteX10" fmla="*/ 163285 w 343255"/>
                                    <a:gd name="connsiteY10" fmla="*/ 424543 h 521898"/>
                                    <a:gd name="connsiteX11" fmla="*/ 32657 w 343255"/>
                                    <a:gd name="connsiteY11" fmla="*/ 457200 h 521898"/>
                                    <a:gd name="connsiteX0" fmla="*/ 0 w 343255"/>
                                    <a:gd name="connsiteY0" fmla="*/ 408214 h 521898"/>
                                    <a:gd name="connsiteX1" fmla="*/ 65314 w 343255"/>
                                    <a:gd name="connsiteY1" fmla="*/ 359229 h 521898"/>
                                    <a:gd name="connsiteX2" fmla="*/ 81642 w 343255"/>
                                    <a:gd name="connsiteY2" fmla="*/ 244929 h 521898"/>
                                    <a:gd name="connsiteX3" fmla="*/ 81642 w 343255"/>
                                    <a:gd name="connsiteY3" fmla="*/ 65314 h 521898"/>
                                    <a:gd name="connsiteX4" fmla="*/ 212271 w 343255"/>
                                    <a:gd name="connsiteY4" fmla="*/ 0 h 521898"/>
                                    <a:gd name="connsiteX5" fmla="*/ 310242 w 343255"/>
                                    <a:gd name="connsiteY5" fmla="*/ 65314 h 521898"/>
                                    <a:gd name="connsiteX6" fmla="*/ 342900 w 343255"/>
                                    <a:gd name="connsiteY6" fmla="*/ 179614 h 521898"/>
                                    <a:gd name="connsiteX7" fmla="*/ 326571 w 343255"/>
                                    <a:gd name="connsiteY7" fmla="*/ 342900 h 521898"/>
                                    <a:gd name="connsiteX8" fmla="*/ 310242 w 343255"/>
                                    <a:gd name="connsiteY8" fmla="*/ 506186 h 521898"/>
                                    <a:gd name="connsiteX9" fmla="*/ 163285 w 343255"/>
                                    <a:gd name="connsiteY9" fmla="*/ 506186 h 521898"/>
                                    <a:gd name="connsiteX10" fmla="*/ 163285 w 343255"/>
                                    <a:gd name="connsiteY10" fmla="*/ 424543 h 521898"/>
                                    <a:gd name="connsiteX11" fmla="*/ 32657 w 343255"/>
                                    <a:gd name="connsiteY11" fmla="*/ 457200 h 521898"/>
                                    <a:gd name="connsiteX0" fmla="*/ 0 w 343255"/>
                                    <a:gd name="connsiteY0" fmla="*/ 408214 h 507626"/>
                                    <a:gd name="connsiteX1" fmla="*/ 65314 w 343255"/>
                                    <a:gd name="connsiteY1" fmla="*/ 359229 h 507626"/>
                                    <a:gd name="connsiteX2" fmla="*/ 81642 w 343255"/>
                                    <a:gd name="connsiteY2" fmla="*/ 244929 h 507626"/>
                                    <a:gd name="connsiteX3" fmla="*/ 81642 w 343255"/>
                                    <a:gd name="connsiteY3" fmla="*/ 65314 h 507626"/>
                                    <a:gd name="connsiteX4" fmla="*/ 212271 w 343255"/>
                                    <a:gd name="connsiteY4" fmla="*/ 0 h 507626"/>
                                    <a:gd name="connsiteX5" fmla="*/ 310242 w 343255"/>
                                    <a:gd name="connsiteY5" fmla="*/ 65314 h 507626"/>
                                    <a:gd name="connsiteX6" fmla="*/ 342900 w 343255"/>
                                    <a:gd name="connsiteY6" fmla="*/ 179614 h 507626"/>
                                    <a:gd name="connsiteX7" fmla="*/ 326571 w 343255"/>
                                    <a:gd name="connsiteY7" fmla="*/ 342900 h 507626"/>
                                    <a:gd name="connsiteX8" fmla="*/ 310242 w 343255"/>
                                    <a:gd name="connsiteY8" fmla="*/ 506186 h 507626"/>
                                    <a:gd name="connsiteX9" fmla="*/ 163285 w 343255"/>
                                    <a:gd name="connsiteY9" fmla="*/ 424543 h 507626"/>
                                    <a:gd name="connsiteX10" fmla="*/ 32657 w 343255"/>
                                    <a:gd name="connsiteY10" fmla="*/ 457200 h 507626"/>
                                    <a:gd name="connsiteX0" fmla="*/ 0 w 343255"/>
                                    <a:gd name="connsiteY0" fmla="*/ 408214 h 511956"/>
                                    <a:gd name="connsiteX1" fmla="*/ 65314 w 343255"/>
                                    <a:gd name="connsiteY1" fmla="*/ 359229 h 511956"/>
                                    <a:gd name="connsiteX2" fmla="*/ 81642 w 343255"/>
                                    <a:gd name="connsiteY2" fmla="*/ 244929 h 511956"/>
                                    <a:gd name="connsiteX3" fmla="*/ 81642 w 343255"/>
                                    <a:gd name="connsiteY3" fmla="*/ 65314 h 511956"/>
                                    <a:gd name="connsiteX4" fmla="*/ 212271 w 343255"/>
                                    <a:gd name="connsiteY4" fmla="*/ 0 h 511956"/>
                                    <a:gd name="connsiteX5" fmla="*/ 310242 w 343255"/>
                                    <a:gd name="connsiteY5" fmla="*/ 65314 h 511956"/>
                                    <a:gd name="connsiteX6" fmla="*/ 342900 w 343255"/>
                                    <a:gd name="connsiteY6" fmla="*/ 179614 h 511956"/>
                                    <a:gd name="connsiteX7" fmla="*/ 326571 w 343255"/>
                                    <a:gd name="connsiteY7" fmla="*/ 342900 h 511956"/>
                                    <a:gd name="connsiteX8" fmla="*/ 310242 w 343255"/>
                                    <a:gd name="connsiteY8" fmla="*/ 506186 h 511956"/>
                                    <a:gd name="connsiteX9" fmla="*/ 179614 w 343255"/>
                                    <a:gd name="connsiteY9" fmla="*/ 473529 h 511956"/>
                                    <a:gd name="connsiteX10" fmla="*/ 32657 w 343255"/>
                                    <a:gd name="connsiteY10" fmla="*/ 457200 h 511956"/>
                                    <a:gd name="connsiteX0" fmla="*/ 0 w 376267"/>
                                    <a:gd name="connsiteY0" fmla="*/ 408214 h 517274"/>
                                    <a:gd name="connsiteX1" fmla="*/ 65314 w 376267"/>
                                    <a:gd name="connsiteY1" fmla="*/ 359229 h 517274"/>
                                    <a:gd name="connsiteX2" fmla="*/ 81642 w 376267"/>
                                    <a:gd name="connsiteY2" fmla="*/ 244929 h 517274"/>
                                    <a:gd name="connsiteX3" fmla="*/ 81642 w 376267"/>
                                    <a:gd name="connsiteY3" fmla="*/ 65314 h 517274"/>
                                    <a:gd name="connsiteX4" fmla="*/ 212271 w 376267"/>
                                    <a:gd name="connsiteY4" fmla="*/ 0 h 517274"/>
                                    <a:gd name="connsiteX5" fmla="*/ 310242 w 376267"/>
                                    <a:gd name="connsiteY5" fmla="*/ 65314 h 517274"/>
                                    <a:gd name="connsiteX6" fmla="*/ 342900 w 376267"/>
                                    <a:gd name="connsiteY6" fmla="*/ 179614 h 517274"/>
                                    <a:gd name="connsiteX7" fmla="*/ 375556 w 376267"/>
                                    <a:gd name="connsiteY7" fmla="*/ 261257 h 517274"/>
                                    <a:gd name="connsiteX8" fmla="*/ 310242 w 376267"/>
                                    <a:gd name="connsiteY8" fmla="*/ 506186 h 517274"/>
                                    <a:gd name="connsiteX9" fmla="*/ 179614 w 376267"/>
                                    <a:gd name="connsiteY9" fmla="*/ 473529 h 517274"/>
                                    <a:gd name="connsiteX10" fmla="*/ 32657 w 376267"/>
                                    <a:gd name="connsiteY10" fmla="*/ 457200 h 517274"/>
                                    <a:gd name="connsiteX0" fmla="*/ 0 w 375556"/>
                                    <a:gd name="connsiteY0" fmla="*/ 408214 h 475695"/>
                                    <a:gd name="connsiteX1" fmla="*/ 65314 w 375556"/>
                                    <a:gd name="connsiteY1" fmla="*/ 359229 h 475695"/>
                                    <a:gd name="connsiteX2" fmla="*/ 81642 w 375556"/>
                                    <a:gd name="connsiteY2" fmla="*/ 244929 h 475695"/>
                                    <a:gd name="connsiteX3" fmla="*/ 81642 w 375556"/>
                                    <a:gd name="connsiteY3" fmla="*/ 65314 h 475695"/>
                                    <a:gd name="connsiteX4" fmla="*/ 212271 w 375556"/>
                                    <a:gd name="connsiteY4" fmla="*/ 0 h 475695"/>
                                    <a:gd name="connsiteX5" fmla="*/ 310242 w 375556"/>
                                    <a:gd name="connsiteY5" fmla="*/ 65314 h 475695"/>
                                    <a:gd name="connsiteX6" fmla="*/ 342900 w 375556"/>
                                    <a:gd name="connsiteY6" fmla="*/ 179614 h 475695"/>
                                    <a:gd name="connsiteX7" fmla="*/ 375556 w 375556"/>
                                    <a:gd name="connsiteY7" fmla="*/ 261257 h 475695"/>
                                    <a:gd name="connsiteX8" fmla="*/ 342899 w 375556"/>
                                    <a:gd name="connsiteY8" fmla="*/ 391886 h 475695"/>
                                    <a:gd name="connsiteX9" fmla="*/ 179614 w 375556"/>
                                    <a:gd name="connsiteY9" fmla="*/ 473529 h 475695"/>
                                    <a:gd name="connsiteX10" fmla="*/ 32657 w 375556"/>
                                    <a:gd name="connsiteY10" fmla="*/ 457200 h 475695"/>
                                    <a:gd name="connsiteX0" fmla="*/ 0 w 375824"/>
                                    <a:gd name="connsiteY0" fmla="*/ 408214 h 457200"/>
                                    <a:gd name="connsiteX1" fmla="*/ 65314 w 375824"/>
                                    <a:gd name="connsiteY1" fmla="*/ 359229 h 457200"/>
                                    <a:gd name="connsiteX2" fmla="*/ 81642 w 375824"/>
                                    <a:gd name="connsiteY2" fmla="*/ 244929 h 457200"/>
                                    <a:gd name="connsiteX3" fmla="*/ 81642 w 375824"/>
                                    <a:gd name="connsiteY3" fmla="*/ 65314 h 457200"/>
                                    <a:gd name="connsiteX4" fmla="*/ 212271 w 375824"/>
                                    <a:gd name="connsiteY4" fmla="*/ 0 h 457200"/>
                                    <a:gd name="connsiteX5" fmla="*/ 310242 w 375824"/>
                                    <a:gd name="connsiteY5" fmla="*/ 65314 h 457200"/>
                                    <a:gd name="connsiteX6" fmla="*/ 342900 w 375824"/>
                                    <a:gd name="connsiteY6" fmla="*/ 179614 h 457200"/>
                                    <a:gd name="connsiteX7" fmla="*/ 375556 w 375824"/>
                                    <a:gd name="connsiteY7" fmla="*/ 261257 h 457200"/>
                                    <a:gd name="connsiteX8" fmla="*/ 342899 w 375824"/>
                                    <a:gd name="connsiteY8" fmla="*/ 391886 h 457200"/>
                                    <a:gd name="connsiteX9" fmla="*/ 146957 w 375824"/>
                                    <a:gd name="connsiteY9" fmla="*/ 391886 h 457200"/>
                                    <a:gd name="connsiteX10" fmla="*/ 32657 w 375824"/>
                                    <a:gd name="connsiteY10" fmla="*/ 457200 h 457200"/>
                                    <a:gd name="connsiteX0" fmla="*/ 0 w 358700"/>
                                    <a:gd name="connsiteY0" fmla="*/ 408214 h 457200"/>
                                    <a:gd name="connsiteX1" fmla="*/ 65314 w 358700"/>
                                    <a:gd name="connsiteY1" fmla="*/ 359229 h 457200"/>
                                    <a:gd name="connsiteX2" fmla="*/ 81642 w 358700"/>
                                    <a:gd name="connsiteY2" fmla="*/ 244929 h 457200"/>
                                    <a:gd name="connsiteX3" fmla="*/ 81642 w 358700"/>
                                    <a:gd name="connsiteY3" fmla="*/ 65314 h 457200"/>
                                    <a:gd name="connsiteX4" fmla="*/ 212271 w 358700"/>
                                    <a:gd name="connsiteY4" fmla="*/ 0 h 457200"/>
                                    <a:gd name="connsiteX5" fmla="*/ 310242 w 358700"/>
                                    <a:gd name="connsiteY5" fmla="*/ 65314 h 457200"/>
                                    <a:gd name="connsiteX6" fmla="*/ 342900 w 358700"/>
                                    <a:gd name="connsiteY6" fmla="*/ 179614 h 457200"/>
                                    <a:gd name="connsiteX7" fmla="*/ 342899 w 358700"/>
                                    <a:gd name="connsiteY7" fmla="*/ 391886 h 457200"/>
                                    <a:gd name="connsiteX8" fmla="*/ 146957 w 358700"/>
                                    <a:gd name="connsiteY8" fmla="*/ 391886 h 457200"/>
                                    <a:gd name="connsiteX9" fmla="*/ 32657 w 358700"/>
                                    <a:gd name="connsiteY9" fmla="*/ 457200 h 457200"/>
                                    <a:gd name="connsiteX0" fmla="*/ 0 w 378134"/>
                                    <a:gd name="connsiteY0" fmla="*/ 408214 h 457200"/>
                                    <a:gd name="connsiteX1" fmla="*/ 65314 w 378134"/>
                                    <a:gd name="connsiteY1" fmla="*/ 359229 h 457200"/>
                                    <a:gd name="connsiteX2" fmla="*/ 81642 w 378134"/>
                                    <a:gd name="connsiteY2" fmla="*/ 244929 h 457200"/>
                                    <a:gd name="connsiteX3" fmla="*/ 81642 w 378134"/>
                                    <a:gd name="connsiteY3" fmla="*/ 65314 h 457200"/>
                                    <a:gd name="connsiteX4" fmla="*/ 212271 w 378134"/>
                                    <a:gd name="connsiteY4" fmla="*/ 0 h 457200"/>
                                    <a:gd name="connsiteX5" fmla="*/ 310242 w 378134"/>
                                    <a:gd name="connsiteY5" fmla="*/ 65314 h 457200"/>
                                    <a:gd name="connsiteX6" fmla="*/ 375558 w 378134"/>
                                    <a:gd name="connsiteY6" fmla="*/ 228599 h 457200"/>
                                    <a:gd name="connsiteX7" fmla="*/ 342899 w 378134"/>
                                    <a:gd name="connsiteY7" fmla="*/ 391886 h 457200"/>
                                    <a:gd name="connsiteX8" fmla="*/ 146957 w 378134"/>
                                    <a:gd name="connsiteY8" fmla="*/ 391886 h 457200"/>
                                    <a:gd name="connsiteX9" fmla="*/ 32657 w 378134"/>
                                    <a:gd name="connsiteY9" fmla="*/ 457200 h 457200"/>
                                    <a:gd name="connsiteX0" fmla="*/ 0 w 378134"/>
                                    <a:gd name="connsiteY0" fmla="*/ 409473 h 458459"/>
                                    <a:gd name="connsiteX1" fmla="*/ 65314 w 378134"/>
                                    <a:gd name="connsiteY1" fmla="*/ 360488 h 458459"/>
                                    <a:gd name="connsiteX2" fmla="*/ 81642 w 378134"/>
                                    <a:gd name="connsiteY2" fmla="*/ 246188 h 458459"/>
                                    <a:gd name="connsiteX3" fmla="*/ 81642 w 378134"/>
                                    <a:gd name="connsiteY3" fmla="*/ 66573 h 458459"/>
                                    <a:gd name="connsiteX4" fmla="*/ 212271 w 378134"/>
                                    <a:gd name="connsiteY4" fmla="*/ 1259 h 458459"/>
                                    <a:gd name="connsiteX5" fmla="*/ 310242 w 378134"/>
                                    <a:gd name="connsiteY5" fmla="*/ 115558 h 458459"/>
                                    <a:gd name="connsiteX6" fmla="*/ 375558 w 378134"/>
                                    <a:gd name="connsiteY6" fmla="*/ 229858 h 458459"/>
                                    <a:gd name="connsiteX7" fmla="*/ 342899 w 378134"/>
                                    <a:gd name="connsiteY7" fmla="*/ 393145 h 458459"/>
                                    <a:gd name="connsiteX8" fmla="*/ 146957 w 378134"/>
                                    <a:gd name="connsiteY8" fmla="*/ 393145 h 458459"/>
                                    <a:gd name="connsiteX9" fmla="*/ 32657 w 378134"/>
                                    <a:gd name="connsiteY9" fmla="*/ 458459 h 458459"/>
                                    <a:gd name="connsiteX0" fmla="*/ 0 w 393029"/>
                                    <a:gd name="connsiteY0" fmla="*/ 409473 h 458459"/>
                                    <a:gd name="connsiteX1" fmla="*/ 65314 w 393029"/>
                                    <a:gd name="connsiteY1" fmla="*/ 360488 h 458459"/>
                                    <a:gd name="connsiteX2" fmla="*/ 81642 w 393029"/>
                                    <a:gd name="connsiteY2" fmla="*/ 246188 h 458459"/>
                                    <a:gd name="connsiteX3" fmla="*/ 81642 w 393029"/>
                                    <a:gd name="connsiteY3" fmla="*/ 66573 h 458459"/>
                                    <a:gd name="connsiteX4" fmla="*/ 212271 w 393029"/>
                                    <a:gd name="connsiteY4" fmla="*/ 1259 h 458459"/>
                                    <a:gd name="connsiteX5" fmla="*/ 310242 w 393029"/>
                                    <a:gd name="connsiteY5" fmla="*/ 115558 h 458459"/>
                                    <a:gd name="connsiteX6" fmla="*/ 391886 w 393029"/>
                                    <a:gd name="connsiteY6" fmla="*/ 278844 h 458459"/>
                                    <a:gd name="connsiteX7" fmla="*/ 342899 w 393029"/>
                                    <a:gd name="connsiteY7" fmla="*/ 393145 h 458459"/>
                                    <a:gd name="connsiteX8" fmla="*/ 146957 w 393029"/>
                                    <a:gd name="connsiteY8" fmla="*/ 393145 h 458459"/>
                                    <a:gd name="connsiteX9" fmla="*/ 32657 w 393029"/>
                                    <a:gd name="connsiteY9" fmla="*/ 458459 h 4584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393029" h="458459">
                                      <a:moveTo>
                                        <a:pt x="0" y="409473"/>
                                      </a:moveTo>
                                      <a:cubicBezTo>
                                        <a:pt x="25853" y="393144"/>
                                        <a:pt x="51707" y="387702"/>
                                        <a:pt x="65314" y="360488"/>
                                      </a:cubicBezTo>
                                      <a:cubicBezTo>
                                        <a:pt x="78921" y="333274"/>
                                        <a:pt x="78921" y="295174"/>
                                        <a:pt x="81642" y="246188"/>
                                      </a:cubicBezTo>
                                      <a:cubicBezTo>
                                        <a:pt x="84363" y="197202"/>
                                        <a:pt x="59871" y="107394"/>
                                        <a:pt x="81642" y="66573"/>
                                      </a:cubicBezTo>
                                      <a:cubicBezTo>
                                        <a:pt x="103413" y="25752"/>
                                        <a:pt x="174171" y="-6905"/>
                                        <a:pt x="212271" y="1259"/>
                                      </a:cubicBezTo>
                                      <a:cubicBezTo>
                                        <a:pt x="250371" y="9423"/>
                                        <a:pt x="280306" y="69294"/>
                                        <a:pt x="310242" y="115558"/>
                                      </a:cubicBezTo>
                                      <a:cubicBezTo>
                                        <a:pt x="340178" y="161822"/>
                                        <a:pt x="386443" y="232580"/>
                                        <a:pt x="391886" y="278844"/>
                                      </a:cubicBezTo>
                                      <a:cubicBezTo>
                                        <a:pt x="397329" y="325109"/>
                                        <a:pt x="383720" y="374095"/>
                                        <a:pt x="342899" y="393145"/>
                                      </a:cubicBezTo>
                                      <a:cubicBezTo>
                                        <a:pt x="302078" y="412195"/>
                                        <a:pt x="198664" y="382259"/>
                                        <a:pt x="146957" y="393145"/>
                                      </a:cubicBezTo>
                                      <a:cubicBezTo>
                                        <a:pt x="95250" y="404031"/>
                                        <a:pt x="59871" y="451656"/>
                                        <a:pt x="32657" y="4584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Freihandform 5"/>
                              <wps:cNvSpPr/>
                              <wps:spPr>
                                <a:xfrm>
                                  <a:off x="756255" y="2257405"/>
                                  <a:ext cx="542206" cy="283871"/>
                                </a:xfrm>
                                <a:custGeom>
                                  <a:avLst/>
                                  <a:gdLst>
                                    <a:gd name="connsiteX0" fmla="*/ 474473 w 542206"/>
                                    <a:gd name="connsiteY0" fmla="*/ 0 h 251214"/>
                                    <a:gd name="connsiteX1" fmla="*/ 474473 w 542206"/>
                                    <a:gd name="connsiteY1" fmla="*/ 97972 h 251214"/>
                                    <a:gd name="connsiteX2" fmla="*/ 360173 w 542206"/>
                                    <a:gd name="connsiteY2" fmla="*/ 146957 h 251214"/>
                                    <a:gd name="connsiteX3" fmla="*/ 131573 w 542206"/>
                                    <a:gd name="connsiteY3" fmla="*/ 163286 h 251214"/>
                                    <a:gd name="connsiteX4" fmla="*/ 944 w 542206"/>
                                    <a:gd name="connsiteY4" fmla="*/ 179615 h 251214"/>
                                    <a:gd name="connsiteX5" fmla="*/ 82587 w 542206"/>
                                    <a:gd name="connsiteY5" fmla="*/ 244929 h 251214"/>
                                    <a:gd name="connsiteX6" fmla="*/ 262202 w 542206"/>
                                    <a:gd name="connsiteY6" fmla="*/ 244929 h 251214"/>
                                    <a:gd name="connsiteX7" fmla="*/ 507130 w 542206"/>
                                    <a:gd name="connsiteY7" fmla="*/ 212272 h 251214"/>
                                    <a:gd name="connsiteX8" fmla="*/ 539787 w 542206"/>
                                    <a:gd name="connsiteY8" fmla="*/ 97972 h 251214"/>
                                    <a:gd name="connsiteX9" fmla="*/ 539787 w 542206"/>
                                    <a:gd name="connsiteY9" fmla="*/ 32657 h 251214"/>
                                    <a:gd name="connsiteX10" fmla="*/ 539787 w 542206"/>
                                    <a:gd name="connsiteY10" fmla="*/ 32657 h 251214"/>
                                    <a:gd name="connsiteX0" fmla="*/ 474473 w 542206"/>
                                    <a:gd name="connsiteY0" fmla="*/ 32657 h 283871"/>
                                    <a:gd name="connsiteX1" fmla="*/ 474473 w 542206"/>
                                    <a:gd name="connsiteY1" fmla="*/ 130629 h 283871"/>
                                    <a:gd name="connsiteX2" fmla="*/ 360173 w 542206"/>
                                    <a:gd name="connsiteY2" fmla="*/ 179614 h 283871"/>
                                    <a:gd name="connsiteX3" fmla="*/ 131573 w 542206"/>
                                    <a:gd name="connsiteY3" fmla="*/ 195943 h 283871"/>
                                    <a:gd name="connsiteX4" fmla="*/ 944 w 542206"/>
                                    <a:gd name="connsiteY4" fmla="*/ 212272 h 283871"/>
                                    <a:gd name="connsiteX5" fmla="*/ 82587 w 542206"/>
                                    <a:gd name="connsiteY5" fmla="*/ 277586 h 283871"/>
                                    <a:gd name="connsiteX6" fmla="*/ 262202 w 542206"/>
                                    <a:gd name="connsiteY6" fmla="*/ 277586 h 283871"/>
                                    <a:gd name="connsiteX7" fmla="*/ 507130 w 542206"/>
                                    <a:gd name="connsiteY7" fmla="*/ 244929 h 283871"/>
                                    <a:gd name="connsiteX8" fmla="*/ 539787 w 542206"/>
                                    <a:gd name="connsiteY8" fmla="*/ 130629 h 283871"/>
                                    <a:gd name="connsiteX9" fmla="*/ 539787 w 542206"/>
                                    <a:gd name="connsiteY9" fmla="*/ 65314 h 283871"/>
                                    <a:gd name="connsiteX10" fmla="*/ 539787 w 542206"/>
                                    <a:gd name="connsiteY10" fmla="*/ 0 h 2838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542206" h="283871">
                                      <a:moveTo>
                                        <a:pt x="474473" y="32657"/>
                                      </a:moveTo>
                                      <a:cubicBezTo>
                                        <a:pt x="483998" y="69396"/>
                                        <a:pt x="493523" y="106136"/>
                                        <a:pt x="474473" y="130629"/>
                                      </a:cubicBezTo>
                                      <a:cubicBezTo>
                                        <a:pt x="455423" y="155122"/>
                                        <a:pt x="417323" y="168728"/>
                                        <a:pt x="360173" y="179614"/>
                                      </a:cubicBezTo>
                                      <a:cubicBezTo>
                                        <a:pt x="303023" y="190500"/>
                                        <a:pt x="191444" y="190500"/>
                                        <a:pt x="131573" y="195943"/>
                                      </a:cubicBezTo>
                                      <a:cubicBezTo>
                                        <a:pt x="71701" y="201386"/>
                                        <a:pt x="9108" y="198665"/>
                                        <a:pt x="944" y="212272"/>
                                      </a:cubicBezTo>
                                      <a:cubicBezTo>
                                        <a:pt x="-7220" y="225879"/>
                                        <a:pt x="39044" y="266700"/>
                                        <a:pt x="82587" y="277586"/>
                                      </a:cubicBezTo>
                                      <a:cubicBezTo>
                                        <a:pt x="126130" y="288472"/>
                                        <a:pt x="191445" y="283029"/>
                                        <a:pt x="262202" y="277586"/>
                                      </a:cubicBezTo>
                                      <a:cubicBezTo>
                                        <a:pt x="332959" y="272143"/>
                                        <a:pt x="460866" y="269422"/>
                                        <a:pt x="507130" y="244929"/>
                                      </a:cubicBezTo>
                                      <a:cubicBezTo>
                                        <a:pt x="553394" y="220436"/>
                                        <a:pt x="534344" y="160565"/>
                                        <a:pt x="539787" y="130629"/>
                                      </a:cubicBezTo>
                                      <a:cubicBezTo>
                                        <a:pt x="545230" y="100693"/>
                                        <a:pt x="539787" y="87085"/>
                                        <a:pt x="539787" y="65314"/>
                                      </a:cubicBezTo>
                                      <a:lnTo>
                                        <a:pt x="53978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" o:spid="_x0000_s1026" style="position:absolute;margin-left:2.45pt;margin-top:2.85pt;width:85.5pt;height:106.35pt;z-index:251697152;mso-width-relative:margin;mso-height-relative:margin" coordsize="26634,3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">
                      <v:shape id="Freihandform 2" o:spid="_x0000_s1027" style="position:absolute;width:26634;height:35677;visibility:visible;mso-wrap-style:square;v-text-anchor:middle" coordsize="2042211,2524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z58QA&#10;AADaAAAADwAAAGRycy9kb3ducmV2LnhtbESPQWsCMRSE7wX/Q3iCt5pVsMjWKKVYUMHCuh56fGxe&#10;N1s3L9sk6tpf3wiFHoeZ+YZZrHrbigv50DhWMBlnIIgrpxuuFRzLt8c5iBCRNbaOScGNAqyWg4cF&#10;5tpduaDLIdYiQTjkqMDE2OVShsqQxTB2HXHyPp23GJP0tdQerwluWznNsidpseG0YLCjV0PV6XC2&#10;CnT8KL/Me0H70+ynOHq9y9bbb6VGw/7lGUSkPv6H/9obrWAK9yvp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ks+fEAAAA2gAAAA8AAAAAAAAAAAAAAAAAmAIAAGRycy9k&#10;b3ducmV2LnhtbFBLBQYAAAAABAAEAPUAAACJAwAAAAA=&#10;" path="m834182,2524157v12246,-119743,5714,-306875,-8710,-407439c811048,2016154,785287,1966706,747639,1920775v-37648,-45931,-82826,-54223,-148052,-79641c534361,1815716,407534,1818254,356280,1768268v-51254,-49986,-86450,-173676,-64220,-227050c314290,1487844,492201,1466406,489662,1448023v-2539,-18383,-166479,21124,-212838,-17105c230465,1392689,252331,1264911,211510,1218647,170689,1172383,66457,1177363,31896,1153333,-2665,1129303,-4023,1104401,4141,1074465v8164,-29936,39457,-59463,76740,-100747c118164,932434,189739,875747,227839,826761v38100,-48986,55697,-77921,81642,-146957c335426,610768,342321,494985,383507,412546,424693,330107,492734,246096,556596,185170,620458,124244,672884,77851,766682,46990,860480,16129,999009,-328,1119386,5v120377,333,264241,19512,369560,48985c1594265,78463,1682628,128653,1751299,176843v68671,48190,105042,91066,149672,161286c1945601,408349,1995856,508558,2019079,598161v23223,89603,25857,187779,21231,277586c2035684,965554,2013096,1044475,1991324,1137004v-21771,92528,-40822,198664,-81643,293914c1868860,1526168,1803546,1635025,1746396,1708504v-57150,73479,-133351,100693,-179615,163286c1520517,1934383,1493303,2016025,1468810,2084061v-24493,68036,-40822,127907,-48986,195943c1411660,2348040,1419824,2492275,1419824,2492275r,16329e" filled="f" strokecolor="gray [1629]" strokeweight="2pt">
                        <v:path arrowok="t" o:connecttype="custom" o:connectlocs="1087954,3567724;1076594,2991837;975083,2714885;781991,2602318;464666,2499326;380910,2178407;638625,2046682;361039,2022505;275855,1722475;41599,1630158;5401,1518683;105486,1376284;297151,1168570;403630,960857;500176,583106;725922,261725;999920,66417;1459922,7;1941908,69244;2284074,249956;2479278,477922;2633317,845460;2661007,1237809;2597118,1607078;2490638,2022505;2277679,2414854;2043422,2645648;1915647,2945678;1851758,3222630;1851758,3522661;1851758,3545741" o:connectangles="0,0,0,0,0,0,0,0,0,0,0,0,0,0,0,0,0,0,0,0,0,0,0,0,0,0,0,0,0,0,0"/>
                      </v:shape>
                      <v:group id="Gruppieren 3" o:spid="_x0000_s1028" style="position:absolute;left:5122;top:16671;width:11270;height:19129" coordorigin="5122,16671" coordsize="11269,19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Freihandform 6" o:spid="_x0000_s1029" style="position:absolute;left:5122;top:16671;width:11270;height:18149;visibility:visible;mso-wrap-style:square;v-text-anchor:middle" coordsize="1126987,1814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vkaMMA&#10;AADaAAAADwAAAGRycy9kb3ducmV2LnhtbESP3YrCMBSE7xd8h3AE7zRVF5GuURZ/wAVBrK54eWiO&#10;bdnmpDSx1rc3grCXw8x8w8wWrSlFQ7UrLCsYDiIQxKnVBWcKTsdNfwrCeWSNpWVS8CAHi3nnY4ax&#10;tnc+UJP4TAQIuxgV5N5XsZQuzcmgG9iKOHhXWxv0QdaZ1DXeA9yUchRFE2mw4LCQY0XLnNK/5GYU&#10;7M/2MsbrQ9qf4+p33ewuy/H5U6let/3+AuGp9f/hd3urFUzgdSXc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vkaMMAAADaAAAADwAAAAAAAAAAAAAAAACYAgAAZHJzL2Rv&#10;d25yZXYueG1sUEsFBgAAAAAEAAQA9QAAAIgDAAAAAA==&#10;" path="m,329009c1360,314041,2721,299073,16328,263695,29935,228317,32657,160281,81643,116738,130629,73195,201386,13324,310243,2438,419100,-8448,625929,18767,734786,51424v108857,32657,168729,70757,228600,146957c1023257,274581,1066800,356223,1094014,508623v27214,152400,29936,386444,32657,604158c1129392,1289674,1113745,1668632,1110343,1814909e" filled="f" strokecolor="#5a5a5a [2109]" strokeweight="1.25pt">
                          <v:path arrowok="t" o:connecttype="custom" o:connectlocs="0,329009;16328,263695;81643,116738;310243,2438;734786,51424;963386,198381;1094014,508623;1126671,1112781;1110343,1814909" o:connectangles="0,0,0,0,0,0,0,0,0"/>
                        </v:shape>
                        <v:shape id="Freihandform 7" o:spid="_x0000_s1030" style="position:absolute;left:5122;top:21431;width:9320;height:14369;visibility:visible;mso-wrap-style:square;v-text-anchor:middle" coordsize="931937,14369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1EqsAA&#10;AADaAAAADwAAAGRycy9kb3ducmV2LnhtbESPzarCMBSE94LvEI7gRq6pgvbSaxQRRLf+wt0dmmNb&#10;bU5KE219eyMILoeZ+YaZLVpTigfVrrCsYDSMQBCnVhecKTge1j+/IJxH1lhaJgVPcrCYdzszTLRt&#10;eEePvc9EgLBLUEHufZVI6dKcDLqhrYiDd7G1QR9knUldYxPgppTjKJpKgwWHhRwrWuWU3vZ3o2BC&#10;/zZudHodXJ67VjZnvp02G6X6vXb5B8JT67/hT3urFcTwvhJu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r1EqsAAAADaAAAADwAAAAAAAAAAAAAAAACYAgAAZHJzL2Rvd25y&#10;ZXYueG1sUEsFBgAAAAAEAAQA9QAAAIUDAAAAAA==&#10;" path="m,c21771,53067,43543,106135,81643,146957v38100,40822,89807,78922,146957,97972c285750,263979,359229,272143,424543,261257v65314,-10886,130629,-62593,195943,-81643c685800,160564,772885,136071,816428,146957v43543,10886,48986,38101,65315,97972c898072,304801,906236,402772,914400,506186v8164,103414,13607,228600,16328,359228c933449,996042,930728,1194707,930728,1289957r,146957e" filled="f" strokecolor="#5a5a5a [2109]" strokeweight="1.5pt">
                          <v:path arrowok="t" o:connecttype="custom" o:connectlocs="0,0;81643,146957;228600,244929;424543,261257;620486,179614;816428,146957;881743,244929;914400,506186;930728,865414;930728,1289957;930728,1436914" o:connectangles="0,0,0,0,0,0,0,0,0,0,0"/>
                        </v:shape>
                      </v:group>
                      <v:shape id="Freihandform 4" o:spid="_x0000_s1031" style="position:absolute;left:14756;top:14233;width:3930;height:4585;visibility:visible;mso-wrap-style:square;v-text-anchor:middle" coordsize="393029,458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XNHsEA&#10;AADaAAAADwAAAGRycy9kb3ducmV2LnhtbESPT4vCMBTE7wt+h/AEb2vqIrJUo4iu4GnFP3h+NM82&#10;tHmpTWzrt98Iwh6Hmd8Ms1j1thItNd44VjAZJyCIM6cN5wou593nNwgfkDVWjknBkzysloOPBaba&#10;dXyk9hRyEUvYp6igCKFOpfRZQRb92NXE0bu5xmKIssmlbrCL5baSX0kykxYNx4UCa9oUlJWnh1Uw&#10;bS9sDttrZVzZdbv74ZH9lL9KjYb9eg4iUB/+w296ryMHryvxBs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FzR7BAAAA2gAAAA8AAAAAAAAAAAAAAAAAmAIAAGRycy9kb3du&#10;cmV2LnhtbFBLBQYAAAAABAAEAPUAAACGAwAAAAA=&#10;" path="m,409473c25853,393144,51707,387702,65314,360488,78921,333274,78921,295174,81642,246188v2721,-48986,-21771,-138794,,-179615c103413,25752,174171,-6905,212271,1259v38100,8164,68035,68035,97971,114299c340178,161822,386443,232580,391886,278844v5443,46265,-8166,95251,-48987,114301c302078,412195,198664,382259,146957,393145,95250,404031,59871,451656,32657,458459e" filled="f" strokecolor="black [3213]" strokeweight="1pt">
                        <v:path arrowok="t" o:connecttype="custom" o:connectlocs="0,409473;65314,360488;81642,246188;81642,66573;212271,1259;310242,115558;391886,278844;342899,393145;146957,393145;32657,458459" o:connectangles="0,0,0,0,0,0,0,0,0,0"/>
                      </v:shape>
                      <v:shape id="Freihandform 5" o:spid="_x0000_s1032" style="position:absolute;left:7562;top:22574;width:5422;height:2838;visibility:visible;mso-wrap-style:square;v-text-anchor:middle" coordsize="542206,283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9t0sQA&#10;AADaAAAADwAAAGRycy9kb3ducmV2LnhtbESPzWrDMBCE74G+g9hCb7HsQENwo5gQCBj3kp9S97hY&#10;W9vUWjmWGrt9+qhQyHGYmW+YdTaZTlxpcK1lBUkUgyCurG65VvB23s9XIJxH1thZJgU/5CDbPMzW&#10;mGo78pGuJ1+LAGGXooLG+z6V0lUNGXSR7YmD92kHgz7IoZZ6wDHATScXcbyUBlsOCw32tGuo+jp9&#10;GwXl++H3kmjMF+eiLA7d6/LD94VST4/T9gWEp8nfw//tXCt4hr8r4Qb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vbdLEAAAA2gAAAA8AAAAAAAAAAAAAAAAAmAIAAGRycy9k&#10;b3ducmV2LnhtbFBLBQYAAAAABAAEAPUAAACJAwAAAAA=&#10;" path="m474473,32657v9525,36739,19050,73479,,97972c455423,155122,417323,168728,360173,179614v-57150,10886,-168729,10886,-228600,16329c71701,201386,9108,198665,944,212272v-8164,13607,38100,54428,81643,65314c126130,288472,191445,283029,262202,277586v70757,-5443,198664,-8164,244928,-32657c553394,220436,534344,160565,539787,130629v5443,-29936,,-43544,,-65315l539787,e" filled="f" strokecolor="black [3213]" strokeweight="1pt">
                        <v:path arrowok="t" o:connecttype="custom" o:connectlocs="474473,32657;474473,130629;360173,179614;131573,195943;944,212272;82587,277586;262202,277586;507130,244929;539787,130629;539787,65314;539787,0" o:connectangles="0,0,0,0,0,0,0,0,0,0,0"/>
                      </v:shape>
                    </v:group>
                  </w:pict>
                </mc:Fallback>
              </mc:AlternateContent>
            </w:r>
            <w:r w:rsidR="009918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A0ECE3E" wp14:editId="750ACBE7">
                      <wp:simplePos x="0" y="0"/>
                      <wp:positionH relativeFrom="column">
                        <wp:posOffset>-868680</wp:posOffset>
                      </wp:positionH>
                      <wp:positionV relativeFrom="paragraph">
                        <wp:posOffset>95885</wp:posOffset>
                      </wp:positionV>
                      <wp:extent cx="1028700" cy="457200"/>
                      <wp:effectExtent l="0" t="635" r="1905" b="0"/>
                      <wp:wrapNone/>
                      <wp:docPr id="1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18D8" w:rsidRPr="000D6E36" w:rsidRDefault="009918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" o:spid="_x0000_s1026" type="#_x0000_t202" style="position:absolute;margin-left:-68.4pt;margin-top:7.55pt;width:81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4KsgIAALs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" filled="f" stroked="f">
                      <v:textbox>
                        <w:txbxContent>
                          <w:p w:rsidR="009918D8" w:rsidRPr="000D6E36" w:rsidRDefault="009918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38" w:type="dxa"/>
            <w:shd w:val="clear" w:color="auto" w:fill="auto"/>
          </w:tcPr>
          <w:p w:rsidR="00F05E7C" w:rsidRPr="00B51208" w:rsidRDefault="00B044B1" w:rsidP="0069713F">
            <w:pPr>
              <w:rPr>
                <w:i/>
                <w:color w:val="000000" w:themeColor="text1"/>
              </w:rPr>
            </w:pPr>
            <w:r w:rsidRPr="00E051DC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3A3D63A4" wp14:editId="602454D5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112395</wp:posOffset>
                      </wp:positionV>
                      <wp:extent cx="2966085" cy="334010"/>
                      <wp:effectExtent l="0" t="0" r="0" b="27940"/>
                      <wp:wrapNone/>
                      <wp:docPr id="93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66085" cy="334010"/>
                                <a:chOff x="-177710" y="-131363"/>
                                <a:chExt cx="4804535" cy="511840"/>
                              </a:xfrm>
                            </wpg:grpSpPr>
                            <wpg:grpSp>
                              <wpg:cNvPr id="94" name="Gruppieren 94"/>
                              <wpg:cNvGrpSpPr/>
                              <wpg:grpSpPr>
                                <a:xfrm>
                                  <a:off x="250148" y="80722"/>
                                  <a:ext cx="3965895" cy="298604"/>
                                  <a:chOff x="250148" y="80722"/>
                                  <a:chExt cx="6476969" cy="419316"/>
                                </a:xfrm>
                              </wpg:grpSpPr>
                              <wpg:grpSp>
                                <wpg:cNvPr id="95" name="Gruppieren 95"/>
                                <wpg:cNvGrpSpPr/>
                                <wpg:grpSpPr>
                                  <a:xfrm>
                                    <a:off x="250148" y="80722"/>
                                    <a:ext cx="720080" cy="399181"/>
                                    <a:chOff x="250148" y="80722"/>
                                    <a:chExt cx="720080" cy="399181"/>
                                  </a:xfrm>
                                </wpg:grpSpPr>
                                <wps:wsp>
                                  <wps:cNvPr id="96" name="Gerade Verbindung 37"/>
                                  <wps:cNvCnPr/>
                                  <wps:spPr>
                                    <a:xfrm>
                                      <a:off x="837110" y="80722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97" name="Gerade Verbindung 38"/>
                                  <wps:cNvCnPr/>
                                  <wps:spPr>
                                    <a:xfrm>
                                      <a:off x="383549" y="479903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98" name="Gerade Verbindung 39"/>
                                  <wps:cNvCnPr/>
                                  <wps:spPr>
                                    <a:xfrm>
                                      <a:off x="250148" y="281899"/>
                                      <a:ext cx="133401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99" name="Gerade Verbindung 40"/>
                                  <wps:cNvCnPr/>
                                  <wps:spPr>
                                    <a:xfrm flipV="1">
                                      <a:off x="250148" y="80722"/>
                                      <a:ext cx="133401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0" name="Gerade Verbindung 41"/>
                                  <wps:cNvCnPr/>
                                  <wps:spPr>
                                    <a:xfrm>
                                      <a:off x="383549" y="80722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1" name="Gerade Verbindung 42"/>
                                  <wps:cNvCnPr/>
                                  <wps:spPr>
                                    <a:xfrm flipV="1">
                                      <a:off x="837110" y="281899"/>
                                      <a:ext cx="133118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02" name="Gruppieren 102"/>
                                <wpg:cNvGrpSpPr/>
                                <wpg:grpSpPr>
                                  <a:xfrm>
                                    <a:off x="960883" y="86922"/>
                                    <a:ext cx="720072" cy="399190"/>
                                    <a:chOff x="960883" y="86922"/>
                                    <a:chExt cx="720072" cy="399190"/>
                                  </a:xfrm>
                                </wpg:grpSpPr>
                                <wps:wsp>
                                  <wps:cNvPr id="103" name="Gerade Verbindung 44"/>
                                  <wps:cNvCnPr/>
                                  <wps:spPr>
                                    <a:xfrm>
                                      <a:off x="1547846" y="86922"/>
                                      <a:ext cx="13310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4" name="Gerade Verbindung 45"/>
                                  <wps:cNvCnPr/>
                                  <wps:spPr>
                                    <a:xfrm>
                                      <a:off x="1094276" y="48611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5" name="Gerade Verbindung 46"/>
                                  <wps:cNvCnPr/>
                                  <wps:spPr>
                                    <a:xfrm>
                                      <a:off x="960883" y="288099"/>
                                      <a:ext cx="133393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6" name="Gerade Verbindung 47"/>
                                  <wps:cNvCnPr/>
                                  <wps:spPr>
                                    <a:xfrm flipV="1">
                                      <a:off x="960883" y="86922"/>
                                      <a:ext cx="133393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7" name="Gerade Verbindung 48"/>
                                  <wps:cNvCnPr/>
                                  <wps:spPr>
                                    <a:xfrm>
                                      <a:off x="1094276" y="8692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08" name="Gerade Verbindung 49"/>
                                  <wps:cNvCnPr/>
                                  <wps:spPr>
                                    <a:xfrm flipV="1">
                                      <a:off x="1547846" y="288099"/>
                                      <a:ext cx="133109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09" name="Gruppieren 109"/>
                                <wpg:cNvGrpSpPr/>
                                <wpg:grpSpPr>
                                  <a:xfrm>
                                    <a:off x="1680955" y="80722"/>
                                    <a:ext cx="720081" cy="399181"/>
                                    <a:chOff x="1680955" y="80722"/>
                                    <a:chExt cx="720081" cy="399181"/>
                                  </a:xfrm>
                                </wpg:grpSpPr>
                                <wps:wsp>
                                  <wps:cNvPr id="110" name="Gerade Verbindung 51"/>
                                  <wps:cNvCnPr/>
                                  <wps:spPr>
                                    <a:xfrm>
                                      <a:off x="2267927" y="80722"/>
                                      <a:ext cx="13310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1" name="Gerade Verbindung 52"/>
                                  <wps:cNvCnPr/>
                                  <wps:spPr>
                                    <a:xfrm>
                                      <a:off x="1814357" y="479903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2" name="Gerade Verbindung 53"/>
                                  <wps:cNvCnPr/>
                                  <wps:spPr>
                                    <a:xfrm>
                                      <a:off x="1680955" y="281899"/>
                                      <a:ext cx="133402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3" name="Gerade Verbindung 54"/>
                                  <wps:cNvCnPr/>
                                  <wps:spPr>
                                    <a:xfrm flipV="1">
                                      <a:off x="1680955" y="80722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4" name="Gerade Verbindung 55"/>
                                  <wps:cNvCnPr/>
                                  <wps:spPr>
                                    <a:xfrm>
                                      <a:off x="1814357" y="8072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5" name="Gerade Verbindung 56"/>
                                  <wps:cNvCnPr/>
                                  <wps:spPr>
                                    <a:xfrm flipV="1">
                                      <a:off x="2267927" y="281899"/>
                                      <a:ext cx="133109" cy="1980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16" name="Gruppieren 116"/>
                                <wpg:cNvGrpSpPr/>
                                <wpg:grpSpPr>
                                  <a:xfrm>
                                    <a:off x="2401036" y="96102"/>
                                    <a:ext cx="720081" cy="399182"/>
                                    <a:chOff x="2401036" y="96102"/>
                                    <a:chExt cx="720081" cy="399182"/>
                                  </a:xfrm>
                                </wpg:grpSpPr>
                                <wps:wsp>
                                  <wps:cNvPr id="117" name="Gerade Verbindung 58"/>
                                  <wps:cNvCnPr/>
                                  <wps:spPr>
                                    <a:xfrm>
                                      <a:off x="2988008" y="96102"/>
                                      <a:ext cx="13310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8" name="Gerade Verbindung 59"/>
                                  <wps:cNvCnPr/>
                                  <wps:spPr>
                                    <a:xfrm>
                                      <a:off x="2534438" y="495284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19" name="Gerade Verbindung 60"/>
                                  <wps:cNvCnPr/>
                                  <wps:spPr>
                                    <a:xfrm>
                                      <a:off x="2401036" y="297279"/>
                                      <a:ext cx="133402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0" name="Gerade Verbindung 61"/>
                                  <wps:cNvCnPr/>
                                  <wps:spPr>
                                    <a:xfrm flipV="1">
                                      <a:off x="2401036" y="96102"/>
                                      <a:ext cx="133402" cy="1995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1" name="Gerade Verbindung 62"/>
                                  <wps:cNvCnPr/>
                                  <wps:spPr>
                                    <a:xfrm>
                                      <a:off x="2534438" y="96102"/>
                                      <a:ext cx="4535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2" name="Gerade Verbindung 63"/>
                                  <wps:cNvCnPr/>
                                  <wps:spPr>
                                    <a:xfrm flipV="1">
                                      <a:off x="2988008" y="297279"/>
                                      <a:ext cx="133109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23" name="Gruppieren 123"/>
                                <wpg:cNvGrpSpPr/>
                                <wpg:grpSpPr>
                                  <a:xfrm>
                                    <a:off x="3126713" y="97684"/>
                                    <a:ext cx="720081" cy="399191"/>
                                    <a:chOff x="3126713" y="97684"/>
                                    <a:chExt cx="720081" cy="399191"/>
                                  </a:xfrm>
                                </wpg:grpSpPr>
                                <wps:wsp>
                                  <wps:cNvPr id="124" name="Gerade Verbindung 65"/>
                                  <wps:cNvCnPr/>
                                  <wps:spPr>
                                    <a:xfrm>
                                      <a:off x="3713684" y="97684"/>
                                      <a:ext cx="133110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5" name="Gerade Verbindung 66"/>
                                  <wps:cNvCnPr/>
                                  <wps:spPr>
                                    <a:xfrm>
                                      <a:off x="3260115" y="496875"/>
                                      <a:ext cx="45356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6" name="Gerade Verbindung 67"/>
                                  <wps:cNvCnPr/>
                                  <wps:spPr>
                                    <a:xfrm>
                                      <a:off x="3126713" y="298861"/>
                                      <a:ext cx="133402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7" name="Gerade Verbindung 68"/>
                                  <wps:cNvCnPr/>
                                  <wps:spPr>
                                    <a:xfrm flipV="1">
                                      <a:off x="3126713" y="97684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8" name="Gerade Verbindung 69"/>
                                  <wps:cNvCnPr/>
                                  <wps:spPr>
                                    <a:xfrm>
                                      <a:off x="3260115" y="97684"/>
                                      <a:ext cx="45356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29" name="Gerade Verbindung 70"/>
                                  <wps:cNvCnPr/>
                                  <wps:spPr>
                                    <a:xfrm flipV="1">
                                      <a:off x="3713684" y="298861"/>
                                      <a:ext cx="133110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30" name="Gruppieren 130"/>
                                <wpg:cNvGrpSpPr/>
                                <wpg:grpSpPr>
                                  <a:xfrm>
                                    <a:off x="3846794" y="99266"/>
                                    <a:ext cx="720081" cy="399191"/>
                                    <a:chOff x="3846794" y="99266"/>
                                    <a:chExt cx="720081" cy="399191"/>
                                  </a:xfrm>
                                </wpg:grpSpPr>
                                <wps:wsp>
                                  <wps:cNvPr id="131" name="Gerade Verbindung 72"/>
                                  <wps:cNvCnPr/>
                                  <wps:spPr>
                                    <a:xfrm>
                                      <a:off x="4433756" y="99266"/>
                                      <a:ext cx="133119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2" name="Gerade Verbindung 73"/>
                                  <wps:cNvCnPr/>
                                  <wps:spPr>
                                    <a:xfrm>
                                      <a:off x="3980196" y="498457"/>
                                      <a:ext cx="4535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3" name="Gerade Verbindung 74"/>
                                  <wps:cNvCnPr/>
                                  <wps:spPr>
                                    <a:xfrm>
                                      <a:off x="3846794" y="300443"/>
                                      <a:ext cx="133402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4" name="Gerade Verbindung 75"/>
                                  <wps:cNvCnPr/>
                                  <wps:spPr>
                                    <a:xfrm flipV="1">
                                      <a:off x="3846794" y="99266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5" name="Gerade Verbindung 76"/>
                                  <wps:cNvCnPr/>
                                  <wps:spPr>
                                    <a:xfrm>
                                      <a:off x="3980196" y="99266"/>
                                      <a:ext cx="45356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6" name="Gerade Verbindung 77"/>
                                  <wps:cNvCnPr/>
                                  <wps:spPr>
                                    <a:xfrm flipV="1">
                                      <a:off x="4433756" y="300443"/>
                                      <a:ext cx="133119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37" name="Gruppieren 137"/>
                                <wpg:cNvGrpSpPr/>
                                <wpg:grpSpPr>
                                  <a:xfrm>
                                    <a:off x="4566875" y="100848"/>
                                    <a:ext cx="720080" cy="399190"/>
                                    <a:chOff x="4566875" y="100848"/>
                                    <a:chExt cx="720080" cy="399190"/>
                                  </a:xfrm>
                                </wpg:grpSpPr>
                                <wps:wsp>
                                  <wps:cNvPr id="138" name="Gerade Verbindung 79"/>
                                  <wps:cNvCnPr/>
                                  <wps:spPr>
                                    <a:xfrm>
                                      <a:off x="5153837" y="100848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39" name="Gerade Verbindung 80"/>
                                  <wps:cNvCnPr/>
                                  <wps:spPr>
                                    <a:xfrm>
                                      <a:off x="4700276" y="500038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0" name="Gerade Verbindung 81"/>
                                  <wps:cNvCnPr/>
                                  <wps:spPr>
                                    <a:xfrm>
                                      <a:off x="4566875" y="302025"/>
                                      <a:ext cx="133401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1" name="Gerade Verbindung 82"/>
                                  <wps:cNvCnPr/>
                                  <wps:spPr>
                                    <a:xfrm flipV="1">
                                      <a:off x="4566875" y="100848"/>
                                      <a:ext cx="133401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2" name="Gerade Verbindung 83"/>
                                  <wps:cNvCnPr/>
                                  <wps:spPr>
                                    <a:xfrm>
                                      <a:off x="4700276" y="100848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3" name="Gerade Verbindung 84"/>
                                  <wps:cNvCnPr/>
                                  <wps:spPr>
                                    <a:xfrm flipV="1">
                                      <a:off x="5153837" y="302025"/>
                                      <a:ext cx="133118" cy="1980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44" name="Gruppieren 144"/>
                                <wpg:cNvGrpSpPr/>
                                <wpg:grpSpPr>
                                  <a:xfrm>
                                    <a:off x="5286955" y="91338"/>
                                    <a:ext cx="720081" cy="399182"/>
                                    <a:chOff x="5286955" y="91338"/>
                                    <a:chExt cx="720081" cy="399182"/>
                                  </a:xfrm>
                                </wpg:grpSpPr>
                                <wps:wsp>
                                  <wps:cNvPr id="145" name="Gerade Verbindung 86"/>
                                  <wps:cNvCnPr/>
                                  <wps:spPr>
                                    <a:xfrm>
                                      <a:off x="5873918" y="91338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6" name="Gerade Verbindung 87"/>
                                  <wps:cNvCnPr/>
                                  <wps:spPr>
                                    <a:xfrm>
                                      <a:off x="5420357" y="490520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7" name="Gerade Verbindung 88"/>
                                  <wps:cNvCnPr/>
                                  <wps:spPr>
                                    <a:xfrm>
                                      <a:off x="5286955" y="292515"/>
                                      <a:ext cx="133402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8" name="Gerade Verbindung 89"/>
                                  <wps:cNvCnPr/>
                                  <wps:spPr>
                                    <a:xfrm flipV="1">
                                      <a:off x="5286955" y="91338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49" name="Gerade Verbindung 90"/>
                                  <wps:cNvCnPr/>
                                  <wps:spPr>
                                    <a:xfrm>
                                      <a:off x="5420357" y="91338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0" name="Gerade Verbindung 91"/>
                                  <wps:cNvCnPr/>
                                  <wps:spPr>
                                    <a:xfrm flipV="1">
                                      <a:off x="5873918" y="292515"/>
                                      <a:ext cx="133118" cy="1980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151" name="Gruppieren 151"/>
                                <wpg:cNvGrpSpPr/>
                                <wpg:grpSpPr>
                                  <a:xfrm>
                                    <a:off x="6007036" y="99266"/>
                                    <a:ext cx="720081" cy="399191"/>
                                    <a:chOff x="6007036" y="99266"/>
                                    <a:chExt cx="720081" cy="399191"/>
                                  </a:xfrm>
                                </wpg:grpSpPr>
                                <wps:wsp>
                                  <wps:cNvPr id="152" name="Gerade Verbindung 93"/>
                                  <wps:cNvCnPr/>
                                  <wps:spPr>
                                    <a:xfrm>
                                      <a:off x="6593999" y="99266"/>
                                      <a:ext cx="133118" cy="2011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3" name="Gerade Verbindung 94"/>
                                  <wps:cNvCnPr/>
                                  <wps:spPr>
                                    <a:xfrm>
                                      <a:off x="6140438" y="498457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4" name="Gerade Verbindung 95"/>
                                  <wps:cNvCnPr/>
                                  <wps:spPr>
                                    <a:xfrm>
                                      <a:off x="6007036" y="300443"/>
                                      <a:ext cx="133402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5" name="Gerade Verbindung 96"/>
                                  <wps:cNvCnPr/>
                                  <wps:spPr>
                                    <a:xfrm flipV="1">
                                      <a:off x="6007036" y="99266"/>
                                      <a:ext cx="133402" cy="1995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6" name="Gerade Verbindung 97"/>
                                  <wps:cNvCnPr/>
                                  <wps:spPr>
                                    <a:xfrm>
                                      <a:off x="6140438" y="99266"/>
                                      <a:ext cx="453561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  <wps:wsp>
                                  <wps:cNvPr id="157" name="Gerade Verbindung 98"/>
                                  <wps:cNvCnPr/>
                                  <wps:spPr>
                                    <a:xfrm flipV="1">
                                      <a:off x="6593999" y="300443"/>
                                      <a:ext cx="133118" cy="1980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solid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158" name="Textfeld 6"/>
                              <wps:cNvSpPr txBox="1"/>
                              <wps:spPr>
                                <a:xfrm>
                                  <a:off x="-177710" y="-131363"/>
                                  <a:ext cx="582400" cy="510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E051DC" w:rsidRPr="00E051DC" w:rsidRDefault="00E051DC" w:rsidP="00E051DC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E051D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…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9" name="Textfeld 7"/>
                              <wps:cNvSpPr txBox="1"/>
                              <wps:spPr>
                                <a:xfrm>
                                  <a:off x="4071854" y="-101242"/>
                                  <a:ext cx="554971" cy="4817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noFill/>
                                </a:ln>
                              </wps:spPr>
                              <wps:txbx>
                                <w:txbxContent>
                                  <w:p w:rsidR="00E051DC" w:rsidRPr="00E051DC" w:rsidRDefault="00E051DC" w:rsidP="00E051DC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E051D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…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" o:spid="_x0000_s1027" style="position:absolute;margin-left:102.35pt;margin-top:8.85pt;width:233.55pt;height:26.3pt;z-index:251699200;mso-width-relative:margin;mso-height-relative:margin" coordorigin="-1777,-1313" coordsize="48045,5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">
                      <v:group id="Gruppieren 94" o:spid="_x0000_s1028" style="position:absolute;left:2501;top:807;width:39659;height:2986" coordorigin="2501,807" coordsize="64769,4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<v:group id="Gruppieren 95" o:spid="_x0000_s1029" style="position:absolute;left:2501;top:807;width:7201;height:3992" coordorigin="2501,807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Gerade Verbindung 37" o:spid="_x0000_s1030" type="#_x0000_t32" style="position:absolute;left:8371;top:807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oyjMIAAADbAAAADwAAAGRycy9kb3ducmV2LnhtbESPQWvCQBSE7wX/w/KE3upGDyFGVxEl&#10;tKfaxuT+yD6TYPZtyK4m/fddodDjMDPfMNv9ZDrxoMG1lhUsFxEI4srqlmsFxSV7S0A4j6yxs0wK&#10;fsjBfjd72WKq7cjf9Mh9LQKEXYoKGu/7VEpXNWTQLWxPHLyrHQz6IIda6gHHADedXEVRLA22HBYa&#10;7OnYUHXL70aBj0+T/Hpfc3msEqc/y+xc5JlSr/PpsAHhafL/4b/2h1awjuH5JfwA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oyjMIAAADbAAAADwAAAAAAAAAAAAAA&#10;AAChAgAAZHJzL2Rvd25yZXYueG1sUEsFBgAAAAAEAAQA+QAAAJADAAAAAA==&#10;" strokecolor="black [3213]" strokeweight="1pt"/>
                          <v:shape id="Gerade Verbindung 38" o:spid="_x0000_s1031" type="#_x0000_t32" style="position:absolute;left:3835;top:4799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aXF8IAAADbAAAADwAAAGRycy9kb3ducmV2LnhtbESPQWvCQBSE7wX/w/IK3uqmHmySuooo&#10;wZ60xnh/ZF+TYPZtyK4m/fduQehxmJlvmOV6NK24U+8aywreZxEI4tLqhisFxTl7i0E4j6yxtUwK&#10;fsnBejV5WWKq7cAnuue+EgHCLkUFtfddKqUrazLoZrYjDt6P7Q36IPtK6h6HADetnEfRQhpsOCzU&#10;2NG2pvKa34wCv9iN8nuf8GVbxk4fLtmxyDOlpq/j5hOEp9H/h5/tL60g+YC/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aXF8IAAADbAAAADwAAAAAAAAAAAAAA&#10;AAChAgAAZHJzL2Rvd25yZXYueG1sUEsFBgAAAAAEAAQA+QAAAJADAAAAAA==&#10;" strokecolor="black [3213]" strokeweight="1pt"/>
                          <v:shape id="Gerade Verbindung 39" o:spid="_x0000_s1032" type="#_x0000_t32" style="position:absolute;left:2501;top:2818;width:133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kDZbwAAADbAAAADwAAAGRycy9kb3ducmV2LnhtbERPyw7BQBTdS/zD5ErsmLIQyhAhDSuP&#10;Yn/TudpG507TGdTfm4XE8uS8F6vWVOJFjSstKxgNIxDEmdUl5wqul2QwBeE8ssbKMin4kIPVsttZ&#10;YKztm8/0Sn0uQgi7GBUU3texlC4ryKAb2po4cHfbGPQBNrnUDb5DuKnkOIom0mDJoaHAmjYFZY/0&#10;aRT4ybaVp92Mb5ts6vThlhyvaaJUv9eu5yA8tf4v/rn3WsEsjA1fwg+Qy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cKkDZbwAAADbAAAADwAAAAAAAAAAAAAAAAChAgAA&#10;ZHJzL2Rvd25yZXYueG1sUEsFBgAAAAAEAAQA+QAAAIoDAAAAAA==&#10;" strokecolor="black [3213]" strokeweight="1pt"/>
                          <v:shape id="Gerade Verbindung 40" o:spid="_x0000_s1033" type="#_x0000_t32" style="position:absolute;left:2501;top:807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FbTsUAAADbAAAADwAAAGRycy9kb3ducmV2LnhtbESPUUvDQBCE3wX/w7FC3+ylBcWkvZZS&#10;WhCUgtH2eZtbk9jcXsht09hf7wmCj8PMfMPMl4NrVE9dqD0bmIwTUMSFtzWXBj7et/dPoIIgW2w8&#10;k4FvCrBc3N7MMbP+wm/U51KqCOGQoYFKpM20DkVFDsPYt8TR+/SdQ4myK7Xt8BLhrtHTJHnUDmuO&#10;CxW2tK6oOOVnZ+Dhmkib91+vK0f7zUt6POxkMzVmdDesZqCEBvkP/7WfrYE0hd8v8Qfo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FbTsUAAADbAAAADwAAAAAAAAAA&#10;AAAAAAChAgAAZHJzL2Rvd25yZXYueG1sUEsFBgAAAAAEAAQA+QAAAJMDAAAAAA==&#10;" strokecolor="black [3213]" strokeweight="1pt"/>
                          <v:shape id="Gerade Verbindung 41" o:spid="_x0000_s1034" type="#_x0000_t32" style="position:absolute;left:3835;top:807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cBu8QAAADcAAAADwAAAGRycy9kb3ducmV2LnhtbESPzW6DQAyE75X6DitX6i1ZmgNKSDZR&#10;RIXaU39IcrdYB1BYL2I3QN++PlTqzdaMZz7vDrPr1EhDaD0beFkmoIgrb1uuDZxPxWINKkRki51n&#10;MvBDAQ77x4cdZtZP/E1jGWslIRwyNNDE2Gdah6ohh2Hpe2LRrn5wGGUdam0HnCTcdXqVJKl22LI0&#10;NNhT3lB1K+/OQExfZ/31tuFLXq2D/bgUn+eyMOb5aT5uQUWa47/57/rdCn4i+PKMTKD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JwG7xAAAANwAAAAPAAAAAAAAAAAA&#10;AAAAAKECAABkcnMvZG93bnJldi54bWxQSwUGAAAAAAQABAD5AAAAkgMAAAAA&#10;" strokecolor="black [3213]" strokeweight="1pt"/>
                          <v:shape id="Gerade Verbindung 42" o:spid="_x0000_s1035" type="#_x0000_t32" style="position:absolute;left:8371;top:2818;width:1331;height:1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wQYcMAAADcAAAADwAAAGRycy9kb3ducmV2LnhtbERPTUvDQBC9C/6HZQRvdrcFi6bdliIV&#10;hJaCqXqeZsckmp0N2Wka/fVdoeBtHu9z5svBN6qnLtaBLYxHBhRxEVzNpYW3/fPdA6goyA6bwGTh&#10;hyIsF9dXc8xcOPEr9bmUKoVwzNBCJdJmWseiIo9xFFrixH2GzqMk2JXadXhK4b7RE2Om2mPNqaHC&#10;lp4qKr7zo7dw/2ukzfuv7crT+3rzePjYyXpi7e3NsJqBEhrkX3xxv7g034zh75l0gV6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sEGHDAAAA3AAAAA8AAAAAAAAAAAAA&#10;AAAAoQIAAGRycy9kb3ducmV2LnhtbFBLBQYAAAAABAAEAPkAAACRAwAAAAA=&#10;" strokecolor="black [3213]" strokeweight="1pt"/>
                        </v:group>
                        <v:group id="Gruppieren 102" o:spid="_x0000_s1036" style="position:absolute;left:9608;top:869;width:7201;height:3992" coordorigin="9608,869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<v:shape id="Gerade Verbindung 44" o:spid="_x0000_s1037" type="#_x0000_t32" style="position:absolute;left:15478;top:869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WfzL8AAADcAAAADwAAAGRycy9kb3ducmV2LnhtbERPTYvCMBC9C/6HMII3TVUQrUYRpejJ&#10;Xaveh2Zsi82kNFHrvzfCwt7m8T5nuW5NJZ7UuNKygtEwAkGcWV1yruByTgYzEM4ja6wsk4I3OViv&#10;up0lxtq++ETP1OcihLCLUUHhfR1L6bKCDLqhrYkDd7ONQR9gk0vd4CuEm0qOo2gqDZYcGgqsaVtQ&#10;dk8fRoGf7lr5u5/zdZvNnD5ek59LmijV77WbBQhPrf8X/7kPOsyPJvB9Jl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fWfzL8AAADcAAAADwAAAAAAAAAAAAAAAACh&#10;AgAAZHJzL2Rvd25yZXYueG1sUEsFBgAAAAAEAAQA+QAAAI0DAAAAAA==&#10;" strokecolor="black [3213]" strokeweight="1pt"/>
                          <v:shape id="Gerade Verbindung 45" o:spid="_x0000_s1038" type="#_x0000_t32" style="position:absolute;left:10942;top:4861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wHuL8AAADcAAAADwAAAGRycy9kb3ducmV2LnhtbERPTYvCMBC9C/6HMII3TRURrUYRpejJ&#10;Xaveh2Zsi82kNFHrvzfCwt7m8T5nuW5NJZ7UuNKygtEwAkGcWV1yruByTgYzEM4ja6wsk4I3OViv&#10;up0lxtq++ETP1OcihLCLUUHhfR1L6bKCDLqhrYkDd7ONQR9gk0vd4CuEm0qOo2gqDZYcGgqsaVtQ&#10;dk8fRoGf7lr5u5/zdZvNnD5ek59LmijV77WbBQhPrf8X/7kPOsyPJvB9Jl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hwHuL8AAADcAAAADwAAAAAAAAAAAAAAAACh&#10;AgAAZHJzL2Rvd25yZXYueG1sUEsFBgAAAAAEAAQA+QAAAI0DAAAAAA==&#10;" strokecolor="black [3213]" strokeweight="1pt"/>
                          <v:shape id="Gerade Verbindung 46" o:spid="_x0000_s1039" type="#_x0000_t32" style="position:absolute;left:9608;top:2880;width:133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CiI78AAADcAAAADwAAAGRycy9kb3ducmV2LnhtbERPTYvCMBC9C/6HMII3TRUUrUYRpejJ&#10;Xaveh2Zsi82kNFHrvzfCwt7m8T5nuW5NJZ7UuNKygtEwAkGcWV1yruByTgYzEM4ja6wsk4I3OViv&#10;up0lxtq++ETP1OcihLCLUUHhfR1L6bKCDLqhrYkDd7ONQR9gk0vd4CuEm0qOo2gqDZYcGgqsaVtQ&#10;dk8fRoGf7lr5u5/zdZvNnD5ek59LmijV77WbBQhPrf8X/7kPOsyPJvB9Jlw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VCiI78AAADcAAAADwAAAAAAAAAAAAAAAACh&#10;AgAAZHJzL2Rvd25yZXYueG1sUEsFBgAAAAAEAAQA+QAAAI0DAAAAAA==&#10;" strokecolor="black [3213]" strokeweight="1pt"/>
                          <v:shape id="Gerade Verbindung 47" o:spid="_x0000_s1040" type="#_x0000_t32" style="position:absolute;left:9608;top:869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WIFcMAAADcAAAADwAAAGRycy9kb3ducmV2LnhtbERPTUvDQBC9C/6HZQRv7a6Flpp2W4pU&#10;KCiC0fY8zU6T1OxsyI5p9Ne7guBtHu9zluvBN6qnLtaBLdyNDSjiIriaSwvvb4+jOagoyA6bwGTh&#10;iyKsV9dXS8xcuPAr9bmUKoVwzNBCJdJmWseiIo9xHFrixJ1C51ES7ErtOrykcN/oiTEz7bHm1FBh&#10;Sw8VFR/5p7cw/TbS5v35eeNpv326Px5eZDux9vZm2CxACQ3yL/5z71yab2bw+0y6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FiBXDAAAA3AAAAA8AAAAAAAAAAAAA&#10;AAAAoQIAAGRycy9kb3ducmV2LnhtbFBLBQYAAAAABAAEAPkAAACRAwAAAAA=&#10;" strokecolor="black [3213]" strokeweight="1pt"/>
                          <v:shape id="Gerade Verbindung 48" o:spid="_x0000_s1041" type="#_x0000_t32" style="position:absolute;left:10942;top:869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6Zz78AAADcAAAADwAAAGRycy9kb3ducmV2LnhtbERPy6rCMBDdX/Afwgjurql34aMaRZSi&#10;Kx9V90MztsVmUppcrX9vBMHdHM5zZovWVOJOjSstKxj0IxDEmdUl5wrOp+R3DMJ5ZI2VZVLwJAeL&#10;eednhrG2Dz7SPfW5CCHsYlRQeF/HUrqsIIOub2viwF1tY9AH2ORSN/gI4aaSf1E0lAZLDg0F1rQq&#10;KLul/0aBH65bedhM+LLKxk7vLsn+nCZK9brtcgrCU+u/4o97q8P8aATvZ8IF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s6Zz78AAADcAAAADwAAAAAAAAAAAAAAAACh&#10;AgAAZHJzL2Rvd25yZXYueG1sUEsFBgAAAAAEAAQA+QAAAI0DAAAAAA==&#10;" strokecolor="black [3213]" strokeweight="1pt"/>
                          <v:shape id="Gerade Verbindung 49" o:spid="_x0000_s1042" type="#_x0000_t32" style="position:absolute;left:15478;top:2880;width:1331;height:1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a5/MUAAADcAAAADwAAAGRycy9kb3ducmV2LnhtbESPT0vDQBDF74LfYRnBm91tQdHYbSml&#10;BUERjH/OY3ZMYrOzITum0U/vHARvM7w37/1muZ5iZ0YacpvYw3zmwBBXKbRce3h53l9cg8mCHLBL&#10;TB6+KcN6dXqyxCKkIz/RWEptNIRzgR4akb6wNlcNRcyz1BOr9pGGiKLrUNsw4FHDY2cXzl3ZiC1r&#10;Q4M9bRuqDuVX9HD546Qvx8+HTaTX3f3N+9uj7Bben59Nm1swQpP8m/+u74LiO6XVZ3QC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a5/MUAAADcAAAADwAAAAAAAAAA&#10;AAAAAAChAgAAZHJzL2Rvd25yZXYueG1sUEsFBgAAAAAEAAQA+QAAAJMDAAAAAA==&#10;" strokecolor="black [3213]" strokeweight="1pt"/>
                        </v:group>
                        <v:group id="Gruppieren 109" o:spid="_x0000_s1043" style="position:absolute;left:16809;top:807;width:7201;height:3992" coordorigin="16809,807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<v:shape id="Gerade Verbindung 51" o:spid="_x0000_s1044" type="#_x0000_t32" style="position:absolute;left:22679;top:807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6XZsIAAADcAAAADwAAAGRycy9kb3ducmV2LnhtbESPQW/CMAyF70j8h8hI3CCFA4KOgBCo&#10;2k5j6+BuNaataJyqCVD+/XxA4mbrPb/3eb3tXaPu1IXas4HZNAFFXHhbc2ng9JdNlqBCRLbYeCYD&#10;Twqw3QwHa0ytf/Av3fNYKgnhkKKBKsY21ToUFTkMU98Si3bxncMoa1dq2+FDwl2j50my0A5rloYK&#10;W9pXVFzzmzMQF4de/3yu+LwvlsF+n7PjKc+MGY/63QeoSH18m1/XX1bwZ4Ivz8gEe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6XZsIAAADcAAAADwAAAAAAAAAAAAAA&#10;AAChAgAAZHJzL2Rvd25yZXYueG1sUEsFBgAAAAAEAAQA+QAAAJADAAAAAA==&#10;" strokecolor="black [3213]" strokeweight="1pt"/>
                          <v:shape id="Gerade Verbindung 52" o:spid="_x0000_s1045" type="#_x0000_t32" style="position:absolute;left:18143;top:4799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Iy/cEAAADcAAAADwAAAGRycy9kb3ducmV2LnhtbERPS4vCMBC+C/6HMMLeNK0HcatpkUpx&#10;T/uoeh+asS02k9LE2v33m4WFvc3H95x9NplOjDS41rKCeBWBIK6sbrlWcDkXyy0I55E1dpZJwTc5&#10;yNL5bI+Jtk/+orH0tQgh7BJU0HjfJ1K6qiGDbmV74sDd7GDQBzjUUg/4DOGmk+so2kiDLYeGBnvK&#10;G6ru5cMo8JvjJD9Pr3zNq63T79fi41IWSr0spsMOhKfJ/4v/3G86zI9j+H0mXCDT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sjL9wQAAANwAAAAPAAAAAAAAAAAAAAAA&#10;AKECAABkcnMvZG93bnJldi54bWxQSwUGAAAAAAQABAD5AAAAjwMAAAAA&#10;" strokecolor="black [3213]" strokeweight="1pt"/>
                          <v:shape id="Gerade Verbindung 53" o:spid="_x0000_s1046" type="#_x0000_t32" style="position:absolute;left:16809;top:2818;width:133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Csir8AAADcAAAADwAAAGRycy9kb3ducmV2LnhtbERPTYvCMBC9C/6HMII3TfUgWpuKKGU9&#10;uWvV+9CMbbGZlCar9d9vBGFv83ifk2x604gHda62rGA2jUAQF1bXXCq4nLPJEoTzyBoby6TgRQ42&#10;6XCQYKztk0/0yH0pQgi7GBVU3rexlK6oyKCb2pY4cDfbGfQBdqXUHT5DuGnkPIoW0mDNoaHClnYV&#10;Fff81yjwi30vf75WfN0VS6eP1+z7kmdKjUf9dg3CU+//xR/3QYf5szm8nwkXyPQ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2Csir8AAADcAAAADwAAAAAAAAAAAAAAAACh&#10;AgAAZHJzL2Rvd25yZXYueG1sUEsFBgAAAAAEAAQA+QAAAI0DAAAAAA==&#10;" strokecolor="black [3213]" strokeweight="1pt"/>
                          <v:shape id="Gerade Verbindung 54" o:spid="_x0000_s1047" type="#_x0000_t32" style="position:absolute;left:16809;top:807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u9UMMAAADcAAAADwAAAGRycy9kb3ducmV2LnhtbERP22rCQBB9F/yHZQp9042Wlja6iohC&#10;oVIwvTxPs2OSmp0N2WmMfr1bKPRtDuc682XvatVRGyrPBibjBBRx7m3FhYH3t+3oEVQQZIu1ZzJw&#10;pgDLxXAwx9T6E++py6RQMYRDigZKkSbVOuQlOQxj3xBH7uBbhxJhW2jb4imGu1pPk+RBO6w4NpTY&#10;0Lqk/Jj9OAP3l0SarPverRx9bF6evj5fZTM15vamX81ACfXyL/5zP9s4f3IHv8/EC/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rvVDDAAAA3AAAAA8AAAAAAAAAAAAA&#10;AAAAoQIAAGRycy9kb3ducmV2LnhtbFBLBQYAAAAABAAEAPkAAACRAwAAAAA=&#10;" strokecolor="black [3213]" strokeweight="1pt"/>
                          <v:shape id="Gerade Verbindung 55" o:spid="_x0000_s1048" type="#_x0000_t32" style="position:absolute;left:18143;top:807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WRZb8AAADcAAAADwAAAGRycy9kb3ducmV2LnhtbERPy6rCMBDdC/cfwgjuNFUuotUo4qVc&#10;Vz6q7odmbIvNpDRR698bQXA3h/Oc+bI1lbhT40rLCoaDCARxZnXJuYLTMelPQDiPrLGyTAqe5GC5&#10;+OnMMdb2wQe6pz4XIYRdjAoK7+tYSpcVZNANbE0cuIttDPoAm1zqBh8h3FRyFEVjabDk0FBgTeuC&#10;smt6Mwr8+K+V+/8pn9fZxOntOdmd0kSpXrddzUB4av1X/HFvdJg//IX3M+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8WRZb8AAADcAAAADwAAAAAAAAAAAAAAAACh&#10;AgAAZHJzL2Rvd25yZXYueG1sUEsFBgAAAAAEAAQA+QAAAI0DAAAAAA==&#10;" strokecolor="black [3213]" strokeweight="1pt"/>
                          <v:shape id="Gerade Verbindung 56" o:spid="_x0000_s1049" type="#_x0000_t32" style="position:absolute;left:22679;top:2818;width:1331;height:198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6Av8MAAADcAAAADwAAAGRycy9kb3ducmV2LnhtbERPTWvCQBC9F/wPywi91Y2CpUZXkWKh&#10;0CI0tp7H7Jikzc6G7DRGf71bEHqbx/ucxap3teqoDZVnA+NRAoo497biwsDn7uXhCVQQZIu1ZzJw&#10;pgCr5eBugan1J/6gLpNCxRAOKRooRZpU65CX5DCMfEMcuaNvHUqEbaFti6cY7mo9SZJH7bDi2FBi&#10;Q88l5T/ZrzMwvSTSZN33+9rR1+ZtdthvZTMx5n7Yr+eghHr5F9/crzbOH0/h75l4gV5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OgL/DAAAA3AAAAA8AAAAAAAAAAAAA&#10;AAAAoQIAAGRycy9kb3ducmV2LnhtbFBLBQYAAAAABAAEAPkAAACRAwAAAAA=&#10;" strokecolor="black [3213]" strokeweight="1pt"/>
                        </v:group>
                        <v:group id="Gruppieren 116" o:spid="_x0000_s1050" style="position:absolute;left:24010;top:961;width:7201;height:3991" coordorigin="24010,961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<v:shape id="Gerade Verbindung 58" o:spid="_x0000_s1051" type="#_x0000_t32" style="position:absolute;left:29880;top:961;width:1331;height:20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cPEr8AAADcAAAADwAAAGRycy9kb3ducmV2LnhtbERPy6rCMBDdC/cfwgh3p6kufFSjiJdy&#10;Xfmouh+asS02k9JErX9vBMHdHM5z5svWVOJOjSstKxj0IxDEmdUl5wpOx6Q3AeE8ssbKMil4koPl&#10;4qczx1jbBx/onvpchBB2MSoovK9jKV1WkEHXtzVx4C62MegDbHKpG3yEcFPJYRSNpMGSQ0OBNa0L&#10;yq7pzSjwo79W7v+nfF5nE6e352R3ShOlfrvtagbCU+u/4o97o8P8wRjez4QL5O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xcPEr8AAADcAAAADwAAAAAAAAAAAAAAAACh&#10;AgAAZHJzL2Rvd25yZXYueG1sUEsFBgAAAAAEAAQA+QAAAI0DAAAAAA==&#10;" strokecolor="black [3213]" strokeweight="1pt"/>
                          <v:shape id="Gerade Verbindung 59" o:spid="_x0000_s1052" type="#_x0000_t32" style="position:absolute;left:25344;top:4952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ibYMIAAADcAAAADwAAAGRycy9kb3ducmV2LnhtbESPQW/CMAyF70j8h8hI3CCFA4KOgBCo&#10;2k5j6+BuNaataJyqCVD+/XxA4mbrPb/3eb3tXaPu1IXas4HZNAFFXHhbc2ng9JdNlqBCRLbYeCYD&#10;Twqw3QwHa0ytf/Av3fNYKgnhkKKBKsY21ToUFTkMU98Si3bxncMoa1dq2+FDwl2j50my0A5rloYK&#10;W9pXVFzzmzMQF4de/3yu+LwvlsF+n7PjKc+MGY/63QeoSH18m1/XX1bwZ0Irz8gEe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oibYMIAAADcAAAADwAAAAAAAAAAAAAA&#10;AAChAgAAZHJzL2Rvd25yZXYueG1sUEsFBgAAAAAEAAQA+QAAAJADAAAAAA==&#10;" strokecolor="black [3213]" strokeweight="1pt"/>
                          <v:shape id="Gerade Verbindung 60" o:spid="_x0000_s1053" type="#_x0000_t32" style="position:absolute;left:24010;top:2972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Q++78AAADcAAAADwAAAGRycy9kb3ducmV2LnhtbERPTYvCMBC9C/6HMII3TfUg2m0qohQ9&#10;rWtX70MztsVmUpqo9d9vhAVv83ifk6x704gHda62rGA2jUAQF1bXXCo4/2aTJQjnkTU2lknBixys&#10;0+EgwVjbJ5/okftShBB2MSqovG9jKV1RkUE3tS1x4K62M+gD7EqpO3yGcNPIeRQtpMGaQ0OFLW0r&#10;Km753Sjwi10vf/YrvmyLpdPfl+x4zjOlxqN+8wXCU+8/4n/3QYf5sxW8nwkXyPQ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cQ++78AAADcAAAADwAAAAAAAAAAAAAAAACh&#10;AgAAZHJzL2Rvd25yZXYueG1sUEsFBgAAAAAEAAQA+QAAAI0DAAAAAA==&#10;" strokecolor="black [3213]" strokeweight="1pt"/>
                          <v:shape id="Gerade Verbindung 61" o:spid="_x0000_s1054" type="#_x0000_t32" style="position:absolute;left:24010;top:961;width:1334;height:19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XpmsUAAADcAAAADwAAAGRycy9kb3ducmV2LnhtbESPQUvDQBCF74L/YRnBm900oNi021Kk&#10;gqAIxup5mh2T2OxsyI5p9Nc7B8HbDO/Ne9+sNlPozEhDaiM7mM8yMMRV9C3XDvav91e3YJIge+wi&#10;k4NvSrBZn5+tsPDxxC80llIbDeFUoINGpC+sTVVDAdMs9sSqfcQhoOg61NYPeNLw0Nk8y25swJa1&#10;ocGe7hqqjuVXcHD9k0lfjp9P20Bvu8fF4f1ZdrlzlxfTdglGaJJ/89/1g1f8XPH1GZ3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XpmsUAAADcAAAADwAAAAAAAAAA&#10;AAAAAAChAgAAZHJzL2Rvd25yZXYueG1sUEsFBgAAAAAEAAQA+QAAAJMDAAAAAA==&#10;" strokecolor="black [3213]" strokeweight="1pt"/>
                          <v:shape id="Gerade Verbindung 62" o:spid="_x0000_s1055" type="#_x0000_t32" style="position:absolute;left:25344;top:961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74QL8AAADcAAAADwAAAGRycy9kb3ducmV2LnhtbERPTYvCMBC9C/6HMII3TfUgWpuKKGU9&#10;uWvV+9CMbbGZlCar9d9vBGFv83ifk2x604gHda62rGA2jUAQF1bXXCq4nLPJEoTzyBoby6TgRQ42&#10;6XCQYKztk0/0yH0pQgi7GBVU3rexlK6oyKCb2pY4cDfbGfQBdqXUHT5DuGnkPIoW0mDNoaHClnYV&#10;Fff81yjwi30vf75WfN0VS6eP1+z7kmdKjUf9dg3CU+//xR/3QYf58xm8nwkXyPQ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d74QL8AAADcAAAADwAAAAAAAAAAAAAAAACh&#10;AgAAZHJzL2Rvd25yZXYueG1sUEsFBgAAAAAEAAQA+QAAAI0DAAAAAA==&#10;" strokecolor="black [3213]" strokeweight="1pt"/>
                          <v:shape id="Gerade Verbindung 63" o:spid="_x0000_s1056" type="#_x0000_t32" style="position:absolute;left:29880;top:2972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vSdsMAAADcAAAADwAAAGRycy9kb3ducmV2LnhtbERP22rCQBB9L/gPywh9042BFpu6ioiF&#10;gkVoenmeZqdJ2uxsyI4x+vVuQejbHM51FqvBNaqnLtSeDcymCSjiwtuaSwPvb0+TOaggyBYbz2Tg&#10;RAFWy9HNAjPrj/xKfS6liiEcMjRQibSZ1qGoyGGY+pY4ct++cygRdqW2HR5juGt0miT32mHNsaHC&#10;ljYVFb/5wRm4OyfS5v3Py9rRx3b38PW5l21qzO14WD+CEhrkX3x1P9s4P03h75l4gV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L0nbDAAAA3AAAAA8AAAAAAAAAAAAA&#10;AAAAoQIAAGRycy9kb3ducmV2LnhtbFBLBQYAAAAABAAEAPkAAACRAwAAAAA=&#10;" strokecolor="black [3213]" strokeweight="1pt"/>
                        </v:group>
                        <v:group id="Gruppieren 123" o:spid="_x0000_s1057" style="position:absolute;left:31267;top:976;width:7200;height:3992" coordorigin="31267,976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  <v:shape id="Gerade Verbindung 65" o:spid="_x0000_s1058" type="#_x0000_t32" style="position:absolute;left:37136;top:976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lb2MAAAADcAAAADwAAAGRycy9kb3ducmV2LnhtbERPS4vCMBC+C/6HMMLeNN0iol2jLJXi&#10;nnx09T40Y1tsJqWJ2v33G0HwNh/fc5br3jTiTp2rLSv4nEQgiAuray4VnH6z8RyE88gaG8uk4I8c&#10;rFfDwRITbR98pHvuSxFC2CWooPK+TaR0RUUG3cS2xIG72M6gD7Arpe7wEcJNI+MomkmDNYeGCltK&#10;Kyqu+c0o8LNNLw/bBZ/TYu707pztT3mm1Meo//4C4an3b/HL/aPD/HgK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mpW9jAAAAA3AAAAA8AAAAAAAAAAAAAAAAA&#10;oQIAAGRycy9kb3ducmV2LnhtbFBLBQYAAAAABAAEAPkAAACOAwAAAAA=&#10;" strokecolor="black [3213]" strokeweight="1pt"/>
                          <v:shape id="Gerade Verbindung 66" o:spid="_x0000_s1059" type="#_x0000_t32" style="position:absolute;left:32601;top:4968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X+Q8AAAADcAAAADwAAAGRycy9kb3ducmV2LnhtbERPS4vCMBC+C/6HMMLeNN2Col2jLJXi&#10;nnx09T40Y1tsJqWJ2v33G0HwNh/fc5br3jTiTp2rLSv4nEQgiAuray4VnH6z8RyE88gaG8uk4I8c&#10;rFfDwRITbR98pHvuSxFC2CWooPK+TaR0RUUG3cS2xIG72M6gD7Arpe7wEcJNI+MomkmDNYeGCltK&#10;Kyqu+c0o8LNNLw/bBZ/TYu707pztT3mm1Meo//4C4an3b/HL/aPD/HgK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l/kPAAAAA3AAAAA8AAAAAAAAAAAAAAAAA&#10;oQIAAGRycy9kb3ducmV2LnhtbFBLBQYAAAAABAAEAPkAAACOAwAAAAA=&#10;" strokecolor="black [3213]" strokeweight="1pt"/>
                          <v:shape id="Gerade Verbindung 67" o:spid="_x0000_s1060" type="#_x0000_t32" style="position:absolute;left:31267;top:2988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dgNMEAAADcAAAADwAAAGRycy9kb3ducmV2LnhtbERPTWvCQBC9C/6HZYTedGMOwaZuQokE&#10;e2pt1PuQnSah2dmQXTX9911B8DaP9znbfDK9uNLoOssK1qsIBHFtdceNgtOxXG5AOI+ssbdMCv7I&#10;QZ7NZ1tMtb3xN10r34gQwi5FBa33Qyqlq1sy6FZ2IA7cjx0N+gDHRuoRbyHc9DKOokQa7Dg0tDhQ&#10;0VL9W12MAp/sJnnYv/K5qDdOf57Lr1NVKvWymN7fQHia/FP8cH/oMD9O4P5MuEB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N2A0wQAAANwAAAAPAAAAAAAAAAAAAAAA&#10;AKECAABkcnMvZG93bnJldi54bWxQSwUGAAAAAAQABAD5AAAAjwMAAAAA&#10;" strokecolor="black [3213]" strokeweight="1pt"/>
                          <v:shape id="Gerade Verbindung 68" o:spid="_x0000_s1061" type="#_x0000_t32" style="position:absolute;left:31267;top:976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xx7sQAAADcAAAADwAAAGRycy9kb3ducmV2LnhtbERP22rCQBB9L/QflhH6VjcGqm3qKlIs&#10;FJRC08vzNDsmsdnZkJ3G6Ne7BaFvczjXmS8H16ieulB7NjAZJ6CIC29rLg18vD/f3oMKgmyx8UwG&#10;jhRgubi+mmNm/YHfqM+lVDGEQ4YGKpE20zoUFTkMY98SR27nO4cSYVdq2+EhhrtGp0ky1Q5rjg0V&#10;tvRUUfGT/zoDd6dE2rzfb1eOPtebh++vV1mnxtyMhtUjKKFB/sUX94uN89MZ/D0TL9C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/HHuxAAAANwAAAAPAAAAAAAAAAAA&#10;AAAAAKECAABkcnMvZG93bnJldi54bWxQSwUGAAAAAAQABAD5AAAAkgMAAAAA&#10;" strokecolor="black [3213]" strokeweight="1pt"/>
                          <v:shape id="Gerade Verbindung 69" o:spid="_x0000_s1062" type="#_x0000_t32" style="position:absolute;left:32601;top:976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RR3cIAAADcAAAADwAAAGRycy9kb3ducmV2LnhtbESPQW/CMAyF70j8h8hI3EYKB8Q6AkKg&#10;ajvB1sHdakxb0ThVE6D8e3xA4mbrPb/3ebnuXaNu1IXas4HpJAFFXHhbc2ng+J99LECFiGyx8UwG&#10;HhRgvRoOlphaf+c/uuWxVBLCIUUDVYxtqnUoKnIYJr4lFu3sO4dR1q7UtsO7hLtGz5Jkrh3WLA0V&#10;trStqLjkV2cgzne9/v3+5NO2WAS7P2WHY54ZMx71my9Qkfr4Nr+uf6zgz4RWnpEJ9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ORR3cIAAADcAAAADwAAAAAAAAAAAAAA&#10;AAChAgAAZHJzL2Rvd25yZXYueG1sUEsFBgAAAAAEAAQA+QAAAJADAAAAAA==&#10;" strokecolor="black [3213]" strokeweight="1pt"/>
                          <v:shape id="Gerade Verbindung 70" o:spid="_x0000_s1063" type="#_x0000_t32" style="position:absolute;left:37136;top:2988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AB8MAAADcAAAADwAAAGRycy9kb3ducmV2LnhtbERP22rCQBB9L/Qflin4VjcGKjV1FRGF&#10;giI0vTxPs9MkNTsbsmOMfn23UOjbHM515svBNaqnLtSeDUzGCSjiwtuaSwNvr9v7R1BBkC02nsnA&#10;hQIsF7c3c8ysP/ML9bmUKoZwyNBAJdJmWoeiIodh7FviyH35zqFE2JXadniO4a7RaZJMtcOaY0OF&#10;La0rKo75yRl4uCbS5v33fuXofbObfX4cZJMaM7obVk+ghAb5F/+5n22cn87g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vQAfDAAAA3AAAAA8AAAAAAAAAAAAA&#10;AAAAoQIAAGRycy9kb3ducmV2LnhtbFBLBQYAAAAABAAEAPkAAACRAwAAAAA=&#10;" strokecolor="black [3213]" strokeweight="1pt"/>
                        </v:group>
                        <v:group id="Gruppieren 130" o:spid="_x0000_s1064" style="position:absolute;left:38467;top:992;width:7201;height:3992" coordorigin="38467,992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<v:shape id="Gerade Verbindung 72" o:spid="_x0000_s1065" type="#_x0000_t32" style="position:absolute;left:44337;top:992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dunb8AAADcAAAADwAAAGRycy9kb3ducmV2LnhtbERPy6rCMBDdC/cfwgjuNNULotUo4qVc&#10;Vz6q7odmbIvNpDRR698bQXA3h/Oc+bI1lbhT40rLCoaDCARxZnXJuYLTMelPQDiPrLGyTAqe5GC5&#10;+OnMMdb2wQe6pz4XIYRdjAoK7+tYSpcVZNANbE0cuIttDPoAm1zqBh8h3FRyFEVjabDk0FBgTeuC&#10;smt6Mwr8+K+V+/8pn9fZxOntOdmd0kSpXrddzUB4av1X/HFvdJj/O4T3M+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Adunb8AAADcAAAADwAAAAAAAAAAAAAAAACh&#10;AgAAZHJzL2Rvd25yZXYueG1sUEsFBgAAAAAEAAQA+QAAAI0DAAAAAA==&#10;" strokecolor="black [3213]" strokeweight="1pt"/>
                          <v:shape id="Gerade Verbindung 73" o:spid="_x0000_s1066" type="#_x0000_t32" style="position:absolute;left:39801;top:4984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Xw6sAAAADcAAAADwAAAGRycy9kb3ducmV2LnhtbERPS4vCMBC+C/6HMMLeNN0Kol2jLJXi&#10;nnx09T40Y1tsJqWJ2v33G0HwNh/fc5br3jTiTp2rLSv4nEQgiAuray4VnH6z8RyE88gaG8uk4I8c&#10;rFfDwRITbR98pHvuSxFC2CWooPK+TaR0RUUG3cS2xIG72M6gD7Arpe7wEcJNI+MomkmDNYeGCltK&#10;Kyqu+c0o8LNNLw/bBZ/TYu707pztT3mm1Meo//4C4an3b/HL/aPD/GkM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V8OrAAAAA3AAAAA8AAAAAAAAAAAAAAAAA&#10;oQIAAGRycy9kb3ducmV2LnhtbFBLBQYAAAAABAAEAPkAAACOAwAAAAA=&#10;" strokecolor="black [3213]" strokeweight="1pt"/>
                          <v:shape id="Gerade Verbindung 74" o:spid="_x0000_s1067" type="#_x0000_t32" style="position:absolute;left:38467;top:3004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lVccEAAADcAAAADwAAAGRycy9kb3ducmV2LnhtbERPTWuDQBC9F/oflin01qyJINZmE4JB&#10;0lPa2uQ+uBOVuLPibtT++26g0Ns83uest7PpxEiDay0rWC4iEMSV1S3XCk7fxUsKwnlkjZ1lUvBD&#10;Drabx4c1ZtpO/EVj6WsRQthlqKDxvs+kdFVDBt3C9sSBu9jBoA9wqKUecArhppOrKEqkwZZDQ4M9&#10;5Q1V1/JmFPhkP8vPwyuf8yp1+nguPk5lodTz07x7A+Fp9v/iP/e7DvPjGO7PhAv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mVVxwQAAANwAAAAPAAAAAAAAAAAAAAAA&#10;AKECAABkcnMvZG93bnJldi54bWxQSwUGAAAAAAQABAD5AAAAjwMAAAAA&#10;" strokecolor="black [3213]" strokeweight="1pt"/>
                          <v:shape id="Gerade Verbindung 75" o:spid="_x0000_s1068" type="#_x0000_t32" style="position:absolute;left:38467;top:992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d5RMQAAADcAAAADwAAAGRycy9kb3ducmV2LnhtbERP20rDQBB9F/yHZQq+2U3rhTbtthSp&#10;ICgF08vzNDtNotnZkB3T6Ne7gtC3OZzrzJe9q1VHbag8GxgNE1DEubcVFwZ22+fbCaggyBZrz2Tg&#10;mwIsF9dXc0ytP/M7dZkUKoZwSNFAKdKkWoe8JIdh6BviyJ1861AibAttWzzHcFfrcZI8aocVx4YS&#10;G3oqKf/MvpyBh59Emqz7eFs52q9fp8fDRtZjY24G/WoGSqiXi/jf/WLj/Lt7+HsmXq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93lExAAAANwAAAAPAAAAAAAAAAAA&#10;AAAAAKECAABkcnMvZG93bnJldi54bWxQSwUGAAAAAAQABAD5AAAAkgMAAAAA&#10;" strokecolor="black [3213]" strokeweight="1pt"/>
                          <v:shape id="Gerade Verbindung 76" o:spid="_x0000_s1069" type="#_x0000_t32" style="position:absolute;left:39801;top:992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xonsEAAADcAAAADwAAAGRycy9kb3ducmV2LnhtbERPTWvCQBC9F/wPywje6kalQaOriCW0&#10;J9tGvQ/ZMQlmZ8Pu1qT/3i0UepvH+5zNbjCtuJPzjWUFs2kCgri0uuFKwfmUPy9B+ICssbVMCn7I&#10;w247etpgpm3PX3QvQiViCPsMFdQhdJmUvqzJoJ/ajjhyV+sMhghdJbXDPoabVs6TJJUGG44NNXZ0&#10;qKm8Fd9GQUhfB/n5tuLLoVx6fbzkH+ciV2oyHvZrEIGG8C/+c7/rOH/xAr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PGiewQAAANwAAAAPAAAAAAAAAAAAAAAA&#10;AKECAABkcnMvZG93bnJldi54bWxQSwUGAAAAAAQABAD5AAAAjwMAAAAA&#10;" strokecolor="black [3213]" strokeweight="1pt"/>
                          <v:shape id="Gerade Verbindung 77" o:spid="_x0000_s1070" type="#_x0000_t32" style="position:absolute;left:44337;top:3004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lCqMMAAADcAAAADwAAAGRycy9kb3ducmV2LnhtbERPTWvCQBC9C/0PyxS86aZKpaauIkVB&#10;sBRMq+cxO03SZmdDdoxpf323UOhtHu9zFqve1aqjNlSeDdyNE1DEubcVFwbeXrejB1BBkC3WnsnA&#10;FwVYLW8GC0ytv/KBukwKFUM4pGigFGlSrUNeksMw9g1x5N5961AibAttW7zGcFfrSZLMtMOKY0OJ&#10;DT2VlH9mF2fg/juRJus+nteOjpv9/Hx6kc3EmOFtv34EJdTLv/jPvbNx/nQGv8/EC/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pQqjDAAAA3AAAAA8AAAAAAAAAAAAA&#10;AAAAoQIAAGRycy9kb3ducmV2LnhtbFBLBQYAAAAABAAEAPkAAACRAwAAAAA=&#10;" strokecolor="black [3213]" strokeweight="1pt"/>
                        </v:group>
                        <v:group id="Gruppieren 137" o:spid="_x0000_s1071" style="position:absolute;left:45668;top:1008;width:7201;height:3992" coordorigin="45668,1008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  <v:shape id="Gerade Verbindung 79" o:spid="_x0000_s1072" type="#_x0000_t32" style="position:absolute;left:51538;top:1008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3HAMMAAADcAAAADwAAAGRycy9kb3ducmV2LnhtbESPQWvCQBCF7wX/wzKCt7pRQWzqKqIE&#10;PVWb6n3ITpPQ7GzIrhr/fecgeJvhvXnvm+W6d426URdqzwYm4wQUceFtzaWB80/2vgAVIrLFxjMZ&#10;eFCA9WrwtsTU+jt/0y2PpZIQDikaqGJsU61DUZHDMPYtsWi/vnMYZe1KbTu8S7hr9DRJ5tphzdJQ&#10;YUvbioq//OoMxPmu16f9B1+2xSLYr0t2POeZMaNhv/kEFamPL/Pz+mAFfya08oxMo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9xwDDAAAA3AAAAA8AAAAAAAAAAAAA&#10;AAAAoQIAAGRycy9kb3ducmV2LnhtbFBLBQYAAAAABAAEAPkAAACRAwAAAAA=&#10;" strokecolor="black [3213]" strokeweight="1pt"/>
                          <v:shape id="Gerade Verbindung 80" o:spid="_x0000_s1073" type="#_x0000_t32" style="position:absolute;left:47002;top:5000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im8AAAADcAAAADwAAAGRycy9kb3ducmV2LnhtbERPTYvCMBC9C/6HMII3TV1BtDYVUYqe&#10;dteq96EZ22IzKU1W6783Cwt7m8f7nGTTm0Y8qHO1ZQWzaQSCuLC65lLB5ZxNliCcR9bYWCYFL3Kw&#10;SYeDBGNtn3yiR+5LEULYxaig8r6NpXRFRQbd1LbEgbvZzqAPsCul7vAZwk0jP6JoIQ3WHBoqbGlX&#10;UXHPf4wCv9j38vuw4uuuWDr9ec2+Lnmm1HjUb9cgPPX+X/znPuowf76C32fCBT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xYpvAAAAA3AAAAA8AAAAAAAAAAAAAAAAA&#10;oQIAAGRycy9kb3ducmV2LnhtbFBLBQYAAAAABAAEAPkAAACOAwAAAAA=&#10;" strokecolor="black [3213]" strokeweight="1pt"/>
                          <v:shape id="Gerade Verbindung 81" o:spid="_x0000_s1074" type="#_x0000_t32" style="position:absolute;left:45668;top:3020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24e8MAAADcAAAADwAAAGRycy9kb3ducmV2LnhtbESPQWvCQBCF7wX/wzKCt7pRRGzqKqIE&#10;PVWb6n3ITpPQ7GzIrhr/fecgeJvhvXnvm+W6d426URdqzwYm4wQUceFtzaWB80/2vgAVIrLFxjMZ&#10;eFCA9WrwtsTU+jt/0y2PpZIQDikaqGJsU61DUZHDMPYtsWi/vnMYZe1KbTu8S7hr9DRJ5tphzdJQ&#10;YUvbioq//OoMxPmu16f9B1+2xSLYr0t2POeZMaNhv/kEFamPL/Pz+mAFfyb48oxMo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NuHvDAAAA3AAAAA8AAAAAAAAAAAAA&#10;AAAAoQIAAGRycy9kb3ducmV2LnhtbFBLBQYAAAAABAAEAPkAAACRAwAAAAA=&#10;" strokecolor="black [3213]" strokeweight="1pt"/>
                          <v:shape id="Gerade Verbindung 82" o:spid="_x0000_s1075" type="#_x0000_t32" style="position:absolute;left:45668;top:1008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pocMAAADcAAAADwAAAGRycy9kb3ducmV2LnhtbERP22rCQBB9F/yHZQp9043Slja6iohC&#10;oVIwvTxPs2OSmp0N2WmMfr1bKPRtDuc682XvatVRGyrPBibjBBRx7m3FhYH3t+3oEVQQZIu1ZzJw&#10;pgDLxXAwx9T6E++py6RQMYRDigZKkSbVOuQlOQxj3xBH7uBbhxJhW2jb4imGu1pPk+RBO6w4NpTY&#10;0Lqk/Jj9OAP3l0SarPverRx9bF6evj5fZTM15vamX81ACfXyL/5zP9s4/24Cv8/EC/T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GqaHDAAAA3AAAAA8AAAAAAAAAAAAA&#10;AAAAoQIAAGRycy9kb3ducmV2LnhtbFBLBQYAAAAABAAEAPkAAACRAwAAAAA=&#10;" strokecolor="black [3213]" strokeweight="1pt"/>
                          <v:shape id="Gerade Verbindung 83" o:spid="_x0000_s1076" type="#_x0000_t32" style="position:absolute;left:47002;top:1008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ODl8AAAADcAAAADwAAAGRycy9kb3ducmV2LnhtbERPS4vCMBC+C/6HMMLeNN0iol2jLJXi&#10;nnx09T40Y1tsJqWJ2v33G0HwNh/fc5br3jTiTp2rLSv4nEQgiAuray4VnH6z8RyE88gaG8uk4I8c&#10;rFfDwRITbR98pHvuSxFC2CWooPK+TaR0RUUG3cS2xIG72M6gD7Arpe7wEcJNI+MomkmDNYeGCltK&#10;Kyqu+c0o8LNNLw/bBZ/TYu707pztT3mm1Meo//4C4an3b/HL/aPD/GkM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Tg5fAAAAA3AAAAA8AAAAAAAAAAAAAAAAA&#10;oQIAAGRycy9kb3ducmV2LnhtbFBLBQYAAAAABAAEAPkAAACOAwAAAAA=&#10;" strokecolor="black [3213]" strokeweight="1pt"/>
                          <v:shape id="Gerade Verbindung 84" o:spid="_x0000_s1077" type="#_x0000_t32" style="position:absolute;left:51538;top:3020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iSTcQAAADcAAAADwAAAGRycy9kb3ducmV2LnhtbERP20rDQBB9F/yHZQq+2U3rhTbtthSp&#10;ICgF08vzNDtNotnZkB3T6Ne7gtC3OZzrzJe9q1VHbag8GxgNE1DEubcVFwZ22+fbCaggyBZrz2Tg&#10;mwIsF9dXc0ytP/M7dZkUKoZwSNFAKdKkWoe8JIdh6BviyJ1861AibAttWzzHcFfrcZI8aocVx4YS&#10;G3oqKf/MvpyBh59Emqz7eFs52q9fp8fDRtZjY24G/WoGSqiXi/jf/WLj/Ps7+HsmXq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GJJNxAAAANwAAAAPAAAAAAAAAAAA&#10;AAAAAKECAABkcnMvZG93bnJldi54bWxQSwUGAAAAAAQABAD5AAAAkgMAAAAA&#10;" strokecolor="black [3213]" strokeweight="1pt"/>
                        </v:group>
                        <v:group id="Gruppieren 144" o:spid="_x0000_s1078" style="position:absolute;left:52869;top:913;width:7201;height:3992" coordorigin="52869,913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  <v:shape id="Gerade Verbindung 86" o:spid="_x0000_s1079" type="#_x0000_t32" style="position:absolute;left:58739;top:913;width:1331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ob48EAAADcAAAADwAAAGRycy9kb3ducmV2LnhtbERPTWvCQBC9F/wPywje6kaxQaOriCW0&#10;J9tGvQ/ZMQlmZ8Pu1qT/3i0UepvH+5zNbjCtuJPzjWUFs2kCgri0uuFKwfmUPy9B+ICssbVMCn7I&#10;w247etpgpm3PX3QvQiViCPsMFdQhdJmUvqzJoJ/ajjhyV+sMhghdJbXDPoabVs6TJJUGG44NNXZ0&#10;qKm8Fd9GQUhfB/n5tuLLoVx6fbzkH+ciV2oyHvZrEIGG8C/+c7/rOH/xAr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OhvjwQAAANwAAAAPAAAAAAAAAAAAAAAA&#10;AKECAABkcnMvZG93bnJldi54bWxQSwUGAAAAAAQABAD5AAAAjwMAAAAA&#10;" strokecolor="black [3213]" strokeweight="1pt"/>
                          <v:shape id="Gerade Verbindung 87" o:spid="_x0000_s1080" type="#_x0000_t32" style="position:absolute;left:54203;top:4905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iFlMAAAADcAAAADwAAAGRycy9kb3ducmV2LnhtbERPS4vCMBC+L/gfwgh7W1MXKVqNIkpx&#10;Tz5qvQ/N2BabSWmy2v33G0HwNh/fcxar3jTiTp2rLSsYjyIQxIXVNZcK8nP6NQXhPLLGxjIp+CMH&#10;q+XgY4GJtg8+0T3zpQgh7BJUUHnfJlK6oiKDbmRb4sBdbWfQB9iVUnf4COGmkd9RFEuDNYeGClva&#10;VFTcsl+jwMfbXh53M75siqnT+0t6yLNUqc9hv56D8NT7t/jl/tFh/iSG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ohZTAAAAA3AAAAA8AAAAAAAAAAAAAAAAA&#10;oQIAAGRycy9kb3ducmV2LnhtbFBLBQYAAAAABAAEAPkAAACOAwAAAAA=&#10;" strokecolor="black [3213]" strokeweight="1pt"/>
                          <v:shape id="Gerade Verbindung 88" o:spid="_x0000_s1081" type="#_x0000_t32" style="position:absolute;left:52869;top:2925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QgD8AAAADcAAAADwAAAGRycy9kb3ducmV2LnhtbERPTYvCMBC9C/6HMII3TRXRWo0iLmX3&#10;pLtV70MztsVmUpqsdv/9RhC8zeN9znrbmVrcqXWVZQWTcQSCOLe64kLB+ZSOYhDOI2usLZOCP3Kw&#10;3fR7a0y0ffAP3TNfiBDCLkEFpfdNIqXLSzLoxrYhDtzVtgZ9gG0hdYuPEG5qOY2iuTRYcWgosaF9&#10;Sfkt+zUK/Pyjk9+fS77s89jpwyU9nrNUqeGg261AeOr8W/xyf+kwf7aA5zPhArn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kIA/AAAAA3AAAAA8AAAAAAAAAAAAAAAAA&#10;oQIAAGRycy9kb3ducmV2LnhtbFBLBQYAAAAABAAEAPkAAACOAwAAAAA=&#10;" strokecolor="black [3213]" strokeweight="1pt"/>
                          <v:shape id="Gerade Verbindung 89" o:spid="_x0000_s1082" type="#_x0000_t32" style="position:absolute;left:52869;top:913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wAPMUAAADcAAAADwAAAGRycy9kb3ducmV2LnhtbESPQUvDQBCF74L/YRnBm920qNi021Kk&#10;gqAIjdbzmJ0mqdnZkB3T6K93DoK3Gd6b975ZrsfQmoH61ER2MJ1kYIjL6BuuHLy9PlzdgUmC7LGN&#10;TA6+KcF6dX62xNzHE+9oKKQyGsIpRwe1SJdbm8qaAqZJ7IhVO8Q+oOjaV9b3eNLw0NpZlt3agA1r&#10;Q40d3ddUfhZfwcHNTyZdMRyfN4H226f5x/uLbGfOXV6MmwUYoVH+zX/Xj17xr5VWn9EJ7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wAPMUAAADcAAAADwAAAAAAAAAA&#10;AAAAAAChAgAAZHJzL2Rvd25yZXYueG1sUEsFBgAAAAAEAAQA+QAAAJMDAAAAAA==&#10;" strokecolor="black [3213]" strokeweight="1pt"/>
                          <v:shape id="Gerade Verbindung 90" o:spid="_x0000_s1083" type="#_x0000_t32" style="position:absolute;left:54203;top:913;width:45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R5sAAAADcAAAADwAAAGRycy9kb3ducmV2LnhtbERPTYvCMBC9C/6HMII3TV1EtDYVUYqe&#10;dteq96EZ22IzKU1W6783Cwt7m8f7nGTTm0Y8qHO1ZQWzaQSCuLC65lLB5ZxNliCcR9bYWCYFL3Kw&#10;SYeDBGNtn3yiR+5LEULYxaig8r6NpXRFRQbd1LbEgbvZzqAPsCul7vAZwk0jP6JoIQ3WHBoqbGlX&#10;UXHPf4wCv9j38vuw4uuuWDr9ec2+Lnmm1HjUb9cgPPX+X/znPuowf76C32fCBT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3EebAAAAA3AAAAA8AAAAAAAAAAAAAAAAA&#10;oQIAAGRycy9kb3ducmV2LnhtbFBLBQYAAAAABAAEAPkAAACOAwAAAAA=&#10;" strokecolor="black [3213]" strokeweight="1pt"/>
                          <v:shape id="Gerade Verbindung 91" o:spid="_x0000_s1084" type="#_x0000_t32" style="position:absolute;left:58739;top:2925;width:1331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Oa58UAAADcAAAADwAAAGRycy9kb3ducmV2LnhtbESPQUvDQBCF74L/YZmCN7tpoaJpt6VI&#10;BUERjNrzmB2TtNnZkB3T6K93DkJvM7w3732z2oyhNQP1qYnsYDbNwBCX0TdcOXh/e7i+BZME2WMb&#10;mRz8UILN+vJihbmPJ36loZDKaAinHB3UIl1ubSprCpimsSNW7Sv2AUXXvrK+x5OGh9bOs+zGBmxY&#10;G2rs6L6m8lh8BweL30y6Yjg8bwN97J7uPvcvsps7dzUZt0swQqOczf/Xj17xF4qvz+gEd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Oa58UAAADcAAAADwAAAAAAAAAA&#10;AAAAAAChAgAAZHJzL2Rvd25yZXYueG1sUEsFBgAAAAAEAAQA+QAAAJMDAAAAAA==&#10;" strokecolor="black [3213]" strokeweight="1pt"/>
                        </v:group>
                        <v:group id="Gruppieren 151" o:spid="_x0000_s1085" style="position:absolute;left:60070;top:992;width:7201;height:3992" coordorigin="60070,992" coordsize="7200,3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  <v:shape id="Gerade Verbindung 93" o:spid="_x0000_s1086" type="#_x0000_t32" style="position:absolute;left:65939;top:992;width:1332;height:20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oVSsAAAADcAAAADwAAAGRycy9kb3ducmV2LnhtbERPS4vCMBC+C/6HMMLeNN2Col2jLJXi&#10;nnx09T40Y1tsJqWJ2v33G0HwNh/fc5br3jTiTp2rLSv4nEQgiAuray4VnH6z8RyE88gaG8uk4I8c&#10;rFfDwRITbR98pHvuSxFC2CWooPK+TaR0RUUG3cS2xIG72M6gD7Arpe7wEcJNI+MomkmDNYeGCltK&#10;Kyqu+c0o8LNNLw/bBZ/TYu707pztT3mm1Meo//4C4an3b/HL/aPD/GkMz2fCBX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KFUrAAAAA3AAAAA8AAAAAAAAAAAAAAAAA&#10;oQIAAGRycy9kb3ducmV2LnhtbFBLBQYAAAAABAAEAPkAAACOAwAAAAA=&#10;" strokecolor="black [3213]" strokeweight="1pt"/>
                          <v:shape id="Gerade Verbindung 94" o:spid="_x0000_s1087" type="#_x0000_t32" style="position:absolute;left:61404;top:4984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aw0cEAAADcAAAADwAAAGRycy9kb3ducmV2LnhtbERPTWvCQBC9F/wPywje6kalQaOriCW0&#10;J9tGvQ/ZMQlmZ8Pu1qT/3i0UepvH+5zNbjCtuJPzjWUFs2kCgri0uuFKwfmUPy9B+ICssbVMCn7I&#10;w247etpgpm3PX3QvQiViCPsMFdQhdJmUvqzJoJ/ajjhyV+sMhghdJbXDPoabVs6TJJUGG44NNXZ0&#10;qKm8Fd9GQUhfB/n5tuLLoVx6fbzkH+ciV2oyHvZrEIGG8C/+c7/rOP9lAb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RrDRwQAAANwAAAAPAAAAAAAAAAAAAAAA&#10;AKECAABkcnMvZG93bnJldi54bWxQSwUGAAAAAAQABAD5AAAAjwMAAAAA&#10;" strokecolor="black [3213]" strokeweight="1pt"/>
                          <v:shape id="Gerade Verbindung 95" o:spid="_x0000_s1088" type="#_x0000_t32" style="position:absolute;left:60070;top:3004;width:1334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8opcEAAADcAAAADwAAAGRycy9kb3ducmV2LnhtbERPTWvCQBC9F/wPywje6kaxQaOriCW0&#10;J9tGvQ/ZMQlmZ8Pu1qT/3i0UepvH+5zNbjCtuJPzjWUFs2kCgri0uuFKwfmUPy9B+ICssbVMCn7I&#10;w247etpgpm3PX3QvQiViCPsMFdQhdJmUvqzJoJ/ajjhyV+sMhghdJbXDPoabVs6TJJUGG44NNXZ0&#10;qKm8Fd9GQUhfB/n5tuLLoVx6fbzkH+ciV2oyHvZrEIGG8C/+c7/rOP9lAb/PxAv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ryilwQAAANwAAAAPAAAAAAAAAAAAAAAA&#10;AKECAABkcnMvZG93bnJldi54bWxQSwUGAAAAAAQABAD5AAAAjwMAAAAA&#10;" strokecolor="black [3213]" strokeweight="1pt"/>
                          <v:shape id="Gerade Verbindung 96" o:spid="_x0000_s1089" type="#_x0000_t32" style="position:absolute;left:60070;top:992;width:1334;height:19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5f8MAAADcAAAADwAAAGRycy9kb3ducmV2LnhtbERPTWvCQBC9F/oflin0VjcKKW10FRGF&#10;gqXQtHoes9MkNTsbsmOM/vpuodDbPN7nzBaDa1RPXag9GxiPElDEhbc1lwY+PzYPT6CCIFtsPJOB&#10;CwVYzG9vZphZf+Z36nMpVQzhkKGBSqTNtA5FRQ7DyLfEkfvynUOJsCu17fAcw12jJ0nyqB3WHBsq&#10;bGlVUXHMT85Aek2kzfvv16Wj3Xr7fNi/yXpizP3dsJyCEhrkX/znfrFxfprC7zPxAj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kOX/DAAAA3AAAAA8AAAAAAAAAAAAA&#10;AAAAoQIAAGRycy9kb3ducmV2LnhtbFBLBQYAAAAABAAEAPkAAACRAwAAAAA=&#10;" strokecolor="black [3213]" strokeweight="1pt"/>
                          <v:shape id="Gerade Verbindung 97" o:spid="_x0000_s1090" type="#_x0000_t32" style="position:absolute;left:61404;top:992;width:4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ETScAAAADcAAAADwAAAGRycy9kb3ducmV2LnhtbERPS4vCMBC+L/gfwgh7W1MXLFqNIkpx&#10;Tz5qvQ/N2BabSWmy2v33G0HwNh/fcxar3jTiTp2rLSsYjyIQxIXVNZcK8nP6NQXhPLLGxjIp+CMH&#10;q+XgY4GJtg8+0T3zpQgh7BJUUHnfJlK6oiKDbmRb4sBdbWfQB9iVUnf4COGmkd9RFEuDNYeGClva&#10;VFTcsl+jwMfbXh53M75siqnT+0t6yLNUqc9hv56D8NT7t/jl/tFh/iSG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4xE0nAAAAA3AAAAA8AAAAAAAAAAAAAAAAA&#10;oQIAAGRycy9kb3ducmV2LnhtbFBLBQYAAAAABAAEAPkAAACOAwAAAAA=&#10;" strokecolor="black [3213]" strokeweight="1pt"/>
                          <v:shape id="Gerade Verbindung 98" o:spid="_x0000_s1091" type="#_x0000_t32" style="position:absolute;left:65939;top:3004;width:1332;height:19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oCk8MAAADcAAAADwAAAGRycy9kb3ducmV2LnhtbERP22rCQBB9L/Qflin4VjcVrDZ1FREF&#10;oVIwvTxPs9MkNTsbsmOM/fpuQfBtDuc6s0XvatVRGyrPBh6GCSji3NuKCwPvb5v7KaggyBZrz2Tg&#10;TAEW89ubGabWn3hPXSaFiiEcUjRQijSp1iEvyWEY+oY4ct++dSgRtoW2LZ5iuKv1KEketcOKY0OJ&#10;Da1Kyg/Z0RkY/ybSZN3PbunoY/3y9PX5KuuRMYO7fvkMSqiXq/ji3to4fzyB/2fiBX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6ApPDAAAA3AAAAA8AAAAAAAAAAAAA&#10;AAAAoQIAAGRycy9kb3ducmV2LnhtbFBLBQYAAAAABAAEAPkAAACRAwAAAAA=&#10;" strokecolor="black [3213]" strokeweight="1pt"/>
                        </v:group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6" o:spid="_x0000_s1092" type="#_x0000_t202" style="position:absolute;left:-1777;top:-1313;width:5823;height:5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WjMQA&#10;AADcAAAADwAAAGRycy9kb3ducmV2LnhtbESPQW/CMAyF75P4D5GRdhvpmJhYR0CANGkcOAzY3TSm&#10;rWic0oRS+PX4gMTNT37f8/Nk1rlKtdSE0rOB90ECijjztuTcwG778zYGFSKyxcozGbhSgNm09zLB&#10;1PoL/1G7ibmSEA4pGihirFOtQ1aQwzDwNbHsDr5xGEU2ubYNXiTcVXqYJJ/aYclyocCalgVlx83Z&#10;SY32f//xFec+hPVhuFjdcL0/nox57Xfzb1CRuvg0P+hfK9xI2sozMoG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1ozEAAAA3AAAAA8AAAAAAAAAAAAAAAAAmAIAAGRycy9k&#10;b3ducmV2LnhtbFBLBQYAAAAABAAEAPUAAACJAwAAAAA=&#10;" filled="f" stroked="f" strokeweight="1pt">
                        <v:textbox>
                          <w:txbxContent>
                            <w:p w:rsidR="00E051DC" w:rsidRPr="00E051DC" w:rsidRDefault="00E051DC" w:rsidP="00E051DC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color w:val="000000" w:themeColor="text1"/>
                                </w:rPr>
                              </w:pPr>
                              <w:r w:rsidRPr="00E051D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…</w:t>
                              </w:r>
                            </w:p>
                          </w:txbxContent>
                        </v:textbox>
                      </v:shape>
                      <v:shape id="Textfeld 7" o:spid="_x0000_s1093" type="#_x0000_t202" style="position:absolute;left:40718;top:-1012;width:5550;height:4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VzF8UA&#10;AADcAAAADwAAAGRycy9kb3ducmV2LnhtbESPQWvCQBCF74X+h2WE3pqNFkuTuooKQj3k0NjeJ9kx&#10;CWZn0+waU3+9Wyh4m+G9782bxWo0rRiod41lBdMoBkFcWt1wpeDrsHt+A+E8ssbWMin4JQer5ePD&#10;AlNtL/xJQ+4rEULYpaig9r5LpXRlTQZdZDvioB1tb9CHta+k7vESwk0rZ3H8Kg02HC7U2NG2pvKU&#10;n02oMXwXL4lfW+ey42yzv2JWnH6UepqM63cQnkZ/N//THzpw8wT+ngkT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XMXxQAAANwAAAAPAAAAAAAAAAAAAAAAAJgCAABkcnMv&#10;ZG93bnJldi54bWxQSwUGAAAAAAQABAD1AAAAigMAAAAA&#10;" filled="f" stroked="f" strokeweight="1pt">
                        <v:textbox>
                          <w:txbxContent>
                            <w:p w:rsidR="00E051DC" w:rsidRPr="00E051DC" w:rsidRDefault="00E051DC" w:rsidP="00E051DC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color w:val="000000" w:themeColor="text1"/>
                                </w:rPr>
                              </w:pPr>
                              <w:r w:rsidRPr="00E051D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…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761" w:type="dxa"/>
          </w:tcPr>
          <w:p w:rsidR="00E051DC" w:rsidRPr="00E051DC" w:rsidRDefault="007E2C09" w:rsidP="00632D23">
            <w:pPr>
              <w:rPr>
                <w:i/>
                <w:color w:val="FF0000"/>
              </w:rPr>
            </w:pPr>
            <w:r w:rsidRPr="001829B3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C2AECCB" wp14:editId="35CAD707">
                      <wp:simplePos x="0" y="0"/>
                      <wp:positionH relativeFrom="column">
                        <wp:posOffset>3644900</wp:posOffset>
                      </wp:positionH>
                      <wp:positionV relativeFrom="paragraph">
                        <wp:posOffset>112395</wp:posOffset>
                      </wp:positionV>
                      <wp:extent cx="997585" cy="131445"/>
                      <wp:effectExtent l="0" t="0" r="31115" b="40005"/>
                      <wp:wrapNone/>
                      <wp:docPr id="161" name="Gruppieren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7585" cy="131445"/>
                                <a:chOff x="0" y="0"/>
                                <a:chExt cx="3151080" cy="464423"/>
                              </a:xfrm>
                            </wpg:grpSpPr>
                            <wpg:grpSp>
                              <wpg:cNvPr id="162" name="Gruppieren 162"/>
                              <wpg:cNvGrpSpPr/>
                              <wpg:grpSpPr>
                                <a:xfrm>
                                  <a:off x="0" y="0"/>
                                  <a:ext cx="789180" cy="460050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163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4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5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6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7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68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69" name="Gruppieren 169"/>
                              <wpg:cNvGrpSpPr/>
                              <wpg:grpSpPr>
                                <a:xfrm>
                                  <a:off x="2361900" y="4373"/>
                                  <a:ext cx="789180" cy="460050"/>
                                  <a:chOff x="2361900" y="4373"/>
                                  <a:chExt cx="2667908" cy="1191271"/>
                                </a:xfrm>
                              </wpg:grpSpPr>
                              <wps:wsp>
                                <wps:cNvPr id="170" name="Gerade Verbindung 4"/>
                                <wps:cNvCnPr/>
                                <wps:spPr>
                                  <a:xfrm>
                                    <a:off x="4536618" y="4373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1" name="Gerade Verbindung 5"/>
                                <wps:cNvCnPr/>
                                <wps:spPr>
                                  <a:xfrm>
                                    <a:off x="2856151" y="119564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2" name="Gerade Verbindung 7"/>
                                <wps:cNvCnPr/>
                                <wps:spPr>
                                  <a:xfrm>
                                    <a:off x="2361900" y="604731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3" name="Gerade Verbindung 8"/>
                                <wps:cNvCnPr/>
                                <wps:spPr>
                                  <a:xfrm flipV="1">
                                    <a:off x="2361900" y="4373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4" name="Gerade Verbindung 17"/>
                                <wps:cNvCnPr/>
                                <wps:spPr>
                                  <a:xfrm>
                                    <a:off x="2856151" y="43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5" name="Gerade Verbindung 24"/>
                                <wps:cNvCnPr/>
                                <wps:spPr>
                                  <a:xfrm flipV="1">
                                    <a:off x="4536618" y="604731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76" name="Gruppieren 176"/>
                              <wpg:cNvGrpSpPr/>
                              <wpg:grpSpPr>
                                <a:xfrm>
                                  <a:off x="1570627" y="1824"/>
                                  <a:ext cx="789180" cy="460050"/>
                                  <a:chOff x="1570627" y="1824"/>
                                  <a:chExt cx="2667908" cy="1191271"/>
                                </a:xfrm>
                              </wpg:grpSpPr>
                              <wps:wsp>
                                <wps:cNvPr id="177" name="Gerade Verbindung 4"/>
                                <wps:cNvCnPr/>
                                <wps:spPr>
                                  <a:xfrm>
                                    <a:off x="3745345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8" name="Gerade Verbindung 5"/>
                                <wps:cNvCnPr/>
                                <wps:spPr>
                                  <a:xfrm>
                                    <a:off x="2064878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9" name="Gerade Verbindung 7"/>
                                <wps:cNvCnPr/>
                                <wps:spPr>
                                  <a:xfrm>
                                    <a:off x="1570627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0" name="Gerade Verbindung 8"/>
                                <wps:cNvCnPr/>
                                <wps:spPr>
                                  <a:xfrm flipV="1">
                                    <a:off x="1570627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1" name="Gerade Verbindung 17"/>
                                <wps:cNvCnPr/>
                                <wps:spPr>
                                  <a:xfrm>
                                    <a:off x="2064878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2" name="Gerade Verbindung 24"/>
                                <wps:cNvCnPr/>
                                <wps:spPr>
                                  <a:xfrm flipV="1">
                                    <a:off x="3745345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83" name="Gruppieren 183"/>
                              <wpg:cNvGrpSpPr/>
                              <wpg:grpSpPr>
                                <a:xfrm>
                                  <a:off x="789180" y="2549"/>
                                  <a:ext cx="789180" cy="460050"/>
                                  <a:chOff x="789179" y="2549"/>
                                  <a:chExt cx="2667908" cy="1191271"/>
                                </a:xfrm>
                              </wpg:grpSpPr>
                              <wps:wsp>
                                <wps:cNvPr id="184" name="Gerade Verbindung 4"/>
                                <wps:cNvCnPr/>
                                <wps:spPr>
                                  <a:xfrm>
                                    <a:off x="2963897" y="2549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5" name="Gerade Verbindung 5"/>
                                <wps:cNvCnPr/>
                                <wps:spPr>
                                  <a:xfrm>
                                    <a:off x="1283430" y="119382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6" name="Gerade Verbindung 7"/>
                                <wps:cNvCnPr/>
                                <wps:spPr>
                                  <a:xfrm>
                                    <a:off x="789179" y="602907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7" name="Gerade Verbindung 8"/>
                                <wps:cNvCnPr/>
                                <wps:spPr>
                                  <a:xfrm flipV="1">
                                    <a:off x="789179" y="2549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8" name="Gerade Verbindung 17"/>
                                <wps:cNvCnPr/>
                                <wps:spPr>
                                  <a:xfrm>
                                    <a:off x="1283430" y="2549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89" name="Gerade Verbindung 24"/>
                                <wps:cNvCnPr/>
                                <wps:spPr>
                                  <a:xfrm flipV="1">
                                    <a:off x="2963897" y="602907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3" o:spid="_x0000_s1026" style="position:absolute;margin-left:287pt;margin-top:8.85pt;width:78.55pt;height:10.35pt;z-index:251702272;mso-width-relative:margin;mso-height-relative:margin" coordsize="31510,4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">
                      <v:group id="Gruppieren 162" o:spid="_x0000_s1027" style="position:absolute;width:7891;height:460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p6bMAAAADcAAAADwAAAGRycy9kb3ducmV2LnhtbERPS4vCMBC+L/gfwgh7W1NXKFqNIkpx&#10;Tz5qvQ/N2BabSWmy2v33G0HwNh/fcxar3jTiTp2rLSsYjyIQxIXVNZcK8nP6NQXhPLLGxjIp+CMH&#10;q+XgY4GJtg8+0T3zpQgh7BJUUHnfJlK6oiKDbmRb4sBdbWfQB9iVUnf4COGmkd9RFEuDNYeGClva&#10;VFTcsl+jwMfbXh53M75siqn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qemzAAAAA3AAAAA8AAAAAAAAAAAAAAAAA&#10;oQIAAGRycy9kb3ducmV2LnhtbFBLBQYAAAAABAAEAPkAAACOAwAAAAA=&#10;" strokecolor="black [3213]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PiGMAAAADcAAAADwAAAGRycy9kb3ducmV2LnhtbERPS4vCMBC+L/gfwgh7W1MXKVqNIkpx&#10;Tz5qvQ/N2BabSWmy2v33G0HwNh/fcxar3jTiTp2rLSsYjyIQxIXVNZcK8nP6NQXhPLLGxjIp+CMH&#10;q+XgY4GJtg8+0T3zpQgh7BJUUHnfJlK6oiKDbmRb4sBdbWfQB9iVUnf4COGmkd9RFEuDNYeGClva&#10;VFTcsl+jwMfbXh53M75siqn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/D4hjAAAAA3AAAAA8AAAAAAAAAAAAAAAAA&#10;oQIAAGRycy9kb3ducmV2LnhtbFBLBQYAAAAABAAEAPkAAACOAwAAAAA=&#10;" strokecolor="black [3213]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9Hg8AAAADcAAAADwAAAGRycy9kb3ducmV2LnhtbERPS4vCMBC+L/gfwgh7W1MXLFqNIkpx&#10;Tz5qvQ/N2BabSWmy2v33G0HwNh/fcxar3jTiTp2rLSsYjyIQxIXVNZcK8nP6NQXhPLLGxjIp+CMH&#10;q+XgY4GJtg8+0T3zpQgh7BJUUHnfJlK6oiKDbmRb4sBdbWfQB9iVUnf4COGmkd9RFEuDNYeGClva&#10;VFTcsl+jwMfbXh53M75siqn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PR4PAAAAA3AAAAA8AAAAAAAAAAAAAAAAA&#10;oQIAAGRycy9kb3ducmV2LnhtbFBLBQYAAAAABAAEAPkAAACOAwAAAAA=&#10;" strokecolor="black [3213]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pttcMAAADcAAAADwAAAGRycy9kb3ducmV2LnhtbERP22rCQBB9L/Qflin4VjcKDW3qKiIK&#10;BUVoenmeZqdJanY2ZMcY/Xq3UOjbHM51ZovBNaqnLtSeDUzGCSjiwtuaSwPvb5v7R1BBkC02nsnA&#10;mQIs5rc3M8ysP/Er9bmUKoZwyNBAJdJmWoeiIodh7FviyH37zqFE2JXadniK4a7R0yRJtcOaY0OF&#10;La0qKg750Rl4uCTS5v3PbunoY719+vrcy3pqzOhuWD6DEhrkX/znfrFxfprC7zPxAj2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abbXDAAAA3AAAAA8AAAAAAAAAAAAA&#10;AAAAoQIAAGRycy9kb3ducmV2LnhtbFBLBQYAAAAABAAEAPkAAACRAwAAAAA=&#10;" strokecolor="black [3213]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F8b8AAAADcAAAADwAAAGRycy9kb3ducmV2LnhtbERPTYvCMBC9C/6HMII3Td1DV6tRRCnu&#10;ydVa70MztsVmUpqsdv+9WVjwNo/3OatNbxrxoM7VlhXMphEI4sLqmksF+SWdzEE4j6yxsUwKfsnB&#10;Zj0crDDR9slnemS+FCGEXYIKKu/bREpXVGTQTW1LHLib7Qz6ALtS6g6fIdw08iOKYmmw5tBQYUu7&#10;iop79mMU+Hjfy9NhwdddMXf6eE2/8yxVajzqt0sQnnr/Fv+7v3SYH3/C3zPhAr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RfG/AAAAA3AAAAA8AAAAAAAAAAAAAAAAA&#10;oQIAAGRycy9kb3ducmV2LnhtbFBLBQYAAAAABAAEAPkAAACOAwAAAAA=&#10;" strokecolor="black [3213]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lcXMUAAADcAAAADwAAAGRycy9kb3ducmV2LnhtbESPQUvDQBCF70L/wzKCN7uxYLFpt6WU&#10;CoIimGrPY3ZMotnZkB3T6K93DkJvM7w3732z2oyhNQP1qYns4GaagSEuo2+4cvB6uL++A5ME2WMb&#10;mRz8UILNenKxwtzHE7/QUEhlNIRTjg5qkS63NpU1BUzT2BGr9hH7gKJrX1nf40nDQ2tnWTa3ARvW&#10;hho72tVUfhXfwcHtbyZdMXw+bQO97R8X78dn2c+cu7oct0swQqOczf/XD17x50qrz+gEd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glcXMUAAADcAAAADwAAAAAAAAAA&#10;AAAAAAChAgAAZHJzL2Rvd25yZXYueG1sUEsFBgAAAAAEAAQA+QAAAJMDAAAAAA==&#10;" strokecolor="black [3213]" strokeweight="1pt"/>
                      </v:group>
                      <v:group id="Gruppieren 169" o:spid="_x0000_s1034" style="position:absolute;left:23619;top:43;width:7891;height:4601" coordorigin="23619,4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<v:shape id="Gerade Verbindung 4" o:spid="_x0000_s1035" type="#_x0000_t32" style="position:absolute;left:45366;top:43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FyxsMAAADcAAAADwAAAGRycy9kb3ducmV2LnhtbESPQW/CMAyF75P4D5GRuI0UDsA6AkKg&#10;Ck7AOrhbjddWa5yqCdD9+/mAxM3We37v83Ldu0bdqQu1ZwOTcQKKuPC25tLA5Tt7X4AKEdli45kM&#10;/FGA9WrwtsTU+gd/0T2PpZIQDikaqGJsU61DUZHDMPYtsWg/vnMYZe1KbTt8SLhr9DRJZtphzdJQ&#10;YUvbiorf/OYMxNmu1+f9B1+3xSLY4zU7XfLMmNGw33yCitTHl/l5fbCCPxd8eUYm0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hcsbDAAAA3AAAAA8AAAAAAAAAAAAA&#10;AAAAoQIAAGRycy9kb3ducmV2LnhtbFBLBQYAAAAABAAEAPkAAACRAwAAAAA=&#10;" strokecolor="black [3213]" strokeweight="1pt"/>
                        <v:shape id="Gerade Verbindung 5" o:spid="_x0000_s1036" type="#_x0000_t32" style="position:absolute;left:28561;top:1195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3XXb8AAADcAAAADwAAAGRycy9kb3ducmV2LnhtbERPy6rCMBDdC/cfwgh3p6kufFSjiJdy&#10;Xfmouh+asS02k9JErX9vBMHdHM5z5svWVOJOjSstKxj0IxDEmdUl5wpOx6Q3AeE8ssbKMil4koPl&#10;4qczx1jbBx/onvpchBB2MSoovK9jKV1WkEHXtzVx4C62MegDbHKpG3yEcFPJYRSNpMGSQ0OBNa0L&#10;yq7pzSjwo79W7v+nfF5nE6e352R3ShOlfrvtagbCU+u/4o97o8P88QDez4QL5O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m3XXb8AAADcAAAADwAAAAAAAAAAAAAAAACh&#10;AgAAZHJzL2Rvd25yZXYueG1sUEsFBgAAAAAEAAQA+QAAAI0DAAAAAA==&#10;" strokecolor="black [3213]" strokeweight="1pt"/>
                        <v:shape id="Gerade Verbindung 7" o:spid="_x0000_s1037" type="#_x0000_t32" style="position:absolute;left:23619;top:6047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9JKr8AAADcAAAADwAAAGRycy9kb3ducmV2LnhtbERPy6rCMBDdX/AfwgjurqkufFSjiFJ0&#10;pdeq+6EZ22IzKU3U+vdGEO5uDuc582VrKvGgxpWWFQz6EQjizOqScwXnU/I7AeE8ssbKMil4kYPl&#10;ovMzx1jbJx/pkfpchBB2MSoovK9jKV1WkEHXtzVx4K62MegDbHKpG3yGcFPJYRSNpMGSQ0OBNa0L&#10;ym7p3Sjwo00r/7ZTvqyzidP7S3I4p4lSvW67moHw1Pp/8de902H+eAifZ8IF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r9JKr8AAADcAAAADwAAAAAAAAAAAAAAAACh&#10;AgAAZHJzL2Rvd25yZXYueG1sUEsFBgAAAAAEAAQA+QAAAI0DAAAAAA==&#10;" strokecolor="black [3213]" strokeweight="1pt"/>
                        <v:shape id="Gerade Verbindung 8" o:spid="_x0000_s1038" type="#_x0000_t32" style="position:absolute;left:23619;top:43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RY8MQAAADcAAAADwAAAGRycy9kb3ducmV2LnhtbERP20rDQBB9F/yHZQq+2U0rapt2W4pU&#10;EJSC6eV5mp0m0exsyI5p9OtdQejbHM515sve1aqjNlSeDYyGCSji3NuKCwO77fPtBFQQZIu1ZzLw&#10;TQGWi+urOabWn/mdukwKFUM4pGigFGlSrUNeksMw9A1x5E6+dSgRtoW2LZ5juKv1OEketMOKY0OJ&#10;DT2VlH9mX87A/U8iTdZ9vK0c7dev0+NhI+uxMTeDfjUDJdTLRfzvfrFx/uMd/D0TL9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FjwxAAAANwAAAAPAAAAAAAAAAAA&#10;AAAAAKECAABkcnMvZG93bnJldi54bWxQSwUGAAAAAAQABAD5AAAAkgMAAAAA&#10;" strokecolor="black [3213]" strokeweight="1pt"/>
                        <v:shape id="Gerade Verbindung 17" o:spid="_x0000_s1039" type="#_x0000_t32" style="position:absolute;left:28561;top:4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p0xcAAAADcAAAADwAAAGRycy9kb3ducmV2LnhtbERPTYvCMBC9C/6HMII3TRXRWo0iLmX3&#10;pLtV70MztsVmUpqsdv/9RhC8zeN9znrbmVrcqXWVZQWTcQSCOLe64kLB+ZSOYhDOI2usLZOCP3Kw&#10;3fR7a0y0ffAP3TNfiBDCLkEFpfdNIqXLSzLoxrYhDtzVtgZ9gG0hdYuPEG5qOY2iuTRYcWgosaF9&#10;Sfkt+zUK/Pyjk9+fS77s89jpwyU9nrNUqeGg261AeOr8W/xyf+kwfzGD5zPhArn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oadMXAAAAA3AAAAA8AAAAAAAAAAAAAAAAA&#10;oQIAAGRycy9kb3ducmV2LnhtbFBLBQYAAAAABAAEAPkAAACOAwAAAAA=&#10;" strokecolor="black [3213]" strokeweight="1pt"/>
                        <v:shape id="Gerade Verbindung 24" o:spid="_x0000_s1040" type="#_x0000_t32" style="position:absolute;left:45366;top:6047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FlH8MAAADcAAAADwAAAGRycy9kb3ducmV2LnhtbERP22rCQBB9L/Qflin4VjcVrDZ1FREF&#10;oVIwvTxPs9MkNTsbsmOM/fpuQfBtDuc6s0XvatVRGyrPBh6GCSji3NuKCwPvb5v7KaggyBZrz2Tg&#10;TAEW89ubGabWn3hPXSaFiiEcUjRQijSp1iEvyWEY+oY4ct++dSgRtoW2LZ5iuKv1KEketcOKY0OJ&#10;Da1Kyg/Z0RkY/ybSZN3PbunoY/3y9PX5KuuRMYO7fvkMSqiXq/ji3to4fzKG/2fiBX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RZR/DAAAA3AAAAA8AAAAAAAAAAAAA&#10;AAAAoQIAAGRycy9kb3ducmV2LnhtbFBLBQYAAAAABAAEAPkAAACRAwAAAAA=&#10;" strokecolor="black [3213]" strokeweight="1pt"/>
                      </v:group>
                      <v:group id="Gruppieren 176" o:spid="_x0000_s1041" style="position:absolute;left:15706;top:18;width:7892;height:4600" coordorigin="15706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<v:shape id="Gerade Verbindung 4" o:spid="_x0000_s1042" type="#_x0000_t32" style="position:absolute;left:37453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jqssIAAADcAAAADwAAAGRycy9kb3ducmV2LnhtbERPTWuDQBC9F/oflin01qzJQa3NJgSD&#10;pKe0tcl9cCcqcWfF3aj9991Aobd5vM9Zb2fTiZEG11pWsFxEIIgrq1uuFZy+i5cUhPPIGjvLpOCH&#10;HGw3jw9rzLSd+IvG0tcihLDLUEHjfZ9J6aqGDLqF7YkDd7GDQR/gUEs94BTCTSdXURRLgy2HhgZ7&#10;yhuqruXNKPDxfpafh1c+51Xq9PFcfJzKQqnnp3n3BsLT7P/Ff+53HeYnCdyfCR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sjqssIAAADcAAAADwAAAAAAAAAAAAAA&#10;AAChAgAAZHJzL2Rvd25yZXYueG1sUEsFBgAAAAAEAAQA+QAAAJADAAAAAA==&#10;" strokecolor="black [3213]" strokeweight="1pt"/>
                        <v:shape id="Gerade Verbindung 5" o:spid="_x0000_s1043" type="#_x0000_t32" style="position:absolute;left:20648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d+wMMAAADcAAAADwAAAGRycy9kb3ducmV2LnhtbESPQW/CMAyF75P4D5GRuI0UDsA6AkKg&#10;Ck7AOrhbjddWa5yqCdD9+/mAxM3We37v83Ldu0bdqQu1ZwOTcQKKuPC25tLA5Tt7X4AKEdli45kM&#10;/FGA9WrwtsTU+gd/0T2PpZIQDikaqGJsU61DUZHDMPYtsWg/vnMYZe1KbTt8SLhr9DRJZtphzdJQ&#10;YUvbiorf/OYMxNmu1+f9B1+3xSLY4zU7XfLMmNGw33yCitTHl/l5fbCCPxdaeUYm0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XfsDDAAAA3AAAAA8AAAAAAAAAAAAA&#10;AAAAoQIAAGRycy9kb3ducmV2LnhtbFBLBQYAAAAABAAEAPkAAACRAwAAAAA=&#10;" strokecolor="black [3213]" strokeweight="1pt"/>
                        <v:shape id="Gerade Verbindung 7" o:spid="_x0000_s1044" type="#_x0000_t32" style="position:absolute;left:15706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vbW8EAAADcAAAADwAAAGRycy9kb3ducmV2LnhtbERPTWvCQBC9F/wPyxS81U092CR1FVGC&#10;PWmN8T5kp0kwOxuyq0n/vVsQepvH+5zlejStuFPvGssK3mcRCOLS6oYrBcU5e4tBOI+ssbVMCn7J&#10;wXo1eVliqu3AJ7rnvhIhhF2KCmrvu1RKV9Zk0M1sRxy4H9sb9AH2ldQ9DiHctHIeRQtpsOHQUGNH&#10;25rKa34zCvxiN8rvfcKXbRk7fbhkxyLPlJq+jptPEJ5G/y9+ur90mP+RwN8z4QK5e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G9tbwQAAANwAAAAPAAAAAAAAAAAAAAAA&#10;AKECAABkcnMvZG93bnJldi54bWxQSwUGAAAAAAQABAD5AAAAjwMAAAAA&#10;" strokecolor="black [3213]" strokeweight="1pt"/>
                        <v:shape id="Gerade Verbindung 8" o:spid="_x0000_s1045" type="#_x0000_t32" style="position:absolute;left:15706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O2oMUAAADcAAAADwAAAGRycy9kb3ducmV2LnhtbESPQUvDQBCF70L/wzKCN7uxoLRpt6WU&#10;CoIimGrPY3ZMotnZkB3T6K93DkJvM7w3732z2oyhNQP1qYns4GaagSEuo2+4cvB6uL+eg0mC7LGN&#10;TA5+KMFmPblYYe7jiV9oKKQyGsIpRwe1SJdbm8qaAqZp7IhV+4h9QNG1r6zv8aThobWzLLuzARvW&#10;hho72tVUfhXfwcHtbyZdMXw+bQO97R8X78dn2c+cu7oct0swQqOczf/XD17x54qvz+gEd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O2oMUAAADcAAAADwAAAAAAAAAA&#10;AAAAAAChAgAAZHJzL2Rvd25yZXYueG1sUEsFBgAAAAAEAAQA+QAAAJMDAAAAAA==&#10;" strokecolor="black [3213]" strokeweight="1pt"/>
                        <v:shape id="Gerade Verbindung 17" o:spid="_x0000_s1046" type="#_x0000_t32" style="position:absolute;left:20648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inesEAAADcAAAADwAAAGRycy9kb3ducmV2LnhtbERPTWvCQBC9F/wPywi91Y0eJEZXESW0&#10;p1Zjch+yYxLMzobsNkn/fbdQ8DaP9zm7w2RaMVDvGssKlosIBHFpdcOVgvyWvsUgnEfW2FomBT/k&#10;4LCfveww0XbkKw2Zr0QIYZeggtr7LpHSlTUZdAvbEQfubnuDPsC+krrHMYSbVq6iaC0NNhwaauzo&#10;VFP5yL6NAr8+T/LyvuHiVMZOfxbpV56lSr3Op+MWhKfJP8X/7g8d5sdL+HsmXC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uKd6wQAAANwAAAAPAAAAAAAAAAAAAAAA&#10;AKECAABkcnMvZG93bnJldi54bWxQSwUGAAAAAAQABAD5AAAAjwMAAAAA&#10;" strokecolor="black [3213]" strokeweight="1pt"/>
                        <v:shape id="Gerade Verbindung 24" o:spid="_x0000_s1047" type="#_x0000_t32" style="position:absolute;left:37453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2NTMMAAADcAAAADwAAAGRycy9kb3ducmV2LnhtbERP22rCQBB9L/Qflin4VjcGKjZ1FRGF&#10;giI0vTxPs9MkNTsbsmOMfn23UOjbHM515svBNaqnLtSeDUzGCSjiwtuaSwNvr9v7GaggyBYbz2Tg&#10;QgGWi9ubOWbWn/mF+lxKFUM4ZGigEmkzrUNRkcMw9i1x5L5851Ai7EptOzzHcNfoNEmm2mHNsaHC&#10;ltYVFcf85Aw8XBNp8/57v3L0vtk9fn4cZJMaM7obVk+ghAb5F/+5n22cP0vh95l4gV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tjUzDAAAA3AAAAA8AAAAAAAAAAAAA&#10;AAAAoQIAAGRycy9kb3ducmV2LnhtbFBLBQYAAAAABAAEAPkAAACRAwAAAAA=&#10;" strokecolor="black [3213]" strokeweight="1pt"/>
                      </v:group>
                      <v:group id="Gruppieren 183" o:spid="_x0000_s1048" style="position:absolute;left:7891;top:25;width:7892;height:4600" coordorigin="7891,2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<v:shape id="Gerade Verbindung 4" o:spid="_x0000_s1049" type="#_x0000_t32" style="position:absolute;left:29638;top:25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8E4sAAAADcAAAADwAAAGRycy9kb3ducmV2LnhtbERPS4vCMBC+L/gfwgh7W1MXkVqNIkpx&#10;Tz5qvQ/N2BabSWmy2v33G0HwNh/fcxar3jTiTp2rLSsYjyIQxIXVNZcK8nP6FYNwHlljY5kU/JGD&#10;1XLwscBE2wef6J75UoQQdgkqqLxvEyldUZFBN7ItceCutjPoA+xKqTt8hHDTyO8omkqDNYeGClva&#10;VFTcsl+jwE+3vTzuZnzZFLH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PBOLAAAAA3AAAAA8AAAAAAAAAAAAAAAAA&#10;oQIAAGRycy9kb3ducmV2LnhtbFBLBQYAAAAABAAEAPkAAACOAwAAAAA=&#10;" strokecolor="black [3213]" strokeweight="1pt"/>
                        <v:shape id="Gerade Verbindung 5" o:spid="_x0000_s1050" type="#_x0000_t32" style="position:absolute;left:12834;top:1193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OhecAAAADcAAAADwAAAGRycy9kb3ducmV2LnhtbERPS4vCMBC+L/gfwgh7W1MXlFqNIkpx&#10;Tz5qvQ/N2BabSWmy2v33G0HwNh/fcxar3jTiTp2rLSsYjyIQxIXVNZcK8nP6FYNwHlljY5kU/JGD&#10;1XLwscBE2wef6J75UoQQdgkqqLxvEyldUZFBN7ItceCutjPoA+xKqTt8hHDTyO8omkqDNYeGClva&#10;VFTcsl+jwE+3vTzuZnzZFLHT+0t6yLNUqc9hv56D8NT7t/jl/tFhfjyB5zPhAr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CDoXnAAAAA3AAAAA8AAAAAAAAAAAAAAAAA&#10;oQIAAGRycy9kb3ducmV2LnhtbFBLBQYAAAAABAAEAPkAAACOAwAAAAA=&#10;" strokecolor="black [3213]" strokeweight="1pt"/>
                        <v:shape id="Gerade Verbindung 7" o:spid="_x0000_s1051" type="#_x0000_t32" style="position:absolute;left:7891;top:602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E/Dr8AAADcAAAADwAAAGRycy9kb3ducmV2LnhtbERPTYvCMBC9C/6HMII3TfVQajWKKEVP&#10;7lr1PjRjW2wmpYla//1mYWFv83ifs9r0phEv6lxtWcFsGoEgLqyuuVRwvWSTBITzyBoby6TgQw42&#10;6+Fgham2bz7TK/elCCHsUlRQed+mUrqiIoNualviwN1tZ9AH2JVSd/gO4aaR8yiKpcGaQ0OFLe0q&#10;Kh750yjw8b6X34cF33ZF4vTpln1d80yp8ajfLkF46v2/+M991GF+EsPvM+ECuf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FE/Dr8AAADcAAAADwAAAAAAAAAAAAAAAACh&#10;AgAAZHJzL2Rvd25yZXYueG1sUEsFBgAAAAAEAAQA+QAAAI0DAAAAAA==&#10;" strokecolor="black [3213]" strokeweight="1pt"/>
                        <v:shape id="Gerade Verbindung 8" o:spid="_x0000_s1052" type="#_x0000_t32" style="position:absolute;left:7891;top:2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u1MMAAADcAAAADwAAAGRycy9kb3ducmV2LnhtbERP20rDQBB9L/gPywh9azcWtDV2E4pU&#10;EJRC4+V5zI5JNDsbstM0+vXdguDbHM511vnoWjVQHxrPBq7mCSji0tuGKwOvLw+zFaggyBZbz2Tg&#10;hwLk2cVkjan1R97TUEilYgiHFA3UIl2qdShrchjmviOO3KfvHUqEfaVtj8cY7lq9SJIb7bDh2FBj&#10;R/c1ld/FwRm4/k2kK4av542jt+3T7cf7TrYLY6aX4+YOlNAo/+I/96ON81dLOD8TL9DZ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aLtTDAAAA3AAAAA8AAAAAAAAAAAAA&#10;AAAAoQIAAGRycy9kb3ducmV2LnhtbFBLBQYAAAAABAAEAPkAAACRAwAAAAA=&#10;" strokecolor="black [3213]" strokeweight="1pt"/>
                        <v:shape id="Gerade Verbindung 17" o:spid="_x0000_s1053" type="#_x0000_t32" style="position:absolute;left:12834;top:25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IO58MAAADcAAAADwAAAGRycy9kb3ducmV2LnhtbESPQW/CMAyF75P4D5GRuI0UDqgrBIRA&#10;1XbaoMDdakxb0ThVE6D8+/kwaTdb7/m9z6vN4Fr1oD40ng3Mpgko4tLbhisD51P+noIKEdli65kM&#10;vCjAZj16W2Fm/ZOP9ChipSSEQ4YG6hi7TOtQ1uQwTH1HLNrV9w6jrH2lbY9PCXetnifJQjtsWBpq&#10;7GhXU3kr7s5AXOwHffj84MuuTIP9vuQ/5yI3ZjIetktQkYb4b/67/rKCnwqtPCMT6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CDufDAAAA3AAAAA8AAAAAAAAAAAAA&#10;AAAAoQIAAGRycy9kb3ducmV2LnhtbFBLBQYAAAAABAAEAPkAAACRAwAAAAA=&#10;" strokecolor="black [3213]" strokeweight="1pt"/>
                        <v:shape id="Gerade Verbindung 24" o:spid="_x0000_s1054" type="#_x0000_t32" style="position:absolute;left:29638;top:602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kfPcMAAADcAAAADwAAAGRycy9kb3ducmV2LnhtbERP22rCQBB9F/yHZYS+6UahRVNXEbFQ&#10;sAhNL8/T7DRJm50N2TFGv74rCH2bw7nOct27WnXUhsqzgekkAUWce1txYeD97Wk8BxUE2WLtmQyc&#10;KcB6NRwsMbX+xK/UZVKoGMIhRQOlSJNqHfKSHIaJb4gj9+1bhxJhW2jb4imGu1rPkuRBO6w4NpTY&#10;0Lak/Dc7OgP3l0SarPt52Tj62O0XX58H2c2MuRv1m0dQQr38i2/uZxvnzxdwfSZeo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JHz3DAAAA3AAAAA8AAAAAAAAAAAAA&#10;AAAAoQIAAGRycy9kb3ducmV2LnhtbFBLBQYAAAAABAAEAPkAAACRAwAAAAA=&#10;" strokecolor="black [3213]" strokeweight="1pt"/>
                      </v:group>
                    </v:group>
                  </w:pict>
                </mc:Fallback>
              </mc:AlternateContent>
            </w:r>
            <w:r w:rsidRPr="001829B3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631397C0" wp14:editId="01B1805D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348615</wp:posOffset>
                      </wp:positionV>
                      <wp:extent cx="1309370" cy="135890"/>
                      <wp:effectExtent l="0" t="0" r="24130" b="35560"/>
                      <wp:wrapNone/>
                      <wp:docPr id="8" name="Gruppieren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9370" cy="135890"/>
                                <a:chOff x="0" y="0"/>
                                <a:chExt cx="3995712" cy="471666"/>
                              </a:xfrm>
                            </wpg:grpSpPr>
                            <wpg:grpSp>
                              <wpg:cNvPr id="9" name="Gruppieren 9"/>
                              <wpg:cNvGrpSpPr/>
                              <wpg:grpSpPr>
                                <a:xfrm>
                                  <a:off x="3206532" y="1824"/>
                                  <a:ext cx="789180" cy="460050"/>
                                  <a:chOff x="3206531" y="1824"/>
                                  <a:chExt cx="2667908" cy="1191271"/>
                                </a:xfrm>
                              </wpg:grpSpPr>
                              <wps:wsp>
                                <wps:cNvPr id="10" name="Gerade Verbindung 4"/>
                                <wps:cNvCnPr/>
                                <wps:spPr>
                                  <a:xfrm>
                                    <a:off x="5381249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2" name="Gerade Verbindung 5"/>
                                <wps:cNvCnPr/>
                                <wps:spPr>
                                  <a:xfrm>
                                    <a:off x="3700782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3" name="Gerade Verbindung 7"/>
                                <wps:cNvCnPr/>
                                <wps:spPr>
                                  <a:xfrm>
                                    <a:off x="3206531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4" name="Gerade Verbindung 8"/>
                                <wps:cNvCnPr/>
                                <wps:spPr>
                                  <a:xfrm flipV="1">
                                    <a:off x="3206531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5" name="Gerade Verbindung 17"/>
                                <wps:cNvCnPr/>
                                <wps:spPr>
                                  <a:xfrm>
                                    <a:off x="3700782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7" name="Gerade Verbindung 24"/>
                                <wps:cNvCnPr/>
                                <wps:spPr>
                                  <a:xfrm flipV="1">
                                    <a:off x="5381249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8" name="Gruppieren 18"/>
                              <wpg:cNvGrpSpPr/>
                              <wpg:grpSpPr>
                                <a:xfrm>
                                  <a:off x="2408345" y="11614"/>
                                  <a:ext cx="789180" cy="460050"/>
                                  <a:chOff x="2408345" y="11614"/>
                                  <a:chExt cx="2667908" cy="1191271"/>
                                </a:xfrm>
                              </wpg:grpSpPr>
                              <wps:wsp>
                                <wps:cNvPr id="19" name="Gerade Verbindung 4"/>
                                <wps:cNvCnPr/>
                                <wps:spPr>
                                  <a:xfrm>
                                    <a:off x="4583063" y="1161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0" name="Gerade Verbindung 5"/>
                                <wps:cNvCnPr/>
                                <wps:spPr>
                                  <a:xfrm>
                                    <a:off x="2902596" y="120288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4" name="Gerade Verbindung 7"/>
                                <wps:cNvCnPr/>
                                <wps:spPr>
                                  <a:xfrm>
                                    <a:off x="2408345" y="61197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" name="Gerade Verbindung 8"/>
                                <wps:cNvCnPr/>
                                <wps:spPr>
                                  <a:xfrm flipV="1">
                                    <a:off x="2408345" y="1161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" name="Gerade Verbindung 17"/>
                                <wps:cNvCnPr/>
                                <wps:spPr>
                                  <a:xfrm>
                                    <a:off x="2902596" y="1161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" name="Gerade Verbindung 24"/>
                                <wps:cNvCnPr/>
                                <wps:spPr>
                                  <a:xfrm flipV="1">
                                    <a:off x="4583063" y="61197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8" name="Gruppieren 38"/>
                              <wpg:cNvGrpSpPr/>
                              <wpg:grpSpPr>
                                <a:xfrm>
                                  <a:off x="1589593" y="0"/>
                                  <a:ext cx="789180" cy="460050"/>
                                  <a:chOff x="1589593" y="0"/>
                                  <a:chExt cx="2667908" cy="1191271"/>
                                </a:xfrm>
                              </wpg:grpSpPr>
                              <wps:wsp>
                                <wps:cNvPr id="39" name="Gerade Verbindung 4"/>
                                <wps:cNvCnPr/>
                                <wps:spPr>
                                  <a:xfrm>
                                    <a:off x="3764311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" name="Gerade Verbindung 5"/>
                                <wps:cNvCnPr/>
                                <wps:spPr>
                                  <a:xfrm>
                                    <a:off x="2083844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" name="Gerade Verbindung 7"/>
                                <wps:cNvCnPr/>
                                <wps:spPr>
                                  <a:xfrm>
                                    <a:off x="1589593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" name="Gerade Verbindung 8"/>
                                <wps:cNvCnPr/>
                                <wps:spPr>
                                  <a:xfrm flipV="1">
                                    <a:off x="1589593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3" name="Gerade Verbindung 17"/>
                                <wps:cNvCnPr/>
                                <wps:spPr>
                                  <a:xfrm>
                                    <a:off x="2083844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4" name="Gerade Verbindung 24"/>
                                <wps:cNvCnPr/>
                                <wps:spPr>
                                  <a:xfrm flipV="1">
                                    <a:off x="3764311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45" name="Gruppieren 45"/>
                              <wpg:cNvGrpSpPr/>
                              <wpg:grpSpPr>
                                <a:xfrm>
                                  <a:off x="789180" y="11616"/>
                                  <a:ext cx="789180" cy="460050"/>
                                  <a:chOff x="789179" y="11616"/>
                                  <a:chExt cx="2667908" cy="1191271"/>
                                </a:xfrm>
                              </wpg:grpSpPr>
                              <wps:wsp>
                                <wps:cNvPr id="47" name="Gerade Verbindung 4"/>
                                <wps:cNvCnPr/>
                                <wps:spPr>
                                  <a:xfrm>
                                    <a:off x="2963897" y="11616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8" name="Gerade Verbindung 5"/>
                                <wps:cNvCnPr/>
                                <wps:spPr>
                                  <a:xfrm>
                                    <a:off x="1283430" y="12028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9" name="Gerade Verbindung 7"/>
                                <wps:cNvCnPr/>
                                <wps:spPr>
                                  <a:xfrm>
                                    <a:off x="789179" y="611974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0" name="Gerade Verbindung 8"/>
                                <wps:cNvCnPr/>
                                <wps:spPr>
                                  <a:xfrm flipV="1">
                                    <a:off x="789179" y="11616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1" name="Gerade Verbindung 17"/>
                                <wps:cNvCnPr/>
                                <wps:spPr>
                                  <a:xfrm>
                                    <a:off x="1283430" y="11616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2" name="Gerade Verbindung 24"/>
                                <wps:cNvCnPr/>
                                <wps:spPr>
                                  <a:xfrm flipV="1">
                                    <a:off x="2963897" y="611974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3" name="Gruppieren 53"/>
                              <wpg:cNvGrpSpPr/>
                              <wpg:grpSpPr>
                                <a:xfrm>
                                  <a:off x="0" y="2"/>
                                  <a:ext cx="789180" cy="460050"/>
                                  <a:chOff x="0" y="2"/>
                                  <a:chExt cx="2667908" cy="1191271"/>
                                </a:xfrm>
                              </wpg:grpSpPr>
                              <wps:wsp>
                                <wps:cNvPr id="54" name="Gerade Verbindung 4"/>
                                <wps:cNvCnPr/>
                                <wps:spPr>
                                  <a:xfrm>
                                    <a:off x="2174718" y="2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5" name="Gerade Verbindung 5"/>
                                <wps:cNvCnPr/>
                                <wps:spPr>
                                  <a:xfrm>
                                    <a:off x="494251" y="11912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6" name="Gerade Verbindung 7"/>
                                <wps:cNvCnPr/>
                                <wps:spPr>
                                  <a:xfrm>
                                    <a:off x="0" y="600360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7" name="Gerade Verbindung 8"/>
                                <wps:cNvCnPr/>
                                <wps:spPr>
                                  <a:xfrm flipV="1">
                                    <a:off x="0" y="2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8" name="Gerade Verbindung 17"/>
                                <wps:cNvCnPr/>
                                <wps:spPr>
                                  <a:xfrm>
                                    <a:off x="494251" y="2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59" name="Gerade Verbindung 24"/>
                                <wps:cNvCnPr/>
                                <wps:spPr>
                                  <a:xfrm flipV="1">
                                    <a:off x="2174718" y="600360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39" o:spid="_x0000_s1026" style="position:absolute;margin-left:320.6pt;margin-top:27.45pt;width:103.1pt;height:10.7pt;z-index:251704320;mso-width-relative:margin;mso-height-relative:margin" coordsize="39957,4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">
                      <v:group id="Gruppieren 9" o:spid="_x0000_s1027" style="position:absolute;left:32065;top:18;width:7892;height:4600" coordorigin="32065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Gerade Verbindung 4" o:spid="_x0000_s1028" type="#_x0000_t32" style="position:absolute;left:53812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wMOcMAAADbAAAADwAAAGRycy9kb3ducmV2LnhtbESPQW/CMAyF75P2HyJP2g3ScaigI6Cp&#10;U7WdGBS4W43XVmucqglt9+/xYdJutt7ze5+3+9l1aqQhtJ4NvCwTUMSVty3XBi7nYrEGFSKyxc4z&#10;GfilAPvd48MWM+snPtFYxlpJCIcMDTQx9pnWoWrIYVj6nli0bz84jLIOtbYDThLuOr1KklQ7bFka&#10;Guwpb6j6KW/OQEzfZ3382PA1r9bBHq7F16UsjHl+mt9eQUWa47/57/rTCr7Qyy8ygN7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MDDnDAAAA2wAAAA8AAAAAAAAAAAAA&#10;AAAAoQIAAGRycy9kb3ducmV2LnhtbFBLBQYAAAAABAAEAPkAAACRAwAAAAA=&#10;" strokecolor="black [3213]" strokeweight="1pt"/>
                        <v:shape id="Gerade Verbindung 5" o:spid="_x0000_s1029" type="#_x0000_t32" style="position:absolute;left:37007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I31b8AAADbAAAADwAAAGRycy9kb3ducmV2LnhtbERPTYvCMBC9L/gfwgje1lQP4lZjkUrR&#10;k7tb631oxrbYTEoTtf77jSDsbR7vc9bJYFpxp941lhXMphEI4tLqhisFxSn7XIJwHllja5kUPMlB&#10;shl9rDHW9sG/dM99JUIIuxgV1N53sZSurMmgm9qOOHAX2xv0AfaV1D0+Qrhp5TyKFtJgw6Ghxo7S&#10;msprfjMK/GI3yJ/9F5/Tcun08Zx9F3mm1GQ8bFcgPA3+X/x2H3SYP4fXL+EAuf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JI31b8AAADbAAAADwAAAAAAAAAAAAAAAACh&#10;AgAAZHJzL2Rvd25yZXYueG1sUEsFBgAAAAAEAAQA+QAAAI0DAAAAAA==&#10;" strokecolor="black [3213]" strokeweight="1pt"/>
                        <v:shape id="Gerade Verbindung 7" o:spid="_x0000_s1030" type="#_x0000_t32" style="position:absolute;left:32065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6STsAAAADbAAAADwAAAGRycy9kb3ducmV2LnhtbERPTWvCQBC9C/6HZQrezKYWgqauIkqo&#10;J1tjvA/ZaRLMzobsatJ/3xUKvc3jfc56O5pWPKh3jWUFr1EMgri0uuFKQXHJ5ksQziNrbC2Tgh9y&#10;sN1MJ2tMtR34TI/cVyKEsEtRQe19l0rpypoMush2xIH7tr1BH2BfSd3jEMJNKxdxnEiDDYeGGjva&#10;11Te8rtR4JPDKL8+Vnzdl0unT9fss8gzpWYv4+4dhKfR/4v/3Ecd5r/B85dw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Pekk7AAAAA2wAAAA8AAAAAAAAAAAAAAAAA&#10;oQIAAGRycy9kb3ducmV2LnhtbFBLBQYAAAAABAAEAPkAAACOAwAAAAA=&#10;" strokecolor="black [3213]" strokeweight="1pt"/>
                        <v:shape id="Gerade Verbindung 8" o:spid="_x0000_s1031" type="#_x0000_t32" style="position:absolute;left:32065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P3isMAAADbAAAADwAAAGRycy9kb3ducmV2LnhtbERPTWvCQBC9F/wPywje6kaxpU1dRYqF&#10;QqVgWj1Ps9MkNTsbstMY/fVuoeBtHu9z5sve1aqjNlSeDUzGCSji3NuKCwOfHy+3D6CCIFusPZOB&#10;EwVYLgY3c0ytP/KWukwKFUM4pGigFGlSrUNeksMw9g1x5L5961AibAttWzzGcFfraZLca4cVx4YS&#10;G3ouKT9kv87A3TmRJut+NitHu/Xb49f+XdZTY0bDfvUESqiXq/jf/Wrj/Bn8/RIP0I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z94rDAAAA2wAAAA8AAAAAAAAAAAAA&#10;AAAAoQIAAGRycy9kb3ducmV2LnhtbFBLBQYAAAAABAAEAPkAAACRAwAAAAA=&#10;" strokecolor="black [3213]" strokeweight="1pt"/>
                        <v:shape id="Gerade Verbindung 17" o:spid="_x0000_s1032" type="#_x0000_t32" style="position:absolute;left:37007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uvocAAAADbAAAADwAAAGRycy9kb3ducmV2LnhtbERPTWvCQBC9C/6HZQrezKZCg6auIkqo&#10;J1tjvA/ZaRLMzobsatJ/3xUKvc3jfc56O5pWPKh3jWUFr1EMgri0uuFKQXHJ5ksQziNrbC2Tgh9y&#10;sN1MJ2tMtR34TI/cVyKEsEtRQe19l0rpypoMush2xIH7tr1BH2BfSd3jEMJNKxdxnEiDDYeGGjva&#10;11Te8rtR4JPDKL8+Vnzdl0unT9fss8gzpWYv4+4dhKfR/4v/3Ecd5r/B85dw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7r6HAAAAA2wAAAA8AAAAAAAAAAAAAAAAA&#10;oQIAAGRycy9kb3ducmV2LnhtbFBLBQYAAAAABAAEAPkAAACOAwAAAAA=&#10;" strokecolor="black [3213]" strokeweight="1pt"/>
                        <v:shape id="Gerade Verbindung 24" o:spid="_x0000_s1033" type="#_x0000_t32" style="position:absolute;left:53812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p/cIAAADbAAAADwAAAGRycy9kb3ducmV2LnhtbERP22rCQBB9L/gPywi+1Y2CvaSuIsVC&#10;oVIwrT5Ps9MkNTsbstMY/Xq3UPBtDuc682XvatVRGyrPBibjBBRx7m3FhYHPj5fbB1BBkC3WnsnA&#10;iQIsF4ObOabWH3lLXSaFiiEcUjRQijSp1iEvyWEY+4Y4ct++dSgRtoW2LR5juKv1NEnutMOKY0OJ&#10;DT2XlB+yX2dgdk6kybqfzcrRbv32+LV/l/XUmNGwXz2BEurlKv53v9o4/x7+fokH6M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Fp/cIAAADbAAAADwAAAAAAAAAAAAAA&#10;AAChAgAAZHJzL2Rvd25yZXYueG1sUEsFBgAAAAAEAAQA+QAAAJADAAAAAA==&#10;" strokecolor="black [3213]" strokeweight="1pt"/>
                      </v:group>
                      <v:group id="Gruppieren 18" o:spid="_x0000_s1034" style="position:absolute;left:24083;top:116;width:7892;height:4600" coordorigin="24083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Gerade Verbindung 4" o:spid="_x0000_s1035" type="#_x0000_t32" style="position:absolute;left:45830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alpL8AAADbAAAADwAAAGRycy9kb3ducmV2LnhtbERPTYvCMBC9C/6HMII3TfUgWo1FKkVP&#10;7m7V+9CMbbGZlCZq/fdmYWFv83ifs0l604gnda62rGA2jUAQF1bXXCq4nLPJEoTzyBoby6TgTQ6S&#10;7XCwwVjbF//QM/elCCHsYlRQed/GUrqiIoNualviwN1sZ9AH2JVSd/gK4aaR8yhaSIM1h4YKW0or&#10;Ku75wyjwi30vvw8rvqbF0unTNfu65JlS41G/W4Pw1Pt/8Z/7qMP8Ffz+Eg6Q2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jalpL8AAADbAAAADwAAAAAAAAAAAAAAAACh&#10;AgAAZHJzL2Rvd25yZXYueG1sUEsFBgAAAAAEAAQA+QAAAI0DAAAAAA==&#10;" strokecolor="black [3213]" strokeweight="1pt"/>
                        <v:shape id="Gerade Verbindung 5" o:spid="_x0000_s1036" type="#_x0000_t32" style="position:absolute;left:29025;top:1202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DGhLwAAADbAAAADwAAAGRycy9kb3ducmV2LnhtbERPyw7BQBTdS/zD5ErsmLIQyhAhDSuP&#10;Yn/TudpG507TGdTfm4XE8uS8F6vWVOJFjSstKxgNIxDEmdUl5wqul2QwBeE8ssbKMin4kIPVsttZ&#10;YKztm8/0Sn0uQgi7GBUU3texlC4ryKAb2po4cHfbGPQBNrnUDb5DuKnkOIom0mDJoaHAmjYFZY/0&#10;aRT4ybaVp92Mb5ts6vThlhyvaaJUv9eu5yA8tf4v/rn3WsE4rA9fwg+Qy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LWDGhLwAAADbAAAADwAAAAAAAAAAAAAAAAChAgAA&#10;ZHJzL2Rvd25yZXYueG1sUEsFBgAAAAAEAAQA+QAAAIoDAAAAAA==&#10;" strokecolor="black [3213]" strokeweight="1pt"/>
                        <v:shape id="Gerade Verbindung 7" o:spid="_x0000_s1037" type="#_x0000_t32" style="position:absolute;left:24083;top:6119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JWWsEAAADbAAAADwAAAGRycy9kb3ducmV2LnhtbESPQYvCMBSE74L/ITzB25qqi2g1iijF&#10;Pbm7Ve+P5tkWm5fSRK3/3giCx2FmvmEWq9ZU4kaNKy0rGA4iEMSZ1SXnCo6H5GsKwnlkjZVlUvAg&#10;B6tlt7PAWNs7/9Mt9bkIEHYxKii8r2MpXVaQQTewNXHwzrYx6INscqkbvAe4qeQoiibSYMlhocCa&#10;NgVll/RqFPjJtpV/uxmfNtnU6f0p+T2miVL9Xrueg/DU+k/43f7RCsbf8PoSfo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glZawQAAANsAAAAPAAAAAAAAAAAAAAAA&#10;AKECAABkcnMvZG93bnJldi54bWxQSwUGAAAAAAQABAD5AAAAjwMAAAAA&#10;" strokecolor="black [3213]" strokeweight="1pt"/>
                        <v:shape id="Gerade Verbindung 8" o:spid="_x0000_s1038" type="#_x0000_t32" style="position:absolute;left:24083;top:116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oOccUAAADbAAAADwAAAGRycy9kb3ducmV2LnhtbESPX0vDQBDE3wt+h2OFvrUXKy0aewlF&#10;KghKofHP85pbk2huL+S2afTTe4WCj8PM/IZZ56Nr1UB9aDwbuJonoIhLbxuuDLy+PMxuQAVBtth6&#10;JgM/FCDPLiZrTK0/8p6GQioVIRxSNFCLdKnWoazJYZj7jjh6n753KFH2lbY9HiPctXqRJCvtsOG4&#10;UGNH9zWV38XBGVj+JtIVw9fzxtHb9un2430n24Ux08txcwdKaJT/8Ln9aA1cL+H0Jf4A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oOccUAAADbAAAADwAAAAAAAAAA&#10;AAAAAAChAgAAZHJzL2Rvd25yZXYueG1sUEsFBgAAAAAEAAQA+QAAAJMDAAAAAA==&#10;" strokecolor="black [3213]" strokeweight="1pt"/>
                        <v:shape id="Gerade Verbindung 17" o:spid="_x0000_s1039" type="#_x0000_t32" style="position:absolute;left:29025;top:11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xttsEAAADbAAAADwAAAGRycy9kb3ducmV2LnhtbESPQYvCMBSE74L/ITzBm6YqFK1GEaXo&#10;aXeten80z7bYvJQmav33ZmFhj8PMfMOsNp2pxZNaV1lWMBlHIIhzqysuFFzO6WgOwnlkjbVlUvAm&#10;B5t1v7fCRNsXn+iZ+UIECLsEFZTeN4mULi/JoBvbhjh4N9sa9EG2hdQtvgLc1HIaRbE0WHFYKLGh&#10;XUn5PXsYBT7ed/LnsODrLp87/XVNvy9ZqtRw0G2XIDx1/j/81z5qBbMYfr+EHy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HG22wQAAANsAAAAPAAAAAAAAAAAAAAAA&#10;AKECAABkcnMvZG93bnJldi54bWxQSwUGAAAAAAQABAD5AAAAjwMAAAAA&#10;" strokecolor="black [3213]" strokeweight="1pt"/>
                        <v:shape id="Gerade Verbindung 24" o:spid="_x0000_s1040" type="#_x0000_t32" style="position:absolute;left:45830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Q1ncUAAADbAAAADwAAAGRycy9kb3ducmV2LnhtbESPX0vDQBDE3wW/w7EF3+ylFbVNey1F&#10;KghKwfTP8za3TaK5vZBb0+in9wShj8PM/IaZL3tXq47aUHk2MBomoIhzbysuDOy2z7cTUEGQLdae&#10;ycA3BVgurq/mmFp/5nfqMilUhHBI0UAp0qRah7wkh2HoG+LonXzrUKJsC21bPEe4q/U4SR60w4rj&#10;QokNPZWUf2ZfzsD9TyJN1n28rRzt16/T42Ej67ExN4N+NQMl1Msl/N9+sQbuHuHvS/wBe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Q1ncUAAADbAAAADwAAAAAAAAAA&#10;AAAAAAChAgAAZHJzL2Rvd25yZXYueG1sUEsFBgAAAAAEAAQA+QAAAJMDAAAAAA==&#10;" strokecolor="black [3213]" strokeweight="1pt"/>
                      </v:group>
                      <v:group id="Gruppieren 38" o:spid="_x0000_s1041" style="position:absolute;left:15895;width:7892;height:4600" coordorigin="1589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Gerade Verbindung 4" o:spid="_x0000_s1042" type="#_x0000_t32" style="position:absolute;left:37643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P5xMEAAADbAAAADwAAAGRycy9kb3ducmV2LnhtbESPQYvCMBSE74L/ITzBm6auIFqbiihF&#10;T7tr1fujebbF5qU0Wa3/3iws7HGYmW+YZNObRjyoc7VlBbNpBIK4sLrmUsHlnE2WIJxH1thYJgUv&#10;crBJh4MEY22ffKJH7ksRIOxiVFB538ZSuqIig25qW+Lg3Wxn0AfZlVJ3+Axw08iPKFpIgzWHhQpb&#10;2lVU3PMfo8Av9r38Pqz4uiuWTn9es69Lnik1HvXbNQhPvf8P/7WPWsF8Bb9fwg+Q6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g/nEwQAAANsAAAAPAAAAAAAAAAAAAAAA&#10;AKECAABkcnMvZG93bnJldi54bWxQSwUGAAAAAAQABAD5AAAAjwMAAAAA&#10;" strokecolor="black [3213]" strokeweight="1pt"/>
                        <v:shape id="Gerade Verbindung 5" o:spid="_x0000_s1043" type="#_x0000_t32" style="position:absolute;left:20838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8jJMAAAADbAAAADwAAAGRycy9kb3ducmV2LnhtbERPTWuDQBC9F/Iflgn01qwJRaxxlWCQ&#10;9tS0JrkP7kQl7qy428T+++4h0OPjfWfFbAZxo8n1lhWsVxEI4sbqnlsFp2P1koBwHlnjYJkU/JKD&#10;Il88ZZhqe+dvutW+FSGEXYoKOu/HVErXdGTQrexIHLiLnQz6AKdW6gnvIdwMchNFsTTYc2jocKSy&#10;o+Za/xgFPt7P8uv9jc9lkzj9ea4Op7pS6nk577YgPM3+X/xwf2gFr2F9+BJ+gM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/IyTAAAAA2wAAAA8AAAAAAAAAAAAAAAAA&#10;oQIAAGRycy9kb3ducmV2LnhtbFBLBQYAAAAABAAEAPkAAACOAwAAAAA=&#10;" strokecolor="black [3213]" strokeweight="1pt"/>
                        <v:shape id="Gerade Verbindung 7" o:spid="_x0000_s1044" type="#_x0000_t32" style="position:absolute;left:15895;top:6003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OGv8MAAADbAAAADwAAAGRycy9kb3ducmV2LnhtbESPT2uDQBTE74V8h+UFemtWSwipySrB&#10;IOmpf0xyf7gvKnHfirtV++27hUKPw8z8htlns+nESINrLSuIVxEI4srqlmsFl3PxtAXhPLLGzjIp&#10;+CYHWbp42GOi7cSfNJa+FgHCLkEFjfd9IqWrGjLoVrYnDt7NDgZ9kEMt9YBTgJtOPkfRRhpsOSw0&#10;2FPeUHUvv4wCvznO8uP0wte82jr9di3eL2Wh1ONyPuxAeJr9f/iv/aoVrGP4/RJ+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zhr/DAAAA2wAAAA8AAAAAAAAAAAAA&#10;AAAAoQIAAGRycy9kb3ducmV2LnhtbFBLBQYAAAAABAAEAPkAAACRAwAAAAA=&#10;" strokecolor="black [3213]" strokeweight="1pt"/>
                        <v:shape id="Gerade Verbindung 8" o:spid="_x0000_s1045" type="#_x0000_t32" style="position:absolute;left:1589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XleMUAAADbAAAADwAAAGRycy9kb3ducmV2LnhtbESPX0vDQBDE3wW/w7EF3+ylwRaNvZYi&#10;FYQWwfjnec1tk9TcXsitadpP3xMKPg4z8xtmvhxco3rqQu3ZwGScgCIuvK25NPDx/nx7DyoIssXG&#10;Mxk4UoDl4vpqjpn1B36jPpdSRQiHDA1UIm2mdSgqchjGviWO3s53DiXKrtS2w0OEu0anSTLTDmuO&#10;CxW29FRR8ZP/OgPTUyJt3u+3K0ef683D99errFNjbkbD6hGU0CD/4Uv7xRq4S+HvS/wBenE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XleMUAAADbAAAADwAAAAAAAAAA&#10;AAAAAAChAgAAZHJzL2Rvd25yZXYueG1sUEsFBgAAAAAEAAQA+QAAAJMDAAAAAA==&#10;" strokecolor="black [3213]" strokeweight="1pt"/>
                        <v:shape id="Gerade Verbindung 17" o:spid="_x0000_s1046" type="#_x0000_t32" style="position:absolute;left:2083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29U8EAAADbAAAADwAAAGRycy9kb3ducmV2LnhtbESPQYvCMBSE74L/ITzB25qqi2g1iijF&#10;Pbm7Ve+P5tkWm5fSRK3/3giCx2FmvmEWq9ZU4kaNKy0rGA4iEMSZ1SXnCo6H5GsKwnlkjZVlUvAg&#10;B6tlt7PAWNs7/9Mt9bkIEHYxKii8r2MpXVaQQTewNXHwzrYx6INscqkbvAe4qeQoiibSYMlhocCa&#10;NgVll/RqFPjJtpV/uxmfNtnU6f0p+T2miVL9Xrueg/DU+k/43f7RCr7H8PoSfo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bb1TwQAAANsAAAAPAAAAAAAAAAAAAAAA&#10;AKECAABkcnMvZG93bnJldi54bWxQSwUGAAAAAAQABAD5AAAAjwMAAAAA&#10;" strokecolor="black [3213]" strokeweight="1pt"/>
                        <v:shape id="Gerade Verbindung 24" o:spid="_x0000_s1047" type="#_x0000_t32" style="position:absolute;left:37643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DYl8UAAADbAAAADwAAAGRycy9kb3ducmV2LnhtbESPX2vCQBDE3wv9DscWfKuXihWbeoqI&#10;glApmP553ua2SWpuL+TWGPvpewXBx2FmfsPMFr2rVUdtqDwbeBgmoIhzbysuDLy/be6noIIgW6w9&#10;k4EzBVjMb29mmFp/4j11mRQqQjikaKAUaVKtQ16SwzD0DXH0vn3rUKJsC21bPEW4q/UoSSbaYcVx&#10;ocSGViXlh+zoDDz+JtJk3c9u6ehj/fL09fkq65Exg7t++QxKqJdr+NLeWgPjMfx/iT9A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DYl8UAAADbAAAADwAAAAAAAAAA&#10;AAAAAAChAgAAZHJzL2Rvd25yZXYueG1sUEsFBgAAAAAEAAQA+QAAAJMDAAAAAA==&#10;" strokecolor="black [3213]" strokeweight="1pt"/>
                      </v:group>
                      <v:group id="Gruppieren 45" o:spid="_x0000_s1048" style="position:absolute;left:7891;top:116;width:7892;height:4600" coordorigin="7891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shape id="Gerade Verbindung 4" o:spid="_x0000_s1049" type="#_x0000_t32" style="position:absolute;left:29638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a7UMMAAADbAAAADwAAAGRycy9kb3ducmV2LnhtbESPQWvCQBSE74L/YXlCb2ZTKZpGV5GU&#10;0J5qm8b7I/tMQrNvQ3Yb03/fLQgeh5n5htkdJtOJkQbXWlbwGMUgiCurW64VlF/5MgHhPLLGzjIp&#10;+CUHh/18tsNU2yt/0lj4WgQIuxQVNN73qZSuasigi2xPHLyLHQz6IIda6gGvAW46uYrjtTTYclho&#10;sKesoeq7+DEK/Pplkh+vz3zOqsTp93N+KotcqYfFdNyC8DT5e/jWftMKnjbw/yX8AL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Wu1DDAAAA2wAAAA8AAAAAAAAAAAAA&#10;AAAAoQIAAGRycy9kb3ducmV2LnhtbFBLBQYAAAAABAAEAPkAAACRAwAAAAA=&#10;" strokecolor="black [3213]" strokeweight="1pt"/>
                        <v:shape id="Gerade Verbindung 5" o:spid="_x0000_s1050" type="#_x0000_t32" style="position:absolute;left:12834;top:1202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kvIsAAAADbAAAADwAAAGRycy9kb3ducmV2LnhtbERPTWuDQBC9F/Iflgn01qwJRaxxlWCQ&#10;9tS0JrkP7kQl7qy428T+++4h0OPjfWfFbAZxo8n1lhWsVxEI4sbqnlsFp2P1koBwHlnjYJkU/JKD&#10;Il88ZZhqe+dvutW+FSGEXYoKOu/HVErXdGTQrexIHLiLnQz6AKdW6gnvIdwMchNFsTTYc2jocKSy&#10;o+Za/xgFPt7P8uv9jc9lkzj9ea4Op7pS6nk577YgPM3+X/xwf2gFr2Fs+BJ+gM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7JLyLAAAAA2wAAAA8AAAAAAAAAAAAAAAAA&#10;oQIAAGRycy9kb3ducmV2LnhtbFBLBQYAAAAABAAEAPkAAACOAwAAAAA=&#10;" strokecolor="black [3213]" strokeweight="1pt"/>
                        <v:shape id="Gerade Verbindung 7" o:spid="_x0000_s1051" type="#_x0000_t32" style="position:absolute;left:7891;top:611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WKucEAAADbAAAADwAAAGRycy9kb3ducmV2LnhtbESPQYvCMBSE74L/ITzBm6YuIlqbiihF&#10;T7tr1fujebbF5qU0Wa3/3iws7HGYmW+YZNObRjyoc7VlBbNpBIK4sLrmUsHlnE2WIJxH1thYJgUv&#10;crBJh4MEY22ffKJH7ksRIOxiVFB538ZSuqIig25qW+Lg3Wxn0AfZlVJ3+Axw08iPKFpIgzWHhQpb&#10;2lVU3PMfo8Av9r38Pqz4uiuWTn9es69Lnik1HvXbNQhPvf8P/7WPWsF8Bb9fwg+Q6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hYq5wQAAANsAAAAPAAAAAAAAAAAAAAAA&#10;AKECAABkcnMvZG93bnJldi54bWxQSwUGAAAAAAQABAD5AAAAjwMAAAAA&#10;" strokecolor="black [3213]" strokeweight="1pt"/>
                        <v:shape id="Gerade Verbindung 8" o:spid="_x0000_s1052" type="#_x0000_t32" style="position:absolute;left:7891;top:116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JIScEAAADbAAAADwAAAGRycy9kb3ducmV2LnhtbERPS0vDQBC+F/wPywje2o0FS43dliIV&#10;BEVofJzH7JhEs7MhO6apv75zKHj8+N6rzRhaM1CfmsgOrmcZGOIy+oYrB2+vD9MlmCTIHtvI5OBI&#10;CTbri8kKcx8PvKehkMpoCKccHdQiXW5tKmsKmGaxI1buK/YBRWFfWd/jQcNDa+dZtrABG9aGGju6&#10;r6n8KX6Dg5u/TLpi+H7eBnrfPd1+frzIbu7c1eW4vQMjNMq/+Ox+9OrT9fpFf4Bd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okhJwQAAANsAAAAPAAAAAAAAAAAAAAAA&#10;AKECAABkcnMvZG93bnJldi54bWxQSwUGAAAAAAQABAD5AAAAjwMAAAAA&#10;" strokecolor="black [3213]" strokeweight="1pt"/>
                        <v:shape id="Gerade Verbindung 17" o:spid="_x0000_s1053" type="#_x0000_t32" style="position:absolute;left:12834;top:116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oQYsMAAADbAAAADwAAAGRycy9kb3ducmV2LnhtbESPT2uDQBTE74V8h+UFemtWCwmpySrB&#10;IOmpf0xyf7gvKnHfirtV++27hUKPw8z8htlns+nESINrLSuIVxEI4srqlmsFl3PxtAXhPLLGzjIp&#10;+CYHWbp42GOi7cSfNJa+FgHCLkEFjfd9IqWrGjLoVrYnDt7NDgZ9kEMt9YBTgJtOPkfRRhpsOSw0&#10;2FPeUHUvv4wCvznO8uP0wte82jr9di3eL2Wh1ONyPuxAeJr9f/iv/aoVrGP4/RJ+gE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qEGLDAAAA2wAAAA8AAAAAAAAAAAAA&#10;AAAAoQIAAGRycy9kb3ducmV2LnhtbFBLBQYAAAAABAAEAPkAAACRAwAAAAA=&#10;" strokecolor="black [3213]" strokeweight="1pt"/>
                        <v:shape id="Gerade Verbindung 24" o:spid="_x0000_s1054" type="#_x0000_t32" style="position:absolute;left:29638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xzpcQAAADbAAAADwAAAGRycy9kb3ducmV2LnhtbESPX2vCQBDE3wt+h2OFvunFQItNPUXE&#10;QsEiNP3zvM1tk7S5vZBbY/TTewWhj8PMb4ZZrAbXqJ66UHs2MJsmoIgLb2suDby/PU3moIIgW2w8&#10;k4ETBVgtRzcLzKw/8iv1uZQqlnDI0EAl0mZah6Iih2HqW+LoffvOoUTZldp2eIzlrtFpktxrhzXH&#10;hQpb2lRU/OYHZ+DunEib9z8va0cf293D1+detqkxt+Nh/QhKaJD/8JV+tpFL4e9L/AF6e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PHOlxAAAANsAAAAPAAAAAAAAAAAA&#10;AAAAAKECAABkcnMvZG93bnJldi54bWxQSwUGAAAAAAQABAD5AAAAkgMAAAAA&#10;" strokecolor="black [3213]" strokeweight="1pt"/>
                      </v:group>
                      <v:group id="Gruppieren 53" o:spid="_x0000_s1055" style="position:absolute;width:7891;height:4600" coordorigin="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<v:shape id="Gerade Verbindung 4" o:spid="_x0000_s1056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2z+sEAAADbAAAADwAAAGRycy9kb3ducmV2LnhtbESPQYvCMBSE74L/ITzB25oqrmg1iijF&#10;Pbm7Ve+P5tkWm5fSRK3/3giCx2FmvmEWq9ZU4kaNKy0rGA4iEMSZ1SXnCo6H5GsKwnlkjZVlUvAg&#10;B6tlt7PAWNs7/9Mt9bkIEHYxKii8r2MpXVaQQTewNXHwzrYx6INscqkbvAe4qeQoiibSYMlhocCa&#10;NgVll/RqFPjJtpV/uxmfNtnU6f0p+T2miVL9Xrueg/DU+k/43f7RCr7H8PoSfo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XbP6wQAAANsAAAAPAAAAAAAAAAAAAAAA&#10;AKECAABkcnMvZG93bnJldi54bWxQSwUGAAAAAAQABAD5AAAAjwMAAAAA&#10;" strokecolor="black [3213]" strokeweight="1pt"/>
                        <v:shape id="Gerade Verbindung 5" o:spid="_x0000_s1057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EWYcAAAADbAAAADwAAAGRycy9kb3ducmV2LnhtbESPQYvCMBSE74L/ITzBm6YKilajiFLW&#10;06pV74/m2Rabl9Jktf57syB4HGbmG2a5bk0lHtS40rKC0TACQZxZXXKu4HJOBjMQziNrrCyTghc5&#10;WK+6nSXG2j75RI/U5yJA2MWooPC+jqV0WUEG3dDWxMG72cagD7LJpW7wGeCmkuMomkqDJYeFAmva&#10;FpTd0z+jwE93rTz+zPm6zWZO/16TwyVNlOr32s0ChKfWf8Of9l4rmEzg/0v4AXL1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URFmHAAAAA2wAAAA8AAAAAAAAAAAAAAAAA&#10;oQIAAGRycy9kb3ducmV2LnhtbFBLBQYAAAAABAAEAPkAAACOAwAAAAA=&#10;" strokecolor="black [3213]" strokeweight="1pt"/>
                        <v:shape id="Gerade Verbindung 7" o:spid="_x0000_s1058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IFsEAAADbAAAADwAAAGRycy9kb3ducmV2LnhtbESPQYvCMBSE74L/ITzBm6YKFq1GEaXo&#10;aXeten80z7bYvJQmav33ZmFhj8PMfMOsNp2pxZNaV1lWMBlHIIhzqysuFFzO6WgOwnlkjbVlUvAm&#10;B5t1v7fCRNsXn+iZ+UIECLsEFZTeN4mULi/JoBvbhjh4N9sa9EG2hdQtvgLc1HIaRbE0WHFYKLGh&#10;XUn5PXsYBT7ed/LnsODrLp87/XVNvy9ZqtRw0G2XIDx1/j/81z5qBbMYfr+EHy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w4gWwQAAANsAAAAPAAAAAAAAAAAAAAAA&#10;AKECAABkcnMvZG93bnJldi54bWxQSwUGAAAAAAQABAD5AAAAjwMAAAAA&#10;" strokecolor="black [3213]" strokeweight="1pt"/>
                        <v:shape id="Gerade Verbindung 8" o:spid="_x0000_s1059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vQPcQAAADbAAAADwAAAGRycy9kb3ducmV2LnhtbESPX2vCQBDE3wt+h2MF3+pFwf5JPUWK&#10;hUKlYFp93ua2SWpuL+S2MfrpvULBx2HmN8PMl72rVUdtqDwbmIwTUMS5txUXBj4/Xm4fQAVBtlh7&#10;JgMnCrBcDG7mmFp/5C11mRQqlnBI0UAp0qRah7wkh2HsG+LoffvWoUTZFtq2eIzlrtbTJLnTDiuO&#10;CyU29FxSfsh+nYHZOZEm6342K0e79dvj1/5d1lNjRsN+9QRKqJdr+J9+tZG7h78v8Qfox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S9A9xAAAANsAAAAPAAAAAAAAAAAA&#10;AAAAAKECAABkcnMvZG93bnJldi54bWxQSwUGAAAAAAQABAD5AAAAkgMAAAAA&#10;" strokecolor="black [3213]" strokeweight="1pt"/>
                        <v:shape id="Gerade Verbindung 17" o:spid="_x0000_s1060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C5/8AAAADbAAAADwAAAGRycy9kb3ducmV2LnhtbERPTWuDQBC9F/Iflgn01qwJVKxxlWCQ&#10;9tS0JrkP7kQl7qy428T+++4h0OPjfWfFbAZxo8n1lhWsVxEI4sbqnlsFp2P1koBwHlnjYJkU/JKD&#10;Il88ZZhqe+dvutW+FSGEXYoKOu/HVErXdGTQrexIHLiLnQz6AKdW6gnvIdwMchNFsTTYc2jocKSy&#10;o+Za/xgFPt7P8uv9jc9lkzj9ea4Op7pS6nk577YgPM3+X/xwf2gFr2Fs+BJ+gM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sQuf/AAAAA2wAAAA8AAAAAAAAAAAAAAAAA&#10;oQIAAGRycy9kb3ducmV2LnhtbFBLBQYAAAAABAAEAPkAAACOAwAAAAA=&#10;" strokecolor="black [3213]" strokeweight="1pt"/>
                        <v:shape id="Gerade Verbindung 24" o:spid="_x0000_s1061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jh1MQAAADbAAAADwAAAGRycy9kb3ducmV2LnhtbESPX2vCQBDE3wv9DscW+lYvChWNniLF&#10;QqGlYPzzvObWJJrbC7ltjP30vUKhj8PMb4aZL3tXq47aUHk2MBwkoIhzbysuDOy2r08TUEGQLdae&#10;ycCNAiwX93dzTK2/8oa6TAoVSzikaKAUaVKtQ16SwzDwDXH0Tr51KFG2hbYtXmO5q/UoScbaYcVx&#10;ocSGXkrKL9mXM/D8nUiTdeePlaP9+n16PHzKemTM40O/moES6uU//Ee/2chN4fdL/A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mOHUxAAAANsAAAAPAAAAAAAAAAAA&#10;AAAAAKECAABkcnMvZG93bnJldi54bWxQSwUGAAAAAAQABAD5AAAAkgMAAAAA&#10;" strokecolor="black [3213]" strokeweight="1pt"/>
                      </v:group>
                    </v:group>
                  </w:pict>
                </mc:Fallback>
              </mc:AlternateContent>
            </w:r>
            <w:r w:rsidR="00E051DC" w:rsidRPr="001829B3">
              <w:rPr>
                <w:i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6862204" wp14:editId="22D3CF2B">
                      <wp:simplePos x="0" y="0"/>
                      <wp:positionH relativeFrom="column">
                        <wp:posOffset>2867025</wp:posOffset>
                      </wp:positionH>
                      <wp:positionV relativeFrom="paragraph">
                        <wp:posOffset>339061</wp:posOffset>
                      </wp:positionV>
                      <wp:extent cx="695325" cy="0"/>
                      <wp:effectExtent l="0" t="76200" r="28575" b="114300"/>
                      <wp:wrapNone/>
                      <wp:docPr id="160" name="Gerade Verbindung mit Pfeil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60" o:spid="_x0000_s1026" type="#_x0000_t32" style="position:absolute;margin-left:225.75pt;margin-top:26.7pt;width:54.7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" strokecolor="black [3213]">
                      <v:stroke endarrow="open"/>
                    </v:shape>
                  </w:pict>
                </mc:Fallback>
              </mc:AlternateContent>
            </w:r>
          </w:p>
        </w:tc>
      </w:tr>
      <w:tr w:rsidR="004131C2" w:rsidTr="00EB5D44">
        <w:trPr>
          <w:trHeight w:val="1363"/>
          <w:jc w:val="center"/>
        </w:trPr>
        <w:tc>
          <w:tcPr>
            <w:tcW w:w="3195" w:type="dxa"/>
            <w:vMerge/>
            <w:shd w:val="clear" w:color="auto" w:fill="auto"/>
          </w:tcPr>
          <w:p w:rsidR="009918D8" w:rsidRDefault="009918D8" w:rsidP="00632D23"/>
        </w:tc>
        <w:tc>
          <w:tcPr>
            <w:tcW w:w="2338" w:type="dxa"/>
            <w:shd w:val="clear" w:color="auto" w:fill="auto"/>
          </w:tcPr>
          <w:p w:rsidR="00C022E8" w:rsidRPr="00B51208" w:rsidRDefault="00C022E8" w:rsidP="0069713F">
            <w:pPr>
              <w:rPr>
                <w:i/>
                <w:color w:val="000000" w:themeColor="text1"/>
              </w:rPr>
            </w:pPr>
          </w:p>
        </w:tc>
        <w:tc>
          <w:tcPr>
            <w:tcW w:w="8761" w:type="dxa"/>
          </w:tcPr>
          <w:p w:rsidR="00B244BF" w:rsidRDefault="00B244BF" w:rsidP="00B244BF">
            <w:pPr>
              <w:rPr>
                <w:i/>
                <w:color w:val="000000" w:themeColor="text1"/>
              </w:rPr>
            </w:pPr>
          </w:p>
          <w:p w:rsidR="00C022E8" w:rsidRPr="001829B3" w:rsidRDefault="00C022E8" w:rsidP="00B244BF">
            <w:pPr>
              <w:rPr>
                <w:i/>
                <w:color w:val="000000" w:themeColor="text1"/>
              </w:rPr>
            </w:pPr>
          </w:p>
        </w:tc>
      </w:tr>
      <w:tr w:rsidR="006C43B8" w:rsidTr="00EB5D44">
        <w:trPr>
          <w:trHeight w:val="2188"/>
          <w:jc w:val="center"/>
        </w:trPr>
        <w:tc>
          <w:tcPr>
            <w:tcW w:w="3195" w:type="dxa"/>
            <w:vMerge/>
            <w:shd w:val="clear" w:color="auto" w:fill="auto"/>
          </w:tcPr>
          <w:p w:rsidR="006C43B8" w:rsidRDefault="006C43B8" w:rsidP="00632D23"/>
        </w:tc>
        <w:tc>
          <w:tcPr>
            <w:tcW w:w="2338" w:type="dxa"/>
            <w:shd w:val="clear" w:color="auto" w:fill="auto"/>
          </w:tcPr>
          <w:p w:rsidR="002B1E7D" w:rsidRPr="00B51208" w:rsidRDefault="002B1E7D" w:rsidP="00523FAA">
            <w:pPr>
              <w:rPr>
                <w:i/>
                <w:color w:val="000000" w:themeColor="text1"/>
              </w:rPr>
            </w:pPr>
          </w:p>
        </w:tc>
        <w:tc>
          <w:tcPr>
            <w:tcW w:w="8761" w:type="dxa"/>
          </w:tcPr>
          <w:p w:rsidR="006C43B8" w:rsidRPr="0069713F" w:rsidRDefault="002B1E7D" w:rsidP="00632D23">
            <w:pPr>
              <w:rPr>
                <w:i/>
                <w:color w:val="000000" w:themeColor="text1"/>
              </w:rPr>
            </w:pPr>
            <w:bookmarkStart w:id="0" w:name="_GoBack"/>
            <w:bookmarkEnd w:id="0"/>
            <w:r w:rsidRPr="00B044B1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127EC0A0" wp14:editId="23B07F1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213995</wp:posOffset>
                      </wp:positionV>
                      <wp:extent cx="1084580" cy="140970"/>
                      <wp:effectExtent l="0" t="0" r="20320" b="30480"/>
                      <wp:wrapNone/>
                      <wp:docPr id="64" name="Gruppieren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4580" cy="140970"/>
                                <a:chOff x="0" y="0"/>
                                <a:chExt cx="3151080" cy="464423"/>
                              </a:xfrm>
                            </wpg:grpSpPr>
                            <wpg:grpSp>
                              <wpg:cNvPr id="65" name="Gruppieren 65"/>
                              <wpg:cNvGrpSpPr/>
                              <wpg:grpSpPr>
                                <a:xfrm>
                                  <a:off x="0" y="0"/>
                                  <a:ext cx="789180" cy="460050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6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6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6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6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72" name="Gruppieren 72"/>
                              <wpg:cNvGrpSpPr/>
                              <wpg:grpSpPr>
                                <a:xfrm>
                                  <a:off x="2361900" y="4373"/>
                                  <a:ext cx="789180" cy="460050"/>
                                  <a:chOff x="2361900" y="4373"/>
                                  <a:chExt cx="2667908" cy="1191271"/>
                                </a:xfrm>
                              </wpg:grpSpPr>
                              <wps:wsp>
                                <wps:cNvPr id="73" name="Gerade Verbindung 4"/>
                                <wps:cNvCnPr/>
                                <wps:spPr>
                                  <a:xfrm>
                                    <a:off x="4536618" y="4373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4" name="Gerade Verbindung 5"/>
                                <wps:cNvCnPr/>
                                <wps:spPr>
                                  <a:xfrm>
                                    <a:off x="2856151" y="119564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5" name="Gerade Verbindung 7"/>
                                <wps:cNvCnPr/>
                                <wps:spPr>
                                  <a:xfrm>
                                    <a:off x="2361900" y="604731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6" name="Gerade Verbindung 8"/>
                                <wps:cNvCnPr/>
                                <wps:spPr>
                                  <a:xfrm flipV="1">
                                    <a:off x="2361900" y="4373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7" name="Gerade Verbindung 17"/>
                                <wps:cNvCnPr/>
                                <wps:spPr>
                                  <a:xfrm>
                                    <a:off x="2856151" y="43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78" name="Gerade Verbindung 24"/>
                                <wps:cNvCnPr/>
                                <wps:spPr>
                                  <a:xfrm flipV="1">
                                    <a:off x="4536618" y="604731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79" name="Gruppieren 79"/>
                              <wpg:cNvGrpSpPr/>
                              <wpg:grpSpPr>
                                <a:xfrm>
                                  <a:off x="1570627" y="1824"/>
                                  <a:ext cx="789180" cy="460050"/>
                                  <a:chOff x="1570627" y="1824"/>
                                  <a:chExt cx="2667908" cy="1191271"/>
                                </a:xfrm>
                              </wpg:grpSpPr>
                              <wps:wsp>
                                <wps:cNvPr id="80" name="Gerade Verbindung 4"/>
                                <wps:cNvCnPr/>
                                <wps:spPr>
                                  <a:xfrm>
                                    <a:off x="3745345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1" name="Gerade Verbindung 5"/>
                                <wps:cNvCnPr/>
                                <wps:spPr>
                                  <a:xfrm>
                                    <a:off x="2064878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2" name="Gerade Verbindung 7"/>
                                <wps:cNvCnPr/>
                                <wps:spPr>
                                  <a:xfrm>
                                    <a:off x="1570627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3" name="Gerade Verbindung 8"/>
                                <wps:cNvCnPr/>
                                <wps:spPr>
                                  <a:xfrm flipV="1">
                                    <a:off x="1570627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4" name="Gerade Verbindung 17"/>
                                <wps:cNvCnPr/>
                                <wps:spPr>
                                  <a:xfrm>
                                    <a:off x="2064878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5" name="Gerade Verbindung 24"/>
                                <wps:cNvCnPr/>
                                <wps:spPr>
                                  <a:xfrm flipV="1">
                                    <a:off x="3745345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86" name="Gruppieren 86"/>
                              <wpg:cNvGrpSpPr/>
                              <wpg:grpSpPr>
                                <a:xfrm>
                                  <a:off x="789180" y="2549"/>
                                  <a:ext cx="789180" cy="460050"/>
                                  <a:chOff x="789179" y="2549"/>
                                  <a:chExt cx="2667908" cy="1191271"/>
                                </a:xfrm>
                              </wpg:grpSpPr>
                              <wps:wsp>
                                <wps:cNvPr id="87" name="Gerade Verbindung 4"/>
                                <wps:cNvCnPr/>
                                <wps:spPr>
                                  <a:xfrm>
                                    <a:off x="2963897" y="2549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8" name="Gerade Verbindung 5"/>
                                <wps:cNvCnPr/>
                                <wps:spPr>
                                  <a:xfrm>
                                    <a:off x="1283430" y="119382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89" name="Gerade Verbindung 7"/>
                                <wps:cNvCnPr/>
                                <wps:spPr>
                                  <a:xfrm>
                                    <a:off x="789179" y="602907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90" name="Gerade Verbindung 8"/>
                                <wps:cNvCnPr/>
                                <wps:spPr>
                                  <a:xfrm flipV="1">
                                    <a:off x="789179" y="2549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91" name="Gerade Verbindung 17"/>
                                <wps:cNvCnPr/>
                                <wps:spPr>
                                  <a:xfrm>
                                    <a:off x="1283430" y="2549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92" name="Gerade Verbindung 24"/>
                                <wps:cNvCnPr/>
                                <wps:spPr>
                                  <a:xfrm flipV="1">
                                    <a:off x="2963897" y="602907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3" o:spid="_x0000_s1026" style="position:absolute;margin-left:-2.55pt;margin-top:16.85pt;width:85.4pt;height:11.1pt;z-index:251714560;mso-width-relative:margin;mso-height-relative:margin" coordsize="31510,4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">
                      <v:group id="Gruppieren 65" o:spid="_x0000_s1027" style="position:absolute;width:7891;height:460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lNhcQAAADbAAAADwAAAGRycy9kb3ducmV2LnhtbESP3WoCMRSE7wu+QziCN6Vm68UiW6P4&#10;g+BFC9X2AQ6bY7K6OVmSVLc+vSkUvBxm5htmtuhdKy4UYuNZweu4AEFce92wUfD9tX2ZgogJWWPr&#10;mRT8UoTFfPA0w0r7K+/pckhGZAjHChXYlLpKylhbchjHviPO3tEHhynLYKQOeM1w18pJUZTSYcN5&#10;wWJHa0v1+fDjFKzN2dyKsJ2cTqvnj80n2Xc57ZUaDfvlG4hEfXqE/9s7raAs4e9L/g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CU2FxAAAANsAAAAPAAAAAAAAAAAA&#10;AAAAAKECAABkcnMvZG93bnJldi54bWxQSwUGAAAAAAQABAD5AAAAkgMAAAAA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XoHsQAAADbAAAADwAAAGRycy9kb3ducmV2LnhtbESPQWsCMRSE74X+h/AKvZSa1YOVrVFa&#10;RfCg0G77Ax6b12R187Ikqa7+eiMIHoeZ+YaZznvXigOF2HhWMBwUIIhrrxs2Cn5/Vq8TEDEha2w9&#10;k4ITRZjPHh+mWGp/5G86VMmIDOFYogKbUldKGWtLDuPAd8TZ+/PBYcoyGKkDHjPctXJUFGPpsOG8&#10;YLGjhaV6X/07BQuzN+cirEa73efLdvlFdiMnvVLPT/3HO4hEfbqHb+21VjB+g+uX/APk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RegexAAAANsAAAAPAAAAAAAAAAAA&#10;AAAAAKECAABkcnMvZG93bnJldi54bWxQSwUGAAAAAAQABAD5AAAAkgMAAAAA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p8bMAAAADbAAAADwAAAGRycy9kb3ducmV2LnhtbERPzWoCMRC+C32HMAUvolk9iKxGaRWh&#10;hwpWfYBhMyarm8mSpLr26c1B6PHj+1+sOteIG4VYe1YwHhUgiCuvazYKTsftcAYiJmSNjWdS8KAI&#10;q+Vbb4Gl9nf+odshGZFDOJaowKbUllLGypLDOPItcebOPjhMGQYjdcB7DneNnBTFVDqsOTdYbGlt&#10;qboefp2CtbmavyJsJ5fL52C32ZP9lrNOqf579zEHkahL/+KX+0srmOax+Uv+AX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3afGzAAAAA2wAAAA8AAAAAAAAAAAAAAAAA&#10;oQIAAGRycy9kb3ducmV2LnhtbFBLBQYAAAAABAAEAPkAAACOAwAAAAA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jidMUAAADbAAAADwAAAGRycy9kb3ducmV2LnhtbESPQUsDMRSE70L/Q3gFbzapSNFt0yIV&#10;QdqLtmLt7bF53V3cvCzJc7v+eyMIPQ4z8w2zWA2+VT3F1AS2MJ0YUMRlcA1XFt73zzf3oJIgO2wD&#10;k4UfSrBajq4WWLhw5jfqd1KpDOFUoIVapCu0TmVNHtMkdMTZO4XoUbKMlXYRzxnuW31rzEx7bDgv&#10;1NjRuqbya/ftLRz7rfkUMd3+Y9OeNk+vh7u4PVh7PR4e56CEBrmE/9svzsLsAf6+5B+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wjidMUAAADbAAAADwAAAAAAAAAA&#10;AAAAAAChAgAAZHJzL2Rvd25yZXYueG1sUEsFBgAAAAAEAAQA+QAAAJMDAAAAAA=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Xmt8IAAADbAAAADwAAAGRycy9kb3ducmV2LnhtbERPzWoCMRC+C75DGKEX0aweqqxmpVqE&#10;HlpQ2wcYNtNk181kSVLd9umbQ6HHj+9/uxtcJ24UYuNZwWJegCCuvW7YKPh4P87WIGJC1th5JgXf&#10;FGFXjUdbLLW/85lul2REDuFYogKbUl9KGWtLDuPc98SZ+/TBYcowGKkD3nO46+SyKB6lw4Zzg8We&#10;Dpbq6+XLKTiYq/kpwnHZtvvp2/OJ7KtcD0o9TIanDYhEQ/oX/7lftIJVXp+/5B8g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Xmt8IAAADbAAAADwAAAAAAAAAAAAAA&#10;AAChAgAAZHJzL2Rvd25yZXYueG1sUEsFBgAAAAAEAAQA+QAAAJA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d4r8UAAADbAAAADwAAAGRycy9kb3ducmV2LnhtbESPQUsDMRSE70L/Q3gFbzapiMq2aZEW&#10;QdqLtmLt7bF53V3cvCzJc7v+eyMIPQ4z8w0zXw6+VT3F1AS2MJ0YUMRlcA1XFt73zzePoJIgO2wD&#10;k4UfSrBcjK7mWLhw5jfqd1KpDOFUoIVapCu0TmVNHtMkdMTZO4XoUbKMlXYRzxnuW31rzL322HBe&#10;qLGjVU3l1+7bWzj2W/MpYrr9x6Y9bdavh7u4PVh7PR6eZqCEBrmE/9svzsLDFP6+5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d4r8UAAADbAAAADwAAAAAAAAAA&#10;AAAAAAChAgAAZHJzL2Rvd25yZXYueG1sUEsFBgAAAAAEAAQA+QAAAJMDAAAAAA==&#10;" strokecolor="windowText" strokeweight="1pt"/>
                      </v:group>
                      <v:group id="Gruppieren 72" o:spid="_x0000_s1034" style="position:absolute;left:23619;top:43;width:7891;height:4601" coordorigin="23619,4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Gerade Verbindung 4" o:spid="_x0000_s1035" type="#_x0000_t32" style="position:absolute;left:45366;top:43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d4wMQAAADbAAAADwAAAGRycy9kb3ducmV2LnhtbESP0WoCMRRE3wv+Q7iFvkjNaqHK1ihq&#10;EfpgQW0/4LK5TVY3N0uS6tavN4LQx2FmzjDTeecacaIQa88KhoMCBHHldc1GwffX+nkCIiZkjY1n&#10;UvBHEeaz3sMUS+3PvKPTPhmRIRxLVGBTakspY2XJYRz4ljh7Pz44TFkGI3XAc4a7Ro6K4lU6rDkv&#10;WGxpZak67n+dgpU5mksR1qPDYdn/fN+S3chJp9TTY7d4A5GoS//he/tDKxi/wO1L/gF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p3jAxAAAANsAAAAPAAAAAAAAAAAA&#10;AAAAAKECAABkcnMvZG93bnJldi54bWxQSwUGAAAAAAQABAD5AAAAkgMAAAAA&#10;" strokecolor="windowText" strokeweight="1pt"/>
                        <v:shape id="Gerade Verbindung 5" o:spid="_x0000_s1036" type="#_x0000_t32" style="position:absolute;left:28561;top:1195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7gtMQAAADbAAAADwAAAGRycy9kb3ducmV2LnhtbESP0WoCMRRE3wv+Q7iFvkjNKqXK1ihq&#10;EfpgQW0/4LK5TVY3N0uS6tavN4LQx2FmzjDTeecacaIQa88KhoMCBHHldc1GwffX+nkCIiZkjY1n&#10;UvBHEeaz3sMUS+3PvKPTPhmRIRxLVGBTakspY2XJYRz4ljh7Pz44TFkGI3XAc4a7Ro6K4lU6rDkv&#10;WGxpZak67n+dgpU5mksR1qPDYdn/fN+S3chJp9TTY7d4A5GoS//he/tDKxi/wO1L/gF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uC0xAAAANsAAAAPAAAAAAAAAAAA&#10;AAAAAKECAABkcnMvZG93bnJldi54bWxQSwUGAAAAAAQABAD5AAAAkgMAAAAA&#10;" strokecolor="windowText" strokeweight="1pt"/>
                        <v:shape id="Gerade Verbindung 7" o:spid="_x0000_s1037" type="#_x0000_t32" style="position:absolute;left:23619;top:6047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JFL8QAAADbAAAADwAAAGRycy9kb3ducmV2LnhtbESP0WoCMRRE3wv+Q7iFvkjNKrTK1ihq&#10;EfpgQW0/4LK5TVY3N0uS6tavN4LQx2FmzjDTeecacaIQa88KhoMCBHHldc1GwffX+nkCIiZkjY1n&#10;UvBHEeaz3sMUS+3PvKPTPhmRIRxLVGBTakspY2XJYRz4ljh7Pz44TFkGI3XAc4a7Ro6K4lU6rDkv&#10;WGxpZak67n+dgpU5mksR1qPDYdn/fN+S3chJp9TTY7d4A5GoS//he/tDKxi/wO1L/gF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AkUvxAAAANsAAAAPAAAAAAAAAAAA&#10;AAAAAKECAABkcnMvZG93bnJldi54bWxQSwUGAAAAAAQABAD5AAAAkgMAAAAA&#10;" strokecolor="windowText" strokeweight="1pt"/>
                        <v:shape id="Gerade Verbindung 8" o:spid="_x0000_s1038" type="#_x0000_t32" style="position:absolute;left:23619;top:43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7g28UAAADbAAAADwAAAGRycy9kb3ducmV2LnhtbESPQUsDMRSE70L/Q3gFbzapSJVt0yIV&#10;QdqLtmLt7bF53V3cvCzJc7v+eyMIPQ4z8w2zWA2+VT3F1AS2MJ0YUMRlcA1XFt73zzcPoJIgO2wD&#10;k4UfSrBajq4WWLhw5jfqd1KpDOFUoIVapCu0TmVNHtMkdMTZO4XoUbKMlXYRzxnuW31rzEx7bDgv&#10;1NjRuqbya/ftLRz7rfkUMd3+Y9OeNk+vh7u4PVh7PR4e56CEBrmE/9svzsL9DP6+5B+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07g28UAAADbAAAADwAAAAAAAAAA&#10;AAAAAAChAgAAZHJzL2Rvd25yZXYueG1sUEsFBgAAAAAEAAQA+QAAAJMDAAAAAA==&#10;" strokecolor="windowText" strokeweight="1pt"/>
                        <v:shape id="Gerade Verbindung 17" o:spid="_x0000_s1039" type="#_x0000_t32" style="position:absolute;left:28561;top:4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x+w8QAAADbAAAADwAAAGRycy9kb3ducmV2LnhtbESPQWsCMRSE70L/Q3iFXqRm9aCyNUqr&#10;CB4qtNv+gMfmNVndvCxJqmt/vREKHoeZ+YZZrHrXihOF2HhWMB4VIIhrrxs2Cr6/ts9zEDEha2w9&#10;k4ILRVgtHwYLLLU/8yedqmREhnAsUYFNqSuljLUlh3HkO+Ls/fjgMGUZjNQBzxnuWjkpiql02HBe&#10;sNjR2lJ9rH6dgrU5mr8ibCeHw9twv/kg+y7nvVJPj/3rC4hEfbqH/9s7rWA2g9uX/AP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nH7DxAAAANsAAAAPAAAAAAAAAAAA&#10;AAAAAKECAABkcnMvZG93bnJldi54bWxQSwUGAAAAAAQABAD5AAAAkgMAAAAA&#10;" strokecolor="windowText" strokeweight="1pt"/>
                        <v:shape id="Gerade Verbindung 24" o:spid="_x0000_s1040" type="#_x0000_t32" style="position:absolute;left:45366;top:6047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3RMsIAAADbAAAADwAAAGRycy9kb3ducmV2LnhtbERPTWsCMRC9C/0PYYTeNLGUWrZGKS2F&#10;opeqpba3YTPuLt1MlmS6rv/eHAoeH+97sRp8q3qKqQlsYTY1oIjL4BquLHzu3yaPoJIgO2wDk4Uz&#10;JVgtb0YLLFw48Zb6nVQqh3Aq0EIt0hVap7Imj2kaOuLMHUP0KBnGSruIpxzuW31nzIP22HBuqLGj&#10;l5rK392ft/DTb8y3iOn2X+v2uH79ONzHzcHa2/Hw/ARKaJCr+N/97izM89j8Jf8A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3RMsIAAADbAAAADwAAAAAAAAAAAAAA&#10;AAChAgAAZHJzL2Rvd25yZXYueG1sUEsFBgAAAAAEAAQA+QAAAJADAAAAAA==&#10;" strokecolor="windowText" strokeweight="1pt"/>
                      </v:group>
                      <v:group id="Gruppieren 79" o:spid="_x0000_s1041" style="position:absolute;left:15706;top:18;width:7892;height:4600" coordorigin="15706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<v:shape id="Gerade Verbindung 4" o:spid="_x0000_s1042" type="#_x0000_t32" style="position:absolute;left:37453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CWkMEAAADbAAAADwAAAGRycy9kb3ducmV2LnhtbERPy2oCMRTdF/yHcAU3RTN1UYbRKD4Q&#10;XFioth9wmVyT0cnNkKQ69uubRcHl4bzny9614kYhNp4VvE0KEMS11w0bBd9fu3EJIiZkja1nUvCg&#10;CMvF4GWOlfZ3PtLtlIzIIRwrVGBT6iopY23JYZz4jjhzZx8cpgyDkTrgPYe7Vk6L4l06bDg3WOxo&#10;Y6m+nn6cgo25mt8i7KaXy/r1Y/tJ9iDLXqnRsF/NQCTq01P8795rBWVen7/kHy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oJaQwQAAANsAAAAPAAAAAAAAAAAAAAAA&#10;AKECAABkcnMvZG93bnJldi54bWxQSwUGAAAAAAQABAD5AAAAjwMAAAAA&#10;" strokecolor="windowText" strokeweight="1pt"/>
                        <v:shape id="Gerade Verbindung 5" o:spid="_x0000_s1043" type="#_x0000_t32" style="position:absolute;left:20648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wzC8QAAADbAAAADwAAAGRycy9kb3ducmV2LnhtbESPQWsCMRSE7wX/Q3gFL0WzepBlNUqr&#10;CD1YsLY/4LF5TVY3L0uS6uqvbwShx2FmvmEWq9614kwhNp4VTMYFCOLa64aNgu+v7agEEROyxtYz&#10;KbhShNVy8LTASvsLf9L5kIzIEI4VKrApdZWUsbbkMI59R5y9Hx8cpiyDkTrgJcNdK6dFMZMOG84L&#10;FjtaW6pPh1+nYG1O5laE7fR4fHv52OzJ7mTZKzV87l/nIBL16T/8aL9rBeUE7l/y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7DMLxAAAANsAAAAPAAAAAAAAAAAA&#10;AAAAAKECAABkcnMvZG93bnJldi54bWxQSwUGAAAAAAQABAD5AAAAkgMAAAAA&#10;" strokecolor="windowText" strokeweight="1pt"/>
                        <v:shape id="Gerade Verbindung 7" o:spid="_x0000_s1044" type="#_x0000_t32" style="position:absolute;left:15706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6tfMUAAADbAAAADwAAAGRycy9kb3ducmV2LnhtbESP3WoCMRSE74W+QziF3ohmuxdl2Rql&#10;tQi9qOBPH+CwOSarm5MlSXXbpzcFwcthZr5hZovBdeJMIbaeFTxPCxDEjdctGwXf+9WkAhETssbO&#10;Myn4pQiL+cNohrX2F97SeZeMyBCONSqwKfW1lLGx5DBOfU+cvYMPDlOWwUgd8JLhrpNlUbxIhy3n&#10;BYs9LS01p92PU7A0J/NXhFV5PL6P1x8bsl+yGpR6ehzeXkEkGtI9fGt/agVVCf9f8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6tfMUAAADbAAAADwAAAAAAAAAA&#10;AAAAAAChAgAAZHJzL2Rvd25yZXYueG1sUEsFBgAAAAAEAAQA+QAAAJMDAAAAAA==&#10;" strokecolor="windowText" strokeweight="1pt"/>
                        <v:shape id="Gerade Verbindung 8" o:spid="_x0000_s1045" type="#_x0000_t32" style="position:absolute;left:15706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wzZMUAAADbAAAADwAAAGRycy9kb3ducmV2LnhtbESPX0sDMRDE3wW/Q1jBN5v4BynXpkUU&#10;QdqX2hZr35bL9u7wsjmS9Xp+e1Mo9HGYmd8w0/ngW9VTTE1gC/cjA4q4DK7hysJ28343BpUE2WEb&#10;mCz8UYL57PpqioULR/6kfi2VyhBOBVqoRbpC61TW5DGNQkecvUOIHiXLWGkX8ZjhvtUPxjxrjw3n&#10;hRo7eq2p/Fn/egv7fmm+RUy3+Vq0h8XbavcUlztrb2+GlwkooUEu4XP7w1kYP8LpS/4Bev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wzZMUAAADbAAAADwAAAAAAAAAA&#10;AAAAAAChAgAAZHJzL2Rvd25yZXYueG1sUEsFBgAAAAAEAAQA+QAAAJMDAAAAAA==&#10;" strokecolor="windowText" strokeweight="1pt"/>
                        <v:shape id="Gerade Verbindung 17" o:spid="_x0000_s1046" type="#_x0000_t32" style="position:absolute;left:20648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uQk8QAAADbAAAADwAAAGRycy9kb3ducmV2LnhtbESP0WoCMRRE3wX/IVyhL6JZpciyGqUq&#10;Qh9asLYfcNncJqubmyWJuu3XN4VCH4eZOcOsNr1rxY1CbDwrmE0LEMS11w0bBR/vh0kJIiZkja1n&#10;UvBFETbr4WCFlfZ3fqPbKRmRIRwrVGBT6iopY23JYZz6jjh7nz44TFkGI3XAe4a7Vs6LYiEdNpwX&#10;LHa0s1RfTlenYGcu5rsIh/n5vB2/7o9kX2TZK/Uw6p+WIBL16T/8137WCspH+P2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m5CTxAAAANsAAAAPAAAAAAAAAAAA&#10;AAAAAKECAABkcnMvZG93bnJldi54bWxQSwUGAAAAAAQABAD5AAAAkgMAAAAA&#10;" strokecolor="windowText" strokeweight="1pt"/>
                        <v:shape id="Gerade Verbindung 24" o:spid="_x0000_s1047" type="#_x0000_t32" style="position:absolute;left:37453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Oi8UAAADbAAAADwAAAGRycy9kb3ducmV2LnhtbESPQUsDMRSE74L/ITzBm00UlbJtWkQR&#10;pL3Utlh7e2xedxc3L0vy3K7/3hQKPQ4z8w0znQ++VT3F1AS2cD8yoIjL4BquLGw373djUEmQHbaB&#10;ycIfJZjPrq+mWLhw5E/q11KpDOFUoIVapCu0TmVNHtModMTZO4ToUbKMlXYRjxnuW/1gzLP22HBe&#10;qLGj15rKn/Wvt7Dvl+ZbxHSbr0V7WLytdo9xubP29mZ4mYASGuQSPrc/nIXxE5y+5B+g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kOi8UAAADbAAAADwAAAAAAAAAA&#10;AAAAAAChAgAAZHJzL2Rvd25yZXYueG1sUEsFBgAAAAAEAAQA+QAAAJMDAAAAAA==&#10;" strokecolor="windowText" strokeweight="1pt"/>
                      </v:group>
                      <v:group id="Gruppieren 86" o:spid="_x0000_s1048" style="position:absolute;left:7891;top:25;width:7892;height:4600" coordorigin="7891,2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<v:shape id="Gerade Verbindung 4" o:spid="_x0000_s1049" type="#_x0000_t32" style="position:absolute;left:29638;top:25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kO5MQAAADbAAAADwAAAGRycy9kb3ducmV2LnhtbESPQWsCMRSE74L/ITyhF9GsHuqyGqUq&#10;Qg8tWNsf8Ni8JqublyWJuu2vbwqFHoeZ+YZZbXrXihuF2HhWMJsWIIhrrxs2Cj7eD5MSREzIGlvP&#10;pOCLImzWw8EKK+3v/Ea3UzIiQzhWqMCm1FVSxtqSwzj1HXH2Pn1wmLIMRuqA9wx3rZwXxaN02HBe&#10;sNjRzlJ9OV2dgp25mO8iHObn83b8uj+SfZFlr9TDqH9agkjUp//wX/tZKygX8Psl/wC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SQ7kxAAAANsAAAAPAAAAAAAAAAAA&#10;AAAAAKECAABkcnMvZG93bnJldi54bWxQSwUGAAAAAAQABAD5AAAAkgMAAAAA&#10;" strokecolor="windowText" strokeweight="1pt"/>
                        <v:shape id="Gerade Verbindung 5" o:spid="_x0000_s1050" type="#_x0000_t32" style="position:absolute;left:12834;top:1193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aalsEAAADbAAAADwAAAGRycy9kb3ducmV2LnhtbERPy2oCMRTdF/yHcAU3RTN1UYbRKD4Q&#10;XFioth9wmVyT0cnNkKQ69uubRcHl4bzny9614kYhNp4VvE0KEMS11w0bBd9fu3EJIiZkja1nUvCg&#10;CMvF4GWOlfZ3PtLtlIzIIRwrVGBT6iopY23JYZz4jjhzZx8cpgyDkTrgPYe7Vk6L4l06bDg3WOxo&#10;Y6m+nn6cgo25mt8i7KaXy/r1Y/tJ9iDLXqnRsF/NQCTq01P8795rBWUem7/kHy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1pqWwQAAANsAAAAPAAAAAAAAAAAAAAAA&#10;AKECAABkcnMvZG93bnJldi54bWxQSwUGAAAAAAQABAD5AAAAjwMAAAAA&#10;" strokecolor="windowText" strokeweight="1pt"/>
                        <v:shape id="Gerade Verbindung 7" o:spid="_x0000_s1051" type="#_x0000_t32" style="position:absolute;left:7891;top:602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o/DcQAAADbAAAADwAAAGRycy9kb3ducmV2LnhtbESPQWsCMRSE74L/ITyhF9GsHsp2NUpV&#10;hB5asLY/4LF5TVY3L0sSddtf3xQKHoeZ+YZZrnvXiiuF2HhWMJsWIIhrrxs2Cj4/9pMSREzIGlvP&#10;pOCbIqxXw8ESK+1v/E7XYzIiQzhWqMCm1FVSxtqSwzj1HXH2vnxwmLIMRuqAtwx3rZwXxaN02HBe&#10;sNjR1lJ9Pl6cgq05m58i7Oen02b8tjuQfZVlr9TDqH9egEjUp3v4v/2iFZRP8Pcl/w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mj8NxAAAANsAAAAPAAAAAAAAAAAA&#10;AAAAAKECAABkcnMvZG93bnJldi54bWxQSwUGAAAAAAQABAD5AAAAkgMAAAAA&#10;" strokecolor="windowText" strokeweight="1pt"/>
                        <v:shape id="Gerade Verbindung 8" o:spid="_x0000_s1052" type="#_x0000_t32" style="position:absolute;left:7891;top:2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c7zsIAAADbAAAADwAAAGRycy9kb3ducmV2LnhtbERPTWsCMRC9C/0PYYTeNLGUYrdGKS2F&#10;opeqpba3YTPuLt1MlmS6rv/eHAoeH+97sRp8q3qKqQlsYTY1oIjL4BquLHzu3yZzUEmQHbaBycKZ&#10;EqyWN6MFFi6ceEv9TiqVQzgVaKEW6QqtU1mTxzQNHXHmjiF6lAxjpV3EUw73rb4z5kF7bDg31NjR&#10;S03l7+7PW/jpN+ZbxHT7r3V7XL9+HO7j5mDt7Xh4fgIlNMhV/O9+dxYe8/r8Jf8A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+c7zsIAAADbAAAADwAAAAAAAAAAAAAA&#10;AAChAgAAZHJzL2Rvd25yZXYueG1sUEsFBgAAAAAEAAQA+QAAAJADAAAAAA==&#10;" strokecolor="windowText" strokeweight="1pt"/>
                        <v:shape id="Gerade Verbindung 17" o:spid="_x0000_s1053" type="#_x0000_t32" style="position:absolute;left:12834;top:25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Wl1sQAAADbAAAADwAAAGRycy9kb3ducmV2LnhtbESP3WoCMRSE74W+QziF3hTN6oXoapTW&#10;IvRCof48wGFzTFY3J0uS6rZPbwoFL4eZ+YaZLzvXiCuFWHtWMBwUIIgrr2s2Co6HdX8CIiZkjY1n&#10;UvBDEZaLp94cS+1vvKPrPhmRIRxLVGBTakspY2XJYRz4ljh7Jx8cpiyDkTrgLcNdI0dFMZYOa84L&#10;FltaWaou+2+nYGUu5rcI69H5/P66/fgiu5GTTqmX5+5tBiJRlx7h//anVjAdwt+X/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NaXWxAAAANsAAAAPAAAAAAAAAAAA&#10;AAAAAKECAABkcnMvZG93bnJldi54bWxQSwUGAAAAAAQABAD5AAAAkgMAAAAA&#10;" strokecolor="windowText" strokeweight="1pt"/>
                        <v:shape id="Gerade Verbindung 24" o:spid="_x0000_s1054" type="#_x0000_t32" style="position:absolute;left:29638;top:602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AIsUAAADbAAAADwAAAGRycy9kb3ducmV2LnhtbESPQUsDMRSE70L/Q3iCN5tYROy2aZGK&#10;IO1F22Lt7bF53V3cvCzJc7v+eyMIPQ4z8w0zXw6+VT3F1AS2cDc2oIjL4BquLOx3L7ePoJIgO2wD&#10;k4UfSrBcjK7mWLhw5nfqt1KpDOFUoIVapCu0TmVNHtM4dMTZO4XoUbKMlXYRzxnuWz0x5kF7bDgv&#10;1NjRqqbya/vtLRz7jfkUMd3uY92e1s9vh/u4OVh7cz08zUAJDXIJ/7dfnYXpBP6+5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kAIsUAAADbAAAADwAAAAAAAAAA&#10;AAAAAAChAgAAZHJzL2Rvd25yZXYueG1sUEsFBgAAAAAEAAQA+QAAAJMDAAAAAA==&#10;" strokecolor="windowText" strokeweight="1pt"/>
                      </v:group>
                    </v:group>
                  </w:pict>
                </mc:Fallback>
              </mc:AlternateContent>
            </w:r>
            <w:r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0EBD3192" wp14:editId="0B235E13">
                      <wp:simplePos x="0" y="0"/>
                      <wp:positionH relativeFrom="column">
                        <wp:posOffset>3547110</wp:posOffset>
                      </wp:positionH>
                      <wp:positionV relativeFrom="paragraph">
                        <wp:posOffset>382905</wp:posOffset>
                      </wp:positionV>
                      <wp:extent cx="494665" cy="158115"/>
                      <wp:effectExtent l="0" t="0" r="38735" b="13335"/>
                      <wp:wrapNone/>
                      <wp:docPr id="38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85" name="Gruppieren 38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8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92" name="Gruppieren 39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9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9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279.3pt;margin-top:30.15pt;width:38.95pt;height:12.45pt;z-index:251728896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">
                      <v:group id="Gruppieren 38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PisUAAADcAAAADwAAAGRycy9kb3ducmV2LnhtbESP0WoCMRRE3wv9h3CFvhTNVkGW1SjW&#10;IvShQmv9gMvmmqxubpYk1W2/3ggFH4eZOcPMl71rxZlCbDwreBkVIIhrrxs2Cvbfm2EJIiZkja1n&#10;UvBLEZaLx4c5Vtpf+IvOu2REhnCsUIFNqaukjLUlh3HkO+LsHXxwmLIMRuqAlwx3rRwXxVQ6bDgv&#10;WOxobak+7X6cgrU5mb8ibMbH4+vz9u2T7Icse6WeBv1qBiJRn+7h//a7VjApp3A7k4+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PPis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9qEcUAAADcAAAADwAAAGRycy9kb3ducmV2LnhtbESP0WoCMRRE3wv+Q7gFX0rNVqEuq1Gs&#10;RfChBbV+wGVzm6xubpYk1bVf3xQKfRxm5gwzX/auFRcKsfGs4GlUgCCuvW7YKDh+bB5LEDEha2w9&#10;k4IbRVguBndzrLS/8p4uh2REhnCsUIFNqaukjLUlh3HkO+LsffrgMGUZjNQBrxnuWjkuimfpsOG8&#10;YLGjtaX6fPhyCtbmbL6LsBmfTi8P7687sm+y7JUa3verGYhEffoP/7W3WsGknMLvmXw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9qEc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D+Y8IAAADcAAAADwAAAGRycy9kb3ducmV2LnhtbERPzWoCMRC+F3yHMEIvpWarIMvWKK0i&#10;9KCgtg8wbKbJ6mayJFFXn94cCj1+fP+zRe9acaEQG88K3kYFCOLa64aNgp/v9WsJIiZkja1nUnCj&#10;CIv54GmGlfZX3tPlkIzIIRwrVGBT6iopY23JYRz5jjhzvz44TBkGI3XAaw53rRwXxVQ6bDg3WOxo&#10;aak+Hc5OwdKczL0I6/Hx+PmyXe3IbmTZK/U87D/eQSTq07/4z/2lFUzKvDafyUd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D+Y8IAAADcAAAADwAAAAAAAAAAAAAA&#10;AAChAgAAZHJzL2Rvd25yZXYueG1sUEsFBgAAAAAEAAQA+QAAAJA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y8bMYAAADcAAAADwAAAGRycy9kb3ducmV2LnhtbESPQUsDMRSE74L/IbyCN5tURdq1aRFF&#10;kPaibWnr7bF53V3cvCzJc7v+eyMIHoeZ+YaZLwffqp5iagJbmIwNKOIyuIYrC7vty/UUVBJkh21g&#10;svBNCZaLy4s5Fi6c+Z36jVQqQzgVaKEW6QqtU1mTxzQOHXH2TiF6lCxjpV3Ec4b7Vt8Yc689NpwX&#10;auzoqabyc/PlLXz0a3MUMd12v2pPq+e3w11cH6y9Gg2PD6CEBvkP/7VfnYXb6Qx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cvGz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9kuMIAAADcAAAADwAAAGRycy9kb3ducmV2LnhtbERPy2oCMRTdF/oP4Ra6KZqpQtGpUdQi&#10;uLDg6wMuk9tkdHIzJKmOfr1ZFLo8nPdk1rlGXCjE2rOC934Bgrjyumaj4HhY9UYgYkLW2HgmBTeK&#10;MJs+P02w1P7KO7rskxE5hGOJCmxKbSllrCw5jH3fEmfuxweHKcNgpA54zeGukYOi+JAOa84NFlta&#10;WqrO+1+nYGnO5l6E1eB0Wrx9f23JbuSoU+r1pZt/gkjUpX/xn3utFQzHeX4+k4+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9kuMIAAADcAAAADwAAAAAAAAAAAAAA&#10;AAChAgAAZHJzL2Rvd25yZXYueG1sUEsFBgAAAAAEAAQA+QAAAJA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mt8YAAADcAAAADwAAAGRycy9kb3ducmV2LnhtbESPQUsDMRSE70L/Q3iCN5tUReratIgi&#10;SHvRttj29ti87i7dvCzJc7v+eyMIHoeZ+YaZLQbfqp5iagJbmIwNKOIyuIYrC9vN6/UUVBJkh21g&#10;svBNCRbz0cUMCxfO/EH9WiqVIZwKtFCLdIXWqazJYxqHjjh7xxA9Spax0i7iOcN9q2+MudceG84L&#10;NXb0XFN5Wn95C4d+ZfYiptt8Ltvj8uV9dxdXO2uvLoenR1BCg/yH/9pvzsLtwwR+z+QjoO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zJrfGAAAA3AAAAA8AAAAAAAAA&#10;AAAAAAAAoQIAAGRycy9kb3ducmV2LnhtbFBLBQYAAAAABAAEAPkAAACUAwAAAAA=&#10;" strokecolor="windowText" strokeweight="1pt"/>
                      </v:group>
                      <v:group id="Gruppieren 39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36z8UAAADcAAAADwAAAGRycy9kb3ducmV2LnhtbESP0WoCMRRE3wv9h3ALfZGaVaHYrVHU&#10;IvjQgtp+wGVzm6xubpYk6urXm4LQx2FmzjCTWecacaIQa88KBv0CBHHldc1Gwc/36mUMIiZkjY1n&#10;UnChCLPp48MES+3PvKXTLhmRIRxLVGBTakspY2XJYez7ljh7vz44TFkGI3XAc4a7Rg6L4lU6rDkv&#10;WGxpaak67I5OwdIczLUIq+F+v+h9fWzIfspxp9TzUzd/B5GoS//he3utFYze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36z8UAAADcAAAADwAAAAAAAAAA&#10;AAAAAAChAgAAZHJzL2Rvd25yZXYueG1sUEsFBgAAAAAEAAQA+QAAAJM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Riu8YAAADcAAAADwAAAGRycy9kb3ducmV2LnhtbESP3WoCMRSE7wu+QzhCb0rN+kOxW6NY&#10;i+BFBWv7AIfNabK6OVmSVFefvhEKvRxm5htmtuhcI04UYu1ZwXBQgCCuvK7ZKPj6XD9OQcSErLHx&#10;TAouFGEx793NsNT+zB902icjMoRjiQpsSm0pZawsOYwD3xJn79sHhynLYKQOeM5w18hRUTxJhzXn&#10;BYstrSxVx/2PU7AyR3Mtwnp0OLw+bN92ZN/ltFPqvt8tX0Ak6tJ/+K+90QrGzxO4nc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EYrvGAAAA3AAAAA8AAAAAAAAA&#10;AAAAAAAAoQIAAGRycy9kb3ducmV2LnhtbFBLBQYAAAAABAAEAPkAAACUAwAAAAA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jHIMYAAADcAAAADwAAAGRycy9kb3ducmV2LnhtbESP0WoCMRRE3wv+Q7hCX0rNqljs1ijW&#10;IvhQwdp+wGVzm6xubpYk1dWvb4RCH4eZOcPMFp1rxIlCrD0rGA4KEMSV1zUbBV+f68cpiJiQNTae&#10;ScGFIizmvbsZltqf+YNO+2REhnAsUYFNqS2ljJUlh3HgW+LsffvgMGUZjNQBzxnuGjkqiifpsOa8&#10;YLGllaXquP9xClbmaK5FWI8Oh9eH7duO7Lucdkrd97vlC4hEXfoP/7U3WsH4eQK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IxyDGAAAA3AAAAA8AAAAAAAAA&#10;AAAAAAAAoQIAAGRycy9kb3ducmV2LnhtbFBLBQYAAAAABAAEAPkAAACUAwAAAAA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q+w8YAAADcAAAADwAAAGRycy9kb3ducmV2LnhtbESPX0sDMRDE34V+h7AF32ziH0o9mxZR&#10;BGlftC22fVsu27vDy+ZI1uv57Y0g+DjMzG+Y+XLwreoppiawheuJAUVcBtdwZWG3fbmagUqC7LAN&#10;TBa+KcFyMbqYY+HCmd+p30ilMoRTgRZqka7QOpU1eUyT0BFn7xSiR8kyVtpFPGe4b/WNMVPtseG8&#10;UGNHTzWVn5svb+HYr81BxHTbj1V7Wj2/7e/iem/t5Xh4fAAlNMh/+K/96izc3k/h90w+Anr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avsP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b8zMYAAADcAAAADwAAAGRycy9kb3ducmV2LnhtbESP0WoCMRRE3wv+Q7hCX0rNqmDt1ijW&#10;IvhQwdp+wGVzm6xubpYk1dWvb4RCH4eZOcPMFp1rxIlCrD0rGA4KEMSV1zUbBV+f68cpiJiQNTae&#10;ScGFIizmvbsZltqf+YNO+2REhnAsUYFNqS2ljJUlh3HgW+LsffvgMGUZjNQBzxnuGjkqiol0WHNe&#10;sNjSylJ13P84BStzNNcirEeHw+vD9m1H9l1OO6Xu+93yBUSiLv2H/9obrWD8/AS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W/MzGAAAA3AAAAA8AAAAAAAAA&#10;AAAAAAAAoQIAAGRycy9kb3ducmV2LnhtbFBLBQYAAAAABAAEAPkAAACUAwAAAAA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mPKsMAAADcAAAADwAAAGRycy9kb3ducmV2LnhtbERPS0sDMRC+C/6HMIK3NvGB1G3TIoog&#10;7cW20sdt2Ex3FzeTJRm36783h4LHj+89Wwy+VT3F1AS2cDc2oIjL4BquLHxt30cTUEmQHbaBycIv&#10;JVjMr69mWLhw5jX1G6lUDuFUoIVapCu0TmVNHtM4dMSZO4XoUTKMlXYRzznct/remCftseHcUGNH&#10;rzWV35sfb+HYr8xBxHTb3bI9Ld8+949xtbf29mZ4mYISGuRffHF/OAsPz3ltPpOPgJ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JjyrDAAAA3AAAAA8AAAAAAAAAAAAA&#10;AAAAoQIAAGRycy9kb3ducmV2LnhtbFBLBQYAAAAABAAEAPkAAACRAwAAAAA=&#10;" strokecolor="windowText" strokeweight="1pt"/>
                      </v:group>
                    </v:group>
                  </w:pict>
                </mc:Fallback>
              </mc:AlternateContent>
            </w:r>
            <w:r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66DCB393" wp14:editId="3BE202D7">
                      <wp:simplePos x="0" y="0"/>
                      <wp:positionH relativeFrom="column">
                        <wp:posOffset>4446905</wp:posOffset>
                      </wp:positionH>
                      <wp:positionV relativeFrom="paragraph">
                        <wp:posOffset>310515</wp:posOffset>
                      </wp:positionV>
                      <wp:extent cx="494665" cy="158115"/>
                      <wp:effectExtent l="0" t="0" r="38735" b="13335"/>
                      <wp:wrapNone/>
                      <wp:docPr id="399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400" name="Gruppieren 400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401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2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3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4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5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6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407" name="Gruppieren 407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408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09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0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1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2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3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350.15pt;margin-top:24.45pt;width:38.95pt;height:12.45pt;z-index:251730944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">
                      <v:group id="Gruppieren 400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OZwcUAAADcAAAADwAAAGRycy9kb3ducmV2LnhtbESP0WoCMRRE3wv9h3ALfSk1UaTI1iit&#10;IvRBobX9gMvmNlnd3CxJ1NWvN4WCj8PMnGGm89634kgxNYE1DAcKBHEdTMNWw8/36nkCImVkg21g&#10;0nCmBPPZ/d0UKxNO/EXHbbaiQDhVqMHl3FVSptqRxzQIHXHxfkP0mIuMVpqIpwL3rRwp9SI9NlwW&#10;HHa0cFTvtwevYWH39qLiarTbvT9tlp/k1nLSa/340L+9gsjU51v4v/1hNIzVEP7OlCM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OZwc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EHtsUAAADcAAAADwAAAGRycy9kb3ducmV2LnhtbESP0UoDMRRE3wX/IVzBF7GJi0hZmxZt&#10;KfigYKsfcNlck203N0uSttt+vSkU+jjMzBlmMht8J/YUUxtYw9NIgSBugmnZavj9WT6OQaSMbLAL&#10;TBqOlGA2vb2ZYG3CgVe0X2crCoRTjRpczn0tZWoceUyj0BMX7y9Ej7nIaKWJeChw38lKqRfpseWy&#10;4LCnuaNmu955DXO7tScVl9Vm8/7wtfgm9ynHg9b3d8PbK4hMQ76GL+0Po+FZVXA+U46An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wEHts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2iLcUAAADcAAAADwAAAGRycy9kb3ducmV2LnhtbESP0WoCMRRE3wv9h3ALvkhNtKXI1ihV&#10;EfrQgrX9gMvmNlnd3CxJ1LVf3xSEPg4zc4aZLXrfihPF1ATWMB4pEMR1MA1bDV+fm/spiJSRDbaB&#10;ScOFEizmtzczrEw48weddtmKAuFUoQaXc1dJmWpHHtModMTF+w7RYy4yWmkingvct3Ki1JP02HBZ&#10;cNjRylF92B29hpU92B8VN5P9fjl8X2/Jvclpr/Xgrn95BpGpz//ha/vVaHhUD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2iLcUAAADcAAAADwAAAAAAAAAA&#10;AAAAAAChAgAAZHJzL2Rvd25yZXYueG1sUEsFBgAAAAAEAAQA+QAAAJM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TdzcUAAADcAAAADwAAAGRycy9kb3ducmV2LnhtbESPQUsDMRSE70L/Q3gFbzapLCJr0yIV&#10;QdqLtmLb22Pzuru4eVmS53b990YQPA4z8w2zWI2+UwPF1Aa2MJ8ZUMRVcC3XFt73zzf3oJIgO+wC&#10;k4VvSrBaTq4WWLpw4TcadlKrDOFUooVGpC+1TlVDHtMs9MTZO4foUbKMtXYRLxnuO31rzJ322HJe&#10;aLCndUPV5+7LWzgNW3MUMf3+Y9OdN0+vhyJuD9ZeT8fHB1BCo/yH/9ovzkJhCvg9k4+AX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TdzcUAAADcAAAADwAAAAAAAAAA&#10;AAAAAAChAgAAZHJzL2Rvd25yZXYueG1sUEsFBgAAAAAEAAQA+QAAAJMDAAAAAA=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ifwsUAAADcAAAADwAAAGRycy9kb3ducmV2LnhtbESP0WoCMRRE3wv9h3ALvkhNlLbI1ihV&#10;EfrQgrX9gMvmNlnd3CxJ1LVf3xSEPg4zc4aZLXrfihPF1ATWMB4pEMR1MA1bDV+fm/spiJSRDbaB&#10;ScOFEizmtzczrEw48weddtmKAuFUoQaXc1dJmWpHHtModMTF+w7RYy4yWmkingvct3Ki1JP02HBZ&#10;cNjRylF92B29hpU92B8VN5P9fjl8X2/Jvclpr/Xgrn95BpGpz//ha/vVaHhQj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ifwsUAAADcAAAADwAAAAAAAAAA&#10;AAAAAAChAgAAZHJzL2Rvd25yZXYueG1sUEsFBgAAAAAEAAQA+QAAAJM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rmIcUAAADcAAAADwAAAGRycy9kb3ducmV2LnhtbESPQUsDMRSE70L/Q3iCN5sopcjatBSL&#10;IO1F29La22Pzuru4eVmS53b990YQehxm5htmthh8q3qKqQls4WFsQBGXwTVcWdjvXu+fQCVBdtgG&#10;Jgs/lGAxH93MsHDhwh/Ub6VSGcKpQAu1SFdoncqaPKZx6Iizdw7Ro2QZK+0iXjLct/rRmKn22HBe&#10;qLGjl5rKr+23t3DqN+ZTxHS7w7o9r1fvx0ncHK29ux2Wz6CEBrmG/9tvzsLETOHvTD4C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rmIcUAAADcAAAADwAAAAAAAAAA&#10;AAAAAAChAgAAZHJzL2Rvd25yZXYueG1sUEsFBgAAAAAEAAQA+QAAAJMDAAAAAA==&#10;" strokecolor="windowText" strokeweight="1pt"/>
                      </v:group>
                      <v:group id="Gruppieren 407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kwXMIAAADcAAAADwAAAGRycy9kb3ducmV2LnhtbERPzWoCMRC+F/oOYQq9FE0qUmQ1ilWE&#10;HhSq7QMMmzFZ3UyWJOq2T28OhR4/vv/ZovetuFJMTWANr0MFgrgOpmGr4ftrM5iASBnZYBuYNPxQ&#10;gsX88WGGlQk33tP1kK0oIZwq1OBy7iopU+3IYxqGjrhwxxA95gKjlSbirYT7Vo6UepMeGy4NDjta&#10;OarPh4vXsLJn+6viZnQ6vb/s1p/ktnLSa/381C+nIDL1+V/85/4wGsaqrC1nyhGQ8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kwXMIAAADcAAAADwAAAAAAAAAAAAAA&#10;AAChAgAAZHJzL2Rvd25yZXYueG1sUEsFBgAAAAAEAAQA+QAAAJA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WVx8UAAADcAAAADwAAAGRycy9kb3ducmV2LnhtbESP0WoCMRRE3wv9h3ALvkhNlFLs1ihV&#10;EfrQgrX9gMvmNlnd3CxJ1LVf3xSEPg4zc4aZLXrfihPF1ATWMB4pEMR1MA1bDV+fm/spiJSRDbaB&#10;ScOFEizmtzczrEw48weddtmKAuFUoQaXc1dJmWpHHtModMTF+w7RYy4yWmkingvct3Ki1KP02HBZ&#10;cNjRylF92B29hpU92B8VN5P9fjl8X2/Jvclpr/Xgrn95BpGpz//ha/vVaHhQT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aWVx8UAAADcAAAADwAAAAAAAAAA&#10;AAAAAAChAgAAZHJzL2Rvd25yZXYueG1sUEsFBgAAAAAEAAQA+QAAAJMDAAAAAA=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aqh8EAAADcAAAADwAAAGRycy9kb3ducmV2LnhtbERPzWoCMRC+F3yHMIKXolmlFFmNohbB&#10;Qwut9QGGzZisbiZLkurq0zcHwePH9z9fdq4RFwqx9qxgPCpAEFde12wUHH63wymImJA1Np5JwY0i&#10;LBe9lzmW2l/5hy77ZEQO4ViiAptSW0oZK0sO48i3xJk7+uAwZRiM1AGvOdw1clIU79JhzbnBYksb&#10;S9V5/+cUbMzZ3IuwnZxO69evj2+yn3LaKTXod6sZiERdeoof7p1W8DbO8/OZfAT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RqqHwQAAANwAAAAPAAAAAAAAAAAAAAAA&#10;AKECAABkcnMvZG93bnJldi54bWxQSwUGAAAAAAQABAD5AAAAjwMAAAAA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roiMUAAADcAAAADwAAAGRycy9kb3ducmV2LnhtbESPQUsDMRSE74L/ITzBm01WisjatIil&#10;IO2ltmL19ti87i5uXpbkud3+eyMIPQ4z8w0zW4y+UwPF1Aa2UEwMKOIquJZrC+/71d0jqCTIDrvA&#10;ZOFMCRbz66sZli6c+I2GndQqQziVaKER6UutU9WQxzQJPXH2jiF6lCxjrV3EU4b7Tt8b86A9tpwX&#10;GuzppaHqe/fjLXwNG/MpYvr9x7o7rpfbwzRuDtbe3ozPT6CERrmE/9uvzsK0KODvTD4C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roiMUAAADcAAAADwAAAAAAAAAA&#10;AAAAAAChAgAAZHJzL2Rvd25yZXYueG1sUEsFBgAAAAAEAAQA+QAAAJMDAAAAAA=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iRa8UAAADcAAAADwAAAGRycy9kb3ducmV2LnhtbESP0WoCMRRE3wv9h3ALvpSadZEiq1Fa&#10;i+CDQmv7AZfNNVnd3CxJqqtfbwoFH4eZOcPMFr1rxYlCbDwrGA0LEMS11w0bBT/fq5cJiJiQNbae&#10;ScGFIizmjw8zrLQ/8xeddsmIDOFYoQKbUldJGWtLDuPQd8TZ2/vgMGUZjNQBzxnuWlkWxat02HBe&#10;sNjR0lJ93P06BUtzNNcirMrD4f15+/FJdiMnvVKDp/5tCiJRn+7h//ZaKxiPSv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iRa8UAAADcAAAADwAAAAAAAAAA&#10;AAAAAAChAgAAZHJzL2Rvd25yZXYueG1sUEsFBgAAAAAEAAQA+QAAAJMDAAAAAA=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TTZMYAAADcAAAADwAAAGRycy9kb3ducmV2LnhtbESPQUsDMRSE70L/Q3iCN5tUi8i2aZGK&#10;IO1F29LW22Pzuru4eVmS53b990YQPA4z8w0zXw6+VT3F1AS2MBkbUMRlcA1XFva7l9tHUEmQHbaB&#10;ycI3JVguRldzLFy48Dv1W6lUhnAq0EIt0hVap7Imj2kcOuLsnUP0KFnGSruIlwz3rb4z5kF7bDgv&#10;1NjRqqbyc/vlLXz0G3MSMd3usG7P6+e34zRujtbeXA9PM1BCg/yH/9qvzsJ0cg+/Z/IR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U02TGAAAA3AAAAA8AAAAAAAAA&#10;AAAAAAAAoQIAAGRycy9kb3ducmV2LnhtbFBLBQYAAAAABAAEAPkAAACUAwAAAAA=&#10;" strokecolor="windowText" strokeweight="1pt"/>
                      </v:group>
                    </v:group>
                  </w:pict>
                </mc:Fallback>
              </mc:AlternateContent>
            </w:r>
            <w:r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6893D648" wp14:editId="0A9082BE">
                      <wp:simplePos x="0" y="0"/>
                      <wp:positionH relativeFrom="column">
                        <wp:posOffset>3836670</wp:posOffset>
                      </wp:positionH>
                      <wp:positionV relativeFrom="paragraph">
                        <wp:posOffset>135255</wp:posOffset>
                      </wp:positionV>
                      <wp:extent cx="494665" cy="158115"/>
                      <wp:effectExtent l="0" t="0" r="38735" b="13335"/>
                      <wp:wrapNone/>
                      <wp:docPr id="369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70" name="Gruppieren 370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71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2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3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4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5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6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77" name="Gruppieren 377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78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79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0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1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2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83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302.1pt;margin-top:10.65pt;width:38.95pt;height:12.45pt;z-index:251726848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">
                      <v:group id="Gruppieren 370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8n2cUAAADcAAAADwAAAGRycy9kb3ducmV2LnhtbESP3WoCMRSE7wt9h3AKvZGa1UKVrVHU&#10;IvTCgj99gMPmNFndnCxJqluf3ghCL4eZ+YaZzDrXiBOFWHtWMOgXIIgrr2s2Cr73q5cxiJiQNTae&#10;ScEfRZhNHx8mWGp/5i2ddsmIDOFYogKbUltKGStLDmPft8TZ+/HBYcoyGKkDnjPcNXJYFG/SYc15&#10;wWJLS0vVcffrFCzN0VyKsBoeDove18eG7FqOO6Wen7r5O4hEXfoP39ufWsHraAC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38n2c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25rsUAAADcAAAADwAAAGRycy9kb3ducmV2LnhtbESP0WoCMRRE3wv9h3CFvhTNuoVWVqNU&#10;i9CHFqz6AZfNNVnd3CxJqlu/3hQKfRxm5gwzW/SuFWcKsfGsYDwqQBDXXjdsFOx36+EEREzIGlvP&#10;pOCHIizm93czrLS/8Bedt8mIDOFYoQKbUldJGWtLDuPId8TZO/jgMGUZjNQBLxnuWlkWxbN02HBe&#10;sNjRylJ92n47BStzMtcirMvjcfn4+bYh+yEnvVIPg/51CiJRn/7Df+13reDppYT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625rs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cNcUAAADcAAAADwAAAGRycy9kb3ducmV2LnhtbESP0WoCMRRE3wv9h3ALfZGaVaGVrVHU&#10;IvjQgtp+wGVzm6xubpYk6urXm4LQx2FmzjCTWecacaIQa88KBv0CBHHldc1Gwc/36mUMIiZkjY1n&#10;UnChCLPp48MES+3PvKXTLhmRIRxLVGBTakspY2XJYez7ljh7vz44TFkGI3XAc4a7Rg6L4lU6rDkv&#10;WGxpaak67I5OwdIczLUIq+F+v+h9fWzIfspxp9TzUzd/B5GoS//he3utFYze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EcNcUAAADcAAAADwAAAAAAAAAA&#10;AAAAAAChAgAAZHJzL2Rvd25yZXYueG1sUEsFBgAAAAAEAAQA+QAAAJM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hj1cYAAADcAAAADwAAAGRycy9kb3ducmV2LnhtbESPQUsDMRSE70L/Q3gFbzZRi5W1aRFF&#10;kPaibbHt7bF53V3cvCzJc7v+eyMIHoeZ+YaZLwffqp5iagJbuJ4YUMRlcA1XFnbbl6t7UEmQHbaB&#10;ycI3JVguRhdzLFw48zv1G6lUhnAq0EIt0hVap7Imj2kSOuLsnUL0KFnGSruI5wz3rb4x5k57bDgv&#10;1NjRU03l5+bLWzj2a3MQMd32Y9WeVs9v+2lc7629HA+PD6CEBvkP/7VfnYXb2RR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0IY9X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Qh2sYAAADcAAAADwAAAGRycy9kb3ducmV2LnhtbESP0WoCMRRE3wv+Q7hCX0rNqtjK1ijW&#10;IvhQwdp+wGVzm6xubpYk1dWvb4RCH4eZOcPMFp1rxIlCrD0rGA4KEMSV1zUbBV+f68cpiJiQNTae&#10;ScGFIizmvbsZltqf+YNO+2REhnAsUYFNqS2ljJUlh3HgW+LsffvgMGUZjNQBzxnuGjkqiifpsOa8&#10;YLGllaXquP9xClbmaK5FWI8Oh9eH7duO7Lucdkrd97vlC4hEXfoP/7U3WsH4eQK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EIdrGAAAA3AAAAA8AAAAAAAAA&#10;AAAAAAAAoQIAAGRycy9kb3ducmV2LnhtbFBLBQYAAAAABAAEAPkAAACUAwAAAAA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ZYOcYAAADcAAAADwAAAGRycy9kb3ducmV2LnhtbESPX0sDMRDE34V+h7AF32ziH1o5mxZR&#10;BGlftC22fVsu27vDy+ZI1uv57Y0g+DjMzG+Y+XLwreoppiawheuJAUVcBtdwZWG3fbm6B5UE2WEb&#10;mCx8U4LlYnQxx8KFM79Tv5FKZQinAi3UIl2hdSpr8pgmoSPO3ilEj5JlrLSLeM5w3+obY6baY8N5&#10;ocaOnmoqPzdf3sKxX5uDiOm2H6v2tHp+29/F9d7ay/Hw+ABKaJD/8F/71Vm4nU3h90w+Anr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WWDnGAAAA3AAAAA8AAAAAAAAA&#10;AAAAAAAAoQIAAGRycy9kb3ducmV2LnhtbFBLBQYAAAAABAAEAPkAAACUAwAAAAA=&#10;" strokecolor="windowText" strokeweight="1pt"/>
                      </v:group>
                      <v:group id="Gruppieren 377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WORMIAAADcAAAADwAAAGRycy9kb3ducmV2LnhtbERPy2oCMRTdF/oP4Ra6KTVThSqjUdQi&#10;uLDgox9wmVyT0cnNkKQ6+vVmUejycN6TWecacaEQa88KPnoFCOLK65qNgp/D6n0EIiZkjY1nUnCj&#10;CLPp89MES+2vvKPLPhmRQziWqMCm1JZSxsqSw9jzLXHmjj44TBkGI3XAaw53jewXxad0WHNusNjS&#10;0lJ13v86BUtzNvcirPqn0+Lt+2tLdiNHnVKvL918DCJRl/7Ff+61VjAY5rX5TD4C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WORMIAAADcAAAADwAAAAAAAAAAAAAA&#10;AAChAgAAZHJzL2Rvd25yZXYueG1sUEsFBgAAAAAEAAQA+QAAAJA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r38YAAADcAAAADwAAAGRycy9kb3ducmV2LnhtbESP0WoCMRRE3wv+Q7hCX0rNqmDt1ijW&#10;IvhQwdp+wGVzm6xubpYk1dWvb4RCH4eZOcPMFp1rxIlCrD0rGA4KEMSV1zUbBV+f68cpiJiQNTae&#10;ScGFIizmvbsZltqf+YNO+2REhnAsUYFNqS2ljJUlh3HgW+LsffvgMGUZjNQBzxnuGjkqiol0WHNe&#10;sNjSylJ13P84BStzNNcirEeHw+vD9m1H9l1OO6Xu+93yBUSiLv2H/9obrWD89Ay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JK9/GAAAA3AAAAA8AAAAAAAAA&#10;AAAAAAAAoQIAAGRycy9kb3ducmV2LnhtbFBLBQYAAAAABAAEAPkAAACUAwAAAAA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byZcIAAADcAAAADwAAAGRycy9kb3ducmV2LnhtbERPzWoCMRC+F3yHMEIvpWarIMvWKK0i&#10;9KCgtg8wbKbJ6mayJFFXn94cCj1+fP+zRe9acaEQG88K3kYFCOLa64aNgp/v9WsJIiZkja1nUnCj&#10;CIv54GmGlfZX3tPlkIzIIRwrVGBT6iopY23JYRz5jjhzvz44TBkGI3XAaw53rRwXxVQ6bDg3WOxo&#10;aak+Hc5OwdKczL0I6/Hx+PmyXe3IbmTZK/U87D/eQSTq07/4z/2lFUzKPD+fyUd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byZcIAAADcAAAADwAAAAAAAAAAAAAA&#10;AAChAgAAZHJzL2Rvd25yZXYueG1sUEsFBgAAAAAEAAQA+QAAAJADAAAAAA=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qwasYAAADcAAAADwAAAGRycy9kb3ducmV2LnhtbESPQUsDMRSE74L/ITzBm02qImXbtIgi&#10;SHupbWnr7bF53V3cvCzJc7v+e1MQPA4z8w0zWwy+VT3F1AS2MB4ZUMRlcA1XFnbbt7sJqCTIDtvA&#10;ZOGHEizm11czLFw48wf1G6lUhnAq0EIt0hVap7Imj2kUOuLsnUL0KFnGSruI5wz3rb435kl7bDgv&#10;1NjRS03l1+bbW/jsV+YoYrrtftmelq/rw2NcHay9vRmep6CEBvkP/7XfnYWHyRguZ/IR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qsGr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JicYAAADcAAAADwAAAGRycy9kb3ducmV2LnhtbESP0UoDMRRE3wv+Q7iCL6XNugVZtk2L&#10;Vgo+tKCrH3DZXJNtNzdLEtvVr28EwcdhZs4wq83oenGmEDvPCu7nBQji1uuOjYKP992sAhETssbe&#10;Myn4pgib9c1khbX2F36jc5OMyBCONSqwKQ21lLG15DDO/UCcvU8fHKYsg5E64CXDXS/LoniQDjvO&#10;CxYH2lpqT82XU7A1J/NThF15PD5ND8+vZPeyGpW6ux0flyASjek//Nd+0QoWVQm/Z/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4yYnGAAAA3AAAAA8AAAAAAAAA&#10;AAAAAAAAoQIAAGRycy9kb3ducmV2LnhtbFBLBQYAAAAABAAEAPkAAACUAwAAAAA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SLhsYAAADcAAAADwAAAGRycy9kb3ducmV2LnhtbESPQUsDMRSE70L/Q3gFbzbRipRt0yKK&#10;IO1F29LW22Pzuru4eVmS53b990YQPA4z8w2zWA2+VT3F1AS2cDsxoIjL4BquLOx3LzczUEmQHbaB&#10;ycI3JVgtR1cLLFy48Dv1W6lUhnAq0EIt0hVap7Imj2kSOuLsnUP0KFnGSruIlwz3rb4z5kF7bDgv&#10;1NjRU03l5/bLW/joN+YkYrrdYd2e189vx/u4OVp7PR4e56CEBvkP/7VfnYXpbAq/Z/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0i4bGAAAA3AAAAA8AAAAAAAAA&#10;AAAAAAAAoQIAAGRycy9kb3ducmV2LnhtbFBLBQYAAAAABAAEAPkAAACUAwAAAAA=&#10;" strokecolor="windowText" strokeweight="1pt"/>
                      </v:group>
                    </v:group>
                  </w:pict>
                </mc:Fallback>
              </mc:AlternateContent>
            </w:r>
            <w:r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4F46CCB" wp14:editId="0FFE8350">
                      <wp:simplePos x="0" y="0"/>
                      <wp:positionH relativeFrom="column">
                        <wp:posOffset>3139440</wp:posOffset>
                      </wp:positionH>
                      <wp:positionV relativeFrom="paragraph">
                        <wp:posOffset>135353</wp:posOffset>
                      </wp:positionV>
                      <wp:extent cx="494665" cy="158651"/>
                      <wp:effectExtent l="0" t="0" r="38735" b="13335"/>
                      <wp:wrapNone/>
                      <wp:docPr id="32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651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25" name="Gruppieren 32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2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32" name="Gruppieren 33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3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3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247.2pt;margin-top:10.65pt;width:38.95pt;height:12.5pt;z-index:251720704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">
                      <v:group id="Gruppieren 32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MO1cMAAADcAAAADwAAAGRycy9kb3ducmV2LnhtbESPQWvCQBSE7wX/w/KE3ppNLYQ0ukqx&#10;hPakbTT3R/aZBLNvQ3Zr4r93BaHHYWa+YVabyXTiQoNrLSt4jWIQxJXVLdcKjof8JQXhPLLGzjIp&#10;uJKDzXr2tMJM25F/6VL4WgQIuwwVNN73mZSuasigi2xPHLyTHQz6IIda6gHHADedXMRxIg22HBYa&#10;7GnbUHUu/owCn3xO8ufrncttlTq9K/P9sciVep5PH0sQnib/H360v7WCt0UC9zPhCM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zDtXDAAAA3AAAAA8AAAAAAAAAAAAA&#10;AAAAoQIAAGRycy9kb3ducmV2LnhtbFBLBQYAAAAABAAEAPkAAACRAwAAAAA=&#10;" strokecolor="black [3213]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+rTsMAAADcAAAADwAAAGRycy9kb3ducmV2LnhtbESPT4vCMBTE7wt+h/AEb2uqglurUcSl&#10;rCf/VL0/mmdbbF5Kk9XutzeCsMdhZn7DLFadqcWdWldZVjAaRiCIc6srLhScT+lnDMJ5ZI21ZVLw&#10;Rw5Wy97HAhNtH3yke+YLESDsElRQet8kUrq8JINuaBvi4F1ta9AH2RZSt/gIcFPLcRRNpcGKw0KJ&#10;DW1Kym/Zr1Hgp9+dPPzM+LLJY6d3l3R/zlKlBv1uPQfhqfP/4Xd7qxVMxl/wOhOOgF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/q07DAAAA3AAAAA8AAAAAAAAAAAAA&#10;AAAAoQIAAGRycy9kb3ducmV2LnhtbFBLBQYAAAAABAAEAPkAAACRAwAAAAA=&#10;" strokecolor="black [3213]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A/PL4AAADcAAAADwAAAGRycy9kb3ducmV2LnhtbERPzc7BQBTdS7zD5ErsmCIRyhAhDasP&#10;xf6mc7WNzp2mM6i3/2YhsTw5/8t1ayrxosaVlhWMhhEI4szqknMF10symIFwHlljZZkUfMjBetXt&#10;LDHW9s1neqU+FyGEXYwKCu/rWEqXFWTQDW1NHLi7bQz6AJtc6gbfIdxUchxFU2mw5NBQYE3bgrJH&#10;+jQK/HTXytN+zrdtNnP675Ycr2miVL/XbhYgPLX+J/66D1rBZBzWhjPhCMjV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lID88vgAAANwAAAAPAAAAAAAAAAAAAAAAAKEC&#10;AABkcnMvZG93bnJldi54bWxQSwUGAAAAAAQABAD5AAAAjAMAAAAA&#10;" strokecolor="black [3213]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su5sUAAADcAAAADwAAAGRycy9kb3ducmV2LnhtbESPUUvDQBCE3wv+h2MF35qLEcXGXksp&#10;LQhKodH2ec2tSTS3F3JrGv31XkHwcZiZb5j5cnStGqgPjWcD10kKirj0tuHKwOvLdnoPKgiyxdYz&#10;GfimAMvFxWSOufUn3tNQSKUihEOOBmqRLtc6lDU5DInviKP37nuHEmVfadvjKcJdq7M0vdMOG44L&#10;NXa0rqn8LL6cgdufVLpi+HheOTpsnmZvx51sMmOuLsfVAyihUf7Df+1Ha+Amm8H5TDwCe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su5sUAAADcAAAADwAAAAAAAAAA&#10;AAAAAAChAgAAZHJzL2Rvd25yZXYueG1sUEsFBgAAAAAEAAQA+QAAAJMDAAAAAA==&#10;" strokecolor="black [3213]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+l58EAAADcAAAADwAAAGRycy9kb3ducmV2LnhtbERPTWuDQBC9F/Iflin01qytIIl1DSFB&#10;2lPaGHMf3KlK3Flxt2r/ffZQ6PHxvrPdYnox0eg6ywpe1hEI4trqjhsF1aV43oBwHlljb5kU/JKD&#10;Xb56yDDVduYzTaVvRAhhl6KC1vshldLVLRl0azsQB+7bjgZ9gGMj9YhzCDe9fI2iRBrsODS0ONCh&#10;pfpW/hgFPjku8ut9y9dDvXH6dC0+q7JQ6ulx2b+B8LT4f/Gf+0MriOMwP5wJR0Dm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j6XnwQAAANwAAAAPAAAAAAAAAAAAAAAA&#10;AKECAABkcnMvZG93bnJldi54bWxQSwUGAAAAAAQABAD5AAAAjwMAAAAA&#10;" strokecolor="black [3213]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S0PcYAAADcAAAADwAAAGRycy9kb3ducmV2LnhtbESPUWvCQBCE3wv9D8cW+lYvKi019RQR&#10;C4VKwVR93ubWJJrbC7ltjP31vULBx2FmvmGm897VqqM2VJ4NDAcJKOLc24oLA9vP14dnUEGQLdae&#10;ycCFAsxntzdTTK0/84a6TAoVIRxSNFCKNKnWIS/JYRj4hjh6B986lCjbQtsWzxHuaj1KkiftsOK4&#10;UGJDy5LyU/btDDz+JNJk3XG9cLRbvU++9h+yGhlzf9cvXkAJ9XIN/7ffrIHxeAh/Z+IR0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EtD3GAAAA3AAAAA8AAAAAAAAA&#10;AAAAAAAAoQIAAGRycy9kb3ducmV2LnhtbFBLBQYAAAAABAAEAPkAAACUAwAAAAA=&#10;" strokecolor="black [3213]" strokeweight="1pt"/>
                      </v:group>
                      <v:group id="Gruppieren 33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07kMIAAADcAAAADwAAAGRycy9kb3ducmV2LnhtbESPQYvCMBSE74L/ITzBm6ZaEO0aRZSi&#10;J1e7en80b9uyzUtpotZ/b4QFj8PMfMMs152pxZ1aV1lWMBlHIIhzqysuFFx+0tEchPPIGmvLpOBJ&#10;Dtarfm+JibYPPtM984UIEHYJKii9bxIpXV6SQTe2DXHwfm1r0AfZFlK3+AhwU8tpFM2kwYrDQokN&#10;bUvK/7KbUeBnu06e9gu+bvO508dr+n3JUqWGg27zBcJT5z/h//ZBK4jjGN5nwhG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07kMIAAADcAAAADwAAAAAAAAAAAAAA&#10;AAChAgAAZHJzL2Rvd25yZXYueG1sUEsFBgAAAAAEAAQA+QAAAJADAAAAAA==&#10;" strokecolor="black [3213]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Sj5MIAAADcAAAADwAAAGRycy9kb3ducmV2LnhtbESPT4vCMBTE74LfITzBm6bqIm7XKKIU&#10;9+SfqvdH87Yt27yUJmr99kYQPA4z8xtmvmxNJW7UuNKygtEwAkGcWV1yruB8SgYzEM4ja6wsk4IH&#10;OVguup05xtre+Ui31OciQNjFqKDwvo6ldFlBBt3Q1sTB+7ONQR9kk0vd4D3ATSXHUTSVBksOCwXW&#10;tC4o+0+vRoGfblp52H7zZZ3NnN5dkv05TZTq99rVDwhPrf+E3+1frWAy+YLXmXA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Sj5MIAAADcAAAADwAAAAAAAAAAAAAA&#10;AAChAgAAZHJzL2Rvd25yZXYueG1sUEsFBgAAAAAEAAQA+QAAAJADAAAAAA==&#10;" strokecolor="black [3213]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gGf8IAAADcAAAADwAAAGRycy9kb3ducmV2LnhtbESPT4vCMBTE74LfITzBm6YqK27XKKIU&#10;9+SfqvdH87Yt27yUJmr99kYQPA4z8xtmvmxNJW7UuNKygtEwAkGcWV1yruB8SgYzEM4ja6wsk4IH&#10;OVguup05xtre+Ui31OciQNjFqKDwvo6ldFlBBt3Q1sTB+7ONQR9kk0vd4D3ATSXHUTSVBksOCwXW&#10;tC4o+0+vRoGfblp52H7zZZ3NnN5dkv05TZTq99rVDwhPrf+E3+1frWAy+YLXmXA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gGf8IAAADcAAAADwAAAAAAAAAAAAAA&#10;AAChAgAAZHJzL2Rvd25yZXYueG1sUEsFBgAAAAAEAAQA+QAAAJADAAAAAA==&#10;" strokecolor="black [3213]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0sScYAAADcAAAADwAAAGRycy9kb3ducmV2LnhtbESPUWvCQBCE3wv9D8cKfasXFaWmniLF&#10;QqFSaKo+b3NrEpvbC7ltjP76XqHQx2FmvmEWq97VqqM2VJ4NjIYJKOLc24oLA7uP5/sHUEGQLdae&#10;ycCFAqyWtzcLTK0/8zt1mRQqQjikaKAUaVKtQ16SwzD0DXH0jr51KFG2hbYtniPc1XqcJDPtsOK4&#10;UGJDTyXlX9m3MzC9JtJk3Wm7drTfvM4/D2+yGRtzN+jXj6CEevkP/7VfrIHJZAa/Z+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tLEnGAAAA3AAAAA8AAAAAAAAA&#10;AAAAAAAAoQIAAGRycy9kb3ducmV2LnhtbFBLBQYAAAAABAAEAPkAAACUAwAAAAA=&#10;" strokecolor="black [3213]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9k8QAAADcAAAADwAAAGRycy9kb3ducmV2LnhtbESPQWvCQBSE7wX/w/IEb83GBqxNXUVS&#10;gp5ajfH+yL4modm3Ibtq/PduodDjMDPfMKvNaDpxpcG1lhXMoxgEcWV1y7WC8pQ/L0E4j6yxs0wK&#10;7uRgs548rTDV9sZHuha+FgHCLkUFjfd9KqWrGjLoItsTB+/bDgZ9kEMt9YC3ADedfInjhTTYclho&#10;sKesoeqnuBgFfvExysPujc9ZtXT685x/lUWu1Gw6bt9BeBr9f/ivvdcKkuQVfs+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j2TxAAAANwAAAAPAAAAAAAAAAAA&#10;AAAAAKECAABkcnMvZG93bnJldi54bWxQSwUGAAAAAAQABAD5AAAAkgMAAAAA&#10;" strokecolor="black [3213]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4doMMAAADcAAAADwAAAGRycy9kb3ducmV2LnhtbERPTWvCQBC9F/wPywje6kalxaauIsWC&#10;YCk0Vs/T7JhEs7MhO8a0v757KPT4eN+LVe9q1VEbKs8GJuMEFHHubcWFgc/96/0cVBBki7VnMvBN&#10;AVbLwd0CU+tv/EFdJoWKIRxSNFCKNKnWIS/JYRj7hjhyJ986lAjbQtsWbzHc1XqaJI/aYcWxocSG&#10;XkrKL9nVGXj4SaTJuvPb2tFhs3v6Or7LZmrMaNivn0EJ9fIv/nNvrYHZLK6NZ+IR0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+HaDDAAAA3AAAAA8AAAAAAAAAAAAA&#10;AAAAoQIAAGRycy9kb3ducmV2LnhtbFBLBQYAAAAABAAEAPkAAACRAwAAAAA=&#10;" strokecolor="black [3213]" strokeweight="1pt"/>
                      </v:group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004631" wp14:editId="4F918D22">
                      <wp:simplePos x="0" y="0"/>
                      <wp:positionH relativeFrom="column">
                        <wp:posOffset>2089785</wp:posOffset>
                      </wp:positionH>
                      <wp:positionV relativeFrom="paragraph">
                        <wp:posOffset>351822</wp:posOffset>
                      </wp:positionV>
                      <wp:extent cx="695325" cy="0"/>
                      <wp:effectExtent l="0" t="76200" r="28575" b="114300"/>
                      <wp:wrapNone/>
                      <wp:docPr id="323" name="Gerade Verbindung mit Pfeil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23" o:spid="_x0000_s1026" type="#_x0000_t32" style="position:absolute;margin-left:164.55pt;margin-top:27.7pt;width:54.7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" strokecolor="black [3213]">
                      <v:stroke endarrow="open"/>
                    </v:shape>
                  </w:pict>
                </mc:Fallback>
              </mc:AlternateContent>
            </w:r>
            <w:r w:rsidRPr="007E2C09"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1DE02832" wp14:editId="3B72CDA5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438785</wp:posOffset>
                      </wp:positionV>
                      <wp:extent cx="1309370" cy="135890"/>
                      <wp:effectExtent l="0" t="0" r="24130" b="35560"/>
                      <wp:wrapNone/>
                      <wp:docPr id="288" name="Gruppieren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9370" cy="135890"/>
                                <a:chOff x="0" y="0"/>
                                <a:chExt cx="3995712" cy="471666"/>
                              </a:xfrm>
                            </wpg:grpSpPr>
                            <wpg:grpSp>
                              <wpg:cNvPr id="289" name="Gruppieren 289"/>
                              <wpg:cNvGrpSpPr/>
                              <wpg:grpSpPr>
                                <a:xfrm>
                                  <a:off x="3206532" y="1824"/>
                                  <a:ext cx="789180" cy="460050"/>
                                  <a:chOff x="3206531" y="1824"/>
                                  <a:chExt cx="2667908" cy="1191271"/>
                                </a:xfrm>
                              </wpg:grpSpPr>
                              <wps:wsp>
                                <wps:cNvPr id="290" name="Gerade Verbindung 4"/>
                                <wps:cNvCnPr/>
                                <wps:spPr>
                                  <a:xfrm>
                                    <a:off x="5381249" y="182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1" name="Gerade Verbindung 5"/>
                                <wps:cNvCnPr/>
                                <wps:spPr>
                                  <a:xfrm>
                                    <a:off x="3700782" y="119309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2" name="Gerade Verbindung 7"/>
                                <wps:cNvCnPr/>
                                <wps:spPr>
                                  <a:xfrm>
                                    <a:off x="3206531" y="60218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3" name="Gerade Verbindung 8"/>
                                <wps:cNvCnPr/>
                                <wps:spPr>
                                  <a:xfrm flipV="1">
                                    <a:off x="3206531" y="182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4" name="Gerade Verbindung 17"/>
                                <wps:cNvCnPr/>
                                <wps:spPr>
                                  <a:xfrm>
                                    <a:off x="3700782" y="182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5" name="Gerade Verbindung 24"/>
                                <wps:cNvCnPr/>
                                <wps:spPr>
                                  <a:xfrm flipV="1">
                                    <a:off x="5381249" y="60218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296" name="Gruppieren 296"/>
                              <wpg:cNvGrpSpPr/>
                              <wpg:grpSpPr>
                                <a:xfrm>
                                  <a:off x="2408345" y="11614"/>
                                  <a:ext cx="789180" cy="460050"/>
                                  <a:chOff x="2408345" y="11614"/>
                                  <a:chExt cx="2667908" cy="1191271"/>
                                </a:xfrm>
                              </wpg:grpSpPr>
                              <wps:wsp>
                                <wps:cNvPr id="297" name="Gerade Verbindung 4"/>
                                <wps:cNvCnPr/>
                                <wps:spPr>
                                  <a:xfrm>
                                    <a:off x="4583063" y="11614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8" name="Gerade Verbindung 5"/>
                                <wps:cNvCnPr/>
                                <wps:spPr>
                                  <a:xfrm>
                                    <a:off x="2902596" y="1202885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299" name="Gerade Verbindung 7"/>
                                <wps:cNvCnPr/>
                                <wps:spPr>
                                  <a:xfrm>
                                    <a:off x="2408345" y="611972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0" name="Gerade Verbindung 8"/>
                                <wps:cNvCnPr/>
                                <wps:spPr>
                                  <a:xfrm flipV="1">
                                    <a:off x="2408345" y="11614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1" name="Gerade Verbindung 17"/>
                                <wps:cNvCnPr/>
                                <wps:spPr>
                                  <a:xfrm>
                                    <a:off x="2902596" y="11614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2" name="Gerade Verbindung 24"/>
                                <wps:cNvCnPr/>
                                <wps:spPr>
                                  <a:xfrm flipV="1">
                                    <a:off x="4583063" y="611972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03" name="Gruppieren 303"/>
                              <wpg:cNvGrpSpPr/>
                              <wpg:grpSpPr>
                                <a:xfrm>
                                  <a:off x="1589593" y="0"/>
                                  <a:ext cx="789180" cy="460050"/>
                                  <a:chOff x="1589593" y="0"/>
                                  <a:chExt cx="2667908" cy="1191271"/>
                                </a:xfrm>
                              </wpg:grpSpPr>
                              <wps:wsp>
                                <wps:cNvPr id="304" name="Gerade Verbindung 4"/>
                                <wps:cNvCnPr/>
                                <wps:spPr>
                                  <a:xfrm>
                                    <a:off x="3764311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5" name="Gerade Verbindung 5"/>
                                <wps:cNvCnPr/>
                                <wps:spPr>
                                  <a:xfrm>
                                    <a:off x="2083844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6" name="Gerade Verbindung 7"/>
                                <wps:cNvCnPr/>
                                <wps:spPr>
                                  <a:xfrm>
                                    <a:off x="1589593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8" name="Gerade Verbindung 8"/>
                                <wps:cNvCnPr/>
                                <wps:spPr>
                                  <a:xfrm flipV="1">
                                    <a:off x="1589593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09" name="Gerade Verbindung 17"/>
                                <wps:cNvCnPr/>
                                <wps:spPr>
                                  <a:xfrm>
                                    <a:off x="2083844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0" name="Gerade Verbindung 24"/>
                                <wps:cNvCnPr/>
                                <wps:spPr>
                                  <a:xfrm flipV="1">
                                    <a:off x="3764311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11" name="Gruppieren 311"/>
                              <wpg:cNvGrpSpPr/>
                              <wpg:grpSpPr>
                                <a:xfrm>
                                  <a:off x="789180" y="11616"/>
                                  <a:ext cx="789180" cy="460050"/>
                                  <a:chOff x="789179" y="11616"/>
                                  <a:chExt cx="2667908" cy="1191271"/>
                                </a:xfrm>
                              </wpg:grpSpPr>
                              <wps:wsp>
                                <wps:cNvPr id="312" name="Gerade Verbindung 4"/>
                                <wps:cNvCnPr/>
                                <wps:spPr>
                                  <a:xfrm>
                                    <a:off x="2963897" y="11616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3" name="Gerade Verbindung 5"/>
                                <wps:cNvCnPr/>
                                <wps:spPr>
                                  <a:xfrm>
                                    <a:off x="1283430" y="12028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4" name="Gerade Verbindung 7"/>
                                <wps:cNvCnPr/>
                                <wps:spPr>
                                  <a:xfrm>
                                    <a:off x="789179" y="611974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5" name="Gerade Verbindung 8"/>
                                <wps:cNvCnPr/>
                                <wps:spPr>
                                  <a:xfrm flipV="1">
                                    <a:off x="789179" y="11616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6" name="Gerade Verbindung 17"/>
                                <wps:cNvCnPr/>
                                <wps:spPr>
                                  <a:xfrm>
                                    <a:off x="1283430" y="11616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17" name="Gerade Verbindung 24"/>
                                <wps:cNvCnPr/>
                                <wps:spPr>
                                  <a:xfrm flipV="1">
                                    <a:off x="2963897" y="611974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18" name="Gruppieren 318"/>
                              <wpg:cNvGrpSpPr/>
                              <wpg:grpSpPr>
                                <a:xfrm>
                                  <a:off x="0" y="2"/>
                                  <a:ext cx="789180" cy="460050"/>
                                  <a:chOff x="0" y="2"/>
                                  <a:chExt cx="2667908" cy="1191271"/>
                                </a:xfrm>
                              </wpg:grpSpPr>
                              <wps:wsp>
                                <wps:cNvPr id="319" name="Gerade Verbindung 4"/>
                                <wps:cNvCnPr/>
                                <wps:spPr>
                                  <a:xfrm>
                                    <a:off x="2174718" y="2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90" name="Gerade Verbindung 5"/>
                                <wps:cNvCnPr/>
                                <wps:spPr>
                                  <a:xfrm>
                                    <a:off x="494251" y="1191273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191" name="Gerade Verbindung 7"/>
                                <wps:cNvCnPr/>
                                <wps:spPr>
                                  <a:xfrm>
                                    <a:off x="0" y="600360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0" name="Gerade Verbindung 8"/>
                                <wps:cNvCnPr/>
                                <wps:spPr>
                                  <a:xfrm flipV="1">
                                    <a:off x="0" y="2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1" name="Gerade Verbindung 17"/>
                                <wps:cNvCnPr/>
                                <wps:spPr>
                                  <a:xfrm>
                                    <a:off x="494251" y="2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22" name="Gerade Verbindung 24"/>
                                <wps:cNvCnPr/>
                                <wps:spPr>
                                  <a:xfrm flipV="1">
                                    <a:off x="2174718" y="600360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39" o:spid="_x0000_s1026" style="position:absolute;margin-left:17pt;margin-top:34.55pt;width:103.1pt;height:10.7pt;z-index:251716608;mso-width-relative:margin;mso-height-relative:margin" coordsize="39957,4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">
                      <v:group id="Gruppieren 289" o:spid="_x0000_s1027" style="position:absolute;left:32065;top:18;width:7892;height:4600" coordorigin="32065,18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<v:shape id="Gerade Verbindung 4" o:spid="_x0000_s1028" type="#_x0000_t32" style="position:absolute;left:53812;top:18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5rJcIAAADcAAAADwAAAGRycy9kb3ducmV2LnhtbERPzWoCMRC+F/oOYQpeima7h6KrUVqL&#10;0IOFuvoAw2ZMVjeTJYm69embQ6HHj+9/sRpcJ64UYutZwcukAEHceN2yUXDYb8ZTEDEha+w8k4If&#10;irBaPj4ssNL+xju61smIHMKxQgU2pb6SMjaWHMaJ74kzd/TBYcowGKkD3nK462RZFK/SYcu5wWJP&#10;a0vNub44BWtzNvcibMrT6f356+Ob7FZOB6VGT8PbHESiIf2L/9yfWkE5y/PzmXw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5rJcIAAADcAAAADwAAAAAAAAAAAAAA&#10;AAChAgAAZHJzL2Rvd25yZXYueG1sUEsFBgAAAAAEAAQA+QAAAJADAAAAAA==&#10;" strokecolor="windowText" strokeweight="1pt"/>
                        <v:shape id="Gerade Verbindung 5" o:spid="_x0000_s1029" type="#_x0000_t32" style="position:absolute;left:37007;top:1193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LOvsUAAADcAAAADwAAAGRycy9kb3ducmV2LnhtbESPQWsCMRSE74X+h/AKXkrNuoeiq1Fa&#10;RfBQoWp/wGPzTFY3L0sSddtfbwqFHoeZ+YaZLXrXiiuF2HhWMBoWIIhrrxs2Cr4O65cxiJiQNbae&#10;ScE3RVjMHx9mWGl/4x1d98mIDOFYoQKbUldJGWtLDuPQd8TZO/rgMGUZjNQBbxnuWlkWxat02HBe&#10;sNjR0lJ93l+cgqU5m58irMvT6f15u/ok+yHHvVKDp/5tCiJRn/7Df+2NVlBORvB7Jh8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LOvsUAAADcAAAADwAAAAAAAAAA&#10;AAAAAAChAgAAZHJzL2Rvd25yZXYueG1sUEsFBgAAAAAEAAQA+QAAAJMDAAAAAA==&#10;" strokecolor="windowText" strokeweight="1pt"/>
                        <v:shape id="Gerade Verbindung 7" o:spid="_x0000_s1030" type="#_x0000_t32" style="position:absolute;left:32065;top:6021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BQycUAAADcAAAADwAAAGRycy9kb3ducmV2LnhtbESP3WoCMRSE7wt9h3AK3hTNuhfFrkbx&#10;B8GLFlrbBzhsjsnq5mRJoq4+fVMo9HKYmW+Y2aJ3rbhQiI1nBeNRAYK49rpho+D7azucgIgJWWPr&#10;mRTcKMJi/vgww0r7K3/SZZ+MyBCOFSqwKXWVlLG25DCOfEecvYMPDlOWwUgd8JrhrpVlUbxIhw3n&#10;BYsdrS3Vp/3ZKVibk7kXYVsej6vn980H2Tc56ZUaPPXLKYhEffoP/7V3WkH5WsLvmXwE5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BQycUAAADcAAAADwAAAAAAAAAA&#10;AAAAAAChAgAAZHJzL2Rvd25yZXYueG1sUEsFBgAAAAAEAAQA+QAAAJMDAAAAAA==&#10;" strokecolor="windowText" strokeweight="1pt"/>
                        <v:shape id="Gerade Verbindung 8" o:spid="_x0000_s1031" type="#_x0000_t32" style="position:absolute;left:32065;top:18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wSxsYAAADcAAAADwAAAGRycy9kb3ducmV2LnhtbESPQUsDMRSE70L/Q3gFbzaxitS1aRFF&#10;kPaibbHt7bF53V3cvCzJc7v+eyMIHoeZ+YaZLwffqp5iagJbuJ4YUMRlcA1XFnbbl6sZqCTIDtvA&#10;ZOGbEiwXo4s5Fi6c+Z36jVQqQzgVaKEW6QqtU1mTxzQJHXH2TiF6lCxjpV3Ec4b7Vk+NudMeG84L&#10;NXb0VFP5ufnyFo792hxETLf9WLWn1fPb/jau99ZejofHB1BCg/yH/9qvzsL0/gZ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MEsbGAAAA3AAAAA8AAAAAAAAA&#10;AAAAAAAAoQIAAGRycy9kb3ducmV2LnhtbFBLBQYAAAAABAAEAPkAAACUAwAAAAA=&#10;" strokecolor="windowText" strokeweight="1pt"/>
                        <v:shape id="Gerade Verbindung 17" o:spid="_x0000_s1032" type="#_x0000_t32" style="position:absolute;left:37007;top:1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VtJsUAAADcAAAADwAAAGRycy9kb3ducmV2LnhtbESP0WoCMRRE3wv9h3CFvhTNupSiq1Gq&#10;RehDC9b6AZfNNVnd3CxJqlu/3hQKfRxm5gwzX/auFWcKsfGsYDwqQBDXXjdsFOy/NsMJiJiQNbae&#10;ScEPRVgu7u/mWGl/4U8675IRGcKxQgU2pa6SMtaWHMaR74izd/DBYcoyGKkDXjLctbIsimfpsOG8&#10;YLGjtaX6tPt2CtbmZK5F2JTH4+rx43VL9l1OeqUeBv3LDESiPv2H/9pvWkE5fYLfM/k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VtJsUAAADcAAAADwAAAAAAAAAA&#10;AAAAAAChAgAAZHJzL2Rvd25yZXYueG1sUEsFBgAAAAAEAAQA+QAAAJMDAAAAAA==&#10;" strokecolor="windowText" strokeweight="1pt"/>
                        <v:shape id="Gerade Verbindung 24" o:spid="_x0000_s1033" type="#_x0000_t32" style="position:absolute;left:53812;top:6021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kvKcYAAADcAAAADwAAAGRycy9kb3ducmV2LnhtbESPQUsDMRSE70L/Q3gFbzaxqNS1aRFF&#10;kPaibbHt7bF53V3cvCzJc7v+eyMIHoeZ+YaZLwffqp5iagJbuJ4YUMRlcA1XFnbbl6sZqCTIDtvA&#10;ZOGbEiwXo4s5Fi6c+Z36jVQqQzgVaKEW6QqtU1mTxzQJHXH2TiF6lCxjpV3Ec4b7Vk+NudMeG84L&#10;NXb0VFP5ufnyFo792hxETLf9WLWn1fPb/iau99ZejofHB1BCg/yH/9qvzsL0/hZ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pLynGAAAA3AAAAA8AAAAAAAAA&#10;AAAAAAAAoQIAAGRycy9kb3ducmV2LnhtbFBLBQYAAAAABAAEAPkAAACUAwAAAAA=&#10;" strokecolor="windowText" strokeweight="1pt"/>
                      </v:group>
                      <v:group id="Gruppieren 296" o:spid="_x0000_s1034" style="position:absolute;left:24083;top:116;width:7892;height:4600" coordorigin="24083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<v:shape id="Gerade Verbindung 4" o:spid="_x0000_s1035" type="#_x0000_t32" style="position:absolute;left:45830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fzUcYAAADcAAAADwAAAGRycy9kb3ducmV2LnhtbESPQWsCMRSE74X+h/CEXopm3UOrq1Gq&#10;ReihBWv9AY/NM1ndvCxJqlt/vSkUehxm5htmvuxdK84UYuNZwXhUgCCuvW7YKNh/bYYTEDEha2w9&#10;k4IfirBc3N/NsdL+wp903iUjMoRjhQpsSl0lZawtOYwj3xFn7+CDw5RlMFIHvGS4a2VZFE/SYcN5&#10;wWJHa0v1afftFKzNyVyLsCmPx9Xjx+uW7Luc9Eo9DPqXGYhEffoP/7XftIJy+gy/Z/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381HGAAAA3AAAAA8AAAAAAAAA&#10;AAAAAAAAoQIAAGRycy9kb3ducmV2LnhtbFBLBQYAAAAABAAEAPkAAACUAwAAAAA=&#10;" strokecolor="windowText" strokeweight="1pt"/>
                        <v:shape id="Gerade Verbindung 5" o:spid="_x0000_s1036" type="#_x0000_t32" style="position:absolute;left:29025;top:1202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hnI8IAAADcAAAADwAAAGRycy9kb3ducmV2LnhtbERPzWoCMRC+F/oOYQpeima7h6KrUVqL&#10;0IOFuvoAw2ZMVjeTJYm69embQ6HHj+9/sRpcJ64UYutZwcukAEHceN2yUXDYb8ZTEDEha+w8k4If&#10;irBaPj4ssNL+xju61smIHMKxQgU2pb6SMjaWHMaJ74kzd/TBYcowGKkD3nK462RZFK/SYcu5wWJP&#10;a0vNub44BWtzNvcibMrT6f356+Ob7FZOB6VGT8PbHESiIf2L/9yfWkE5y2vzmXw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KhnI8IAAADcAAAADwAAAAAAAAAAAAAA&#10;AAChAgAAZHJzL2Rvd25yZXYueG1sUEsFBgAAAAAEAAQA+QAAAJADAAAAAA==&#10;" strokecolor="windowText" strokeweight="1pt"/>
                        <v:shape id="Gerade Verbindung 7" o:spid="_x0000_s1037" type="#_x0000_t32" style="position:absolute;left:24083;top:6119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TCuMUAAADcAAAADwAAAGRycy9kb3ducmV2LnhtbESPQWsCMRSE74X+h/CEXopmu4eiq1Gs&#10;RehBobX+gMfmmaxuXpYk1a2/vhEKHoeZ+YaZLXrXijOF2HhW8DIqQBDXXjdsFOy/18MxiJiQNbae&#10;ScEvRVjMHx9mWGl/4S8675IRGcKxQgU2pa6SMtaWHMaR74izd/DBYcoyGKkDXjLctbIsilfpsOG8&#10;YLGjlaX6tPtxClbmZK5FWJfH49vz9v2T7EaOe6WeBv1yCiJRn+7h//aHVlBOJnA7k4+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+TCuMUAAADcAAAADwAAAAAAAAAA&#10;AAAAAAChAgAAZHJzL2Rvd25yZXYueG1sUEsFBgAAAAAEAAQA+QAAAJMDAAAAAA==&#10;" strokecolor="windowText" strokeweight="1pt"/>
                        <v:shape id="Gerade Verbindung 8" o:spid="_x0000_s1038" type="#_x0000_t32" style="position:absolute;left:24083;top:116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UWq8MAAADcAAAADwAAAGRycy9kb3ducmV2LnhtbERPTWsCMRC9C/0PYYTeNLEtUrZGKS2F&#10;opeqpba3YTPuLt1MlmS6rv/eHAoeH+97sRp8q3qKqQlsYTY1oIjL4BquLHzu3yaPoJIgO2wDk4Uz&#10;JVgtb0YLLFw48Zb6nVQqh3Aq0EIt0hVap7Imj2kaOuLMHUP0KBnGSruIpxzuW31nzFx7bDg31NjR&#10;S03l7+7PW/jpN+ZbxHT7r3V7XL9+HB7i5mDt7Xh4fgIlNMhV/O9+dxbuTZ6fz+QjoJ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1FqvDAAAA3AAAAA8AAAAAAAAAAAAA&#10;AAAAoQIAAGRycy9kb3ducmV2LnhtbFBLBQYAAAAABAAEAPkAAACRAwAAAAA=&#10;" strokecolor="windowText" strokeweight="1pt"/>
                        <v:shape id="Gerade Verbindung 17" o:spid="_x0000_s1039" type="#_x0000_t32" style="position:absolute;left:29025;top:116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lUpMUAAADcAAAADwAAAGRycy9kb3ducmV2LnhtbESP0WoCMRRE3wv9h3ALfSk1UaHI1iit&#10;IvRBobX9gMvmNlnd3CxJ1NWvN4WCj8PMnGGm89634kgxNYE1DAcKBHEdTMNWw8/36nkCImVkg21g&#10;0nCmBPPZ/d0UKxNO/EXHbbaiQDhVqMHl3FVSptqRxzQIHXHxfkP0mIuMVpqIpwL3rRwp9SI9NlwW&#10;HHa0cFTvtwevYWH39qLiarTbvT9tlp/k1nLSa/340L+9gsjU51v4v/1hNIzVEP7OlCM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lUpMUAAADcAAAADwAAAAAAAAAA&#10;AAAAAAChAgAAZHJzL2Rvd25yZXYueG1sUEsFBgAAAAAEAAQA+QAAAJMDAAAAAA==&#10;" strokecolor="windowText" strokeweight="1pt"/>
                        <v:shape id="Gerade Verbindung 24" o:spid="_x0000_s1040" type="#_x0000_t32" style="position:absolute;left:45830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stR8UAAADcAAAADwAAAGRycy9kb3ducmV2LnhtbESPQUsDMRSE70L/Q3iCN5tYRcq2aZGK&#10;IO1F22Lt7bF53V3cvCzJc7v+eyMIPQ4z8w0zXw6+VT3F1AS2cDc2oIjL4BquLOx3L7dTUEmQHbaB&#10;ycIPJVguRldzLFw48zv1W6lUhnAq0EIt0hVap7Imj2kcOuLsnUL0KFnGSruI5wz3rZ4Y86g9NpwX&#10;auxoVVP5tf32Fo79xnyKmG73sW5P6+e3w0PcHKy9uR6eZqCEBrmE/9uvzsK9mcDfmXwE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stR8UAAADcAAAADwAAAAAAAAAA&#10;AAAAAAChAgAAZHJzL2Rvd25yZXYueG1sUEsFBgAAAAAEAAQA+QAAAJMDAAAAAA==&#10;" strokecolor="windowText" strokeweight="1pt"/>
                      </v:group>
                      <v:group id="Gruppieren 303" o:spid="_x0000_s1041" style="position:absolute;left:15895;width:7892;height:4600" coordorigin="15895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    <v:shape id="Gerade Verbindung 4" o:spid="_x0000_s1042" type="#_x0000_t32" style="position:absolute;left:37643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73PMUAAADcAAAADwAAAGRycy9kb3ducmV2LnhtbESP0WoCMRRE3wv9h3ALvkhNtKXI1ihV&#10;EfrQgrX9gMvmNlnd3CxJ1LVf3xSEPg4zc4aZLXrfihPF1ATWMB4pEMR1MA1bDV+fm/spiJSRDbaB&#10;ScOFEizmtzczrEw48weddtmKAuFUoQaXc1dJmWpHHtModMTF+w7RYy4yWmkingvct3Ki1JP02HBZ&#10;cNjRylF92B29hpU92B8VN5P9fjl8X2/Jvclpr/Xgrn95BpGpz//ha/vVaHhQj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73PMUAAADcAAAADwAAAAAAAAAA&#10;AAAAAAChAgAAZHJzL2Rvd25yZXYueG1sUEsFBgAAAAAEAAQA+QAAAJMDAAAAAA==&#10;" strokecolor="windowText" strokeweight="1pt"/>
                        <v:shape id="Gerade Verbindung 5" o:spid="_x0000_s1043" type="#_x0000_t32" style="position:absolute;left:20838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JSp8UAAADcAAAADwAAAGRycy9kb3ducmV2LnhtbESP0WoCMRRE3wv9h3ALvkhNtLTI1ihV&#10;EfrQgrX9gMvmNlnd3CxJ1LVf3xSEPg4zc4aZLXrfihPF1ATWMB4pEMR1MA1bDV+fm/spiJSRDbaB&#10;ScOFEizmtzczrEw48weddtmKAuFUoQaXc1dJmWpHHtModMTF+w7RYy4yWmkingvct3Ki1JP02HBZ&#10;cNjRylF92B29hpU92B8VN5P9fjl8X2/Jvclpr/Xgrn95BpGpz//ha/vVaHhQj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JSp8UAAADcAAAADwAAAAAAAAAA&#10;AAAAAAChAgAAZHJzL2Rvd25yZXYueG1sUEsFBgAAAAAEAAQA+QAAAJMDAAAAAA==&#10;" strokecolor="windowText" strokeweight="1pt"/>
                        <v:shape id="Gerade Verbindung 7" o:spid="_x0000_s1044" type="#_x0000_t32" style="position:absolute;left:15895;top:6003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DM0MUAAADcAAAADwAAAGRycy9kb3ducmV2LnhtbESP0UoDMRRE3wX/IVzBF2kTK5SybVp0&#10;ZcEHBa39gMvmNtl2c7MksV39eiMIfRxm5gyz2oy+FyeKqQus4X6qQBC3wXRsNew+m8kCRMrIBvvA&#10;pOGbEmzW11crrEw48wedttmKAuFUoQaX81BJmVpHHtM0DMTF24foMRcZrTQRzwXuezlTai49dlwW&#10;HA5UO2qP2y+vobZH+6NiMzscnu7ent/JvcrFqPXtzfi4BJFpzJfwf/vFaHhQc/g7U46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DM0MUAAADcAAAADwAAAAAAAAAA&#10;AAAAAAChAgAAZHJzL2Rvd25yZXYueG1sUEsFBgAAAAAEAAQA+QAAAJMDAAAAAA==&#10;" strokecolor="windowText" strokeweight="1pt"/>
                        <v:shape id="Gerade Verbindung 8" o:spid="_x0000_s1045" type="#_x0000_t32" style="position:absolute;left:15895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MarcMAAADcAAAADwAAAGRycy9kb3ducmV2LnhtbERPTWsCMRC9C/0PYYTeNLEtUrZGKS2F&#10;opeqpba3YTPuLt1MlmS6rv/eHAoeH+97sRp8q3qKqQlsYTY1oIjL4BquLHzu3yaPoJIgO2wDk4Uz&#10;JVgtb0YLLFw48Zb6nVQqh3Aq0EIt0hVap7Imj2kaOuLMHUP0KBnGSruIpxzuW31nzFx7bDg31NjR&#10;S03l7+7PW/jpN+ZbxHT7r3V7XL9+HB7i5mDt7Xh4fgIlNMhV/O9+dxbuTV6bz+QjoJ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DGq3DAAAA3AAAAA8AAAAAAAAAAAAA&#10;AAAAoQIAAGRycy9kb3ducmV2LnhtbFBLBQYAAAAABAAEAPkAAACRAwAAAAA=&#10;" strokecolor="windowText" strokeweight="1pt"/>
                        <v:shape id="Gerade Verbindung 17" o:spid="_x0000_s1046" type="#_x0000_t32" style="position:absolute;left:20838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YosUAAADcAAAADwAAAGRycy9kb3ducmV2LnhtbESP0WoCMRRE3wv9h3ALvkhNtFDs1ihV&#10;EfrQgrX9gMvmNlnd3CxJ1LVf3xSEPg4zc4aZLXrfihPF1ATWMB4pEMR1MA1bDV+fm/spiJSRDbaB&#10;ScOFEizmtzczrEw48weddtmKAuFUoQaXc1dJmWpHHtModMTF+w7RYy4yWmkingvct3Ki1KP02HBZ&#10;cNjRylF92B29hpU92B8VN5P9fjl8X2/Jvclpr/Xgrn95BpGpz//ha/vVaHhQT/B3phw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9YosUAAADcAAAADwAAAAAAAAAA&#10;AAAAAAChAgAAZHJzL2Rvd25yZXYueG1sUEsFBgAAAAAEAAQA+QAAAJMDAAAAAA==&#10;" strokecolor="windowText" strokeweight="1pt"/>
                        <v:shape id="Gerade Verbindung 24" o:spid="_x0000_s1047" type="#_x0000_t32" style="position:absolute;left:37643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yAdsMAAADcAAAADwAAAGRycy9kb3ducmV2LnhtbERPTWsCMRC9F/ofwhR6q4lWimyNUiqC&#10;6KXVUtvbsBl3l24mSzKu23/fHAoeH+97vhx8q3qKqQlsYTwyoIjL4BquLHwc1g8zUEmQHbaBycIv&#10;JVgubm/mWLhw4Xfq91KpHMKpQAu1SFdoncqaPKZR6IgzdwrRo2QYK+0iXnK4b/XEmCftseHcUGNH&#10;rzWVP/uzt/Dd78yXiOkOn9v2tF29Hadxd7T2/m54eQYlNMhV/O/eOAuP4zw/n8lH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sgHbDAAAA3AAAAA8AAAAAAAAAAAAA&#10;AAAAoQIAAGRycy9kb3ducmV2LnhtbFBLBQYAAAAABAAEAPkAAACRAwAAAAA=&#10;" strokecolor="windowText" strokeweight="1pt"/>
                      </v:group>
                      <v:group id="Gruppieren 311" o:spid="_x0000_s1048" style="position:absolute;left:7891;top:116;width:7892;height:4600" coordorigin="7891,116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    <v:shape id="Gerade Verbindung 4" o:spid="_x0000_s1049" type="#_x0000_t32" style="position:absolute;left:29638;top:116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cDsUAAADcAAAADwAAAGRycy9kb3ducmV2LnhtbESP0WoCMRRE3wv9h3ALvpSadYUiq1Fa&#10;i+CDQmv7AZfNNVnd3CxJqqtfbwoFH4eZOcPMFr1rxYlCbDwrGA0LEMS11w0bBT/fq5cJiJiQNbae&#10;ScGFIizmjw8zrLQ/8xeddsmIDOFYoQKbUldJGWtLDuPQd8TZ2/vgMGUZjNQBzxnuWlkWxat02HBe&#10;sNjR0lJ93P06BUtzNNcirMrD4f15+/FJdiMnvVKDp/5tCiJRn+7h//ZaKxiPSv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JcDsUAAADcAAAADwAAAAAAAAAA&#10;AAAAAAChAgAAZHJzL2Rvd25yZXYueG1sUEsFBgAAAAAEAAQA+QAAAJMDAAAAAA==&#10;" strokecolor="windowText" strokeweight="1pt"/>
                        <v:shape id="Gerade Verbindung 5" o:spid="_x0000_s1050" type="#_x0000_t32" style="position:absolute;left:12834;top:12028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75lcUAAADcAAAADwAAAGRycy9kb3ducmV2LnhtbESP0WoCMRRE3wv+Q7hCX0rNqlBka5TW&#10;IvTBQl39gMvmNlnd3CxJqlu/vhEEH4eZOcPMl71rxYlCbDwrGI8KEMS11w0bBfvd+nkGIiZkja1n&#10;UvBHEZaLwcMcS+3PvKVTlYzIEI4lKrApdaWUsbbkMI58R5y9Hx8cpiyDkTrgOcNdKydF8SIdNpwX&#10;LHa0slQfq1+nYGWO5lKE9eRweH/6+vgmu5GzXqnHYf/2CiJRn+7hW/tTK5iOp3A9k4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75lcUAAADcAAAADwAAAAAAAAAA&#10;AAAAAAChAgAAZHJzL2Rvd25yZXYueG1sUEsFBgAAAAAEAAQA+QAAAJMDAAAAAA==&#10;" strokecolor="windowText" strokeweight="1pt"/>
                        <v:shape id="Gerade Verbindung 7" o:spid="_x0000_s1051" type="#_x0000_t32" style="position:absolute;left:7891;top:6119;width:4943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dh4cUAAADcAAAADwAAAGRycy9kb3ducmV2LnhtbESP3WoCMRSE7wt9h3AKvZGa1RaRrVHU&#10;IvTCgj99gMPmNFndnCxJqluf3ghCL4eZ+YaZzDrXiBOFWHtWMOgXIIgrr2s2Cr73q5cxiJiQNTae&#10;ScEfRZhNHx8mWGp/5i2ddsmIDOFYogKbUltKGStLDmPft8TZ+/HBYcoyGKkDnjPcNXJYFCPpsOa8&#10;YLGlpaXquPt1CpbmaC5FWA0Ph0Xv62NDdi3HnVLPT938HUSiLv2H7+1PreB18Aa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dh4cUAAADcAAAADwAAAAAAAAAA&#10;AAAAAAChAgAAZHJzL2Rvd25yZXYueG1sUEsFBgAAAAAEAAQA+QAAAJMDAAAAAA==&#10;" strokecolor="windowText" strokeweight="1pt"/>
                        <v:shape id="Gerade Verbindung 8" o:spid="_x0000_s1052" type="#_x0000_t32" style="position:absolute;left:7891;top:116;width:4943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sj7sYAAADcAAAADwAAAGRycy9kb3ducmV2LnhtbESPX0sDMRDE34V+h7CCbzapf4qcTYso&#10;grQv2hbbvi2X7d3Ry+ZI1uv57Y0g+DjMzG+Y2WLwreoppiawhcnYgCIug2u4srDdvF4/gEqC7LAN&#10;TBa+KcFiPrqYYeHCmT+oX0ulMoRTgRZqka7QOpU1eUzj0BFn7xiiR8kyVtpFPGe4b/WNMVPtseG8&#10;UGNHzzWVp/WXt3DoV2YvYrrN57I9Ll/ed3dxtbP26nJ4egQlNMh/+K/95izcTu7h90w+An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bI+7GAAAA3AAAAA8AAAAAAAAA&#10;AAAAAAAAoQIAAGRycy9kb3ducmV2LnhtbFBLBQYAAAAABAAEAPkAAACUAwAAAAA=&#10;" strokecolor="windowText" strokeweight="1pt"/>
                        <v:shape id="Gerade Verbindung 17" o:spid="_x0000_s1053" type="#_x0000_t32" style="position:absolute;left:12834;top:116;width:16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laDcUAAADcAAAADwAAAGRycy9kb3ducmV2LnhtbESP3WoCMRSE7wt9h3AK3hTNqiCyGqW1&#10;CL2wUH8e4LA5TVY3J0sSdevTm0LBy2FmvmHmy8414kIh1p4VDAcFCOLK65qNgsN+3Z+CiAlZY+OZ&#10;FPxShOXi+WmOpfZX3tJll4zIEI4lKrAptaWUsbLkMA58S5y9Hx8cpiyDkTrgNcNdI0dFMZEOa84L&#10;FltaWapOu7NTsDIncyvCenQ8vr9+fXyT3chpp1TvpXubgUjUpUf4v/2pFYyH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laDcUAAADcAAAADwAAAAAAAAAA&#10;AAAAAAChAgAAZHJzL2Rvd25yZXYueG1sUEsFBgAAAAAEAAQA+QAAAJMDAAAAAA==&#10;" strokecolor="windowText" strokeweight="1pt"/>
                        <v:shape id="Gerade Verbindung 24" o:spid="_x0000_s1054" type="#_x0000_t32" style="position:absolute;left:29638;top:6119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UYAsYAAADcAAAADwAAAGRycy9kb3ducmV2LnhtbESPQUsDMRSE70L/Q3iCN5tUxcratIgi&#10;SHvRttj29ti87i7dvCzJc7v+eyMIHoeZ+YaZLQbfqp5iagJbmIwNKOIyuIYrC9vN6/UDqCTIDtvA&#10;ZOGbEizmo4sZFi6c+YP6tVQqQzgVaKEW6QqtU1mTxzQOHXH2jiF6lCxjpV3Ec4b7Vt8Yc689NpwX&#10;auzouabytP7yFg79yuxFTLf5XLbH5cv77i6udtZeXQ5Pj6CEBvkP/7XfnIXbyRR+z+QjoO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FGALGAAAA3AAAAA8AAAAAAAAA&#10;AAAAAAAAoQIAAGRycy9kb3ducmV2LnhtbFBLBQYAAAAABAAEAPkAAACUAwAAAAA=&#10;" strokecolor="windowText" strokeweight="1pt"/>
                      </v:group>
                      <v:group id="Gruppieren 318" o:spid="_x0000_s1055" style="position:absolute;width:7891;height:4600" coordorigin="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    <v:shape id="Gerade Verbindung 4" o:spid="_x0000_s1056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bOf8UAAADcAAAADwAAAGRycy9kb3ducmV2LnhtbESP3WoCMRSE7wt9h3AKvZGa1ULRrVHU&#10;IvTCgj99gMPmNFndnCxJqluf3ghCL4eZ+YaZzDrXiBOFWHtWMOgXIIgrr2s2Cr73q5cRiJiQNTae&#10;ScEfRZhNHx8mWGp/5i2ddsmIDOFYogKbUltKGStLDmPft8TZ+/HBYcoyGKkDnjPcNXJYFG/SYc15&#10;wWJLS0vVcffrFCzN0VyKsBoeDove18eG7FqOOqWen7r5O4hEXfoP39ufWsHrYAy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bOf8UAAADcAAAADwAAAAAAAAAA&#10;AAAAAAChAgAAZHJzL2Rvd25yZXYueG1sUEsFBgAAAAAEAAQA+QAAAJMDAAAAAA==&#10;" strokecolor="windowText" strokeweight="1pt"/>
                        <v:shape id="Gerade Verbindung 5" o:spid="_x0000_s1057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sKWcYAAADcAAAADwAAAGRycy9kb3ducmV2LnhtbESPQU8CMRCF7yb8h2ZMvBjpysHgQiGC&#10;IeGgiaA/YLId2oXtdNNWWPz1zsHE20zem/e+mS+H0KkzpdxGNvA4rkARN9G27Ax8fW4epqByQbbY&#10;RSYDV8qwXIxu5ljbeOEdnffFKQnhXKMBX0pfa50bTwHzOPbEoh1iClhkTU7bhBcJD52eVNWTDtiy&#10;NHjsae2pOe2/g4G1O7mfKm0mx+Pq/v31g/ybng7G3N0OLzNQhYbyb/673lrBfxZ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7ClnGAAAA3AAAAA8AAAAAAAAA&#10;AAAAAAAAoQIAAGRycy9kb3ducmV2LnhtbFBLBQYAAAAABAAEAPkAAACUAwAAAAA=&#10;" strokecolor="windowText" strokeweight="1pt"/>
                        <v:shape id="Gerade Verbindung 7" o:spid="_x0000_s1058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evwsMAAADcAAAADwAAAGRycy9kb3ducmV2LnhtbERPzWoCMRC+C32HMIVeimb1ILoapbUI&#10;PSjUnwcYNmOyupksSarbPr0pFLzNx/c782XnGnGlEGvPCoaDAgRx5XXNRsHxsO5PQMSErLHxTAp+&#10;KMJy8dSbY6n9jXd03ScjcgjHEhXYlNpSylhZchgHviXO3MkHhynDYKQOeMvhrpGjohhLhzXnBost&#10;rSxVl/23U7AyF/NbhPXofH5/3X58kd3ISafUy3P3NgORqEsP8b/7U+f50yH8PZMv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3r8LDAAAA3AAAAA8AAAAAAAAAAAAA&#10;AAAAoQIAAGRycy9kb3ducmV2LnhtbFBLBQYAAAAABAAEAPkAAACRAwAAAAA=&#10;" strokecolor="windowText" strokeweight="1pt"/>
                        <v:shape id="Gerade Verbindung 8" o:spid="_x0000_s1059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BKy8MAAADcAAAADwAAAGRycy9kb3ducmV2LnhtbERPS0sDMRC+C/6HMEJvNrGVImvTIoog&#10;7aUPsXobNtPdxc1kScbt9t83h4LHj+89Xw6+VT3F1AS28DA2oIjL4BquLHzu3++fQCVBdtgGJgtn&#10;SrBc3N7MsXDhxFvqd1KpHMKpQAu1SFdoncqaPKZx6IgzdwzRo2QYK+0innK4b/XEmJn22HBuqLGj&#10;15rK392ft/DTr823iOn2X6v2uHrbHB7j+mDt6G54eQYlNMi/+Or+cBamkzw/n8lHQC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ASsvDAAAA3AAAAA8AAAAAAAAAAAAA&#10;AAAAoQIAAGRycy9kb3ducmV2LnhtbFBLBQYAAAAABAAEAPkAAACRAwAAAAA=&#10;" strokecolor="windowText" strokeweight="1pt"/>
                        <v:shape id="Gerade Verbindung 17" o:spid="_x0000_s1060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wIxMUAAADcAAAADwAAAGRycy9kb3ducmV2LnhtbESP0WoCMRRE3wv9h3ALvpSadYUiq1Fa&#10;i+CDQmv7AZfNNVnd3CxJqqtfbwoFH4eZOcPMFr1rxYlCbDwrGA0LEMS11w0bBT/fq5cJiJiQNbae&#10;ScGFIizmjw8zrLQ/8xeddsmIDOFYoQKbUldJGWtLDuPQd8TZ2/vgMGUZjNQBzxnuWlkWxat02HBe&#10;sNjR0lJ93P06BUtzNNcirMrD4f15+/FJdiMnvVKDp/5tCiJRn+7h//ZaKxiXI/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wIxMUAAADcAAAADwAAAAAAAAAA&#10;AAAAAAChAgAAZHJzL2Rvd25yZXYueG1sUEsFBgAAAAAEAAQA+QAAAJMDAAAAAA==&#10;" strokecolor="windowText" strokeweight="1pt"/>
                        <v:shape id="Gerade Verbindung 24" o:spid="_x0000_s1061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5xJ8UAAADcAAAADwAAAGRycy9kb3ducmV2LnhtbESPQUsDMRSE70L/Q3gFbzbpKiJr0yIV&#10;QdqLtmL19ti87i5uXpbkuV3/vRGEHoeZ+YZZrEbfqYFiagNbmM8MKOIquJZrC2/7p6s7UEmQHXaB&#10;ycIPJVgtJxcLLF048SsNO6lVhnAq0UIj0pdap6ohj2kWeuLsHUP0KFnGWruIpwz3nS6MudUeW84L&#10;Dfa0bqj62n17C5/D1nyImH7/vumOm8eXw03cHqy9nI4P96CERjmH/9vPzsJ1UcDfmXw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5xJ8UAAADcAAAADwAAAAAAAAAA&#10;AAAAAAChAgAAZHJzL2Rvd25yZXYueG1sUEsFBgAAAAAEAAQA+QAAAJMDAAAAAA==&#10;" strokecolor="windowText" strokeweight="1pt"/>
                      </v:group>
                    </v:group>
                  </w:pict>
                </mc:Fallback>
              </mc:AlternateContent>
            </w:r>
          </w:p>
        </w:tc>
      </w:tr>
      <w:tr w:rsidR="006C43B8" w:rsidTr="00EB5D44">
        <w:trPr>
          <w:trHeight w:val="2188"/>
          <w:jc w:val="center"/>
        </w:trPr>
        <w:tc>
          <w:tcPr>
            <w:tcW w:w="3195" w:type="dxa"/>
            <w:vMerge/>
            <w:shd w:val="clear" w:color="auto" w:fill="auto"/>
          </w:tcPr>
          <w:p w:rsidR="006C43B8" w:rsidRDefault="006C43B8" w:rsidP="00632D23"/>
        </w:tc>
        <w:tc>
          <w:tcPr>
            <w:tcW w:w="2338" w:type="dxa"/>
            <w:shd w:val="clear" w:color="auto" w:fill="auto"/>
          </w:tcPr>
          <w:p w:rsidR="002B1E7D" w:rsidRPr="00B51208" w:rsidRDefault="002B1E7D" w:rsidP="0069713F">
            <w:pPr>
              <w:rPr>
                <w:i/>
                <w:color w:val="000000" w:themeColor="text1"/>
              </w:rPr>
            </w:pPr>
          </w:p>
        </w:tc>
        <w:tc>
          <w:tcPr>
            <w:tcW w:w="8761" w:type="dxa"/>
          </w:tcPr>
          <w:p w:rsidR="006C43B8" w:rsidRPr="0069713F" w:rsidRDefault="00511C8D" w:rsidP="00632D23">
            <w:pPr>
              <w:rPr>
                <w:i/>
                <w:color w:val="000000" w:themeColor="text1"/>
              </w:rPr>
            </w:pP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24FF128B" wp14:editId="687711AC">
                      <wp:simplePos x="0" y="0"/>
                      <wp:positionH relativeFrom="column">
                        <wp:posOffset>3846117</wp:posOffset>
                      </wp:positionH>
                      <wp:positionV relativeFrom="paragraph">
                        <wp:posOffset>247419</wp:posOffset>
                      </wp:positionV>
                      <wp:extent cx="247333" cy="151939"/>
                      <wp:effectExtent l="0" t="0" r="38735" b="19685"/>
                      <wp:wrapNone/>
                      <wp:docPr id="528" name="Gruppieren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33" cy="151939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529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0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1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2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3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34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28" o:spid="_x0000_s1026" style="position:absolute;margin-left:302.85pt;margin-top:19.5pt;width:19.5pt;height:11.95pt;z-index:251755520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HGOsUAAADcAAAADwAAAGRycy9kb3ducmV2LnhtbESP0WoCMRRE3wv9h3CFvhTNutCiq1Gq&#10;RehDC9b6AZfNNVnd3CxJqlu/3hQKfRxm5gwzX/auFWcKsfGsYDwqQBDXXjdsFOy/NsMJiJiQNbae&#10;ScEPRVgu7u/mWGl/4U8675IRGcKxQgU2pa6SMtaWHMaR74izd/DBYcoyGKkDXjLctbIsimfpsOG8&#10;YLGjtaX6tPt2CtbmZK5F2JTH4+rx43VL9l1OeqUeBv3LDESiPv2H/9pvWsFTOYXfM/k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HGOs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L5esIAAADcAAAADwAAAGRycy9kb3ducmV2LnhtbERPy2oCMRTdF/oP4Ra6KTVTpSKjUdQi&#10;uLDgox9wmVyT0cnNkKQ6+vVmUejycN6TWecacaEQa88KPnoFCOLK65qNgp/D6n0EIiZkjY1nUnCj&#10;CLPp89MES+2vvKPLPhmRQziWqMCm1JZSxsqSw9jzLXHmjj44TBkGI3XAaw53jewXxVA6rDk3WGxp&#10;aak673+dgqU5m3sRVv3TafH2/bUlu5GjTqnXl24+BpGoS//iP/daK/gc5Pn5TD4C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L5esIAAADcAAAADwAAAAAAAAAAAAAA&#10;AAChAgAAZHJzL2Rvd25yZXYueG1sUEsFBgAAAAAEAAQA+QAAAJADAAAAAA=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5c4cUAAADcAAAADwAAAGRycy9kb3ducmV2LnhtbESP3WoCMRSE7wt9h3AKvZGa1VKRrVHU&#10;IvTCgj99gMPmNFndnCxJqluf3ghCL4eZ+YaZzDrXiBOFWHtWMOgXIIgrr2s2Cr73q5cxiJiQNTae&#10;ScEfRZhNHx8mWGp/5i2ddsmIDOFYogKbUltKGStLDmPft8TZ+/HBYcoyGKkDnjPcNXJYFCPpsOa8&#10;YLGlpaXquPt1CpbmaC5FWA0Ph0Xv62NDdi3HnVLPT938HUSiLv2H7+1PreDtdQC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5c4c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wlAsYAAADcAAAADwAAAGRycy9kb3ducmV2LnhtbESPQUsDMRSE70L/Q3gFbzaxapG1aRFF&#10;kPaibbHt7bF53V3cvCzJc7v+eyMIHoeZ+YaZLwffqp5iagJbuJ4YUMRlcA1XFnbbl6t7UEmQHbaB&#10;ycI3JVguRhdzLFw48zv1G6lUhnAq0EIt0hVap7Imj2kSOuLsnUL0KFnGSruI5wz3rZ4aM9MeG84L&#10;NXb0VFP5ufnyFo792hxETLf9WLWn1fPb/jau99ZejofHB1BCg/yH/9qvzsLdzRR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MJQLGAAAA3AAAAA8AAAAAAAAA&#10;AAAAAAAAoQIAAGRycy9kb3ducmV2LnhtbFBLBQYAAAAABAAEAPkAAACU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BnDcUAAADcAAAADwAAAGRycy9kb3ducmV2LnhtbESP0WoCMRRE3wv9h3ALfZGaVWmRrVHU&#10;IvjQgtp+wGVzm6xubpYk6urXm4LQx2FmzjCTWecacaIQa88KBv0CBHHldc1Gwc/36mUMIiZkjY1n&#10;UnChCLPp48MES+3PvKXTLhmRIRxLVGBTakspY2XJYez7ljh7vz44TFkGI3XAc4a7Rg6L4k06rDkv&#10;WGxpaak67I5OwdIczLUIq+F+v+h9fWzIfspxp9TzUzd/B5GoS//he3utFbyO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MBnDcUAAADcAAAADwAAAAAAAAAA&#10;AAAAAAChAgAAZHJzL2Rvd25yZXYueG1sUEsFBgAAAAAEAAQA+QAAAJM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kY7cYAAADcAAAADwAAAGRycy9kb3ducmV2LnhtbESPQUsDMRSE70L/Q3gFbzZRa5G1aRFF&#10;kPaibbHt7bF53V3cvCzJc7v+eyMIHoeZ+YaZLwffqp5iagJbuJ4YUMRlcA1XFnbbl6t7UEmQHbaB&#10;ycI3JVguRhdzLFw48zv1G6lUhnAq0EIt0hVap7Imj2kSOuLsnUL0KFnGSruI5wz3rb4xZqY9NpwX&#10;auzoqabyc/PlLRz7tTmImG77sWpPq+e3/TSu99ZejofHB1BCg/yH/9qvzsLd7RR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0pGO3GAAAA3AAAAA8AAAAAAAAA&#10;AAAAAAAAoQIAAGRycy9kb3ducmV2LnhtbFBLBQYAAAAABAAEAPkAAACUAwAAAAA=&#10;" strokecolor="windowText" strokeweight="1pt"/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24FF128B" wp14:editId="687711AC">
                      <wp:simplePos x="0" y="0"/>
                      <wp:positionH relativeFrom="column">
                        <wp:posOffset>3467377</wp:posOffset>
                      </wp:positionH>
                      <wp:positionV relativeFrom="paragraph">
                        <wp:posOffset>409575</wp:posOffset>
                      </wp:positionV>
                      <wp:extent cx="247333" cy="151939"/>
                      <wp:effectExtent l="0" t="0" r="38735" b="19685"/>
                      <wp:wrapNone/>
                      <wp:docPr id="521" name="Gruppieren 5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33" cy="151939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522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3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4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5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6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7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21" o:spid="_x0000_s1026" style="position:absolute;margin-left:273pt;margin-top:32.25pt;width:19.5pt;height:11.95pt;z-index:251753472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VUS8UAAADcAAAADwAAAGRycy9kb3ducmV2LnhtbESP3WoCMRSE7wt9h3AK3hTNutAiq1H8&#10;QfCihdb2AQ6bY7K6OVmSqKtP3xQKvRxm5htmtuhdKy4UYuNZwXhUgCCuvW7YKPj+2g4nIGJC1th6&#10;JgU3irCYPz7MsNL+yp902ScjMoRjhQpsSl0lZawtOYwj3xFn7+CDw5RlMFIHvGa4a2VZFK/SYcN5&#10;wWJHa0v1aX92CtbmZO5F2JbH4+r5ffNB9k1OeqUGT/1yCiJRn/7Df+2dVvBSlvB7Jh8BO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VUS8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nx0MUAAADcAAAADwAAAGRycy9kb3ducmV2LnhtbESP0WoCMRRE3wv9h3CFvhTNuqVFVqNU&#10;i9CHFqz6AZfNNVnd3CxJqlu/3hQKfRxm5gwzW/SuFWcKsfGsYDwqQBDXXjdsFOx36+EEREzIGlvP&#10;pOCHIizm93czrLS/8Bedt8mIDOFYoQKbUldJGWtLDuPId8TZO/jgMGUZjNQBLxnuWlkWxYt02HBe&#10;sNjRylJ92n47BStzMtcirMvjcfn4+bYh+yEnvVIPg/51CiJRn/7Df+13reC5fIL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nx0MUAAADcAAAADwAAAAAAAAAA&#10;AAAAAAChAgAAZHJzL2Rvd25yZXYueG1sUEsFBgAAAAAEAAQA+QAAAJMDAAAAAA=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BppMUAAADcAAAADwAAAGRycy9kb3ducmV2LnhtbESP0WoCMRRE3wv9h3CFvhTNurRFVqNU&#10;i9CHFqz6AZfNNVnd3CxJqlu/3hQKfRxm5gwzW/SuFWcKsfGsYDwqQBDXXjdsFOx36+EEREzIGlvP&#10;pOCHIizm93czrLS/8Bedt8mIDOFYoQKbUldJGWtLDuPId8TZO/jgMGUZjNQBLxnuWlkWxYt02HBe&#10;sNjRylJ92n47BStzMtcirMvjcfn4+bYh+yEnvVIPg/51CiJRn/7Df+13reC5fIL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BppM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wrq8YAAADcAAAADwAAAGRycy9kb3ducmV2LnhtbESPQUsDMRSE70L/Q3gFbzaxWJFt0yKK&#10;IO1F29LW22Pzuru4eVmS53b990YQPA4z8w2zWA2+VT3F1AS2cDsxoIjL4BquLOx3LzcPoJIgO2wD&#10;k4VvSrBajq4WWLhw4Xfqt1KpDOFUoIVapCu0TmVNHtMkdMTZO4foUbKMlXYRLxnuWz015l57bDgv&#10;1NjRU03l5/bLW/joN+YkYrrdYd2e189vx7u4OVp7PR4e56CEBvkP/7VfnYXZdAa/Z/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8K6vGAAAA3AAAAA8AAAAAAAAA&#10;AAAAAAAAoQIAAGRycy9kb3ducmV2LnhtbFBLBQYAAAAABAAEAPkAAACU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5SSMUAAADcAAAADwAAAGRycy9kb3ducmV2LnhtbESP0WoCMRRE3wv9h3CFvhTNdqEiq1Gs&#10;ReiDQmv9gMvmmqxubpYk1a1f3wgFH4eZOcPMFr1rxZlCbDwreBkVIIhrrxs2Cvbf6+EEREzIGlvP&#10;pOCXIizmjw8zrLS/8Bedd8mIDOFYoQKbUldJGWtLDuPId8TZO/jgMGUZjNQBLxnuWlkWxVg6bDgv&#10;WOxoZak+7X6cgpU5mWsR1uXx+Pa8ff8ku5GTXqmnQb+cgkjUp3v4v/2hFbyWY7idy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5SSMUAAADcAAAADwAAAAAAAAAA&#10;AAAAAAChAgAAZHJzL2Rvd25yZXYueG1sUEsFBgAAAAAEAAQA+QAAAJM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IQR8YAAADcAAAADwAAAGRycy9kb3ducmV2LnhtbESPQUsDMRSE70L/Q3gFbzaxqJW1aRFF&#10;kPaibbHt7bF53V3cvCzJc7v+eyMIHoeZ+YaZLwffqp5iagJbuJ4YUMRlcA1XFnbbl6t7UEmQHbaB&#10;ycI3JVguRhdzLFw48zv1G6lUhnAq0EIt0hVap7Imj2kSOuLsnUL0KFnGSruI5wz3rZ4ac6c9NpwX&#10;auzoqabyc/PlLRz7tTmImG77sWpPq+e3/U1c7629HA+PD6CEBvkP/7VfnYXb6Qx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iEEfGAAAA3AAAAA8AAAAAAAAA&#10;AAAAAAAAoQIAAGRycy9kb3ducmV2LnhtbFBLBQYAAAAABAAEAPkAAACUAwAAAAA=&#10;" strokecolor="windowText" strokeweight="1pt"/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16F9DF93" wp14:editId="0B02C034">
                      <wp:simplePos x="0" y="0"/>
                      <wp:positionH relativeFrom="column">
                        <wp:posOffset>3397250</wp:posOffset>
                      </wp:positionH>
                      <wp:positionV relativeFrom="paragraph">
                        <wp:posOffset>134620</wp:posOffset>
                      </wp:positionV>
                      <wp:extent cx="247015" cy="151765"/>
                      <wp:effectExtent l="0" t="0" r="38735" b="19685"/>
                      <wp:wrapNone/>
                      <wp:docPr id="493" name="Gruppieren 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015" cy="151765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494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5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6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7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8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499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493" o:spid="_x0000_s1026" style="position:absolute;margin-left:267.5pt;margin-top:10.6pt;width:19.45pt;height:11.95pt;z-index:251747328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6v3sUAAADcAAAADwAAAGRycy9kb3ducmV2LnhtbESP0WoCMRRE3wv9h3ALfZGaVaTYrVHU&#10;IvjQgtp+wGVzm6xubpYk6urXm4LQx2FmzjCTWecacaIQa88KBv0CBHHldc1Gwc/36mUMIiZkjY1n&#10;UnChCLPp48MES+3PvKXTLhmRIRxLVGBTakspY2XJYez7ljh7vz44TFkGI3XAc4a7Rg6L4lU6rDkv&#10;WGxpaak67I5OwdIczLUIq+F+v+h9fWzIfspxp9TzUzd/B5GoS//he3utFYzeRvB3Jh8BOb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66v3s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IKRcYAAADcAAAADwAAAGRycy9kb3ducmV2LnhtbESP0WoCMRRE3wv+Q7hCX0rNKlrs1ijW&#10;IvhQwdp+wGVzm6xubpYk1dWvb4RCH4eZOcPMFp1rxIlCrD0rGA4KEMSV1zUbBV+f68cpiJiQNTae&#10;ScGFIizmvbsZltqf+YNO+2REhnAsUYFNqS2ljJUlh3HgW+LsffvgMGUZjNQBzxnuGjkqiifpsOa8&#10;YLGllaXquP9xClbmaK5FWI8Oh9eH7duO7Lucdkrd97vlC4hEXfoP/7U3WsH4eQK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iCkXGAAAA3AAAAA8AAAAAAAAA&#10;AAAAAAAAoQIAAGRycy9kb3ducmV2LnhtbFBLBQYAAAAABAAEAPkAAACUAwAAAAA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CUMsUAAADcAAAADwAAAGRycy9kb3ducmV2LnhtbESP3WoCMRSE74W+QziF3pSarRTRrVHU&#10;InhhwZ8+wGFzmqxuTpYk1bVPbwoFL4eZ+YaZzDrXiDOFWHtW8NovQBBXXtdsFHwdVi8jEDEha2w8&#10;k4IrRZhNH3oTLLW/8I7O+2REhnAsUYFNqS2ljJUlh7HvW+LsffvgMGUZjNQBLxnuGjkoiqF0WHNe&#10;sNjS0lJ12v84BUtzMr9FWA2Ox8Xz58eW7EaOOqWeHrv5O4hEXbqH/9trreBtPIS/M/kIy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CUMs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zWPcYAAADcAAAADwAAAGRycy9kb3ducmV2LnhtbESPQUsDMRSE70L/Q3gFbzZRita1aRFF&#10;kPaibbHt7bF53V3cvCzJc7v+eyMIHoeZ+YaZLwffqp5iagJbuJ4YUMRlcA1XFnbbl6sZqCTIDtvA&#10;ZOGbEiwXo4s5Fi6c+Z36jVQqQzgVaKEW6QqtU1mTxzQJHXH2TiF6lCxjpV3Ec4b7Vt8Yc6s9NpwX&#10;auzoqabyc/PlLRz7tTmImG77sWpPq+e3/TSu99ZejofHB1BCg/yH/9qvzsL0/g5+z+Qjo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181j3GAAAA3AAAAA8AAAAAAAAA&#10;AAAAAAAAoQIAAGRycy9kb3ducmV2LnhtbFBLBQYAAAAABAAEAPkAAACU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Ol28IAAADcAAAADwAAAGRycy9kb3ducmV2LnhtbERPy2oCMRTdF/oP4Ra6KZqpSNGpUdQi&#10;uLDg6wMuk9tkdHIzJKmOfr1ZFLo8nPdk1rlGXCjE2rOC934Bgrjyumaj4HhY9UYgYkLW2HgmBTeK&#10;MJs+P02w1P7KO7rskxE5hGOJCmxKbSllrCw5jH3fEmfuxweHKcNgpA54zeGukYOi+JAOa84NFlta&#10;WqrO+1+nYGnO5l6E1eB0Wrx9f23JbuSoU+r1pZt/gkjUpX/xn3utFQzHeW0+k4+An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uOl28IAAADcAAAADwAAAAAAAAAAAAAA&#10;AAChAgAAZHJzL2Rvd25yZXYueG1sUEsFBgAAAAAEAAQA+QAAAJA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/n1MYAAADcAAAADwAAAGRycy9kb3ducmV2LnhtbESPQUsDMRSE70L/Q3gFbzZRitht0yKK&#10;IO1F29LW22Pzuru4eVmS53b990YQPA4z8w2zWA2+VT3F1AS2cDsxoIjL4BquLOx3LzcPoJIgO2wD&#10;k4VvSrBajq4WWLhw4Xfqt1KpDOFUoIVapCu0TmVNHtMkdMTZO4foUbKMlXYRLxnuW31nzL322HBe&#10;qLGjp5rKz+2Xt/DRb8xJxHS7w7o9r5/fjtO4OVp7PR4e56CEBvkP/7VfnYXpbAa/Z/IR0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v59TGAAAA3AAAAA8AAAAAAAAA&#10;AAAAAAAAoQIAAGRycy9kb3ducmV2LnhtbFBLBQYAAAAABAAEAPkAAACUAwAAAAA=&#10;" strokecolor="windowText" strokeweight="1pt"/>
                    </v:group>
                  </w:pict>
                </mc:Fallback>
              </mc:AlternateContent>
            </w:r>
            <w:r>
              <w:rPr>
                <w:i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2F48F60A" wp14:editId="1D13ADA9">
                      <wp:simplePos x="0" y="0"/>
                      <wp:positionH relativeFrom="column">
                        <wp:posOffset>3072765</wp:posOffset>
                      </wp:positionH>
                      <wp:positionV relativeFrom="paragraph">
                        <wp:posOffset>323389</wp:posOffset>
                      </wp:positionV>
                      <wp:extent cx="247333" cy="151939"/>
                      <wp:effectExtent l="0" t="0" r="38735" b="19685"/>
                      <wp:wrapNone/>
                      <wp:docPr id="514" name="Gruppieren 5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333" cy="151939"/>
                                <a:chOff x="0" y="0"/>
                                <a:chExt cx="2667908" cy="1191271"/>
                              </a:xfrm>
                            </wpg:grpSpPr>
                            <wps:wsp>
                              <wps:cNvPr id="515" name="Gerade Verbindung 4"/>
                              <wps:cNvCnPr/>
                              <wps:spPr>
                                <a:xfrm>
                                  <a:off x="2174718" y="0"/>
                                  <a:ext cx="493190" cy="6003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6" name="Gerade Verbindung 5"/>
                              <wps:cNvCnPr/>
                              <wps:spPr>
                                <a:xfrm>
                                  <a:off x="494251" y="1191271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7" name="Gerade Verbindung 7"/>
                              <wps:cNvCnPr/>
                              <wps:spPr>
                                <a:xfrm>
                                  <a:off x="0" y="600358"/>
                                  <a:ext cx="494251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8" name="Gerade Verbindung 8"/>
                              <wps:cNvCnPr/>
                              <wps:spPr>
                                <a:xfrm flipV="1">
                                  <a:off x="0" y="0"/>
                                  <a:ext cx="494251" cy="59563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19" name="Gerade Verbindung 17"/>
                              <wps:cNvCnPr/>
                              <wps:spPr>
                                <a:xfrm>
                                  <a:off x="494251" y="0"/>
                                  <a:ext cx="16804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  <wps:wsp>
                              <wps:cNvPr id="520" name="Gerade Verbindung 24"/>
                              <wps:cNvCnPr/>
                              <wps:spPr>
                                <a:xfrm flipV="1">
                                  <a:off x="2174718" y="600358"/>
                                  <a:ext cx="493190" cy="5909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14" o:spid="_x0000_s1026" style="position:absolute;margin-left:241.95pt;margin-top:25.45pt;width:19.5pt;height:11.95pt;z-index:251751424" coordsize="26679,1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">
                      <v:shape id="Gerade Verbindung 4" o:spid="_x0000_s1027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AGgsUAAADcAAAADwAAAGRycy9kb3ducmV2LnhtbESP0WoCMRRE3wv+Q7hCX0rNKlhka5TW&#10;IvTBQl39gMvmNlnd3CxJqlu/vhEEH4eZOcPMl71rxYlCbDwrGI8KEMS11w0bBfvd+nkGIiZkja1n&#10;UvBHEZaLwcMcS+3PvKVTlYzIEI4lKrApdaWUsbbkMI58R5y9Hx8cpiyDkTrgOcNdKydF8SIdNpwX&#10;LHa0slQfq1+nYGWO5lKE9eRweH/6+vgmu5GzXqnHYf/2CiJRn+7hW/tTK5iOp3A9k4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AGgsUAAADcAAAADwAAAAAAAAAA&#10;AAAAAAChAgAAZHJzL2Rvd25yZXYueG1sUEsFBgAAAAAEAAQA+QAAAJMDAAAAAA==&#10;" strokecolor="windowText" strokeweight="1pt"/>
                      <v:shape id="Gerade Verbindung 5" o:spid="_x0000_s1028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KY9cUAAADcAAAADwAAAGRycy9kb3ducmV2LnhtbESP3WoCMRSE7wt9h3AK3hTNKiiyGqW1&#10;CL2wUH8e4LA5TVY3J0sSdevTm0LBy2FmvmHmy8414kIh1p4VDAcFCOLK65qNgsN+3Z+CiAlZY+OZ&#10;FPxShOXi+WmOpfZX3tJll4zIEI4lKrAptaWUsbLkMA58S5y9Hx8cpiyDkTrgNcNdI0dFMZEOa84L&#10;FltaWapOu7NTsDIncyvCenQ8vr9+fXyT3chpp1TvpXubgUjUpUf4v/2pFYyH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wKY9cUAAADcAAAADwAAAAAAAAAA&#10;AAAAAAChAgAAZHJzL2Rvd25yZXYueG1sUEsFBgAAAAAEAAQA+QAAAJMDAAAAAA==&#10;" strokecolor="windowText" strokeweight="1pt"/>
                      <v:shape id="Gerade Verbindung 7" o:spid="_x0000_s1029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49bsUAAADcAAAADwAAAGRycy9kb3ducmV2LnhtbESP3WoCMRSE7wt9h3AKvZGaVWiVrVHU&#10;IvTCgj99gMPmNFndnCxJqluf3ghCL4eZ+YaZzDrXiBOFWHtWMOgXIIgrr2s2Cr73q5cxiJiQNTae&#10;ScEfRZhNHx8mWGp/5i2ddsmIDOFYogKbUltKGStLDmPft8TZ+/HBYcoyGKkDnjPcNXJYFG/SYc15&#10;wWJLS0vVcffrFCzN0VyKsBoeDove18eG7FqOO6Wen7r5O4hEXfoP39ufWsHrYAS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49bsUAAADcAAAADwAAAAAAAAAA&#10;AAAAAAChAgAAZHJzL2Rvd25yZXYueG1sUEsFBgAAAAAEAAQA+QAAAJMDAAAAAA==&#10;" strokecolor="windowText" strokeweight="1pt"/>
                      <v:shape id="Gerade Verbindung 8" o:spid="_x0000_s1030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FOiMMAAADcAAAADwAAAGRycy9kb3ducmV2LnhtbERPTWsCMRC9F/ofwhR6q4lSi2yNUiqC&#10;6KXVUtvbsBl3l24mSzKu23/fHAoeH+97vhx8q3qKqQlsYTwyoIjL4BquLHwc1g8zUEmQHbaBycIv&#10;JVgubm/mWLhw4Xfq91KpHMKpQAu1SFdoncqaPKZR6IgzdwrRo2QYK+0iXnK4b/XEmCftseHcUGNH&#10;rzWVP/uzt/Dd78yXiOkOn9v2tF29HR/j7mjt/d3w8gxKaJCr+N+9cRam47w2n8lH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RTojDAAAA3AAAAA8AAAAAAAAAAAAA&#10;AAAAoQIAAGRycy9kb3ducmV2LnhtbFBLBQYAAAAABAAEAPkAAACRAwAAAAA=&#10;" strokecolor="windowText" strokeweight="1pt"/>
                      <v:shape id="Gerade Verbindung 17" o:spid="_x0000_s1031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0Mh8UAAADcAAAADwAAAGRycy9kb3ducmV2LnhtbESP3WoCMRSE7wt9h3AKvZGaVWjRrVHU&#10;IvTCgj99gMPmNFndnCxJqluf3ghCL4eZ+YaZzDrXiBOFWHtWMOgXIIgrr2s2Cr73q5cRiJiQNTae&#10;ScEfRZhNHx8mWGp/5i2ddsmIDOFYogKbUltKGStLDmPft8TZ+/HBYcoyGKkDnjPcNXJYFG/SYc15&#10;wWJLS0vVcffrFCzN0VyKsBoeDove18eG7FqOOqWen7r5O4hEXfoP39ufWsHrYAy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0Mh8UAAADcAAAADwAAAAAAAAAA&#10;AAAAAAChAgAAZHJzL2Rvd25yZXYueG1sUEsFBgAAAAAEAAQA+QAAAJMDAAAAAA==&#10;" strokecolor="windowText" strokeweight="1pt"/>
                      <v:shape id="Gerade Verbindung 24" o:spid="_x0000_s1032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uIM8MAAADcAAAADwAAAGRycy9kb3ducmV2LnhtbERPS0sDMRC+C/6HMEJvNrHUImvTIoog&#10;7aUPsXobNtPdxc1kScbt9t83h4LHj+89Xw6+VT3F1AS28DA2oIjL4BquLHzu3++fQCVBdtgGJgtn&#10;SrBc3N7MsXDhxFvqd1KpHMKpQAu1SFdoncqaPKZx6IgzdwzRo2QYK+0innK4b/XEmJn22HBuqLGj&#10;15rK392ft/DTr823iOn2X6v2uHrbHKZxfbB2dDe8PIMSGuRffHV/OAuPkzw/n8lHQC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LiDPDAAAA3AAAAA8AAAAAAAAAAAAA&#10;AAAAoQIAAGRycy9kb3ducmV2LnhtbFBLBQYAAAAABAAEAPkAAACRAwAAAAA=&#10;" strokecolor="windowText" strokeweight="1pt"/>
                    </v:group>
                  </w:pict>
                </mc:Fallback>
              </mc:AlternateContent>
            </w:r>
            <w:r w:rsidR="00EA24BB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1D95822A" wp14:editId="0BAF35F7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407035</wp:posOffset>
                      </wp:positionV>
                      <wp:extent cx="494665" cy="158115"/>
                      <wp:effectExtent l="0" t="0" r="38735" b="13335"/>
                      <wp:wrapNone/>
                      <wp:docPr id="41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415" name="Gruppieren 41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41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1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422" name="Gruppieren 42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42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42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58pt;margin-top:32.05pt;width:38.95pt;height:12.45pt;z-index:251732992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">
                      <v:group id="Gruppieren 41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OXaMUAAADcAAAADwAAAGRycy9kb3ducmV2LnhtbESP3WoCMRSE7wt9h3AK3hTNKiKyGqW1&#10;CL2wUH8e4LA5TVY3J0sSdevTm0LBy2FmvmHmy8414kIh1p4VDAcFCOLK65qNgsN+3Z+CiAlZY+OZ&#10;FPxShOXi+WmOpfZX3tJll4zIEI4lKrAptaWUsbLkMA58S5y9Hx8cpiyDkTrgNcNdI0dFMZEOa84L&#10;FltaWapOu7NTsDIncyvCenQ8vr9+fXyT3chpp1TvpXubgUjUpUf4v/2pFYyH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OXaM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8y88UAAADcAAAADwAAAGRycy9kb3ducmV2LnhtbESP3WoCMRSE7wt9h3AKvZGaVUqVrVHU&#10;IvTCgj99gMPmNFndnCxJqluf3ghCL4eZ+YaZzDrXiBOFWHtWMOgXIIgrr2s2Cr73q5cxiJiQNTae&#10;ScEfRZhNHx8mWGp/5i2ddsmIDOFYogKbUltKGStLDmPft8TZ+/HBYcoyGKkDnjPcNXJYFG/SYc15&#10;wWJLS0vVcffrFCzN0VyKsBoeDove18eG7FqOO6Wen7r5O4hEXfoP39ufWsHrYAS3M/k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8y88UAAADcAAAADwAAAAAAAAAA&#10;AAAAAAChAgAAZHJzL2Rvd25yZXYueG1sUEsFBgAAAAAEAAQA+QAAAJMDAAAAAA=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CmgcEAAADcAAAADwAAAGRycy9kb3ducmV2LnhtbERPzWoCMRC+F3yHMIKXolmlFFmNohbB&#10;Qwut9QGGzZisbiZLkurq0zcHwePH9z9fdq4RFwqx9qxgPCpAEFde12wUHH63wymImJA1Np5JwY0i&#10;LBe9lzmW2l/5hy77ZEQO4ViiAptSW0oZK0sO48i3xJk7+uAwZRiM1AGvOdw1clIU79JhzbnBYksb&#10;S9V5/+cUbMzZ3IuwnZxO69evj2+yn3LaKTXod6sZiERdeoof7p1W8DbOa/OZfAT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MKaBwQAAANwAAAAPAAAAAAAAAAAAAAAA&#10;AKECAABkcnMvZG93bnJldi54bWxQSwUGAAAAAAQABAD5AAAAjwMAAAAA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zkjsYAAADcAAAADwAAAGRycy9kb3ducmV2LnhtbESPQUsDMRSE70L/Q3iCN5tUiui2aZGK&#10;IO1F29LW22Pzuru4eVmS53b990YQPA4z8w0zXw6+VT3F1AS2MBkbUMRlcA1XFva7l9sHUEmQHbaB&#10;ycI3JVguRldzLFy48Dv1W6lUhnAq0EIt0hVap7Imj2kcOuLsnUP0KFnGSruIlwz3rb4z5l57bDgv&#10;1NjRqqbyc/vlLXz0G3MSMd3usG7P6+e34zRujtbeXA9PM1BCg/yH/9qvzsJ08gi/Z/IR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85I7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pgOsIAAADcAAAADwAAAGRycy9kb3ducmV2LnhtbERPzWoCMRC+F3yHMEIvRbMuRWQ1ilqE&#10;Hiqo7QMMmzFZ3UyWJNVtn94cCj1+fP+LVe9acaMQG88KJuMCBHHtdcNGwdfnbjQDEROyxtYzKfih&#10;CKvl4GmBlfZ3PtLtlIzIIRwrVGBT6iopY23JYRz7jjhzZx8cpgyDkTrgPYe7VpZFMZUOG84NFjva&#10;Wqqvp2+nYGuu5rcIu/Jy2bzs3w5kP+SsV+p52K/nIBL16V/8537XCl7LPD+fyU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ypgOsIAAADcAAAADwAAAAAAAAAAAAAA&#10;AAChAgAAZHJzL2Rvd25yZXYueG1sUEsFBgAAAAAEAAQA+QAAAJADAAAAAA==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YiNcYAAADcAAAADwAAAGRycy9kb3ducmV2LnhtbESPQUsDMRSE70L/Q3gFbzZpKSJr0yIt&#10;grQXbcW2t8fmdXdx87Ikz+36740geBxm5htmsRp8q3qKqQlsYToxoIjL4BquLLwfnu8eQCVBdtgG&#10;JgvflGC1HN0ssHDhym/U76VSGcKpQAu1SFdoncqaPKZJ6IizdwnRo2QZK+0iXjPct3pmzL322HBe&#10;qLGjdU3l5/7LWzj3O3MSMd3hY9tetpvX4zzujtbejoenR1BCg/yH/9ovzsJ8NoXfM/kI6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mIjXGAAAA3AAAAA8AAAAAAAAA&#10;AAAAAAAAoQIAAGRycy9kb3ducmV2LnhtbFBLBQYAAAAABAAEAPkAAACUAwAAAAA=&#10;" strokecolor="windowText" strokeweight="1pt"/>
                      </v:group>
                      <v:group id="Gruppieren 42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j+TcUAAADcAAAADwAAAGRycy9kb3ducmV2LnhtbESP0WoCMRRE3wv9h3CFvhTNui1FVqNU&#10;i9CHFqz6AZfNNVnd3CxJqlu/3hQKfRxm5gwzW/SuFWcKsfGsYDwqQBDXXjdsFOx36+EEREzIGlvP&#10;pOCHIizm93czrLS/8Bedt8mIDOFYoQKbUldJGWtLDuPId8TZO/jgMGUZjNQBLxnuWlkWxYt02HBe&#10;sNjRylJ92n47BStzMtcirMvjcfn4+bYh+yEnvVIPg/51CiJRn/7Df+13reC5fIL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/j+TcUAAADcAAAADwAAAAAAAAAA&#10;AAAAAAChAgAAZHJzL2Rvd25yZXYueG1sUEsFBgAAAAAEAAQA+QAAAJM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FmOcUAAADcAAAADwAAAGRycy9kb3ducmV2LnhtbESP0WoCMRRE3wv+Q7gFX0rNdpEiq1Gq&#10;RehDhar9gMvmmqxubpYk6rZfbwoFH4eZOcPMFr1rxYVCbDwreBkVIIhrrxs2Cr736+cJiJiQNbae&#10;ScEPRVjMBw8zrLS/8pYuu2REhnCsUIFNqaukjLUlh3HkO+LsHXxwmLIMRuqA1wx3rSyL4lU6bDgv&#10;WOxoZak+7c5OwcqczG8R1uXxuHzavH+R/ZSTXqnhY/82BZGoT/fwf/tDKxiXY/g7k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FmOcUAAADcAAAADwAAAAAAAAAA&#10;AAAAAAChAgAAZHJzL2Rvd25yZXYueG1sUEsFBgAAAAAEAAQA+QAAAJMDAAAAAA=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3DosUAAADcAAAADwAAAGRycy9kb3ducmV2LnhtbESP0WoCMRRE3wv9h3CFvhTNurRFVqNU&#10;i9CHFqz6AZfNNVnd3CxJqlu/3hQKfRxm5gwzW/SuFWcKsfGsYDwqQBDXXjdsFOx36+EEREzIGlvP&#10;pOCHIizm93czrLS/8Bedt8mIDOFYoQKbUldJGWtLDuPId8TZO/jgMGUZjNQBLxnuWlkWxYt02HBe&#10;sNjRylJ92n47BStzMtcirMvjcfn4+bYh+yEnvVIPg/51CiJRn/7Df+13reCpfIb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13DosUAAADcAAAADwAAAAAAAAAA&#10;AAAAAAChAgAAZHJzL2Rvd25yZXYueG1sUEsFBgAAAAAEAAQA+QAAAJMDAAAAAA=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+6QcYAAADcAAAADwAAAGRycy9kb3ducmV2LnhtbESPQUsDMRSE70L/Q3gFbzaxlCJr0yKW&#10;grQXbcW2t8fmdXdx87Ikz+36740geBxm5htmsRp8q3qKqQls4X5iQBGXwTVcWXg/bO4eQCVBdtgG&#10;JgvflGC1HN0ssHDhym/U76VSGcKpQAu1SFdoncqaPKZJ6IizdwnRo2QZK+0iXjPct3pqzFx7bDgv&#10;1NjRc03l5/7LWzj3O3MSMd3hY9tetuvX4yzujtbejoenR1BCg/yH/9ovzsJsOoffM/kI6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PukH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P4TsUAAADcAAAADwAAAGRycy9kb3ducmV2LnhtbESP0WoCMRRE3wv9h3CFvhTNupRWVqNU&#10;i9CHFqz6AZfNNVnd3CxJqlu/3hQKfRxm5gwzW/SuFWcKsfGsYDwqQBDXXjdsFOx36+EEREzIGlvP&#10;pOCHIizm93czrLS/8Bedt8mIDOFYoQKbUldJGWtLDuPId8TZO/jgMGUZjNQBLxnuWlkWxbN02HBe&#10;sNjRylJ92n47BStzMtcirMvjcfn4+bYh+yEnvVIPg/51CiJRn/7Df+13reCpfIHfM/k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P4TsUAAADcAAAADwAAAAAAAAAA&#10;AAAAAAChAgAAZHJzL2Rvd25yZXYueG1sUEsFBgAAAAAEAAQA+QAAAJMDAAAAAA=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yLqMIAAADcAAAADwAAAGRycy9kb3ducmV2LnhtbERPS0sDMRC+C/6HMII3m1iKyNq0iFIo&#10;7aUvWr0Nm+nu4mayJON2++/NoeDx43tP54NvVU8xNYEtPI8MKOIyuIYrC4f94ukVVBJkh21gsnCl&#10;BPPZ/d0UCxcuvKV+J5XKIZwKtFCLdIXWqazJYxqFjjhz5xA9Soax0i7iJYf7Vo+NedEeG84NNXb0&#10;UVP5s/v1Fr77tfkSMd3+uGrPq8/NaRLXJ2sfH4b3N1BCg/yLb+6lszAZ57X5TD4Cev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1yLqMIAAADcAAAADwAAAAAAAAAAAAAA&#10;AAChAgAAZHJzL2Rvd25yZXYueG1sUEsFBgAAAAAEAAQA+QAAAJADAAAAAA==&#10;" strokecolor="windowText" strokeweight="1pt"/>
                      </v:group>
                    </v:group>
                  </w:pict>
                </mc:Fallback>
              </mc:AlternateContent>
            </w:r>
            <w:r w:rsidR="00EA24BB" w:rsidRPr="002B1E7D">
              <w:rPr>
                <w:i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570250D" wp14:editId="1A4A620E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172085</wp:posOffset>
                      </wp:positionV>
                      <wp:extent cx="494665" cy="158115"/>
                      <wp:effectExtent l="0" t="0" r="38735" b="13335"/>
                      <wp:wrapNone/>
                      <wp:docPr id="354" name="Gruppieren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4665" cy="158115"/>
                                <a:chOff x="0" y="0"/>
                                <a:chExt cx="2218454" cy="565419"/>
                              </a:xfrm>
                            </wpg:grpSpPr>
                            <wpg:grpSp>
                              <wpg:cNvPr id="355" name="Gruppieren 355"/>
                              <wpg:cNvGrpSpPr/>
                              <wpg:grpSpPr>
                                <a:xfrm>
                                  <a:off x="0" y="0"/>
                                  <a:ext cx="1109227" cy="543332"/>
                                  <a:chOff x="0" y="0"/>
                                  <a:chExt cx="2667908" cy="1191271"/>
                                </a:xfrm>
                              </wpg:grpSpPr>
                              <wps:wsp>
                                <wps:cNvPr id="356" name="Gerade Verbindung 4"/>
                                <wps:cNvCnPr/>
                                <wps:spPr>
                                  <a:xfrm>
                                    <a:off x="2174718" y="0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7" name="Gerade Verbindung 5"/>
                                <wps:cNvCnPr/>
                                <wps:spPr>
                                  <a:xfrm>
                                    <a:off x="494251" y="1191271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8" name="Gerade Verbindung 7"/>
                                <wps:cNvCnPr/>
                                <wps:spPr>
                                  <a:xfrm>
                                    <a:off x="0" y="600358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59" name="Gerade Verbindung 8"/>
                                <wps:cNvCnPr/>
                                <wps:spPr>
                                  <a:xfrm flipV="1">
                                    <a:off x="0" y="0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0" name="Gerade Verbindung 17"/>
                                <wps:cNvCnPr/>
                                <wps:spPr>
                                  <a:xfrm>
                                    <a:off x="494251" y="0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1" name="Gerade Verbindung 24"/>
                                <wps:cNvCnPr/>
                                <wps:spPr>
                                  <a:xfrm flipV="1">
                                    <a:off x="2174718" y="600358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62" name="Gruppieren 362"/>
                              <wpg:cNvGrpSpPr/>
                              <wpg:grpSpPr>
                                <a:xfrm>
                                  <a:off x="1109227" y="22087"/>
                                  <a:ext cx="1109227" cy="543332"/>
                                  <a:chOff x="1109227" y="22087"/>
                                  <a:chExt cx="2667908" cy="1191271"/>
                                </a:xfrm>
                              </wpg:grpSpPr>
                              <wps:wsp>
                                <wps:cNvPr id="363" name="Gerade Verbindung 4"/>
                                <wps:cNvCnPr/>
                                <wps:spPr>
                                  <a:xfrm>
                                    <a:off x="3283945" y="22087"/>
                                    <a:ext cx="493190" cy="6003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4" name="Gerade Verbindung 5"/>
                                <wps:cNvCnPr/>
                                <wps:spPr>
                                  <a:xfrm>
                                    <a:off x="1603478" y="1213358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5" name="Gerade Verbindung 7"/>
                                <wps:cNvCnPr/>
                                <wps:spPr>
                                  <a:xfrm>
                                    <a:off x="1109227" y="622445"/>
                                    <a:ext cx="494251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6" name="Gerade Verbindung 8"/>
                                <wps:cNvCnPr/>
                                <wps:spPr>
                                  <a:xfrm flipV="1">
                                    <a:off x="1109227" y="22087"/>
                                    <a:ext cx="494251" cy="5956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7" name="Gerade Verbindung 17"/>
                                <wps:cNvCnPr/>
                                <wps:spPr>
                                  <a:xfrm>
                                    <a:off x="1603478" y="22087"/>
                                    <a:ext cx="168046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  <wps:wsp>
                                <wps:cNvPr id="368" name="Gerade Verbindung 24"/>
                                <wps:cNvCnPr/>
                                <wps:spPr>
                                  <a:xfrm flipV="1">
                                    <a:off x="3283945" y="622445"/>
                                    <a:ext cx="493190" cy="5909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64" o:spid="_x0000_s1026" style="position:absolute;margin-left:28.15pt;margin-top:13.55pt;width:38.95pt;height:12.45pt;z-index:251724800;mso-width-relative:margin;mso-height-relative:margin" coordsize="22184,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">
                      <v:group id="Gruppieren 355" o:spid="_x0000_s1027" style="position:absolute;width:11092;height:5433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    <v:shape id="Gerade Verbindung 4" o:spid="_x0000_s1028" type="#_x0000_t32" style="position:absolute;left:21747;width:4932;height:60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jzcUAAADcAAAADwAAAGRycy9kb3ducmV2LnhtbESP3WoCMRSE7wt9h3AKvRHNqlRka5Rq&#10;Ebyw4E8f4LA5TVY3J0uS6rZP3whCL4eZ+YaZLTrXiAuFWHtWMBwUIIgrr2s2Cj6P6/4UREzIGhvP&#10;pOCHIizmjw8zLLW/8p4uh2REhnAsUYFNqS2ljJUlh3HgW+LsffngMGUZjNQBrxnuGjkqiol0WHNe&#10;sNjSylJ1Pnw7BStzNr9FWI9Op2Xv431HdiunnVLPT93bK4hEXfoP39sbrWD8MoHbmXw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PjzcUAAADcAAAADwAAAAAAAAAA&#10;AAAAAAChAgAAZHJzL2Rvd25yZXYueG1sUEsFBgAAAAAEAAQA+QAAAJMDAAAAAA==&#10;" strokecolor="windowText" strokeweight="1pt"/>
                        <v:shape id="Gerade Verbindung 5" o:spid="_x0000_s1029" type="#_x0000_t32" style="position:absolute;left:4942;top:1191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9GVsYAAADcAAAADwAAAGRycy9kb3ducmV2LnhtbESP0WoCMRRE3wv+Q7hCX0rNqtjK1ijW&#10;IvhQwdp+wGVzm6xubpYk1dWvb4RCH4eZOcPMFp1rxIlCrD0rGA4KEMSV1zUbBV+f68cpiJiQNTae&#10;ScGFIizmvbsZltqf+YNO+2REhnAsUYFNqS2ljJUlh3HgW+LsffvgMGUZjNQBzxnuGjkqiifpsOa8&#10;YLGllaXquP9xClbmaK5FWI8Oh9eH7duO7Lucdkrd97vlC4hEXfoP/7U3WsF48gy3M/k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vRlbGAAAA3AAAAA8AAAAAAAAA&#10;AAAAAAAAoQIAAGRycy9kb3ducmV2LnhtbFBLBQYAAAAABAAEAPkAAACUAwAAAAA=&#10;" strokecolor="windowText" strokeweight="1pt"/>
                        <v:shape id="Gerade Verbindung 7" o:spid="_x0000_s1030" type="#_x0000_t32" style="position:absolute;top:6003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DSJMIAAADcAAAADwAAAGRycy9kb3ducmV2LnhtbERPy2oCMRTdF/oP4Ra6KTVTpSKjUdQi&#10;uLDgox9wmVyT0cnNkKQ6+vVmUejycN6TWecacaEQa88KPnoFCOLK65qNgp/D6n0EIiZkjY1nUnCj&#10;CLPp89MES+2vvKPLPhmRQziWqMCm1JZSxsqSw9jzLXHmjj44TBkGI3XAaw53jewXxVA6rDk3WGxp&#10;aak673+dgqU5m3sRVv3TafH2/bUlu5GjTqnXl24+BpGoS//iP/daKxh85rX5TD4C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DSJMIAAADcAAAADwAAAAAAAAAAAAAA&#10;AAChAgAAZHJzL2Rvd25yZXYueG1sUEsFBgAAAAAEAAQA+QAAAJADAAAAAA==&#10;" strokecolor="windowText" strokeweight="1pt"/>
                        <v:shape id="Gerade Verbindung 8" o:spid="_x0000_s1031" type="#_x0000_t32" style="position:absolute;width:4942;height:5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yQK8YAAADcAAAADwAAAGRycy9kb3ducmV2LnhtbESPX0sDMRDE34V+h7CCbzbxX2nPpkUU&#10;QdoXbcXWt+WyvTt62RzJej2/vREEH4eZ+Q0zXw6+VT3F1AS2cDU2oIjL4BquLLxvny+noJIgO2wD&#10;k4VvSrBcjM7mWLhw4jfqN1KpDOFUoIVapCu0TmVNHtM4dMTZO4ToUbKMlXYRTxnuW31tzER7bDgv&#10;1NjRY03lcfPlLXz2a7MXMd32Y9UeVk+vu9u43ll7cT483IMSGuQ//Nd+cRZu7mbweyYfAb3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8kCvGAAAA3AAAAA8AAAAAAAAA&#10;AAAAAAAAoQIAAGRycy9kb3ducmV2LnhtbFBLBQYAAAAABAAEAPkAAACUAwAAAAA=&#10;" strokecolor="windowText" strokeweight="1pt"/>
                        <v:shape id="Gerade Verbindung 17" o:spid="_x0000_s1032" type="#_x0000_t32" style="position:absolute;left:4942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oUn8EAAADcAAAADwAAAGRycy9kb3ducmV2LnhtbERPzWoCMRC+F3yHMIKXotkqiKxGUYvg&#10;oYXW+gDDZkxWN5Mlibr26c2h0OPH979Yda4RNwqx9qzgbVSAIK68rtkoOP7shjMQMSFrbDyTggdF&#10;WC17Lwsstb/zN90OyYgcwrFEBTaltpQyVpYcxpFviTN38sFhyjAYqQPec7hr5LgoptJhzbnBYktb&#10;S9XlcHUKtuZifouwG5/Pm9fP9y+yH3LWKTXod+s5iERd+hf/ufdawWSa5+cz+QjI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6hSfwQAAANwAAAAPAAAAAAAAAAAAAAAA&#10;AKECAABkcnMvZG93bnJldi54bWxQSwUGAAAAAAQABAD5AAAAjwMAAAAA&#10;" strokecolor="windowText" strokeweight="1pt"/>
                        <v:shape id="Gerade Verbindung 24" o:spid="_x0000_s1033" type="#_x0000_t32" style="position:absolute;left:21747;top:6003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ZWkMYAAADcAAAADwAAAGRycy9kb3ducmV2LnhtbESPQUsDMRSE74L/ITzBm02qUmTbtIgi&#10;SHupbWnr7bF53V3cvCzJc7v+e1MQPA4z8w0zWwy+VT3F1AS2MB4ZUMRlcA1XFnbbt7snUEmQHbaB&#10;ycIPJVjMr69mWLhw5g/qN1KpDOFUoIVapCu0TmVNHtModMTZO4XoUbKMlXYRzxnuW31vzER7bDgv&#10;1NjRS03l1+bbW/jsV+YoYrrtftmelq/rw2NcHay9vRmep6CEBvkP/7XfnYWHyRguZ/IR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mVpDGAAAA3AAAAA8AAAAAAAAA&#10;AAAAAAAAoQIAAGRycy9kb3ducmV2LnhtbFBLBQYAAAAABAAEAPkAAACUAwAAAAA=&#10;" strokecolor="windowText" strokeweight="1pt"/>
                      </v:group>
                      <v:group id="Gruppieren 362" o:spid="_x0000_s1034" style="position:absolute;left:11092;top:220;width:11092;height:5434" coordorigin="11092,220" coordsize="26679,1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      <v:shape id="Gerade Verbindung 4" o:spid="_x0000_s1035" type="#_x0000_t32" style="position:absolute;left:32839;top:220;width:4932;height:60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K6MUAAADcAAAADwAAAGRycy9kb3ducmV2LnhtbESP3WoCMRSE7wXfIRyhN1KzVRDZGqW1&#10;CL2wUH8e4LA5TVY3J0uS6urTm0LBy2FmvmHmy8414kwh1p4VvIwKEMSV1zUbBYf9+nkGIiZkjY1n&#10;UnClCMtFvzfHUvsLb+m8S0ZkCMcSFdiU2lLKWFlyGEe+Jc7ejw8OU5bBSB3wkuGukeOimEqHNecF&#10;iy2tLFWn3a9TsDIncyvCenw8vg+/Pr7JbuSsU+pp0L29gkjUpUf4v/2pFUymE/g7k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iK6MUAAADcAAAADwAAAAAAAAAA&#10;AAAAAAChAgAAZHJzL2Rvd25yZXYueG1sUEsFBgAAAAAEAAQA+QAAAJMDAAAAAA==&#10;" strokecolor="windowText" strokeweight="1pt"/>
                        <v:shape id="Gerade Verbindung 5" o:spid="_x0000_s1036" type="#_x0000_t32" style="position:absolute;left:16034;top:12133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SnMUAAADcAAAADwAAAGRycy9kb3ducmV2LnhtbESP3WoCMRSE7wt9h3AKvRHNqkVka5Rq&#10;Ebyw4E8f4LA5TVY3J0uS6rZP3whCL4eZ+YaZLTrXiAuFWHtWMBwUIIgrr2s2Cj6P6/4UREzIGhvP&#10;pOCHIizmjw8zLLW/8p4uh2REhnAsUYFNqS2ljJUlh3HgW+LsffngMGUZjNQBrxnuGjkqiol0WHNe&#10;sNjSylJ1Pnw7BStzNr9FWI9Op2Xv431HdiunnVLPT93bK4hEXfoP39sbrWA8eYHbmXw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ESnMUAAADcAAAADwAAAAAAAAAA&#10;AAAAAAChAgAAZHJzL2Rvd25yZXYueG1sUEsFBgAAAAAEAAQA+QAAAJMDAAAAAA==&#10;" strokecolor="windowText" strokeweight="1pt"/>
                        <v:shape id="Gerade Verbindung 7" o:spid="_x0000_s1037" type="#_x0000_t32" style="position:absolute;left:11092;top:6224;width:4942;height:5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23B8UAAADcAAAADwAAAGRycy9kb3ducmV2LnhtbESP3WoCMRSE7wt9h3AKvRHNqlRka5Rq&#10;Ebyw4E8f4LA5TVY3J0uS6rZP3whCL4eZ+YaZLTrXiAuFWHtWMBwUIIgrr2s2Cj6P6/4UREzIGhvP&#10;pOCHIizmjw8zLLW/8p4uh2REhnAsUYFNqS2ljJUlh3HgW+LsffngMGUZjNQBrxnuGjkqiol0WHNe&#10;sNjSylJ1Pnw7BStzNr9FWI9Op2Xv431HdiunnVLPT93bK4hEXfoP39sbrWA8eYHbmXw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23B8UAAADcAAAADwAAAAAAAAAA&#10;AAAAAAChAgAAZHJzL2Rvd25yZXYueG1sUEsFBgAAAAAEAAQA+QAAAJMDAAAAAA==&#10;" strokecolor="windowText" strokeweight="1pt"/>
                        <v:shape id="Gerade Verbindung 8" o:spid="_x0000_s1038" type="#_x0000_t32" style="position:absolute;left:11092;top:220;width:4942;height:59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/O5MYAAADcAAAADwAAAGRycy9kb3ducmV2LnhtbESPX0sDMRDE34V+h7CCbzbxD4ecTYtU&#10;BGlfaitW35bL9u7wsjmS9Xp+e1MQ+jjMzG+Y2WL0nRoopjawhZupAUVcBddybeF993L9ACoJssMu&#10;MFn4pQSL+eRihqULR36jYSu1yhBOJVpoRPpS61Q15DFNQ0+cvUOIHiXLWGsX8ZjhvtO3xhTaY8t5&#10;ocGelg1V39sfb+FrWJtPEdPvPlbdYfW82d/H9d7aq8vx6RGU0Cjn8H/71Vm4Kwo4nclH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PzuTGAAAA3AAAAA8AAAAAAAAA&#10;AAAAAAAAoQIAAGRycy9kb3ducmV2LnhtbFBLBQYAAAAABAAEAPkAAACUAwAAAAA=&#10;" strokecolor="windowText" strokeweight="1pt"/>
                        <v:shape id="Gerade Verbindung 17" o:spid="_x0000_s1039" type="#_x0000_t32" style="position:absolute;left:16034;top:220;width:16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OM68UAAADcAAAADwAAAGRycy9kb3ducmV2LnhtbESP3WoCMRSE74W+QziF3pSarQWVrVHU&#10;InhhwZ8+wGFzmqxuTpYk1bVPbwoFL4eZ+YaZzDrXiDOFWHtW8NovQBBXXtdsFHwdVi9jEDEha2w8&#10;k4IrRZhNH3oTLLW/8I7O+2REhnAsUYFNqS2ljJUlh7HvW+LsffvgMGUZjNQBLxnuGjkoiqF0WHNe&#10;sNjS0lJ12v84BUtzMr9FWA2Ox8Xz58eW7EaOO6WeHrv5O4hEXbqH/9trreBtOIK/M/kIy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OM68UAAADcAAAADwAAAAAAAAAA&#10;AAAAAAChAgAAZHJzL2Rvd25yZXYueG1sUEsFBgAAAAAEAAQA+QAAAJMDAAAAAA==&#10;" strokecolor="windowText" strokeweight="1pt"/>
                        <v:shape id="Gerade Verbindung 24" o:spid="_x0000_s1040" type="#_x0000_t32" style="position:absolute;left:32839;top:6224;width:4932;height:59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z/DcMAAADcAAAADwAAAGRycy9kb3ducmV2LnhtbERPTWsCMRC9F/ofwhR6q0m1iGyNUloE&#10;0YvVUtvbsBl3l24mSzJdt//eHAoeH+97vhx8q3qKqQls4XFkQBGXwTVcWfg4rB5moJIgO2wDk4U/&#10;SrBc3N7MsXDhzO/U76VSOYRTgRZqka7QOpU1eUyj0BFn7hSiR8kwVtpFPOdw3+qxMVPtseHcUGNH&#10;rzWVP/tfb+G735ovEdMdPjftafO2Oz7F7dHa+7vh5RmU0CBX8b977SxMpnltPpOPgF5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c/w3DAAAA3AAAAA8AAAAAAAAAAAAA&#10;AAAAoQIAAGRycy9kb3ducmV2LnhtbFBLBQYAAAAABAAEAPkAAACRAwAAAAA=&#10;" strokecolor="windowText" strokeweight="1pt"/>
                      </v:group>
                    </v:group>
                  </w:pict>
                </mc:Fallback>
              </mc:AlternateContent>
            </w:r>
            <w:r w:rsidR="00EA24BB"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2A07001" wp14:editId="4FF5A3B0">
                      <wp:simplePos x="0" y="0"/>
                      <wp:positionH relativeFrom="column">
                        <wp:posOffset>1942079</wp:posOffset>
                      </wp:positionH>
                      <wp:positionV relativeFrom="paragraph">
                        <wp:posOffset>409575</wp:posOffset>
                      </wp:positionV>
                      <wp:extent cx="695325" cy="0"/>
                      <wp:effectExtent l="0" t="76200" r="28575" b="114300"/>
                      <wp:wrapNone/>
                      <wp:docPr id="432" name="Gerade Verbindung mit Pfeil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432" o:spid="_x0000_s1026" type="#_x0000_t32" style="position:absolute;margin-left:152.9pt;margin-top:32.25pt;width:54.7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" strokecolor="windowText">
                      <v:stroke endarrow="open"/>
                    </v:shape>
                  </w:pict>
                </mc:Fallback>
              </mc:AlternateContent>
            </w:r>
          </w:p>
        </w:tc>
      </w:tr>
    </w:tbl>
    <w:p w:rsidR="0069713F" w:rsidRDefault="0069713F" w:rsidP="0077126D"/>
    <w:sectPr w:rsidR="0069713F" w:rsidSect="00B52A20">
      <w:headerReference w:type="default" r:id="rId8"/>
      <w:footerReference w:type="default" r:id="rId9"/>
      <w:pgSz w:w="16838" w:h="11906" w:orient="landscape" w:code="9"/>
      <w:pgMar w:top="1418" w:right="1418" w:bottom="851" w:left="1134" w:header="709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AD" w:rsidRDefault="009C30AD">
      <w:r>
        <w:separator/>
      </w:r>
    </w:p>
  </w:endnote>
  <w:endnote w:type="continuationSeparator" w:id="0">
    <w:p w:rsidR="009C30AD" w:rsidRDefault="009C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20" w:rsidRDefault="00452B7F" w:rsidP="00B52A2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B32871" wp14:editId="02235EAE">
          <wp:simplePos x="0" y="0"/>
          <wp:positionH relativeFrom="column">
            <wp:posOffset>103505</wp:posOffset>
          </wp:positionH>
          <wp:positionV relativeFrom="paragraph">
            <wp:posOffset>-128905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46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2A20" w:rsidRPr="00452972">
      <w:rPr>
        <w:i/>
        <w:sz w:val="20"/>
        <w:szCs w:val="20"/>
      </w:rPr>
      <w:t>www.ernährungslehre-bw.de</w:t>
    </w:r>
    <w:r w:rsidR="00B52A2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AD" w:rsidRDefault="009C30AD">
      <w:r>
        <w:separator/>
      </w:r>
    </w:p>
  </w:footnote>
  <w:footnote w:type="continuationSeparator" w:id="0">
    <w:p w:rsidR="009C30AD" w:rsidRDefault="009C3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A5E" w:rsidRDefault="00377A5E" w:rsidP="000D6E36">
    <w:pPr>
      <w:pStyle w:val="Kopfzeile"/>
      <w:pBdr>
        <w:bottom w:val="single" w:sz="12" w:space="1" w:color="auto"/>
      </w:pBdr>
      <w:tabs>
        <w:tab w:val="clear" w:pos="4536"/>
        <w:tab w:val="clear" w:pos="9072"/>
        <w:tab w:val="center" w:pos="7020"/>
        <w:tab w:val="right" w:pos="12420"/>
      </w:tabs>
      <w:rPr>
        <w:sz w:val="20"/>
        <w:szCs w:val="20"/>
      </w:rPr>
    </w:pPr>
    <w:r>
      <w:rPr>
        <w:sz w:val="20"/>
        <w:szCs w:val="20"/>
      </w:rPr>
      <w:t xml:space="preserve">Klasse: </w:t>
    </w:r>
    <w:r>
      <w:rPr>
        <w:sz w:val="20"/>
        <w:szCs w:val="20"/>
      </w:rPr>
      <w:tab/>
      <w:t>Thema:</w:t>
    </w:r>
    <w:r w:rsidR="000D6E36">
      <w:rPr>
        <w:sz w:val="20"/>
        <w:szCs w:val="20"/>
      </w:rPr>
      <w:t xml:space="preserve"> </w:t>
    </w:r>
    <w:r w:rsidR="00923FAF">
      <w:rPr>
        <w:sz w:val="20"/>
        <w:szCs w:val="20"/>
      </w:rPr>
      <w:t>Kohlenhydratverdauung</w:t>
    </w:r>
    <w:r>
      <w:rPr>
        <w:sz w:val="20"/>
        <w:szCs w:val="20"/>
      </w:rPr>
      <w:tab/>
      <w:t>Datum:</w:t>
    </w:r>
    <w:r>
      <w:rPr>
        <w:sz w:val="20"/>
        <w:szCs w:val="20"/>
      </w:rPr>
      <w:tab/>
    </w:r>
  </w:p>
  <w:p w:rsidR="00377A5E" w:rsidRPr="00377A5E" w:rsidRDefault="00377A5E" w:rsidP="00377A5E">
    <w:pPr>
      <w:pStyle w:val="Kopfzeile"/>
      <w:tabs>
        <w:tab w:val="clear" w:pos="9072"/>
        <w:tab w:val="right" w:pos="8100"/>
      </w:tabs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2232"/>
    <w:multiLevelType w:val="hybridMultilevel"/>
    <w:tmpl w:val="065EA8BA"/>
    <w:lvl w:ilvl="0" w:tplc="F79CDEDA">
      <w:numFmt w:val="bullet"/>
      <w:lvlText w:val=""/>
      <w:lvlJc w:val="left"/>
      <w:pPr>
        <w:ind w:left="319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061507D9"/>
    <w:multiLevelType w:val="hybridMultilevel"/>
    <w:tmpl w:val="A162BE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F50A1"/>
    <w:multiLevelType w:val="hybridMultilevel"/>
    <w:tmpl w:val="FC04B6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F60A6"/>
    <w:multiLevelType w:val="hybridMultilevel"/>
    <w:tmpl w:val="25E077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B5030"/>
    <w:multiLevelType w:val="hybridMultilevel"/>
    <w:tmpl w:val="EB1EA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1785C"/>
    <w:multiLevelType w:val="hybridMultilevel"/>
    <w:tmpl w:val="6B38A7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783CB7"/>
    <w:multiLevelType w:val="hybridMultilevel"/>
    <w:tmpl w:val="D45688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041AD3"/>
    <w:multiLevelType w:val="hybridMultilevel"/>
    <w:tmpl w:val="70DE96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A0E84"/>
    <w:multiLevelType w:val="hybridMultilevel"/>
    <w:tmpl w:val="20E685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71A7D"/>
    <w:multiLevelType w:val="hybridMultilevel"/>
    <w:tmpl w:val="C76C36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337EA"/>
    <w:multiLevelType w:val="hybridMultilevel"/>
    <w:tmpl w:val="87EA9B5E"/>
    <w:lvl w:ilvl="0" w:tplc="C928A2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67522"/>
    <w:multiLevelType w:val="hybridMultilevel"/>
    <w:tmpl w:val="D548EA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60"/>
    <w:rsid w:val="00010F09"/>
    <w:rsid w:val="00073B30"/>
    <w:rsid w:val="000A7275"/>
    <w:rsid w:val="000D6E36"/>
    <w:rsid w:val="000E5B99"/>
    <w:rsid w:val="00140ABA"/>
    <w:rsid w:val="00153A4D"/>
    <w:rsid w:val="001829B3"/>
    <w:rsid w:val="001B3365"/>
    <w:rsid w:val="00215613"/>
    <w:rsid w:val="002B1E7D"/>
    <w:rsid w:val="0030112B"/>
    <w:rsid w:val="00377A5E"/>
    <w:rsid w:val="003A7A09"/>
    <w:rsid w:val="003B1FBB"/>
    <w:rsid w:val="003D2A2C"/>
    <w:rsid w:val="004131C2"/>
    <w:rsid w:val="00423948"/>
    <w:rsid w:val="00452B7F"/>
    <w:rsid w:val="00511C8D"/>
    <w:rsid w:val="00523FAA"/>
    <w:rsid w:val="00551AF4"/>
    <w:rsid w:val="00560E20"/>
    <w:rsid w:val="005856C6"/>
    <w:rsid w:val="005938A8"/>
    <w:rsid w:val="005E1AA1"/>
    <w:rsid w:val="006053A8"/>
    <w:rsid w:val="00614F62"/>
    <w:rsid w:val="00632D23"/>
    <w:rsid w:val="006345AA"/>
    <w:rsid w:val="0068296E"/>
    <w:rsid w:val="0069713F"/>
    <w:rsid w:val="006C43B8"/>
    <w:rsid w:val="0077126D"/>
    <w:rsid w:val="007D6760"/>
    <w:rsid w:val="007E2C09"/>
    <w:rsid w:val="007F3664"/>
    <w:rsid w:val="008E382D"/>
    <w:rsid w:val="0090743A"/>
    <w:rsid w:val="00923FAF"/>
    <w:rsid w:val="00957249"/>
    <w:rsid w:val="00957343"/>
    <w:rsid w:val="009918D8"/>
    <w:rsid w:val="009C30AD"/>
    <w:rsid w:val="00B044B1"/>
    <w:rsid w:val="00B244BF"/>
    <w:rsid w:val="00B51208"/>
    <w:rsid w:val="00B52A20"/>
    <w:rsid w:val="00BB3D27"/>
    <w:rsid w:val="00BB7337"/>
    <w:rsid w:val="00BF1C64"/>
    <w:rsid w:val="00C022E8"/>
    <w:rsid w:val="00C70864"/>
    <w:rsid w:val="00D62004"/>
    <w:rsid w:val="00DF3C0D"/>
    <w:rsid w:val="00E051DC"/>
    <w:rsid w:val="00E13517"/>
    <w:rsid w:val="00EA24BB"/>
    <w:rsid w:val="00EB5D44"/>
    <w:rsid w:val="00EF5794"/>
    <w:rsid w:val="00F04F9E"/>
    <w:rsid w:val="00F05E7C"/>
    <w:rsid w:val="00F3151C"/>
    <w:rsid w:val="00F31F50"/>
    <w:rsid w:val="00F9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77A5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77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77A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32D23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E7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05E7C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  <w:style w:type="paragraph" w:styleId="Sprechblasentext">
    <w:name w:val="Balloon Text"/>
    <w:basedOn w:val="Standard"/>
    <w:link w:val="SprechblasentextZchn"/>
    <w:rsid w:val="00F05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05E7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2A2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77A5E"/>
    <w:pPr>
      <w:spacing w:line="288" w:lineRule="auto"/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77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77A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32D23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E7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05E7C"/>
    <w:pPr>
      <w:spacing w:before="100" w:beforeAutospacing="1" w:after="100" w:afterAutospacing="1" w:line="240" w:lineRule="auto"/>
    </w:pPr>
    <w:rPr>
      <w:rFonts w:ascii="Times New Roman" w:eastAsiaTheme="minorEastAsia" w:hAnsi="Times New Roman"/>
    </w:rPr>
  </w:style>
  <w:style w:type="paragraph" w:styleId="Sprechblasentext">
    <w:name w:val="Balloon Text"/>
    <w:basedOn w:val="Standard"/>
    <w:link w:val="SprechblasentextZchn"/>
    <w:rsid w:val="00F05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05E7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2A2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ntje\Anwendungsdaten\Microsoft\Templates\Arbeitsblatt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Arbeitsblatt1.dot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Übersicht Kohlenhydratverdauung</vt:lpstr>
      <vt:lpstr>Übersicht Kohlenhydratverdauung</vt:lpstr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Kohlenhydratverdauung</dc:title>
  <dc:creator>Antje</dc:creator>
  <cp:lastModifiedBy>Anika_Neu</cp:lastModifiedBy>
  <cp:revision>3</cp:revision>
  <cp:lastPrinted>2018-04-11T09:47:00Z</cp:lastPrinted>
  <dcterms:created xsi:type="dcterms:W3CDTF">2018-11-16T10:22:00Z</dcterms:created>
  <dcterms:modified xsi:type="dcterms:W3CDTF">2018-11-16T10:23:00Z</dcterms:modified>
</cp:coreProperties>
</file>