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313" w:rsidRPr="009D7313" w:rsidRDefault="009D7313" w:rsidP="009D7313">
      <w:pPr>
        <w:pStyle w:val="LSStandardtext"/>
        <w:rPr>
          <w:b/>
        </w:rPr>
      </w:pPr>
      <w:r w:rsidRPr="009D7313">
        <w:rPr>
          <w:b/>
        </w:rPr>
        <w:t>Der indirekte Beweis</w:t>
      </w:r>
    </w:p>
    <w:p w:rsidR="009D7313" w:rsidRDefault="009D7313" w:rsidP="00C9144C">
      <w:pPr>
        <w:pStyle w:val="LSStandardtext"/>
      </w:pPr>
      <w:r>
        <w:t>Ein Beispiel:</w:t>
      </w:r>
    </w:p>
    <w:p w:rsidR="009D7313" w:rsidRDefault="009D7313" w:rsidP="00C9144C">
      <w:pPr>
        <w:pStyle w:val="LSStandardtext"/>
      </w:pPr>
      <w:r>
        <w:t xml:space="preserve">Der Verdächtige X steht vor Gericht. Der Staatsanwalt liest die Anklageschrift vor: </w:t>
      </w:r>
    </w:p>
    <w:p w:rsidR="009D7313" w:rsidRDefault="009D7313" w:rsidP="00C9144C">
      <w:pPr>
        <w:pStyle w:val="LSStandardtext"/>
      </w:pPr>
      <w:r>
        <w:t>„...Herr X hat am 1.10. zwischen 23.00 und 23.15 Uhr im Uhrengeschäft XY einen Einbruch verübt. .....“</w:t>
      </w:r>
    </w:p>
    <w:p w:rsidR="009D7313" w:rsidRDefault="009D7313" w:rsidP="00C9144C">
      <w:pPr>
        <w:pStyle w:val="LSStandardtext"/>
      </w:pPr>
      <w:r>
        <w:t>Die Staatsanwaltschaft muss z.B. durch Zeugenaussagen beweisen, dass die Anklage b</w:t>
      </w:r>
      <w:r>
        <w:t>e</w:t>
      </w:r>
      <w:r>
        <w:t>rechtigt ist, damit der Verdächtige verurteilt wird.</w:t>
      </w:r>
    </w:p>
    <w:p w:rsidR="009D7313" w:rsidRDefault="009D7313" w:rsidP="00C9144C">
      <w:pPr>
        <w:pStyle w:val="LSStandardtext"/>
      </w:pPr>
      <w:r>
        <w:t xml:space="preserve">Der Verdächtige X behauptet natürlich das Gegenteil, nämlich dass er unschuldig ist: </w:t>
      </w:r>
    </w:p>
    <w:p w:rsidR="009D7313" w:rsidRDefault="009D7313" w:rsidP="00C9144C">
      <w:pPr>
        <w:pStyle w:val="LSStandardtext"/>
      </w:pPr>
      <w:r>
        <w:t xml:space="preserve">„Ich habe den Einbruch nicht begangen.“ </w:t>
      </w:r>
    </w:p>
    <w:p w:rsidR="009D7313" w:rsidRDefault="009D7313" w:rsidP="00C9144C">
      <w:pPr>
        <w:pStyle w:val="LSStandardtext"/>
      </w:pPr>
      <w:r>
        <w:t>Auch Herr X wird versuchen, seine Aussage zu beweisen, um freigesprochen zu werden. Dabei hat er Glück. Zu der fraglichen Zeit war er nämlich mit mehreren Freunden zusa</w:t>
      </w:r>
      <w:r>
        <w:t>m</w:t>
      </w:r>
      <w:r>
        <w:t>men. Er sagt also zu seiner Verteidigung: „Wenn ich den Einbruch begangen hätte, dann hätte ich am 1.10. zwischen 23.00 und 23.15 Uhr im Uhrengeschäft XY sein müssen. Da ich aber nachweislich an einem</w:t>
      </w:r>
    </w:p>
    <w:p w:rsidR="009D7313" w:rsidRDefault="009D7313" w:rsidP="00C9144C">
      <w:pPr>
        <w:pStyle w:val="LSStandardtext"/>
      </w:pPr>
      <w:r>
        <w:t>anderen Ort war, kann ich nicht der Täter sein.“</w:t>
      </w:r>
    </w:p>
    <w:p w:rsidR="009D7313" w:rsidRDefault="009D7313" w:rsidP="00C9144C">
      <w:pPr>
        <w:pStyle w:val="LSStandardtext"/>
      </w:pPr>
    </w:p>
    <w:p w:rsidR="009D7313" w:rsidRDefault="009D7313" w:rsidP="00C9144C">
      <w:pPr>
        <w:pStyle w:val="LSStandardtext"/>
      </w:pPr>
      <w:r>
        <w:t xml:space="preserve">Dieser leicht verständliche „Alibibeweis“ ist nichts anderes als ein indirekter Beweis. </w:t>
      </w:r>
    </w:p>
    <w:p w:rsidR="009D7313" w:rsidRDefault="009D7313" w:rsidP="009D731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B897BB" wp14:editId="38A191A3">
                <wp:simplePos x="0" y="0"/>
                <wp:positionH relativeFrom="column">
                  <wp:posOffset>184150</wp:posOffset>
                </wp:positionH>
                <wp:positionV relativeFrom="paragraph">
                  <wp:posOffset>99695</wp:posOffset>
                </wp:positionV>
                <wp:extent cx="5603875" cy="1557020"/>
                <wp:effectExtent l="0" t="0" r="15875" b="24130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3875" cy="15570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7313" w:rsidRDefault="009D7313" w:rsidP="009D7313">
                            <w:r>
                              <w:t>Beim indirekten Beweis geht man so vor:</w:t>
                            </w:r>
                          </w:p>
                          <w:p w:rsidR="009D7313" w:rsidRDefault="009D7313" w:rsidP="009D7313">
                            <w:pPr>
                              <w:pStyle w:val="Listenabsatz"/>
                              <w:numPr>
                                <w:ilvl w:val="0"/>
                                <w:numId w:val="26"/>
                              </w:numPr>
                              <w:spacing w:after="200"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Man nimmt an, dass das Gegenteil der Behauptung gälte und zieht da</w:t>
                            </w:r>
                            <w:r>
                              <w:rPr>
                                <w:rFonts w:ascii="Arial" w:hAnsi="Arial" w:cs="Arial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</w:rPr>
                              <w:t>aus Folgerungen.</w:t>
                            </w:r>
                          </w:p>
                          <w:p w:rsidR="009D7313" w:rsidRDefault="009D7313" w:rsidP="009D7313">
                            <w:pPr>
                              <w:pStyle w:val="Listenabsatz"/>
                              <w:numPr>
                                <w:ilvl w:val="0"/>
                                <w:numId w:val="26"/>
                              </w:numPr>
                              <w:spacing w:after="200"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Man führt die Argumentation zu einem Widerspruch</w:t>
                            </w:r>
                          </w:p>
                          <w:p w:rsidR="009D7313" w:rsidRPr="00A85FB7" w:rsidRDefault="009D7313" w:rsidP="009D7313">
                            <w:pPr>
                              <w:pStyle w:val="Listenabsatz"/>
                              <w:numPr>
                                <w:ilvl w:val="0"/>
                                <w:numId w:val="26"/>
                              </w:numPr>
                              <w:spacing w:after="200"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Da der Beweisgang logisch war und aus etwas Richtigem nicht etwas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fa</w:t>
                            </w:r>
                            <w:r>
                              <w:rPr>
                                <w:rFonts w:ascii="Arial" w:hAnsi="Arial" w:cs="Arial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</w:rPr>
                              <w:t>sches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folgen kann, muss die Annahme falsch und die Behauptung richtig sein.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" o:spid="_x0000_s1026" style="position:absolute;margin-left:14.5pt;margin-top:7.85pt;width:441.25pt;height:122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" fillcolor="white [3201]" strokecolor="black [3200]" strokeweight="2pt">
                <v:textbox>
                  <w:txbxContent>
                    <w:p w:rsidR="009D7313" w:rsidRDefault="009D7313" w:rsidP="009D7313">
                      <w:r>
                        <w:t>Beim indirekten Beweis geht man so vor:</w:t>
                      </w:r>
                    </w:p>
                    <w:p w:rsidR="009D7313" w:rsidRDefault="009D7313" w:rsidP="009D7313">
                      <w:pPr>
                        <w:pStyle w:val="Listenabsatz"/>
                        <w:numPr>
                          <w:ilvl w:val="0"/>
                          <w:numId w:val="26"/>
                        </w:numPr>
                        <w:spacing w:after="200"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Man nimmt an, dass das Gegenteil der Behauptung gälte und zieht da</w:t>
                      </w:r>
                      <w:r>
                        <w:rPr>
                          <w:rFonts w:ascii="Arial" w:hAnsi="Arial" w:cs="Arial"/>
                        </w:rPr>
                        <w:t>r</w:t>
                      </w:r>
                      <w:r>
                        <w:rPr>
                          <w:rFonts w:ascii="Arial" w:hAnsi="Arial" w:cs="Arial"/>
                        </w:rPr>
                        <w:t>aus Folgerungen.</w:t>
                      </w:r>
                    </w:p>
                    <w:p w:rsidR="009D7313" w:rsidRDefault="009D7313" w:rsidP="009D7313">
                      <w:pPr>
                        <w:pStyle w:val="Listenabsatz"/>
                        <w:numPr>
                          <w:ilvl w:val="0"/>
                          <w:numId w:val="26"/>
                        </w:numPr>
                        <w:spacing w:after="200"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Man führt die Argumentation zu einem Widerspruch</w:t>
                      </w:r>
                    </w:p>
                    <w:p w:rsidR="009D7313" w:rsidRPr="00A85FB7" w:rsidRDefault="009D7313" w:rsidP="009D7313">
                      <w:pPr>
                        <w:pStyle w:val="Listenabsatz"/>
                        <w:numPr>
                          <w:ilvl w:val="0"/>
                          <w:numId w:val="26"/>
                        </w:numPr>
                        <w:spacing w:after="200"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Da der Beweisgang logisch war und aus etwas Richtigem nicht etwas fa</w:t>
                      </w:r>
                      <w:r>
                        <w:rPr>
                          <w:rFonts w:ascii="Arial" w:hAnsi="Arial" w:cs="Arial"/>
                        </w:rPr>
                        <w:t>l</w:t>
                      </w:r>
                      <w:r>
                        <w:rPr>
                          <w:rFonts w:ascii="Arial" w:hAnsi="Arial" w:cs="Arial"/>
                        </w:rPr>
                        <w:t>sches folgen kann, muss die Annahme falsch und die Behauptung richtig sein.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D7313" w:rsidRDefault="009D7313" w:rsidP="009D7313"/>
    <w:p w:rsidR="009D7313" w:rsidRDefault="009D7313" w:rsidP="009D7313"/>
    <w:p w:rsidR="009D7313" w:rsidRDefault="009D7313" w:rsidP="009D7313"/>
    <w:p w:rsidR="009D7313" w:rsidRDefault="009D7313" w:rsidP="009D7313"/>
    <w:p w:rsidR="009D7313" w:rsidRDefault="009D7313" w:rsidP="009D7313"/>
    <w:p w:rsidR="009D7313" w:rsidRDefault="009D7313" w:rsidP="009D7313"/>
    <w:p w:rsidR="009D7313" w:rsidRDefault="009D7313" w:rsidP="009D7313"/>
    <w:p w:rsidR="009D7313" w:rsidRDefault="009D7313" w:rsidP="009D7313"/>
    <w:p w:rsidR="009D7313" w:rsidRDefault="009D7313" w:rsidP="009D7313"/>
    <w:p w:rsidR="009D7313" w:rsidRDefault="009D7313" w:rsidP="009D7313"/>
    <w:p w:rsidR="009D7313" w:rsidRDefault="009D7313" w:rsidP="009D7313">
      <w:pPr>
        <w:pStyle w:val="LSStandardtext"/>
        <w:numPr>
          <w:ilvl w:val="0"/>
          <w:numId w:val="28"/>
        </w:numPr>
      </w:pPr>
      <w:r>
        <w:t>Bringen Sie den berühmten Beweis von Euklid in die richtige Reihenfolge. (Hinweis: kann anschließend aufgeklebt werden.)</w:t>
      </w:r>
    </w:p>
    <w:p w:rsidR="009D7313" w:rsidRDefault="009D7313" w:rsidP="009D7313">
      <w:r>
        <w:t> </w:t>
      </w:r>
    </w:p>
    <w:p w:rsidR="009D7313" w:rsidRDefault="009D7313">
      <w:r>
        <w:br w:type="page"/>
      </w:r>
    </w:p>
    <w:p w:rsidR="009D7313" w:rsidRPr="009D7313" w:rsidRDefault="009D7313" w:rsidP="009D7313">
      <w:pPr>
        <w:pStyle w:val="LSStandardtext"/>
      </w:pPr>
      <w:r w:rsidRPr="009D7313">
        <w:lastRenderedPageBreak/>
        <w:t>Behauptung: Es gibt unendlich viele Primzahlen.</w:t>
      </w:r>
    </w:p>
    <w:p w:rsidR="009D7313" w:rsidRPr="009D7313" w:rsidRDefault="009D7313" w:rsidP="009D7313">
      <w:pPr>
        <w:pStyle w:val="LSStandardtext"/>
      </w:pPr>
    </w:p>
    <w:p w:rsidR="009D7313" w:rsidRPr="009D7313" w:rsidRDefault="009D7313" w:rsidP="009D7313">
      <w:pPr>
        <w:pStyle w:val="LSStandardtext"/>
      </w:pPr>
      <w:r w:rsidRPr="009D7313">
        <w:t>Annahme: Es gibt endlich viele Primzahlen.</w:t>
      </w:r>
    </w:p>
    <w:p w:rsidR="009D7313" w:rsidRPr="009D7313" w:rsidRDefault="009D7313" w:rsidP="009D7313">
      <w:pPr>
        <w:pStyle w:val="LSStandardtext"/>
      </w:pPr>
    </w:p>
    <w:p w:rsidR="009D7313" w:rsidRPr="009D7313" w:rsidRDefault="009D7313" w:rsidP="009D7313">
      <w:pPr>
        <w:pStyle w:val="LSStandardtext"/>
        <w:rPr>
          <w:rFonts w:eastAsiaTheme="minorEastAsia"/>
        </w:rPr>
      </w:pPr>
      <w:r w:rsidRPr="009D7313">
        <w:t xml:space="preserve">Dann gibt es eine größte </w:t>
      </w:r>
      <w:proofErr w:type="gramStart"/>
      <w:r w:rsidRPr="009D7313">
        <w:t xml:space="preserve">Primzahl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 w:rsidRPr="009D7313">
        <w:rPr>
          <w:rFonts w:eastAsiaTheme="minorEastAsia"/>
        </w:rPr>
        <w:t>.</w:t>
      </w:r>
    </w:p>
    <w:p w:rsidR="009D7313" w:rsidRPr="009D7313" w:rsidRDefault="009D7313" w:rsidP="009D7313">
      <w:pPr>
        <w:pStyle w:val="LSStandardtext"/>
        <w:rPr>
          <w:rFonts w:eastAsiaTheme="minorEastAsia"/>
        </w:rPr>
      </w:pPr>
    </w:p>
    <w:p w:rsidR="009D7313" w:rsidRPr="009D7313" w:rsidRDefault="009D7313" w:rsidP="009D7313">
      <w:pPr>
        <w:pStyle w:val="LSStandardtext"/>
        <w:rPr>
          <w:rFonts w:eastAsiaTheme="minorEastAsia"/>
        </w:rPr>
      </w:pPr>
      <w:r w:rsidRPr="009D7313">
        <w:rPr>
          <w:rFonts w:eastAsiaTheme="minorEastAsia"/>
        </w:rPr>
        <w:t>Weiterhin können wir dann die endliche Menge aller Primzahlen wie folgt aufschreiben:</w:t>
      </w:r>
    </w:p>
    <w:p w:rsidR="009D7313" w:rsidRPr="009D7313" w:rsidRDefault="00135AA9" w:rsidP="009D7313">
      <w:pPr>
        <w:pStyle w:val="LSStandardtext"/>
        <w:rPr>
          <w:rFonts w:eastAsiaTheme="minorEastAsia"/>
        </w:rPr>
      </w:pPr>
      <m:oMathPara>
        <m:oMathParaPr>
          <m:jc m:val="left"/>
        </m:oMathParaPr>
        <m:oMath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 xml:space="preserve">2;3;5;…;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e>
          </m:d>
        </m:oMath>
      </m:oMathPara>
    </w:p>
    <w:p w:rsidR="009D7313" w:rsidRPr="009D7313" w:rsidRDefault="009D7313" w:rsidP="009D7313">
      <w:pPr>
        <w:pStyle w:val="LSStandardtext"/>
        <w:rPr>
          <w:rFonts w:eastAsiaTheme="minorEastAsia"/>
        </w:rPr>
      </w:pPr>
    </w:p>
    <w:p w:rsidR="009D7313" w:rsidRPr="009D7313" w:rsidRDefault="009D7313" w:rsidP="009D7313">
      <w:pPr>
        <w:pStyle w:val="LSStandardtext"/>
        <w:rPr>
          <w:rFonts w:eastAsiaTheme="minorEastAsia"/>
        </w:rPr>
      </w:pPr>
      <w:r w:rsidRPr="009D7313">
        <w:rPr>
          <w:rFonts w:eastAsiaTheme="minorEastAsia"/>
        </w:rPr>
        <w:t xml:space="preserve">Wir bilden nun die </w:t>
      </w:r>
      <w:proofErr w:type="gramStart"/>
      <w:r w:rsidRPr="009D7313">
        <w:rPr>
          <w:rFonts w:eastAsiaTheme="minorEastAsia"/>
        </w:rPr>
        <w:t xml:space="preserve">Zahl </w:t>
      </w:r>
      <w:proofErr w:type="gramEnd"/>
      <m:oMath>
        <m:r>
          <w:rPr>
            <w:rFonts w:ascii="Cambria Math" w:eastAsiaTheme="minorEastAsia" w:hAnsi="Cambria Math"/>
          </w:rPr>
          <m:t>N</m:t>
        </m:r>
      </m:oMath>
      <w:r w:rsidRPr="009D7313">
        <w:rPr>
          <w:rFonts w:eastAsiaTheme="minorEastAsia"/>
        </w:rPr>
        <w:t xml:space="preserve">, indem wir alle Primzahlen multiplizieren und eins addieren. </w:t>
      </w:r>
      <m:oMath>
        <m:r>
          <w:rPr>
            <w:rFonts w:ascii="Cambria Math" w:eastAsiaTheme="minorEastAsia" w:hAnsi="Cambria Math"/>
          </w:rPr>
          <m:t>N=2∙3∙…∙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  <m:r>
          <w:rPr>
            <w:rFonts w:ascii="Cambria Math" w:eastAsiaTheme="minorEastAsia" w:hAnsi="Cambria Math"/>
          </w:rPr>
          <m:t>+1</m:t>
        </m:r>
      </m:oMath>
      <w:r w:rsidRPr="009D7313">
        <w:rPr>
          <w:rFonts w:eastAsiaTheme="minorEastAsia"/>
        </w:rPr>
        <w:t xml:space="preserve"> und wir unterscheiden zwei Fälle.</w:t>
      </w:r>
    </w:p>
    <w:p w:rsidR="009D7313" w:rsidRPr="009D7313" w:rsidRDefault="009D7313" w:rsidP="009D7313">
      <w:pPr>
        <w:pStyle w:val="LSStandardtext"/>
        <w:rPr>
          <w:rFonts w:eastAsiaTheme="minorEastAsia"/>
        </w:rPr>
      </w:pPr>
    </w:p>
    <w:p w:rsidR="009D7313" w:rsidRPr="009D7313" w:rsidRDefault="009D7313" w:rsidP="009D7313">
      <w:pPr>
        <w:pStyle w:val="LSStandardtext"/>
        <w:rPr>
          <w:rFonts w:eastAsiaTheme="minorEastAsia"/>
        </w:rPr>
      </w:pPr>
      <w:r w:rsidRPr="009D7313">
        <w:rPr>
          <w:rFonts w:eastAsiaTheme="minorEastAsia"/>
        </w:rPr>
        <w:t>Erster Fall:</w:t>
      </w:r>
    </w:p>
    <w:p w:rsidR="009D7313" w:rsidRPr="009D7313" w:rsidRDefault="009D7313" w:rsidP="009D7313">
      <w:pPr>
        <w:pStyle w:val="LSStandardtext"/>
        <w:rPr>
          <w:rFonts w:eastAsiaTheme="minorEastAsia"/>
        </w:rPr>
      </w:pPr>
    </w:p>
    <w:p w:rsidR="009D7313" w:rsidRPr="009D7313" w:rsidRDefault="009D7313" w:rsidP="009D7313">
      <w:pPr>
        <w:pStyle w:val="LSStandardtext"/>
        <w:rPr>
          <w:rFonts w:eastAsiaTheme="minorEastAsia"/>
        </w:rPr>
      </w:pPr>
      <m:oMath>
        <m:r>
          <w:rPr>
            <w:rFonts w:ascii="Cambria Math" w:hAnsi="Cambria Math"/>
          </w:rPr>
          <m:t>N</m:t>
        </m:r>
      </m:oMath>
      <w:r w:rsidRPr="009D7313">
        <w:rPr>
          <w:rFonts w:eastAsiaTheme="minorEastAsia"/>
        </w:rPr>
        <w:t xml:space="preserve"> ist eine Primzahl.</w:t>
      </w:r>
    </w:p>
    <w:p w:rsidR="009D7313" w:rsidRPr="009D7313" w:rsidRDefault="009D7313" w:rsidP="009D7313">
      <w:pPr>
        <w:pStyle w:val="LSStandardtext"/>
        <w:rPr>
          <w:rFonts w:eastAsiaTheme="minorEastAsia"/>
        </w:rPr>
      </w:pPr>
    </w:p>
    <w:p w:rsidR="009D7313" w:rsidRPr="009D7313" w:rsidRDefault="009D7313" w:rsidP="009D7313">
      <w:pPr>
        <w:pStyle w:val="LSStandardtext"/>
        <w:rPr>
          <w:rFonts w:eastAsiaTheme="minorEastAsia"/>
        </w:rPr>
      </w:pPr>
      <w:r w:rsidRPr="009D7313">
        <w:rPr>
          <w:rFonts w:eastAsiaTheme="minorEastAsia"/>
        </w:rPr>
        <w:t xml:space="preserve">Dann </w:t>
      </w:r>
      <w:proofErr w:type="gramStart"/>
      <w:r w:rsidRPr="009D7313">
        <w:rPr>
          <w:rFonts w:eastAsiaTheme="minorEastAsia"/>
        </w:rPr>
        <w:t xml:space="preserve">ist </w:t>
      </w:r>
      <w:proofErr w:type="gramEnd"/>
      <m:oMath>
        <m:r>
          <w:rPr>
            <w:rFonts w:ascii="Cambria Math" w:eastAsiaTheme="minorEastAsia" w:hAnsi="Cambria Math"/>
          </w:rPr>
          <m:t>N&gt;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</m:oMath>
      <w:r w:rsidRPr="009D7313">
        <w:rPr>
          <w:rFonts w:eastAsiaTheme="minorEastAsia"/>
        </w:rPr>
        <w:t>.</w:t>
      </w:r>
    </w:p>
    <w:p w:rsidR="009D7313" w:rsidRPr="009D7313" w:rsidRDefault="009D7313" w:rsidP="009D7313">
      <w:pPr>
        <w:pStyle w:val="LSStandardtext"/>
        <w:rPr>
          <w:rFonts w:eastAsiaTheme="minorEastAsia"/>
        </w:rPr>
      </w:pPr>
    </w:p>
    <w:p w:rsidR="009D7313" w:rsidRPr="009D7313" w:rsidRDefault="009D7313" w:rsidP="009D7313">
      <w:pPr>
        <w:pStyle w:val="LSStandardtext"/>
        <w:rPr>
          <w:rFonts w:eastAsiaTheme="minorEastAsia"/>
        </w:rPr>
      </w:pPr>
      <w:r w:rsidRPr="009D7313">
        <w:rPr>
          <w:rFonts w:eastAsiaTheme="minorEastAsia"/>
        </w:rPr>
        <w:t xml:space="preserve">Dies ist ein Widerspruch dazu, dass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 w:rsidRPr="009D7313">
        <w:rPr>
          <w:rFonts w:eastAsiaTheme="minorEastAsia"/>
        </w:rPr>
        <w:t xml:space="preserve"> die größte Primzahl ist.</w:t>
      </w:r>
    </w:p>
    <w:p w:rsidR="009D7313" w:rsidRPr="009D7313" w:rsidRDefault="009D7313" w:rsidP="009D7313">
      <w:pPr>
        <w:pStyle w:val="LSStandardtext"/>
        <w:rPr>
          <w:rFonts w:eastAsiaTheme="minorEastAsia"/>
        </w:rPr>
      </w:pPr>
    </w:p>
    <w:p w:rsidR="009D7313" w:rsidRPr="009D7313" w:rsidRDefault="009D7313" w:rsidP="009D7313">
      <w:pPr>
        <w:pStyle w:val="LSStandardtext"/>
        <w:rPr>
          <w:rFonts w:eastAsiaTheme="minorEastAsia"/>
        </w:rPr>
      </w:pPr>
      <w:r w:rsidRPr="009D7313">
        <w:rPr>
          <w:rFonts w:eastAsiaTheme="minorEastAsia"/>
        </w:rPr>
        <w:t>Also war unsere Annahme in diesem Fall falsch.</w:t>
      </w:r>
    </w:p>
    <w:p w:rsidR="009D7313" w:rsidRPr="009D7313" w:rsidRDefault="009D7313" w:rsidP="009D7313">
      <w:pPr>
        <w:pStyle w:val="LSStandardtext"/>
        <w:rPr>
          <w:rFonts w:eastAsiaTheme="minorEastAsia"/>
        </w:rPr>
      </w:pPr>
    </w:p>
    <w:p w:rsidR="009D7313" w:rsidRPr="009D7313" w:rsidRDefault="009D7313" w:rsidP="009D7313">
      <w:pPr>
        <w:pStyle w:val="LSStandardtext"/>
        <w:rPr>
          <w:rFonts w:eastAsiaTheme="minorEastAsia"/>
        </w:rPr>
      </w:pPr>
      <w:r w:rsidRPr="009D7313">
        <w:rPr>
          <w:rFonts w:eastAsiaTheme="minorEastAsia"/>
        </w:rPr>
        <w:t>Zweiter Fall:</w:t>
      </w:r>
    </w:p>
    <w:p w:rsidR="009D7313" w:rsidRPr="009D7313" w:rsidRDefault="009D7313" w:rsidP="009D7313">
      <w:pPr>
        <w:pStyle w:val="LSStandardtext"/>
        <w:rPr>
          <w:rFonts w:eastAsiaTheme="minorEastAsia"/>
        </w:rPr>
      </w:pPr>
    </w:p>
    <w:p w:rsidR="009D7313" w:rsidRPr="009D7313" w:rsidRDefault="009D7313" w:rsidP="009D7313">
      <w:pPr>
        <w:pStyle w:val="LSStandardtex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N</m:t>
        </m:r>
      </m:oMath>
      <w:r w:rsidRPr="009D7313">
        <w:rPr>
          <w:rFonts w:eastAsiaTheme="minorEastAsia"/>
        </w:rPr>
        <w:t xml:space="preserve"> ist keine Primzahl, daher kann </w:t>
      </w:r>
      <m:oMath>
        <m:r>
          <w:rPr>
            <w:rFonts w:ascii="Cambria Math" w:eastAsiaTheme="minorEastAsia" w:hAnsi="Cambria Math"/>
          </w:rPr>
          <m:t>N</m:t>
        </m:r>
      </m:oMath>
      <w:r w:rsidRPr="009D7313">
        <w:rPr>
          <w:rFonts w:eastAsiaTheme="minorEastAsia"/>
        </w:rPr>
        <w:t xml:space="preserve"> in Primfaktoren zerlegt werden.</w:t>
      </w:r>
    </w:p>
    <w:p w:rsidR="009D7313" w:rsidRPr="009D7313" w:rsidRDefault="009D7313" w:rsidP="009D7313">
      <w:pPr>
        <w:pStyle w:val="LSStandardtext"/>
        <w:rPr>
          <w:rFonts w:eastAsiaTheme="minorEastAsia"/>
        </w:rPr>
      </w:pPr>
    </w:p>
    <w:p w:rsidR="009D7313" w:rsidRPr="009D7313" w:rsidRDefault="009D7313" w:rsidP="009D7313">
      <w:pPr>
        <w:pStyle w:val="LSStandardtext"/>
        <w:rPr>
          <w:rFonts w:eastAsiaTheme="minorEastAsia"/>
        </w:rPr>
      </w:pPr>
      <w:r w:rsidRPr="009D7313">
        <w:rPr>
          <w:rFonts w:eastAsiaTheme="minorEastAsia"/>
        </w:rPr>
        <w:t xml:space="preserve">Dann muss </w:t>
      </w:r>
      <m:oMath>
        <m:r>
          <w:rPr>
            <w:rFonts w:ascii="Cambria Math" w:eastAsiaTheme="minorEastAsia" w:hAnsi="Cambria Math"/>
          </w:rPr>
          <m:t>N</m:t>
        </m:r>
      </m:oMath>
      <w:r w:rsidRPr="009D7313">
        <w:rPr>
          <w:rFonts w:eastAsiaTheme="minorEastAsia"/>
        </w:rPr>
        <w:t xml:space="preserve"> durch eine Primzahl teilbar sein.</w:t>
      </w:r>
    </w:p>
    <w:p w:rsidR="009D7313" w:rsidRPr="009D7313" w:rsidRDefault="009D7313" w:rsidP="009D7313">
      <w:pPr>
        <w:pStyle w:val="LSStandardtext"/>
        <w:rPr>
          <w:rFonts w:eastAsiaTheme="minorEastAsia"/>
        </w:rPr>
      </w:pPr>
    </w:p>
    <w:p w:rsidR="009D7313" w:rsidRPr="009D7313" w:rsidRDefault="009D7313" w:rsidP="009D7313">
      <w:pPr>
        <w:pStyle w:val="LSStandardtext"/>
        <w:rPr>
          <w:rFonts w:eastAsiaTheme="minorEastAsia"/>
        </w:rPr>
      </w:pPr>
      <w:r w:rsidRPr="009D7313">
        <w:rPr>
          <w:rFonts w:eastAsiaTheme="minorEastAsia"/>
        </w:rPr>
        <w:t xml:space="preserve">Wenn wir </w:t>
      </w:r>
      <m:oMath>
        <m:r>
          <w:rPr>
            <w:rFonts w:ascii="Cambria Math" w:eastAsiaTheme="minorEastAsia" w:hAnsi="Cambria Math"/>
          </w:rPr>
          <m:t>N</m:t>
        </m:r>
      </m:oMath>
      <w:r w:rsidRPr="009D7313">
        <w:rPr>
          <w:rFonts w:eastAsiaTheme="minorEastAsia"/>
        </w:rPr>
        <w:t xml:space="preserve"> durch 2 teilen, so bleibt der Rest </w:t>
      </w:r>
      <w:proofErr w:type="gramStart"/>
      <w:r w:rsidRPr="009D7313">
        <w:rPr>
          <w:rFonts w:eastAsiaTheme="minorEastAsia"/>
        </w:rPr>
        <w:t>… .</w:t>
      </w:r>
      <w:proofErr w:type="gramEnd"/>
    </w:p>
    <w:p w:rsidR="009D7313" w:rsidRPr="009D7313" w:rsidRDefault="009D7313" w:rsidP="009D7313">
      <w:pPr>
        <w:pStyle w:val="LSStandardtext"/>
        <w:rPr>
          <w:rFonts w:eastAsiaTheme="minorEastAsia"/>
        </w:rPr>
      </w:pPr>
      <w:r w:rsidRPr="009D7313">
        <w:rPr>
          <w:rFonts w:eastAsiaTheme="minorEastAsia"/>
        </w:rPr>
        <w:t xml:space="preserve">Wenn wir </w:t>
      </w:r>
      <m:oMath>
        <m:r>
          <w:rPr>
            <w:rFonts w:ascii="Cambria Math" w:eastAsiaTheme="minorEastAsia" w:hAnsi="Cambria Math"/>
          </w:rPr>
          <m:t>N</m:t>
        </m:r>
      </m:oMath>
      <w:r w:rsidRPr="009D7313">
        <w:rPr>
          <w:rFonts w:eastAsiaTheme="minorEastAsia"/>
        </w:rPr>
        <w:t xml:space="preserve"> durch 3 teilen, so bleibt der Rest </w:t>
      </w:r>
      <w:proofErr w:type="gramStart"/>
      <w:r w:rsidRPr="009D7313">
        <w:rPr>
          <w:rFonts w:eastAsiaTheme="minorEastAsia"/>
        </w:rPr>
        <w:t>… .</w:t>
      </w:r>
      <w:proofErr w:type="gramEnd"/>
    </w:p>
    <w:p w:rsidR="009D7313" w:rsidRPr="009D7313" w:rsidRDefault="009D7313" w:rsidP="009D7313">
      <w:pPr>
        <w:pStyle w:val="LSStandardtext"/>
        <w:rPr>
          <w:rFonts w:eastAsiaTheme="minorEastAsia"/>
        </w:rPr>
      </w:pPr>
      <w:r w:rsidRPr="009D7313">
        <w:rPr>
          <w:rFonts w:eastAsiaTheme="minorEastAsia"/>
        </w:rPr>
        <w:t xml:space="preserve">Wenn wir </w:t>
      </w:r>
      <m:oMath>
        <m:r>
          <w:rPr>
            <w:rFonts w:ascii="Cambria Math" w:eastAsiaTheme="minorEastAsia" w:hAnsi="Cambria Math"/>
          </w:rPr>
          <m:t>N</m:t>
        </m:r>
      </m:oMath>
      <w:r w:rsidRPr="009D7313">
        <w:rPr>
          <w:rFonts w:eastAsiaTheme="minorEastAsia"/>
        </w:rPr>
        <w:t xml:space="preserve"> durch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</m:oMath>
      <w:r w:rsidRPr="009D7313">
        <w:rPr>
          <w:rFonts w:eastAsiaTheme="minorEastAsia"/>
        </w:rPr>
        <w:t xml:space="preserve"> teilen, so bleibt der Rest </w:t>
      </w:r>
      <w:proofErr w:type="gramStart"/>
      <w:r w:rsidRPr="009D7313">
        <w:rPr>
          <w:rFonts w:eastAsiaTheme="minorEastAsia"/>
        </w:rPr>
        <w:t>… .</w:t>
      </w:r>
      <w:proofErr w:type="gramEnd"/>
    </w:p>
    <w:p w:rsidR="009D7313" w:rsidRPr="009D7313" w:rsidRDefault="009D7313" w:rsidP="009D7313">
      <w:pPr>
        <w:pStyle w:val="LSStandardtext"/>
        <w:rPr>
          <w:rFonts w:eastAsiaTheme="minorEastAsia"/>
        </w:rPr>
      </w:pPr>
      <w:r w:rsidRPr="009D7313">
        <w:rPr>
          <w:rFonts w:eastAsiaTheme="minorEastAsia"/>
        </w:rPr>
        <w:t xml:space="preserve">Somit ist </w:t>
      </w:r>
      <m:oMath>
        <m:r>
          <w:rPr>
            <w:rFonts w:ascii="Cambria Math" w:eastAsiaTheme="minorEastAsia" w:hAnsi="Cambria Math"/>
          </w:rPr>
          <m:t>N</m:t>
        </m:r>
      </m:oMath>
      <w:r w:rsidRPr="009D7313">
        <w:rPr>
          <w:rFonts w:eastAsiaTheme="minorEastAsia"/>
        </w:rPr>
        <w:t xml:space="preserve"> durch keine der Primzahlen 2; 3; …;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</m:oMath>
      <w:r w:rsidRPr="009D7313">
        <w:rPr>
          <w:rFonts w:eastAsiaTheme="minorEastAsia"/>
        </w:rPr>
        <w:t xml:space="preserve"> teilbar.</w:t>
      </w:r>
    </w:p>
    <w:p w:rsidR="009D7313" w:rsidRPr="009D7313" w:rsidRDefault="009D7313" w:rsidP="009D7313">
      <w:pPr>
        <w:pStyle w:val="LSStandardtext"/>
        <w:rPr>
          <w:rFonts w:eastAsiaTheme="minorEastAsia"/>
        </w:rPr>
      </w:pPr>
    </w:p>
    <w:p w:rsidR="009D7313" w:rsidRPr="009D7313" w:rsidRDefault="009D7313" w:rsidP="009D7313">
      <w:pPr>
        <w:pStyle w:val="LSStandardtext"/>
        <w:rPr>
          <w:rFonts w:eastAsiaTheme="minorEastAsia"/>
        </w:rPr>
      </w:pPr>
      <w:r w:rsidRPr="009D7313">
        <w:rPr>
          <w:rFonts w:eastAsiaTheme="minorEastAsia"/>
        </w:rPr>
        <w:t xml:space="preserve">Aber </w:t>
      </w:r>
      <m:oMath>
        <m:r>
          <w:rPr>
            <w:rFonts w:ascii="Cambria Math" w:eastAsiaTheme="minorEastAsia" w:hAnsi="Cambria Math"/>
          </w:rPr>
          <m:t>N</m:t>
        </m:r>
      </m:oMath>
      <w:r w:rsidRPr="009D7313">
        <w:rPr>
          <w:rFonts w:eastAsiaTheme="minorEastAsia"/>
        </w:rPr>
        <w:t xml:space="preserve"> kann in Primfaktoren zerlegt werden.</w:t>
      </w:r>
    </w:p>
    <w:p w:rsidR="009D7313" w:rsidRPr="009D7313" w:rsidRDefault="009D7313" w:rsidP="009D7313">
      <w:pPr>
        <w:pStyle w:val="LSStandardtext"/>
        <w:rPr>
          <w:rFonts w:eastAsiaTheme="minorEastAsia"/>
        </w:rPr>
      </w:pPr>
    </w:p>
    <w:p w:rsidR="009D7313" w:rsidRPr="009D7313" w:rsidRDefault="009D7313" w:rsidP="009D7313">
      <w:pPr>
        <w:pStyle w:val="LSStandardtext"/>
        <w:rPr>
          <w:rFonts w:eastAsiaTheme="minorEastAsia"/>
        </w:rPr>
      </w:pPr>
      <w:r w:rsidRPr="009D7313">
        <w:rPr>
          <w:rFonts w:eastAsiaTheme="minorEastAsia"/>
        </w:rPr>
        <w:t xml:space="preserve">Also muss es Primfaktoren größer als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</m:oMath>
      <w:r w:rsidRPr="009D7313">
        <w:rPr>
          <w:rFonts w:eastAsiaTheme="minorEastAsia"/>
        </w:rPr>
        <w:t xml:space="preserve"> geben.</w:t>
      </w:r>
    </w:p>
    <w:p w:rsidR="009D7313" w:rsidRPr="009D7313" w:rsidRDefault="009D7313" w:rsidP="009D7313">
      <w:pPr>
        <w:pStyle w:val="LSStandardtext"/>
        <w:rPr>
          <w:rFonts w:eastAsiaTheme="minorEastAsia"/>
        </w:rPr>
      </w:pPr>
    </w:p>
    <w:p w:rsidR="009D7313" w:rsidRPr="009D7313" w:rsidRDefault="009D7313" w:rsidP="009D7313">
      <w:pPr>
        <w:pStyle w:val="LSStandardtext"/>
        <w:rPr>
          <w:rFonts w:eastAsiaTheme="minorEastAsia"/>
        </w:rPr>
      </w:pPr>
      <w:r w:rsidRPr="009D7313">
        <w:rPr>
          <w:rFonts w:eastAsiaTheme="minorEastAsia"/>
        </w:rPr>
        <w:t xml:space="preserve">Dies ist ein Widerspruch dazu, dass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</m:oMath>
      <w:r w:rsidRPr="009D7313">
        <w:rPr>
          <w:rFonts w:eastAsiaTheme="minorEastAsia"/>
        </w:rPr>
        <w:t xml:space="preserve"> die größte Primzahl ist.</w:t>
      </w:r>
    </w:p>
    <w:p w:rsidR="009D7313" w:rsidRPr="009D7313" w:rsidRDefault="009D7313" w:rsidP="009D7313">
      <w:pPr>
        <w:pStyle w:val="LSStandardtext"/>
        <w:rPr>
          <w:rFonts w:eastAsiaTheme="minorEastAsia"/>
        </w:rPr>
      </w:pPr>
    </w:p>
    <w:p w:rsidR="009D7313" w:rsidRPr="009D7313" w:rsidRDefault="009D7313" w:rsidP="009D7313">
      <w:pPr>
        <w:pStyle w:val="LSStandardtext"/>
        <w:rPr>
          <w:rFonts w:eastAsiaTheme="minorEastAsia"/>
        </w:rPr>
      </w:pPr>
      <w:r w:rsidRPr="009D7313">
        <w:rPr>
          <w:rFonts w:eastAsiaTheme="minorEastAsia"/>
        </w:rPr>
        <w:t>Also war unsere Annahme falsch und die Behauptung ist bewiesen.</w:t>
      </w:r>
    </w:p>
    <w:p w:rsidR="009D7313" w:rsidRPr="009D7313" w:rsidRDefault="009D7313" w:rsidP="009D7313">
      <w:pPr>
        <w:pStyle w:val="LSStandardtext"/>
        <w:rPr>
          <w:rFonts w:eastAsiaTheme="minorHAnsi"/>
          <w:lang w:eastAsia="en-US"/>
        </w:rPr>
      </w:pPr>
    </w:p>
    <w:p w:rsidR="000051B1" w:rsidRPr="009D7313" w:rsidRDefault="000051B1" w:rsidP="009D7313">
      <w:pPr>
        <w:pStyle w:val="LSStandardtext"/>
      </w:pPr>
    </w:p>
    <w:sectPr w:rsidR="000051B1" w:rsidRPr="009D7313" w:rsidSect="006347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B01" w:rsidRDefault="00855B01">
      <w:r>
        <w:separator/>
      </w:r>
    </w:p>
  </w:endnote>
  <w:endnote w:type="continuationSeparator" w:id="0">
    <w:p w:rsidR="00855B01" w:rsidRDefault="0085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942134" w:rsidRDefault="00793573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 w:rsidR="006347B7"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:rsidR="00793573" w:rsidRDefault="00793573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728743"/>
      <w:docPartObj>
        <w:docPartGallery w:val="Page Numbers (Bottom of Page)"/>
        <w:docPartUnique/>
      </w:docPartObj>
    </w:sdtPr>
    <w:sdtEndPr/>
    <w:sdtContent>
      <w:p w:rsidR="004C2768" w:rsidRDefault="004C276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AA9">
          <w:rPr>
            <w:noProof/>
          </w:rPr>
          <w:t>1</w:t>
        </w:r>
        <w:r>
          <w:fldChar w:fldCharType="end"/>
        </w:r>
      </w:p>
    </w:sdtContent>
  </w:sdt>
  <w:p w:rsidR="00793573" w:rsidRDefault="00793573" w:rsidP="008D54DA">
    <w:pPr>
      <w:pStyle w:val="Fuzeile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E63" w:rsidRDefault="007A6E6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B01" w:rsidRDefault="00855B01">
      <w:r>
        <w:separator/>
      </w:r>
    </w:p>
  </w:footnote>
  <w:footnote w:type="continuationSeparator" w:id="0">
    <w:p w:rsidR="00855B01" w:rsidRDefault="00855B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8D54DA" w:rsidRDefault="00793573" w:rsidP="00B05948">
    <w:pPr>
      <w:pStyle w:val="Kopfzeile"/>
      <w:jc w:val="right"/>
      <w:rPr>
        <w:color w:val="808080"/>
        <w:sz w:val="20"/>
        <w:szCs w:val="20"/>
      </w:rPr>
    </w:pPr>
    <w:r>
      <w:rPr>
        <w:noProof/>
        <w:color w:val="808080"/>
        <w:sz w:val="20"/>
        <w:szCs w:val="20"/>
      </w:rPr>
      <w:drawing>
        <wp:anchor distT="0" distB="0" distL="114300" distR="114300" simplePos="0" relativeHeight="251659264" behindDoc="0" locked="0" layoutInCell="1" allowOverlap="1" wp14:anchorId="7E8CDA55" wp14:editId="7CA0EA95">
          <wp:simplePos x="0" y="0"/>
          <wp:positionH relativeFrom="column">
            <wp:posOffset>0</wp:posOffset>
          </wp:positionH>
          <wp:positionV relativeFrom="paragraph">
            <wp:posOffset>-62230</wp:posOffset>
          </wp:positionV>
          <wp:extent cx="302260" cy="266700"/>
          <wp:effectExtent l="0" t="0" r="2540" b="0"/>
          <wp:wrapNone/>
          <wp:docPr id="4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808080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545223" wp14:editId="71DFD3DD">
              <wp:simplePos x="0" y="0"/>
              <wp:positionH relativeFrom="column">
                <wp:posOffset>-38100</wp:posOffset>
              </wp:positionH>
              <wp:positionV relativeFrom="paragraph">
                <wp:posOffset>233045</wp:posOffset>
              </wp:positionV>
              <wp:extent cx="582930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18.35pt" to="45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" strokecolor="gray"/>
          </w:pict>
        </mc:Fallback>
      </mc:AlternateContent>
    </w:r>
    <w:r>
      <w:rPr>
        <w:noProof/>
        <w:color w:val="808080"/>
        <w:sz w:val="20"/>
        <w:szCs w:val="20"/>
      </w:rPr>
      <w:t>Titel</w:t>
    </w:r>
    <w:r w:rsidRPr="008D54DA">
      <w:rPr>
        <w:color w:val="808080"/>
        <w:sz w:val="20"/>
        <w:szCs w:val="20"/>
      </w:rPr>
      <w:t xml:space="preserve"> der Handreichung (Doppelklick!)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768" w:rsidRDefault="004C2768" w:rsidP="004C2768">
    <w:pPr>
      <w:pStyle w:val="Kopfzeile"/>
      <w:tabs>
        <w:tab w:val="clear" w:pos="4536"/>
        <w:tab w:val="clear" w:pos="9072"/>
        <w:tab w:val="left" w:pos="4110"/>
        <w:tab w:val="left" w:pos="8103"/>
      </w:tabs>
    </w:pPr>
    <w:r w:rsidRPr="00A30C53">
      <w:rPr>
        <w:noProof/>
        <w:color w:val="808080"/>
        <w:szCs w:val="20"/>
      </w:rPr>
      <w:drawing>
        <wp:anchor distT="0" distB="0" distL="114300" distR="114300" simplePos="0" relativeHeight="251661312" behindDoc="0" locked="0" layoutInCell="1" allowOverlap="1" wp14:anchorId="2E8582CD" wp14:editId="52F7B95B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2540" b="0"/>
          <wp:wrapNone/>
          <wp:docPr id="8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lenraster"/>
      <w:tblW w:w="932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4C2768" w:rsidTr="009D7313">
      <w:tc>
        <w:tcPr>
          <w:tcW w:w="3369" w:type="dxa"/>
        </w:tcPr>
        <w:p w:rsidR="004C2768" w:rsidRDefault="004C2768" w:rsidP="009D7313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</w:p>
      </w:tc>
      <w:tc>
        <w:tcPr>
          <w:tcW w:w="1842" w:type="dxa"/>
        </w:tcPr>
        <w:p w:rsidR="004C2768" w:rsidRDefault="004C2768" w:rsidP="009D7313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  <w:r w:rsidRPr="00A30C53">
            <w:rPr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</w:tcPr>
        <w:p w:rsidR="004C2768" w:rsidRDefault="004C2768" w:rsidP="000051B1">
          <w:pPr>
            <w:pStyle w:val="Kopfzeile"/>
            <w:tabs>
              <w:tab w:val="clear" w:pos="4536"/>
              <w:tab w:val="clear" w:pos="9072"/>
              <w:tab w:val="left" w:pos="8103"/>
            </w:tabs>
            <w:jc w:val="right"/>
          </w:pPr>
          <w:r>
            <w:rPr>
              <w:noProof/>
              <w:color w:val="808080"/>
              <w:szCs w:val="20"/>
            </w:rPr>
            <w:fldChar w:fldCharType="begin"/>
          </w:r>
          <w:r>
            <w:rPr>
              <w:noProof/>
              <w:color w:val="808080"/>
              <w:szCs w:val="20"/>
            </w:rPr>
            <w:instrText xml:space="preserve"> FILENAME  -docx \* MERGEFORMAT </w:instrText>
          </w:r>
          <w:r>
            <w:rPr>
              <w:noProof/>
              <w:color w:val="808080"/>
              <w:szCs w:val="20"/>
            </w:rPr>
            <w:fldChar w:fldCharType="separate"/>
          </w:r>
          <w:r w:rsidR="00135AA9">
            <w:rPr>
              <w:noProof/>
              <w:color w:val="808080"/>
              <w:szCs w:val="20"/>
            </w:rPr>
            <w:t>2.1.1 indirekter Beweis</w:t>
          </w:r>
          <w:r>
            <w:rPr>
              <w:noProof/>
              <w:color w:val="808080"/>
              <w:szCs w:val="20"/>
            </w:rPr>
            <w:fldChar w:fldCharType="end"/>
          </w:r>
          <w:bookmarkStart w:id="0" w:name="_GoBack"/>
          <w:bookmarkEnd w:id="0"/>
        </w:p>
      </w:tc>
    </w:tr>
  </w:tbl>
  <w:p w:rsidR="004C2768" w:rsidRDefault="004C2768" w:rsidP="004C2768">
    <w:pPr>
      <w:pStyle w:val="Kopfzeile"/>
    </w:pPr>
  </w:p>
  <w:p w:rsidR="00793573" w:rsidRPr="004C2768" w:rsidRDefault="00793573" w:rsidP="004C276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E63" w:rsidRDefault="007A6E6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506101"/>
    <w:multiLevelType w:val="hybridMultilevel"/>
    <w:tmpl w:val="3F0E45A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680DED"/>
    <w:multiLevelType w:val="hybridMultilevel"/>
    <w:tmpl w:val="43AEF4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A39DE"/>
    <w:multiLevelType w:val="multilevel"/>
    <w:tmpl w:val="75B62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B5846"/>
    <w:multiLevelType w:val="hybridMultilevel"/>
    <w:tmpl w:val="84761314"/>
    <w:lvl w:ilvl="0" w:tplc="0407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57B8040B"/>
    <w:multiLevelType w:val="multilevel"/>
    <w:tmpl w:val="94BC8CD8"/>
    <w:lvl w:ilvl="0">
      <w:start w:val="1"/>
      <w:numFmt w:val="decimal"/>
      <w:pStyle w:val="LSberschrift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5CDD57A4"/>
    <w:multiLevelType w:val="hybridMultilevel"/>
    <w:tmpl w:val="DEFCE5F6"/>
    <w:lvl w:ilvl="0" w:tplc="0407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68E159A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7CF8008A"/>
    <w:multiLevelType w:val="hybridMultilevel"/>
    <w:tmpl w:val="BBE6DA34"/>
    <w:lvl w:ilvl="0" w:tplc="0407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0"/>
  </w:num>
  <w:num w:numId="4">
    <w:abstractNumId w:val="11"/>
  </w:num>
  <w:num w:numId="5">
    <w:abstractNumId w:val="14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26"/>
  </w:num>
  <w:num w:numId="7">
    <w:abstractNumId w:val="6"/>
  </w:num>
  <w:num w:numId="8">
    <w:abstractNumId w:val="19"/>
  </w:num>
  <w:num w:numId="9">
    <w:abstractNumId w:val="7"/>
  </w:num>
  <w:num w:numId="10">
    <w:abstractNumId w:val="24"/>
  </w:num>
  <w:num w:numId="11">
    <w:abstractNumId w:val="9"/>
  </w:num>
  <w:num w:numId="12">
    <w:abstractNumId w:val="15"/>
  </w:num>
  <w:num w:numId="13">
    <w:abstractNumId w:val="10"/>
  </w:num>
  <w:num w:numId="14">
    <w:abstractNumId w:val="21"/>
  </w:num>
  <w:num w:numId="15">
    <w:abstractNumId w:val="17"/>
  </w:num>
  <w:num w:numId="16">
    <w:abstractNumId w:val="8"/>
  </w:num>
  <w:num w:numId="17">
    <w:abstractNumId w:val="16"/>
  </w:num>
  <w:num w:numId="18">
    <w:abstractNumId w:val="18"/>
  </w:num>
  <w:num w:numId="19">
    <w:abstractNumId w:val="5"/>
  </w:num>
  <w:num w:numId="20">
    <w:abstractNumId w:val="13"/>
  </w:num>
  <w:num w:numId="21">
    <w:abstractNumId w:val="23"/>
  </w:num>
  <w:num w:numId="22">
    <w:abstractNumId w:val="2"/>
  </w:num>
  <w:num w:numId="23">
    <w:abstractNumId w:val="4"/>
  </w:num>
  <w:num w:numId="24">
    <w:abstractNumId w:val="3"/>
  </w:num>
  <w:num w:numId="25">
    <w:abstractNumId w:val="25"/>
  </w:num>
  <w:num w:numId="26">
    <w:abstractNumId w:val="1"/>
  </w:num>
  <w:num w:numId="27">
    <w:abstractNumId w:val="20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7B7"/>
    <w:rsid w:val="000051B1"/>
    <w:rsid w:val="00005C03"/>
    <w:rsid w:val="00007074"/>
    <w:rsid w:val="0003605E"/>
    <w:rsid w:val="000402B5"/>
    <w:rsid w:val="00055140"/>
    <w:rsid w:val="00071A39"/>
    <w:rsid w:val="00071CD0"/>
    <w:rsid w:val="000778EF"/>
    <w:rsid w:val="000B734D"/>
    <w:rsid w:val="000C0622"/>
    <w:rsid w:val="000C17EA"/>
    <w:rsid w:val="000D02A4"/>
    <w:rsid w:val="000E5B58"/>
    <w:rsid w:val="000F0FAA"/>
    <w:rsid w:val="000F4ADD"/>
    <w:rsid w:val="001055D9"/>
    <w:rsid w:val="00116CF0"/>
    <w:rsid w:val="0012069F"/>
    <w:rsid w:val="00122A06"/>
    <w:rsid w:val="00135AA9"/>
    <w:rsid w:val="00143B1A"/>
    <w:rsid w:val="00157962"/>
    <w:rsid w:val="001737D9"/>
    <w:rsid w:val="00192067"/>
    <w:rsid w:val="001C0B99"/>
    <w:rsid w:val="001D407F"/>
    <w:rsid w:val="001E03B5"/>
    <w:rsid w:val="00201056"/>
    <w:rsid w:val="00203069"/>
    <w:rsid w:val="00204EC3"/>
    <w:rsid w:val="002204C6"/>
    <w:rsid w:val="0023593D"/>
    <w:rsid w:val="00235E0A"/>
    <w:rsid w:val="0024375B"/>
    <w:rsid w:val="00257522"/>
    <w:rsid w:val="002773E6"/>
    <w:rsid w:val="002A5DAD"/>
    <w:rsid w:val="002C3C0B"/>
    <w:rsid w:val="002E3133"/>
    <w:rsid w:val="002F65B1"/>
    <w:rsid w:val="0033767E"/>
    <w:rsid w:val="00341135"/>
    <w:rsid w:val="00354A87"/>
    <w:rsid w:val="00364DEA"/>
    <w:rsid w:val="00381971"/>
    <w:rsid w:val="00385B0E"/>
    <w:rsid w:val="003A0D0B"/>
    <w:rsid w:val="003B771D"/>
    <w:rsid w:val="003D403B"/>
    <w:rsid w:val="003E4A0C"/>
    <w:rsid w:val="003E5315"/>
    <w:rsid w:val="003F6526"/>
    <w:rsid w:val="00427E5D"/>
    <w:rsid w:val="00454A8D"/>
    <w:rsid w:val="004609C0"/>
    <w:rsid w:val="00473702"/>
    <w:rsid w:val="004C2768"/>
    <w:rsid w:val="004D6055"/>
    <w:rsid w:val="004E7610"/>
    <w:rsid w:val="004F6C58"/>
    <w:rsid w:val="00506DB8"/>
    <w:rsid w:val="00507E7B"/>
    <w:rsid w:val="005620DE"/>
    <w:rsid w:val="00564E18"/>
    <w:rsid w:val="005653AE"/>
    <w:rsid w:val="00580F3F"/>
    <w:rsid w:val="005877DB"/>
    <w:rsid w:val="00592774"/>
    <w:rsid w:val="005C045C"/>
    <w:rsid w:val="005D427E"/>
    <w:rsid w:val="005E70FD"/>
    <w:rsid w:val="005E7281"/>
    <w:rsid w:val="005F6605"/>
    <w:rsid w:val="006047C3"/>
    <w:rsid w:val="0060782F"/>
    <w:rsid w:val="006220E5"/>
    <w:rsid w:val="0063100A"/>
    <w:rsid w:val="006347B7"/>
    <w:rsid w:val="0063710D"/>
    <w:rsid w:val="0064779A"/>
    <w:rsid w:val="00647F81"/>
    <w:rsid w:val="0065665E"/>
    <w:rsid w:val="00663B0B"/>
    <w:rsid w:val="00664723"/>
    <w:rsid w:val="00675A8E"/>
    <w:rsid w:val="00696651"/>
    <w:rsid w:val="006B4795"/>
    <w:rsid w:val="006C025B"/>
    <w:rsid w:val="006D439A"/>
    <w:rsid w:val="006D65B3"/>
    <w:rsid w:val="006E079C"/>
    <w:rsid w:val="006F7EA3"/>
    <w:rsid w:val="007063AB"/>
    <w:rsid w:val="00715EA6"/>
    <w:rsid w:val="00721505"/>
    <w:rsid w:val="00757897"/>
    <w:rsid w:val="00780905"/>
    <w:rsid w:val="00793573"/>
    <w:rsid w:val="007A6E63"/>
    <w:rsid w:val="00800B6F"/>
    <w:rsid w:val="00826AF5"/>
    <w:rsid w:val="00841AB6"/>
    <w:rsid w:val="00855B01"/>
    <w:rsid w:val="00856664"/>
    <w:rsid w:val="00880CCF"/>
    <w:rsid w:val="00894E34"/>
    <w:rsid w:val="00897B38"/>
    <w:rsid w:val="008A37C8"/>
    <w:rsid w:val="008D54DA"/>
    <w:rsid w:val="008E3020"/>
    <w:rsid w:val="00917FBE"/>
    <w:rsid w:val="00923245"/>
    <w:rsid w:val="00942134"/>
    <w:rsid w:val="0094646F"/>
    <w:rsid w:val="009468E0"/>
    <w:rsid w:val="00951096"/>
    <w:rsid w:val="0097468B"/>
    <w:rsid w:val="009773B1"/>
    <w:rsid w:val="0098424E"/>
    <w:rsid w:val="009A6EEB"/>
    <w:rsid w:val="009C034D"/>
    <w:rsid w:val="009D2399"/>
    <w:rsid w:val="009D42E1"/>
    <w:rsid w:val="009D7313"/>
    <w:rsid w:val="009E4024"/>
    <w:rsid w:val="00A01090"/>
    <w:rsid w:val="00A069C4"/>
    <w:rsid w:val="00A2210F"/>
    <w:rsid w:val="00A419C9"/>
    <w:rsid w:val="00A61C98"/>
    <w:rsid w:val="00A6202E"/>
    <w:rsid w:val="00A8278F"/>
    <w:rsid w:val="00A90681"/>
    <w:rsid w:val="00A94591"/>
    <w:rsid w:val="00AD1028"/>
    <w:rsid w:val="00AE1300"/>
    <w:rsid w:val="00B026A6"/>
    <w:rsid w:val="00B03CDE"/>
    <w:rsid w:val="00B05948"/>
    <w:rsid w:val="00B16C22"/>
    <w:rsid w:val="00B26F7E"/>
    <w:rsid w:val="00B32153"/>
    <w:rsid w:val="00B36BFF"/>
    <w:rsid w:val="00B511CA"/>
    <w:rsid w:val="00B714DE"/>
    <w:rsid w:val="00BA19FD"/>
    <w:rsid w:val="00BB3F09"/>
    <w:rsid w:val="00BB5966"/>
    <w:rsid w:val="00BB61CC"/>
    <w:rsid w:val="00BC1CA8"/>
    <w:rsid w:val="00BD6CD9"/>
    <w:rsid w:val="00BE0BD2"/>
    <w:rsid w:val="00BE7963"/>
    <w:rsid w:val="00BF4178"/>
    <w:rsid w:val="00BF5C01"/>
    <w:rsid w:val="00BF6BCB"/>
    <w:rsid w:val="00C018A3"/>
    <w:rsid w:val="00C0200E"/>
    <w:rsid w:val="00C07AEB"/>
    <w:rsid w:val="00C11A6D"/>
    <w:rsid w:val="00C1233E"/>
    <w:rsid w:val="00C33C5C"/>
    <w:rsid w:val="00C37ED5"/>
    <w:rsid w:val="00C535D1"/>
    <w:rsid w:val="00C56F3A"/>
    <w:rsid w:val="00C57564"/>
    <w:rsid w:val="00C660B3"/>
    <w:rsid w:val="00C67985"/>
    <w:rsid w:val="00C74D5B"/>
    <w:rsid w:val="00C9144C"/>
    <w:rsid w:val="00D12434"/>
    <w:rsid w:val="00D12EB6"/>
    <w:rsid w:val="00D16D34"/>
    <w:rsid w:val="00D23DB4"/>
    <w:rsid w:val="00D44738"/>
    <w:rsid w:val="00D54CA8"/>
    <w:rsid w:val="00D5658F"/>
    <w:rsid w:val="00DB1BBF"/>
    <w:rsid w:val="00DF0915"/>
    <w:rsid w:val="00DF792E"/>
    <w:rsid w:val="00E04B87"/>
    <w:rsid w:val="00E6612D"/>
    <w:rsid w:val="00E70711"/>
    <w:rsid w:val="00E721C9"/>
    <w:rsid w:val="00E940D0"/>
    <w:rsid w:val="00EB4322"/>
    <w:rsid w:val="00EB5BFA"/>
    <w:rsid w:val="00EC5492"/>
    <w:rsid w:val="00ED5F2C"/>
    <w:rsid w:val="00EE1BB4"/>
    <w:rsid w:val="00EF77B0"/>
    <w:rsid w:val="00F02534"/>
    <w:rsid w:val="00F02A0F"/>
    <w:rsid w:val="00F06927"/>
    <w:rsid w:val="00F113D4"/>
    <w:rsid w:val="00F43BBD"/>
    <w:rsid w:val="00F850C6"/>
    <w:rsid w:val="00F865F8"/>
    <w:rsid w:val="00F9544A"/>
    <w:rsid w:val="00FA45EC"/>
    <w:rsid w:val="00FB4EFC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4C2768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64723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HTMLZitat">
    <w:name w:val="HTML Cite"/>
    <w:basedOn w:val="Absatz-Standardschriftart"/>
    <w:uiPriority w:val="99"/>
    <w:semiHidden/>
    <w:unhideWhenUsed/>
    <w:rsid w:val="00664723"/>
    <w:rPr>
      <w:i/>
      <w:iCs/>
    </w:rPr>
  </w:style>
  <w:style w:type="character" w:customStyle="1" w:styleId="KopfzeileZchn">
    <w:name w:val="Kopfzeile Zchn"/>
    <w:basedOn w:val="Absatz-Standardschriftart"/>
    <w:link w:val="Kopfzeile"/>
    <w:rsid w:val="003D403B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4C2768"/>
    <w:rPr>
      <w:rFonts w:ascii="Arial" w:hAnsi="Arial" w:cs="Arial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4C2768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64723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HTMLZitat">
    <w:name w:val="HTML Cite"/>
    <w:basedOn w:val="Absatz-Standardschriftart"/>
    <w:uiPriority w:val="99"/>
    <w:semiHidden/>
    <w:unhideWhenUsed/>
    <w:rsid w:val="00664723"/>
    <w:rPr>
      <w:i/>
      <w:iCs/>
    </w:rPr>
  </w:style>
  <w:style w:type="character" w:customStyle="1" w:styleId="KopfzeileZchn">
    <w:name w:val="Kopfzeile Zchn"/>
    <w:basedOn w:val="Absatz-Standardschriftart"/>
    <w:link w:val="Kopfzeile"/>
    <w:rsid w:val="003D403B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4C2768"/>
    <w:rPr>
      <w:rFonts w:ascii="Arial" w:hAnsi="Arial" w:cs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LEMD~1\AppData\Local\Temp\HandreichungsdummyV18.1-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BFC63A2-CDAE-4506-9A63-B49FBEA1B3C9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790F79-9A19-4533-938E-56EACF728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HandreichungsdummyV18.1-1</Template>
  <TotalTime>0</TotalTime>
  <Pages>2</Pages>
  <Words>354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Blindtext</vt:lpstr>
    </vt:vector>
  </TitlesOfParts>
  <Company>IZLBW</Company>
  <LinksUpToDate>false</LinksUpToDate>
  <CharactersWithSpaces>2284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Blindtext</dc:title>
  <dc:creator>Izlem Dogan</dc:creator>
  <cp:lastModifiedBy>Nacke, Pierre (LS)</cp:lastModifiedBy>
  <cp:revision>3</cp:revision>
  <cp:lastPrinted>2012-09-06T08:52:00Z</cp:lastPrinted>
  <dcterms:created xsi:type="dcterms:W3CDTF">2015-09-24T13:21:00Z</dcterms:created>
  <dcterms:modified xsi:type="dcterms:W3CDTF">2015-11-17T13:49:00Z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